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62F69" w14:textId="77777777" w:rsidR="00C737BC" w:rsidRDefault="00C737BC" w:rsidP="00C737BC">
      <w:pPr>
        <w:pStyle w:val="berschrift1"/>
      </w:pPr>
      <w:r>
        <w:t>4 Anhang</w:t>
      </w:r>
    </w:p>
    <w:p w14:paraId="6EA128FA" w14:textId="60DBE1B6" w:rsidR="00B65EA8" w:rsidRPr="00B65EA8" w:rsidRDefault="00B65EA8" w:rsidP="00B65EA8">
      <w:r w:rsidRPr="00B65EA8">
        <w:t>&lt;Anmerkung&gt;Die Tabellen in diesem Dokument sind teilweise sehr umfangreich. Um die vollständige Ansicht sicher zu stellen, muss die Entwur</w:t>
      </w:r>
      <w:r>
        <w:t>f</w:t>
      </w:r>
      <w:r w:rsidRPr="00B65EA8">
        <w:t>sansicht eingestellt sein.</w:t>
      </w:r>
      <w:r w:rsidRPr="00B65EA8">
        <w:br/>
        <w:t>&lt;/Anmerkung&gt;</w:t>
      </w:r>
    </w:p>
    <w:p w14:paraId="37ADE852" w14:textId="77777777" w:rsidR="00B65EA8" w:rsidRPr="00B65EA8" w:rsidRDefault="00B65EA8" w:rsidP="00B65EA8"/>
    <w:p w14:paraId="11DFB6CD" w14:textId="77777777" w:rsidR="00CD5DE5" w:rsidRDefault="00CD5DE5" w:rsidP="00CD5DE5"/>
    <w:p w14:paraId="7145A2B0" w14:textId="77777777" w:rsidR="00C737BC" w:rsidRDefault="00C737BC" w:rsidP="00C737BC">
      <w:pPr>
        <w:pStyle w:val="berschrift2"/>
      </w:pPr>
      <w:r>
        <w:t>4.1 Größen, Einheiten und ihre Beziehungen untereinander</w:t>
      </w:r>
    </w:p>
    <w:p w14:paraId="5BEBFAED" w14:textId="42C30D86" w:rsidR="00BB54D8" w:rsidRDefault="00BB54D8" w:rsidP="00BB54D8">
      <w:r>
        <w:t>&lt;Anmerkung&gt;Für eine Größe mit * am Ende des Namens gibt es mehrere Einheitenbezeichnungen und Einheitenzeichen. Aus Gründen der Lesbarkeit wurden diese in mehrere Tabellenzeilen untereinander geschrieben.</w:t>
      </w:r>
      <w:r>
        <w:br/>
        <w:t>Leere Zellen sind mit -- gekennzeichnet.</w:t>
      </w:r>
      <w:r>
        <w:br/>
        <w:t xml:space="preserve">In Spalte 5 </w:t>
      </w:r>
      <w:r w:rsidR="008719E1">
        <w:t>(Beziehungen zwischen den Einheiten) passt der Inhalt teilweise nicht in eine Zeile. Sie erkennen dies an einem Gleichheitszeichen am Ende der Zeile.</w:t>
      </w:r>
      <w:r>
        <w:br/>
        <w:t>&lt;Anmerkung&gt;</w:t>
      </w:r>
    </w:p>
    <w:p w14:paraId="1504E95E" w14:textId="77777777" w:rsidR="00BB54D8" w:rsidRDefault="00BB54D8" w:rsidP="00C737BC"/>
    <w:p w14:paraId="177F2816" w14:textId="07063AA8" w:rsidR="00C737BC" w:rsidRPr="00EC5A0F" w:rsidRDefault="00C737BC" w:rsidP="00C737BC">
      <w:r>
        <w:t>&lt;Tabelle&gt;</w:t>
      </w:r>
    </w:p>
    <w:tbl>
      <w:tblPr>
        <w:tblStyle w:val="Tabellenraster"/>
        <w:tblW w:w="16368" w:type="dxa"/>
        <w:tblInd w:w="0" w:type="dxa"/>
        <w:tblLook w:val="04A0" w:firstRow="1" w:lastRow="0" w:firstColumn="1" w:lastColumn="0" w:noHBand="0" w:noVBand="1"/>
      </w:tblPr>
      <w:tblGrid>
        <w:gridCol w:w="5024"/>
        <w:gridCol w:w="1777"/>
        <w:gridCol w:w="2695"/>
        <w:gridCol w:w="2551"/>
        <w:gridCol w:w="4321"/>
      </w:tblGrid>
      <w:tr w:rsidR="00DF6487" w:rsidRPr="00EC5A0F" w14:paraId="5BBB003D" w14:textId="77777777" w:rsidTr="00CA1EB5">
        <w:tc>
          <w:tcPr>
            <w:tcW w:w="0" w:type="auto"/>
          </w:tcPr>
          <w:p w14:paraId="04318812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Größe</w:t>
            </w:r>
          </w:p>
        </w:tc>
        <w:tc>
          <w:tcPr>
            <w:tcW w:w="0" w:type="auto"/>
          </w:tcPr>
          <w:p w14:paraId="7B3DD73A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Formelzeichen</w:t>
            </w:r>
          </w:p>
        </w:tc>
        <w:tc>
          <w:tcPr>
            <w:tcW w:w="0" w:type="auto"/>
          </w:tcPr>
          <w:p w14:paraId="0E76D139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Name der Einheit</w:t>
            </w:r>
          </w:p>
        </w:tc>
        <w:tc>
          <w:tcPr>
            <w:tcW w:w="2551" w:type="dxa"/>
          </w:tcPr>
          <w:p w14:paraId="7F4522A3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Einheitenzeichen</w:t>
            </w:r>
          </w:p>
        </w:tc>
        <w:tc>
          <w:tcPr>
            <w:tcW w:w="0" w:type="auto"/>
          </w:tcPr>
          <w:p w14:paraId="1A4ECA7E" w14:textId="7B2874CE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Beziehungen zwischen den Ein</w:t>
            </w:r>
            <w:r w:rsidR="000662F1">
              <w:rPr>
                <w:sz w:val="20"/>
                <w:szCs w:val="20"/>
              </w:rPr>
              <w:t>-</w:t>
            </w:r>
            <w:r w:rsidRPr="00EC5A0F">
              <w:rPr>
                <w:sz w:val="20"/>
                <w:szCs w:val="20"/>
              </w:rPr>
              <w:t>heiten</w:t>
            </w:r>
          </w:p>
        </w:tc>
      </w:tr>
      <w:tr w:rsidR="00DF6487" w:rsidRPr="00EC5A0F" w14:paraId="2FF34008" w14:textId="77777777" w:rsidTr="00CA1EB5">
        <w:tc>
          <w:tcPr>
            <w:tcW w:w="0" w:type="auto"/>
          </w:tcPr>
          <w:p w14:paraId="30051467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Aktivität</w:t>
            </w:r>
          </w:p>
        </w:tc>
        <w:tc>
          <w:tcPr>
            <w:tcW w:w="0" w:type="auto"/>
          </w:tcPr>
          <w:p w14:paraId="4DEC9101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0783A830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Becquerel</w:t>
            </w:r>
          </w:p>
        </w:tc>
        <w:tc>
          <w:tcPr>
            <w:tcW w:w="2551" w:type="dxa"/>
          </w:tcPr>
          <w:p w14:paraId="60D7DE3A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Bq</w:t>
            </w:r>
          </w:p>
        </w:tc>
        <w:tc>
          <w:tcPr>
            <w:tcW w:w="0" w:type="auto"/>
          </w:tcPr>
          <w:p w14:paraId="54753807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1Bq =1/s</w:t>
            </w:r>
          </w:p>
        </w:tc>
      </w:tr>
      <w:tr w:rsidR="00DF6487" w:rsidRPr="00EC5A0F" w14:paraId="140223A1" w14:textId="77777777" w:rsidTr="00CA1EB5">
        <w:tc>
          <w:tcPr>
            <w:tcW w:w="0" w:type="auto"/>
          </w:tcPr>
          <w:p w14:paraId="21EC446E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Äquivalentdosis</w:t>
            </w:r>
          </w:p>
        </w:tc>
        <w:tc>
          <w:tcPr>
            <w:tcW w:w="0" w:type="auto"/>
          </w:tcPr>
          <w:p w14:paraId="0009FB6B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19FEE7FA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Sievert</w:t>
            </w:r>
          </w:p>
        </w:tc>
        <w:tc>
          <w:tcPr>
            <w:tcW w:w="2551" w:type="dxa"/>
          </w:tcPr>
          <w:p w14:paraId="63162CD3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Sv</w:t>
            </w:r>
          </w:p>
        </w:tc>
        <w:tc>
          <w:tcPr>
            <w:tcW w:w="0" w:type="auto"/>
          </w:tcPr>
          <w:p w14:paraId="64C27B54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1Sv =1 J/kg</w:t>
            </w:r>
          </w:p>
        </w:tc>
      </w:tr>
      <w:tr w:rsidR="00DF6487" w:rsidRPr="00EC5A0F" w14:paraId="0F67D104" w14:textId="77777777" w:rsidTr="00CA1EB5">
        <w:tc>
          <w:tcPr>
            <w:tcW w:w="0" w:type="auto"/>
          </w:tcPr>
          <w:p w14:paraId="311D905C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Arbeit</w:t>
            </w:r>
          </w:p>
        </w:tc>
        <w:tc>
          <w:tcPr>
            <w:tcW w:w="0" w:type="auto"/>
          </w:tcPr>
          <w:p w14:paraId="5637EE17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</w:t>
            </w:r>
          </w:p>
        </w:tc>
        <w:tc>
          <w:tcPr>
            <w:tcW w:w="0" w:type="auto"/>
          </w:tcPr>
          <w:p w14:paraId="3AB5CBF0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6B5D7905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7BF8B5EA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1J =1Nm =1 \frac{kg *m^2}{s^2}</w:t>
            </w:r>
          </w:p>
        </w:tc>
      </w:tr>
      <w:tr w:rsidR="00DF6487" w:rsidRPr="00EC5A0F" w14:paraId="5CEAAFF4" w14:textId="77777777" w:rsidTr="00CA1EB5">
        <w:tc>
          <w:tcPr>
            <w:tcW w:w="0" w:type="auto"/>
          </w:tcPr>
          <w:p w14:paraId="1CCA3570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Beschleunigung</w:t>
            </w:r>
          </w:p>
        </w:tc>
        <w:tc>
          <w:tcPr>
            <w:tcW w:w="0" w:type="auto"/>
          </w:tcPr>
          <w:p w14:paraId="1470B8E5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4371ED4D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04A98116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\frac{m}{s^2}</w:t>
            </w:r>
          </w:p>
        </w:tc>
        <w:tc>
          <w:tcPr>
            <w:tcW w:w="0" w:type="auto"/>
          </w:tcPr>
          <w:p w14:paraId="75C9E1DC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84B05" w:rsidRPr="00EC5A0F" w14:paraId="6FBD7386" w14:textId="77777777" w:rsidTr="00CA1EB5">
        <w:tc>
          <w:tcPr>
            <w:tcW w:w="0" w:type="auto"/>
          </w:tcPr>
          <w:p w14:paraId="326D075F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Bestrahlungsstärke</w:t>
            </w:r>
          </w:p>
        </w:tc>
        <w:tc>
          <w:tcPr>
            <w:tcW w:w="0" w:type="auto"/>
          </w:tcPr>
          <w:p w14:paraId="1BC09849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469EFB04" w14:textId="77777777" w:rsidR="00C737BC" w:rsidRPr="00EC5A0F" w:rsidRDefault="00C737BC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C10A1C4" w14:textId="37F8D331" w:rsidR="00C737BC" w:rsidRPr="00EC5A0F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\frac{W}{m^2}</w:t>
            </w:r>
          </w:p>
        </w:tc>
        <w:tc>
          <w:tcPr>
            <w:tcW w:w="0" w:type="auto"/>
          </w:tcPr>
          <w:p w14:paraId="051AC9D4" w14:textId="02AF6B39" w:rsidR="00C737BC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C30AB" w:rsidRPr="00EC5A0F" w14:paraId="094130EA" w14:textId="77777777" w:rsidTr="00CA1EB5">
        <w:tc>
          <w:tcPr>
            <w:tcW w:w="0" w:type="auto"/>
          </w:tcPr>
          <w:p w14:paraId="2E58A949" w14:textId="3C45DB33" w:rsidR="00473631" w:rsidRPr="00EC5A0F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Dichte</w:t>
            </w:r>
          </w:p>
        </w:tc>
        <w:tc>
          <w:tcPr>
            <w:tcW w:w="0" w:type="auto"/>
          </w:tcPr>
          <w:p w14:paraId="1A632193" w14:textId="488BEC84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~r</w:t>
            </w:r>
          </w:p>
        </w:tc>
        <w:tc>
          <w:tcPr>
            <w:tcW w:w="0" w:type="auto"/>
          </w:tcPr>
          <w:p w14:paraId="680BC5E3" w14:textId="25B91E46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26B38C3A" w14:textId="1D26C793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\frac{kg}{m^3}</w:t>
            </w:r>
          </w:p>
        </w:tc>
        <w:tc>
          <w:tcPr>
            <w:tcW w:w="0" w:type="auto"/>
          </w:tcPr>
          <w:p w14:paraId="51176316" w14:textId="7203FD16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1\frac{kg}{m^3} =</w:t>
            </w:r>
            <w:r w:rsidR="00BB54D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0,001\frac{g}{cm^3}</w:t>
            </w:r>
          </w:p>
        </w:tc>
      </w:tr>
      <w:tr w:rsidR="007C30AB" w:rsidRPr="00EC5A0F" w14:paraId="789DA25A" w14:textId="77777777" w:rsidTr="00CA1EB5">
        <w:tc>
          <w:tcPr>
            <w:tcW w:w="0" w:type="auto"/>
          </w:tcPr>
          <w:p w14:paraId="44D22157" w14:textId="4A321BEB" w:rsidR="00473631" w:rsidRPr="00EC5A0F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Drehmoment</w:t>
            </w:r>
          </w:p>
        </w:tc>
        <w:tc>
          <w:tcPr>
            <w:tcW w:w="0" w:type="auto"/>
          </w:tcPr>
          <w:p w14:paraId="4C55DAAD" w14:textId="7F65E5E7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14B2F10C" w14:textId="268AE51D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2FD616CD" w14:textId="25C2EF9D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Nm</w:t>
            </w:r>
          </w:p>
        </w:tc>
        <w:tc>
          <w:tcPr>
            <w:tcW w:w="0" w:type="auto"/>
          </w:tcPr>
          <w:p w14:paraId="43358E37" w14:textId="548AB1AC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1Nm =1\frac{kg *m^2}{s^2}</w:t>
            </w:r>
          </w:p>
        </w:tc>
      </w:tr>
      <w:tr w:rsidR="007C30AB" w:rsidRPr="00EC5A0F" w14:paraId="0CE8A3B4" w14:textId="77777777" w:rsidTr="00CA1EB5">
        <w:tc>
          <w:tcPr>
            <w:tcW w:w="0" w:type="auto"/>
          </w:tcPr>
          <w:p w14:paraId="5D6CA0C2" w14:textId="1ECA4502" w:rsidR="00473631" w:rsidRPr="00EC5A0F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Drehimpuls</w:t>
            </w:r>
          </w:p>
        </w:tc>
        <w:tc>
          <w:tcPr>
            <w:tcW w:w="0" w:type="auto"/>
          </w:tcPr>
          <w:p w14:paraId="2B601F59" w14:textId="50C627AE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219F7040" w14:textId="105B89E7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7CA215B2" w14:textId="7DDD4799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Nm *s</w:t>
            </w:r>
          </w:p>
        </w:tc>
        <w:tc>
          <w:tcPr>
            <w:tcW w:w="0" w:type="auto"/>
          </w:tcPr>
          <w:p w14:paraId="712754AF" w14:textId="4BC18B9C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1Nm *s =1\frac{kg *m^2}{s}</w:t>
            </w:r>
          </w:p>
        </w:tc>
      </w:tr>
      <w:tr w:rsidR="007C30AB" w:rsidRPr="00EC5A0F" w14:paraId="3C412A65" w14:textId="77777777" w:rsidTr="00CA1EB5">
        <w:tc>
          <w:tcPr>
            <w:tcW w:w="0" w:type="auto"/>
          </w:tcPr>
          <w:p w14:paraId="20E2A7C9" w14:textId="0E3860AE" w:rsidR="00473631" w:rsidRPr="00EC5A0F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Druck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324B8CEF" w14:textId="041F29F3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176A682C" w14:textId="08A60F2C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Pascal</w:t>
            </w:r>
          </w:p>
        </w:tc>
        <w:tc>
          <w:tcPr>
            <w:tcW w:w="2551" w:type="dxa"/>
          </w:tcPr>
          <w:p w14:paraId="682B0E10" w14:textId="61E2D01B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</w:t>
            </w:r>
          </w:p>
        </w:tc>
        <w:tc>
          <w:tcPr>
            <w:tcW w:w="0" w:type="auto"/>
          </w:tcPr>
          <w:p w14:paraId="56C770D9" w14:textId="221D811F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1Pa =1\frac{N}{m^2} =</w:t>
            </w:r>
            <w:r w:rsidR="0099415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1\frac{kg}{m *s^2}</w:t>
            </w:r>
          </w:p>
        </w:tc>
      </w:tr>
      <w:tr w:rsidR="007C30AB" w:rsidRPr="00EC5A0F" w14:paraId="67FCB614" w14:textId="77777777" w:rsidTr="00CA1EB5">
        <w:tc>
          <w:tcPr>
            <w:tcW w:w="0" w:type="auto"/>
          </w:tcPr>
          <w:p w14:paraId="0E815F04" w14:textId="23E1A9B0" w:rsidR="00473631" w:rsidRPr="00EC5A0F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Druck*</w:t>
            </w:r>
          </w:p>
        </w:tc>
        <w:tc>
          <w:tcPr>
            <w:tcW w:w="0" w:type="auto"/>
          </w:tcPr>
          <w:p w14:paraId="1426D9E6" w14:textId="3A9907B3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3181FDEF" w14:textId="3010BEC1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2551" w:type="dxa"/>
          </w:tcPr>
          <w:p w14:paraId="62F78833" w14:textId="2C9FA74A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0" w:type="auto"/>
          </w:tcPr>
          <w:p w14:paraId="4D30E637" w14:textId="4EA41DAF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1bar =10^5Pa</w:t>
            </w:r>
          </w:p>
        </w:tc>
      </w:tr>
      <w:tr w:rsidR="007C30AB" w:rsidRPr="00EC5A0F" w14:paraId="2085B28B" w14:textId="77777777" w:rsidTr="00CA1EB5">
        <w:tc>
          <w:tcPr>
            <w:tcW w:w="0" w:type="auto"/>
          </w:tcPr>
          <w:p w14:paraId="18FC358F" w14:textId="22D15C67" w:rsidR="00473631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effektive Dosis</w:t>
            </w:r>
          </w:p>
        </w:tc>
        <w:tc>
          <w:tcPr>
            <w:tcW w:w="0" w:type="auto"/>
          </w:tcPr>
          <w:p w14:paraId="1E9F7888" w14:textId="54D2A0E0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66DFBB1E" w14:textId="462A7415" w:rsidR="00473631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Sievert</w:t>
            </w:r>
          </w:p>
        </w:tc>
        <w:tc>
          <w:tcPr>
            <w:tcW w:w="2551" w:type="dxa"/>
          </w:tcPr>
          <w:p w14:paraId="301A5334" w14:textId="095C8892" w:rsidR="00473631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 xml:space="preserve">Sv </w:t>
            </w:r>
          </w:p>
        </w:tc>
        <w:tc>
          <w:tcPr>
            <w:tcW w:w="0" w:type="auto"/>
          </w:tcPr>
          <w:p w14:paraId="7CF6BB8B" w14:textId="002EA7FB" w:rsidR="00473631" w:rsidRDefault="00473631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1Sv =1</w:t>
            </w:r>
            <w:r>
              <w:rPr>
                <w:sz w:val="20"/>
                <w:szCs w:val="20"/>
              </w:rPr>
              <w:t>\frac{J}{kg}</w:t>
            </w:r>
          </w:p>
        </w:tc>
      </w:tr>
      <w:tr w:rsidR="007C30AB" w:rsidRPr="00EC5A0F" w14:paraId="0B78516A" w14:textId="77777777" w:rsidTr="00CA1EB5">
        <w:tc>
          <w:tcPr>
            <w:tcW w:w="0" w:type="auto"/>
          </w:tcPr>
          <w:p w14:paraId="3E3711D3" w14:textId="21BC6842" w:rsidR="00473631" w:rsidRPr="00EC5A0F" w:rsidRDefault="00473631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</w:t>
            </w:r>
            <w:r>
              <w:rPr>
                <w:sz w:val="20"/>
                <w:szCs w:val="20"/>
              </w:rPr>
              <w:t xml:space="preserve"> </w:t>
            </w:r>
            <w:r w:rsidRPr="00EC5A0F">
              <w:rPr>
                <w:sz w:val="20"/>
                <w:szCs w:val="20"/>
              </w:rPr>
              <w:t>Feldstärke</w:t>
            </w:r>
          </w:p>
        </w:tc>
        <w:tc>
          <w:tcPr>
            <w:tcW w:w="0" w:type="auto"/>
          </w:tcPr>
          <w:p w14:paraId="61B3A5DD" w14:textId="53F86ED0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43EF03CC" w14:textId="6C3EEE89" w:rsidR="00473631" w:rsidRPr="00EC5A0F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43719442" w14:textId="2BB0CADF" w:rsidR="00473631" w:rsidRPr="00EC5A0F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V/m</w:t>
            </w:r>
          </w:p>
        </w:tc>
        <w:tc>
          <w:tcPr>
            <w:tcW w:w="0" w:type="auto"/>
          </w:tcPr>
          <w:p w14:paraId="77517812" w14:textId="45C565ED" w:rsidR="00473631" w:rsidRPr="00EC5A0F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V/m =1 N/C</w:t>
            </w:r>
          </w:p>
        </w:tc>
      </w:tr>
      <w:tr w:rsidR="007C30AB" w:rsidRPr="00EC5A0F" w14:paraId="746EA103" w14:textId="77777777" w:rsidTr="00CA1EB5">
        <w:tc>
          <w:tcPr>
            <w:tcW w:w="0" w:type="auto"/>
          </w:tcPr>
          <w:p w14:paraId="21CF0F20" w14:textId="131AF70A" w:rsidR="00473631" w:rsidRPr="00EC5A0F" w:rsidRDefault="00473631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</w:t>
            </w:r>
            <w:r>
              <w:rPr>
                <w:sz w:val="20"/>
                <w:szCs w:val="20"/>
              </w:rPr>
              <w:t xml:space="preserve"> </w:t>
            </w:r>
            <w:r w:rsidRPr="00EC5A0F">
              <w:rPr>
                <w:sz w:val="20"/>
                <w:szCs w:val="20"/>
              </w:rPr>
              <w:t>Flussdichte</w:t>
            </w:r>
          </w:p>
        </w:tc>
        <w:tc>
          <w:tcPr>
            <w:tcW w:w="0" w:type="auto"/>
          </w:tcPr>
          <w:p w14:paraId="1F83F733" w14:textId="0C83E951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24AF1853" w14:textId="317EB3DB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C44F5DA" w14:textId="0D0B14B6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\frac{A *s}{m^2}</w:t>
            </w:r>
          </w:p>
        </w:tc>
        <w:tc>
          <w:tcPr>
            <w:tcW w:w="0" w:type="auto"/>
          </w:tcPr>
          <w:p w14:paraId="2C9893E6" w14:textId="3D8353FF" w:rsidR="00473631" w:rsidRDefault="00473631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C30AB" w:rsidRPr="00EC5A0F" w14:paraId="438C3592" w14:textId="77777777" w:rsidTr="00CA1EB5">
        <w:tc>
          <w:tcPr>
            <w:tcW w:w="0" w:type="auto"/>
          </w:tcPr>
          <w:p w14:paraId="19E7B7DC" w14:textId="6808C106" w:rsidR="00473631" w:rsidRPr="00EC5A0F" w:rsidRDefault="00473631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 Ionenäquivalentleit</w:t>
            </w:r>
            <w:r w:rsidR="00CA1EB5">
              <w:rPr>
                <w:sz w:val="20"/>
                <w:szCs w:val="20"/>
              </w:rPr>
              <w:t>-</w:t>
            </w:r>
            <w:r w:rsidRPr="00EC5A0F">
              <w:rPr>
                <w:sz w:val="20"/>
                <w:szCs w:val="20"/>
              </w:rPr>
              <w:t>fähigkeit</w:t>
            </w:r>
          </w:p>
        </w:tc>
        <w:tc>
          <w:tcPr>
            <w:tcW w:w="0" w:type="auto"/>
          </w:tcPr>
          <w:p w14:paraId="6985445E" w14:textId="32CF4AFC" w:rsidR="00473631" w:rsidRDefault="003107C2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~L_{eq}</w:t>
            </w:r>
          </w:p>
        </w:tc>
        <w:tc>
          <w:tcPr>
            <w:tcW w:w="0" w:type="auto"/>
          </w:tcPr>
          <w:p w14:paraId="389CB4FF" w14:textId="22865DC7" w:rsidR="00473631" w:rsidRDefault="003107C2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ED87539" w14:textId="5185E1BD" w:rsidR="00473631" w:rsidRDefault="003107C2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\frac{S *cm^2}{mol}</w:t>
            </w:r>
          </w:p>
        </w:tc>
        <w:tc>
          <w:tcPr>
            <w:tcW w:w="0" w:type="auto"/>
          </w:tcPr>
          <w:p w14:paraId="0115FCB4" w14:textId="5110A00E" w:rsidR="00473631" w:rsidRDefault="003107C2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3107C2" w:rsidRPr="00EC5A0F" w14:paraId="2988F365" w14:textId="77777777" w:rsidTr="00CA1EB5">
        <w:tc>
          <w:tcPr>
            <w:tcW w:w="0" w:type="auto"/>
          </w:tcPr>
          <w:p w14:paraId="0036859F" w14:textId="484B57B2" w:rsidR="003107C2" w:rsidRPr="00EC5A0F" w:rsidRDefault="00DF6487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 Kapazität</w:t>
            </w:r>
          </w:p>
        </w:tc>
        <w:tc>
          <w:tcPr>
            <w:tcW w:w="0" w:type="auto"/>
          </w:tcPr>
          <w:p w14:paraId="46B0DE4E" w14:textId="0D70203C" w:rsidR="003107C2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0A4D435D" w14:textId="54C9FB7A" w:rsidR="003107C2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Farad</w:t>
            </w:r>
          </w:p>
        </w:tc>
        <w:tc>
          <w:tcPr>
            <w:tcW w:w="2551" w:type="dxa"/>
          </w:tcPr>
          <w:p w14:paraId="511DED4C" w14:textId="63C157E7" w:rsidR="003107C2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04256464" w14:textId="1E113951" w:rsidR="003107C2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1F =1 C/V =</w:t>
            </w:r>
            <w:r w:rsidR="00BB54D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1\frac{A^2 *s^4}{kg *m^2}</w:t>
            </w:r>
          </w:p>
        </w:tc>
      </w:tr>
      <w:tr w:rsidR="00DF6487" w:rsidRPr="00EC5A0F" w14:paraId="6C7DE57C" w14:textId="77777777" w:rsidTr="00CA1EB5">
        <w:tc>
          <w:tcPr>
            <w:tcW w:w="0" w:type="auto"/>
          </w:tcPr>
          <w:p w14:paraId="5FC1E6A9" w14:textId="069354D6" w:rsidR="00DF6487" w:rsidRPr="00EC5A0F" w:rsidRDefault="00DF6487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EC5A0F">
              <w:rPr>
                <w:sz w:val="20"/>
                <w:szCs w:val="20"/>
              </w:rPr>
              <w:t xml:space="preserve">lektrische Ladung </w:t>
            </w:r>
          </w:p>
        </w:tc>
        <w:tc>
          <w:tcPr>
            <w:tcW w:w="0" w:type="auto"/>
          </w:tcPr>
          <w:p w14:paraId="2CBAC3ED" w14:textId="36A33ABC" w:rsidR="00DF6487" w:rsidRDefault="00DF6487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 xml:space="preserve">Q </w:t>
            </w:r>
          </w:p>
        </w:tc>
        <w:tc>
          <w:tcPr>
            <w:tcW w:w="0" w:type="auto"/>
          </w:tcPr>
          <w:p w14:paraId="13FB2F78" w14:textId="2F11130B" w:rsidR="00DF6487" w:rsidRDefault="00DF6487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Coulomb</w:t>
            </w:r>
          </w:p>
        </w:tc>
        <w:tc>
          <w:tcPr>
            <w:tcW w:w="2551" w:type="dxa"/>
          </w:tcPr>
          <w:p w14:paraId="2658D64D" w14:textId="3D14512E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39221B4B" w14:textId="1CA67030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1C =1As</w:t>
            </w:r>
          </w:p>
        </w:tc>
      </w:tr>
      <w:tr w:rsidR="00DF6487" w:rsidRPr="00EC5A0F" w14:paraId="13E1BB82" w14:textId="77777777" w:rsidTr="00CA1EB5">
        <w:tc>
          <w:tcPr>
            <w:tcW w:w="0" w:type="auto"/>
          </w:tcPr>
          <w:p w14:paraId="3DFB7E22" w14:textId="72537426" w:rsidR="00DF6487" w:rsidRDefault="00DF6487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 Leitfähigkeit</w:t>
            </w:r>
          </w:p>
        </w:tc>
        <w:tc>
          <w:tcPr>
            <w:tcW w:w="0" w:type="auto"/>
          </w:tcPr>
          <w:p w14:paraId="7422B3EB" w14:textId="069BBB69" w:rsidR="00DF6487" w:rsidRPr="00EC5A0F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0" w:type="auto"/>
          </w:tcPr>
          <w:p w14:paraId="725D28D7" w14:textId="5D083742" w:rsidR="00DF6487" w:rsidRPr="00EC5A0F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7AF4C4A6" w14:textId="7E57C511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S/m</w:t>
            </w:r>
          </w:p>
        </w:tc>
        <w:tc>
          <w:tcPr>
            <w:tcW w:w="0" w:type="auto"/>
          </w:tcPr>
          <w:p w14:paraId="1B2920F3" w14:textId="6D4E1CA8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S/m =\frac{1}{~W *m}</w:t>
            </w:r>
          </w:p>
        </w:tc>
      </w:tr>
      <w:tr w:rsidR="00DF6487" w:rsidRPr="00EC5A0F" w14:paraId="6DDD6839" w14:textId="77777777" w:rsidTr="00CA1EB5">
        <w:tc>
          <w:tcPr>
            <w:tcW w:w="0" w:type="auto"/>
          </w:tcPr>
          <w:p w14:paraId="61A91381" w14:textId="4645C8F5" w:rsidR="00DF6487" w:rsidRDefault="00DF6487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elektrischer Leitwert</w:t>
            </w:r>
          </w:p>
        </w:tc>
        <w:tc>
          <w:tcPr>
            <w:tcW w:w="0" w:type="auto"/>
          </w:tcPr>
          <w:p w14:paraId="2E5E28F6" w14:textId="7E3B3338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0" w:type="auto"/>
          </w:tcPr>
          <w:p w14:paraId="6D562AD3" w14:textId="50BDB934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Siemens</w:t>
            </w:r>
          </w:p>
        </w:tc>
        <w:tc>
          <w:tcPr>
            <w:tcW w:w="2551" w:type="dxa"/>
          </w:tcPr>
          <w:p w14:paraId="1DB5C91B" w14:textId="1976EEB2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1F0CC60" w14:textId="41D43631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1S =\frac{1}{~W} =1 A/V</w:t>
            </w:r>
          </w:p>
        </w:tc>
      </w:tr>
      <w:tr w:rsidR="00DF6487" w:rsidRPr="00EC5A0F" w14:paraId="5D730F5C" w14:textId="77777777" w:rsidTr="00CA1EB5">
        <w:tc>
          <w:tcPr>
            <w:tcW w:w="0" w:type="auto"/>
          </w:tcPr>
          <w:p w14:paraId="543E0027" w14:textId="67B0876F" w:rsidR="00DF6487" w:rsidRDefault="00DF6487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 Spannung</w:t>
            </w:r>
          </w:p>
        </w:tc>
        <w:tc>
          <w:tcPr>
            <w:tcW w:w="0" w:type="auto"/>
          </w:tcPr>
          <w:p w14:paraId="6998BC92" w14:textId="7A489C11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2387162A" w14:textId="35BDAFD4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</w:t>
            </w:r>
          </w:p>
        </w:tc>
        <w:tc>
          <w:tcPr>
            <w:tcW w:w="2551" w:type="dxa"/>
          </w:tcPr>
          <w:p w14:paraId="106A1D08" w14:textId="490F29FD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51E8723A" w14:textId="063E610A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1V =1 W/A =1 J/C =</w:t>
            </w:r>
            <w:r w:rsidR="0099415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 *m^2}{s^3 *A}</w:t>
            </w:r>
          </w:p>
        </w:tc>
      </w:tr>
      <w:tr w:rsidR="00DF6487" w:rsidRPr="00EC5A0F" w14:paraId="59E79A87" w14:textId="77777777" w:rsidTr="00CA1EB5">
        <w:tc>
          <w:tcPr>
            <w:tcW w:w="0" w:type="auto"/>
          </w:tcPr>
          <w:p w14:paraId="7F25F644" w14:textId="28F207A3" w:rsidR="00DF6487" w:rsidRDefault="00DF6487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 Stromstärke</w:t>
            </w:r>
          </w:p>
        </w:tc>
        <w:tc>
          <w:tcPr>
            <w:tcW w:w="0" w:type="auto"/>
          </w:tcPr>
          <w:p w14:paraId="6E659100" w14:textId="681BC6AA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14:paraId="4978A868" w14:textId="262CB415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Ampere</w:t>
            </w:r>
          </w:p>
        </w:tc>
        <w:tc>
          <w:tcPr>
            <w:tcW w:w="2551" w:type="dxa"/>
          </w:tcPr>
          <w:p w14:paraId="34E17DEA" w14:textId="1C055802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49A85592" w14:textId="76F1F4D1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DF6487" w:rsidRPr="00EC5A0F" w14:paraId="37FDD627" w14:textId="77777777" w:rsidTr="00CA1EB5">
        <w:tc>
          <w:tcPr>
            <w:tcW w:w="0" w:type="auto"/>
          </w:tcPr>
          <w:p w14:paraId="2D2F1332" w14:textId="5EF941A6" w:rsidR="00DF6487" w:rsidRPr="00EC5A0F" w:rsidRDefault="00DF6487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elektrischer Widerstand</w:t>
            </w:r>
          </w:p>
        </w:tc>
        <w:tc>
          <w:tcPr>
            <w:tcW w:w="0" w:type="auto"/>
          </w:tcPr>
          <w:p w14:paraId="02003484" w14:textId="1B5859FE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14:paraId="5CEB6D24" w14:textId="6FCEBF06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Ohm</w:t>
            </w:r>
          </w:p>
        </w:tc>
        <w:tc>
          <w:tcPr>
            <w:tcW w:w="2551" w:type="dxa"/>
          </w:tcPr>
          <w:p w14:paraId="4EC6D8F8" w14:textId="6D77BCC7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~W</w:t>
            </w:r>
          </w:p>
        </w:tc>
        <w:tc>
          <w:tcPr>
            <w:tcW w:w="0" w:type="auto"/>
          </w:tcPr>
          <w:p w14:paraId="3D7E793C" w14:textId="15D0A9E0" w:rsidR="00DF6487" w:rsidRDefault="00DF6487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1~W =1 V/A =</w:t>
            </w:r>
            <w:r w:rsidR="00BB54D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 *m^2}{s^3 *A^2}</w:t>
            </w:r>
          </w:p>
        </w:tc>
      </w:tr>
      <w:tr w:rsidR="00DF6487" w:rsidRPr="00EC5A0F" w14:paraId="3C14FC4D" w14:textId="77777777" w:rsidTr="00CA1EB5">
        <w:tc>
          <w:tcPr>
            <w:tcW w:w="0" w:type="auto"/>
          </w:tcPr>
          <w:p w14:paraId="66571C4E" w14:textId="21195A75" w:rsidR="00DF6487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elektrisches Potenzial</w:t>
            </w:r>
          </w:p>
        </w:tc>
        <w:tc>
          <w:tcPr>
            <w:tcW w:w="0" w:type="auto"/>
          </w:tcPr>
          <w:p w14:paraId="36E5BFB1" w14:textId="4EE7578C" w:rsidR="00DF6487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~f</w:t>
            </w:r>
          </w:p>
        </w:tc>
        <w:tc>
          <w:tcPr>
            <w:tcW w:w="0" w:type="auto"/>
          </w:tcPr>
          <w:p w14:paraId="26F7BD99" w14:textId="2CF18F0E" w:rsidR="00DF6487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</w:t>
            </w:r>
          </w:p>
        </w:tc>
        <w:tc>
          <w:tcPr>
            <w:tcW w:w="2551" w:type="dxa"/>
          </w:tcPr>
          <w:p w14:paraId="09315753" w14:textId="3307EE1F" w:rsidR="00DF6487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44EFBC3B" w14:textId="081AC684" w:rsidR="00DF6487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1V =1 W/A =1 J/C =</w:t>
            </w:r>
            <w:r w:rsidR="0099415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 *m^2}{s^3 *A}</w:t>
            </w:r>
          </w:p>
        </w:tc>
      </w:tr>
      <w:tr w:rsidR="00F84B05" w:rsidRPr="00EC5A0F" w14:paraId="6B6C3F54" w14:textId="77777777" w:rsidTr="00CA1EB5">
        <w:tc>
          <w:tcPr>
            <w:tcW w:w="0" w:type="auto"/>
          </w:tcPr>
          <w:p w14:paraId="6ACDBF8E" w14:textId="51441102" w:rsidR="00F84B05" w:rsidRPr="00EC5A0F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elektrochemisches Potenzial</w:t>
            </w:r>
          </w:p>
        </w:tc>
        <w:tc>
          <w:tcPr>
            <w:tcW w:w="0" w:type="auto"/>
          </w:tcPr>
          <w:p w14:paraId="723AA2FE" w14:textId="3B4D6938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4E8BE694" w14:textId="754800B7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Volt</w:t>
            </w:r>
          </w:p>
        </w:tc>
        <w:tc>
          <w:tcPr>
            <w:tcW w:w="2551" w:type="dxa"/>
          </w:tcPr>
          <w:p w14:paraId="6819A2CA" w14:textId="66505634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3A871638" w14:textId="24156A2D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1V =1 W/A =1 J/C =</w:t>
            </w:r>
            <w:r w:rsidR="0099415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 *m^2}{s^3 *A}</w:t>
            </w:r>
          </w:p>
        </w:tc>
      </w:tr>
      <w:tr w:rsidR="00F84B05" w:rsidRPr="00EC5A0F" w14:paraId="4A1D760F" w14:textId="77777777" w:rsidTr="00CA1EB5">
        <w:tc>
          <w:tcPr>
            <w:tcW w:w="0" w:type="auto"/>
          </w:tcPr>
          <w:p w14:paraId="2B976D76" w14:textId="209C48CC" w:rsidR="00F84B05" w:rsidRPr="00EC5A0F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Energie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6B4F23E0" w14:textId="26A172C2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56204AAD" w14:textId="42CC996B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2FDDA3E5" w14:textId="3E2666A0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64E541E2" w14:textId="7B2EC037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=1Ws =</w:t>
            </w:r>
            <w:r w:rsidR="00BB54D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 *m^2}{s^2}</w:t>
            </w:r>
          </w:p>
        </w:tc>
      </w:tr>
      <w:tr w:rsidR="00F84B05" w:rsidRPr="00EC5A0F" w14:paraId="66C736D9" w14:textId="77777777" w:rsidTr="00CA1EB5">
        <w:tc>
          <w:tcPr>
            <w:tcW w:w="0" w:type="auto"/>
          </w:tcPr>
          <w:p w14:paraId="22650BC6" w14:textId="1C606AE8" w:rsidR="00F84B05" w:rsidRPr="00EC5A0F" w:rsidRDefault="00F84B05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Energie*</w:t>
            </w:r>
          </w:p>
        </w:tc>
        <w:tc>
          <w:tcPr>
            <w:tcW w:w="0" w:type="auto"/>
          </w:tcPr>
          <w:p w14:paraId="1981776F" w14:textId="39F20166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16CFA243" w14:textId="1051DE26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Elektronenvolt</w:t>
            </w:r>
          </w:p>
        </w:tc>
        <w:tc>
          <w:tcPr>
            <w:tcW w:w="2551" w:type="dxa"/>
          </w:tcPr>
          <w:p w14:paraId="36909C03" w14:textId="10560ACB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</w:t>
            </w:r>
          </w:p>
        </w:tc>
        <w:tc>
          <w:tcPr>
            <w:tcW w:w="0" w:type="auto"/>
          </w:tcPr>
          <w:p w14:paraId="64BDF75A" w14:textId="41231E57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1eV =1,</w:t>
            </w:r>
            <w:r w:rsidRPr="00EC5A0F">
              <w:rPr>
                <w:sz w:val="20"/>
                <w:szCs w:val="20"/>
              </w:rPr>
              <w:t>602176634 *10</w:t>
            </w:r>
            <w:r>
              <w:rPr>
                <w:sz w:val="20"/>
                <w:szCs w:val="20"/>
              </w:rPr>
              <w:t>^{-19}</w:t>
            </w:r>
            <w:r w:rsidRPr="00EC5A0F">
              <w:rPr>
                <w:sz w:val="20"/>
                <w:szCs w:val="20"/>
              </w:rPr>
              <w:t>J</w:t>
            </w:r>
          </w:p>
        </w:tc>
      </w:tr>
      <w:tr w:rsidR="00F84B05" w:rsidRPr="00EC5A0F" w14:paraId="6A1BDB4E" w14:textId="77777777" w:rsidTr="00CA1EB5">
        <w:tc>
          <w:tcPr>
            <w:tcW w:w="0" w:type="auto"/>
          </w:tcPr>
          <w:p w14:paraId="48B8296C" w14:textId="34AD82F3" w:rsidR="00F84B05" w:rsidRDefault="00F84B05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Energie*</w:t>
            </w:r>
          </w:p>
        </w:tc>
        <w:tc>
          <w:tcPr>
            <w:tcW w:w="0" w:type="auto"/>
          </w:tcPr>
          <w:p w14:paraId="5C19ECE0" w14:textId="663B455D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69A122A4" w14:textId="77071847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Kilokalorie</w:t>
            </w:r>
          </w:p>
        </w:tc>
        <w:tc>
          <w:tcPr>
            <w:tcW w:w="2551" w:type="dxa"/>
          </w:tcPr>
          <w:p w14:paraId="65BAE28A" w14:textId="11BC41BA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kcal</w:t>
            </w:r>
          </w:p>
        </w:tc>
        <w:tc>
          <w:tcPr>
            <w:tcW w:w="0" w:type="auto"/>
          </w:tcPr>
          <w:p w14:paraId="4D91B6BA" w14:textId="77CB18EC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1kcal =</w:t>
            </w:r>
            <w:r w:rsidRPr="00EC5A0F">
              <w:rPr>
                <w:sz w:val="20"/>
                <w:szCs w:val="20"/>
              </w:rPr>
              <w:t>4,184kJ</w:t>
            </w:r>
          </w:p>
        </w:tc>
      </w:tr>
      <w:tr w:rsidR="00F84B05" w:rsidRPr="00EC5A0F" w14:paraId="2F6A8352" w14:textId="77777777" w:rsidTr="00CA1EB5">
        <w:tc>
          <w:tcPr>
            <w:tcW w:w="0" w:type="auto"/>
          </w:tcPr>
          <w:p w14:paraId="087C5466" w14:textId="3228F98F" w:rsidR="00F84B05" w:rsidRDefault="00F84B05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Energie*</w:t>
            </w:r>
          </w:p>
        </w:tc>
        <w:tc>
          <w:tcPr>
            <w:tcW w:w="0" w:type="auto"/>
          </w:tcPr>
          <w:p w14:paraId="24BE7478" w14:textId="68FABAB0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3986E7E6" w14:textId="7F854FA3" w:rsidR="00F84B05" w:rsidRDefault="00F84B05" w:rsidP="007A11B3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Kilowattstunde</w:t>
            </w:r>
          </w:p>
        </w:tc>
        <w:tc>
          <w:tcPr>
            <w:tcW w:w="2551" w:type="dxa"/>
          </w:tcPr>
          <w:p w14:paraId="077B4743" w14:textId="6D54D977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kWh</w:t>
            </w:r>
          </w:p>
        </w:tc>
        <w:tc>
          <w:tcPr>
            <w:tcW w:w="0" w:type="auto"/>
          </w:tcPr>
          <w:p w14:paraId="1F698D9D" w14:textId="0F620FA8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1kWh =3600kJ</w:t>
            </w:r>
          </w:p>
        </w:tc>
      </w:tr>
      <w:tr w:rsidR="00F84B05" w:rsidRPr="00EC5A0F" w14:paraId="22AD4309" w14:textId="77777777" w:rsidTr="00CA1EB5">
        <w:tc>
          <w:tcPr>
            <w:tcW w:w="0" w:type="auto"/>
          </w:tcPr>
          <w:p w14:paraId="725001A4" w14:textId="277CEF18" w:rsidR="00F84B05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Energiedosis</w:t>
            </w:r>
          </w:p>
        </w:tc>
        <w:tc>
          <w:tcPr>
            <w:tcW w:w="0" w:type="auto"/>
          </w:tcPr>
          <w:p w14:paraId="025BEED6" w14:textId="756EBB5B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1BE63DC5" w14:textId="4BCEAB74" w:rsidR="00F84B05" w:rsidRPr="00EC5A0F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Gray</w:t>
            </w:r>
          </w:p>
        </w:tc>
        <w:tc>
          <w:tcPr>
            <w:tcW w:w="2551" w:type="dxa"/>
          </w:tcPr>
          <w:p w14:paraId="6ADC609E" w14:textId="219853AB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</w:t>
            </w:r>
          </w:p>
        </w:tc>
        <w:tc>
          <w:tcPr>
            <w:tcW w:w="0" w:type="auto"/>
          </w:tcPr>
          <w:p w14:paraId="23738B21" w14:textId="5C7B6643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1Gy =1\frac{J}{kg}</w:t>
            </w:r>
          </w:p>
        </w:tc>
      </w:tr>
      <w:tr w:rsidR="00F84B05" w:rsidRPr="00EC5A0F" w14:paraId="2E3936C4" w14:textId="77777777" w:rsidTr="00CA1EB5">
        <w:tc>
          <w:tcPr>
            <w:tcW w:w="0" w:type="auto"/>
          </w:tcPr>
          <w:p w14:paraId="48C2E9F0" w14:textId="20483FC6" w:rsidR="00F84B05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Enthalpie</w:t>
            </w:r>
          </w:p>
        </w:tc>
        <w:tc>
          <w:tcPr>
            <w:tcW w:w="0" w:type="auto"/>
          </w:tcPr>
          <w:p w14:paraId="78957520" w14:textId="050F0A9C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18BB3DC5" w14:textId="6BDC721C" w:rsidR="00F84B05" w:rsidRPr="00EC5A0F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623D6CD4" w14:textId="031290F2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6984FF0B" w14:textId="477C0606" w:rsidR="00F84B05" w:rsidRDefault="00F84B0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=1\frac{kg *m^2}{s^2}</w:t>
            </w:r>
          </w:p>
        </w:tc>
      </w:tr>
      <w:tr w:rsidR="00F84B05" w:rsidRPr="00EC5A0F" w14:paraId="4C3A077F" w14:textId="77777777" w:rsidTr="00CA1EB5">
        <w:tc>
          <w:tcPr>
            <w:tcW w:w="0" w:type="auto"/>
          </w:tcPr>
          <w:p w14:paraId="6F10C61B" w14:textId="66EE07C7" w:rsidR="00F84B05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freie Enthalpie</w:t>
            </w:r>
          </w:p>
        </w:tc>
        <w:tc>
          <w:tcPr>
            <w:tcW w:w="0" w:type="auto"/>
          </w:tcPr>
          <w:p w14:paraId="718CDDD6" w14:textId="25523C5E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0" w:type="auto"/>
          </w:tcPr>
          <w:p w14:paraId="44274777" w14:textId="36C6E405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31ED6949" w14:textId="07265648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7BECF32D" w14:textId="3C0EE09E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=1\frac{kg *m^2}{s^2}</w:t>
            </w:r>
          </w:p>
        </w:tc>
      </w:tr>
      <w:tr w:rsidR="00F84B05" w:rsidRPr="00EC5A0F" w14:paraId="5778DEE6" w14:textId="77777777" w:rsidTr="00CA1EB5">
        <w:tc>
          <w:tcPr>
            <w:tcW w:w="0" w:type="auto"/>
          </w:tcPr>
          <w:p w14:paraId="77638F12" w14:textId="02E8176B" w:rsidR="00F84B05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Entropie</w:t>
            </w:r>
          </w:p>
        </w:tc>
        <w:tc>
          <w:tcPr>
            <w:tcW w:w="0" w:type="auto"/>
          </w:tcPr>
          <w:p w14:paraId="4174A418" w14:textId="7A216285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32C7FE9E" w14:textId="02C71360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3D7FBB55" w14:textId="5847B26A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J/K</w:t>
            </w:r>
          </w:p>
        </w:tc>
        <w:tc>
          <w:tcPr>
            <w:tcW w:w="0" w:type="auto"/>
          </w:tcPr>
          <w:p w14:paraId="68426DBD" w14:textId="475A9CA8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84B05" w:rsidRPr="00EC5A0F" w14:paraId="6992A75D" w14:textId="77777777" w:rsidTr="00CA1EB5">
        <w:tc>
          <w:tcPr>
            <w:tcW w:w="0" w:type="auto"/>
          </w:tcPr>
          <w:p w14:paraId="70DE7DE6" w14:textId="6F908E6E" w:rsidR="00F84B05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Flächeninhalt</w:t>
            </w:r>
          </w:p>
        </w:tc>
        <w:tc>
          <w:tcPr>
            <w:tcW w:w="0" w:type="auto"/>
          </w:tcPr>
          <w:p w14:paraId="2290D119" w14:textId="526E90AE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28B27F54" w14:textId="0A9C5516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2CB8BC9" w14:textId="71625E76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m^2</w:t>
            </w:r>
          </w:p>
        </w:tc>
        <w:tc>
          <w:tcPr>
            <w:tcW w:w="0" w:type="auto"/>
          </w:tcPr>
          <w:p w14:paraId="35BE88CB" w14:textId="48FF3A3D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84B05" w:rsidRPr="00EC5A0F" w14:paraId="75979E20" w14:textId="77777777" w:rsidTr="00CA1EB5">
        <w:tc>
          <w:tcPr>
            <w:tcW w:w="0" w:type="auto"/>
          </w:tcPr>
          <w:p w14:paraId="616644B9" w14:textId="7C6FC161" w:rsidR="00F84B05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Flächenladungsdichte</w:t>
            </w:r>
          </w:p>
        </w:tc>
        <w:tc>
          <w:tcPr>
            <w:tcW w:w="0" w:type="auto"/>
          </w:tcPr>
          <w:p w14:paraId="2B6754FC" w14:textId="377F1DFF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~s</w:t>
            </w:r>
          </w:p>
        </w:tc>
        <w:tc>
          <w:tcPr>
            <w:tcW w:w="0" w:type="auto"/>
          </w:tcPr>
          <w:p w14:paraId="363410FA" w14:textId="1C770633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067C20F6" w14:textId="7CE1269D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\frac{As}{m^2}</w:t>
            </w:r>
          </w:p>
        </w:tc>
        <w:tc>
          <w:tcPr>
            <w:tcW w:w="0" w:type="auto"/>
          </w:tcPr>
          <w:p w14:paraId="6309448C" w14:textId="0547F63F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84B05" w:rsidRPr="00EC5A0F" w14:paraId="756AAB87" w14:textId="77777777" w:rsidTr="00CA1EB5">
        <w:tc>
          <w:tcPr>
            <w:tcW w:w="0" w:type="auto"/>
          </w:tcPr>
          <w:p w14:paraId="2E8DD717" w14:textId="6948AEFE" w:rsidR="00F84B05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Frequenz</w:t>
            </w:r>
          </w:p>
        </w:tc>
        <w:tc>
          <w:tcPr>
            <w:tcW w:w="0" w:type="auto"/>
          </w:tcPr>
          <w:p w14:paraId="12815451" w14:textId="34BE8CEE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068C5B6E" w14:textId="62EDD031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Hertz</w:t>
            </w:r>
          </w:p>
        </w:tc>
        <w:tc>
          <w:tcPr>
            <w:tcW w:w="2551" w:type="dxa"/>
          </w:tcPr>
          <w:p w14:paraId="519C40AF" w14:textId="6159D31E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Hz</w:t>
            </w:r>
          </w:p>
        </w:tc>
        <w:tc>
          <w:tcPr>
            <w:tcW w:w="0" w:type="auto"/>
          </w:tcPr>
          <w:p w14:paraId="726A5C7A" w14:textId="3F2B7674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1Hz =1 1/s</w:t>
            </w:r>
          </w:p>
        </w:tc>
      </w:tr>
      <w:tr w:rsidR="00F84B05" w:rsidRPr="00EC5A0F" w14:paraId="00A5ED6D" w14:textId="77777777" w:rsidTr="00CA1EB5">
        <w:tc>
          <w:tcPr>
            <w:tcW w:w="0" w:type="auto"/>
          </w:tcPr>
          <w:p w14:paraId="27B6603D" w14:textId="016C0DEC" w:rsidR="00F84B05" w:rsidRPr="00EC5A0F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Geschwindigkeit</w:t>
            </w:r>
          </w:p>
        </w:tc>
        <w:tc>
          <w:tcPr>
            <w:tcW w:w="0" w:type="auto"/>
          </w:tcPr>
          <w:p w14:paraId="1A96CEB7" w14:textId="295EB8AE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2685120E" w14:textId="6C78705B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A12792D" w14:textId="7A1B2FF2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m/s</w:t>
            </w:r>
          </w:p>
        </w:tc>
        <w:tc>
          <w:tcPr>
            <w:tcW w:w="0" w:type="auto"/>
          </w:tcPr>
          <w:p w14:paraId="11BFA83D" w14:textId="4EC0A425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84B05" w:rsidRPr="00EC5A0F" w14:paraId="567577BB" w14:textId="77777777" w:rsidTr="00CA1EB5">
        <w:tc>
          <w:tcPr>
            <w:tcW w:w="0" w:type="auto"/>
          </w:tcPr>
          <w:p w14:paraId="0B87FB04" w14:textId="2986803E" w:rsidR="00F84B05" w:rsidRPr="00EC5A0F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Helligkeit</w:t>
            </w:r>
          </w:p>
        </w:tc>
        <w:tc>
          <w:tcPr>
            <w:tcW w:w="0" w:type="auto"/>
          </w:tcPr>
          <w:p w14:paraId="7AB582D2" w14:textId="68C2D075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M</w:t>
            </w:r>
          </w:p>
        </w:tc>
        <w:tc>
          <w:tcPr>
            <w:tcW w:w="0" w:type="auto"/>
          </w:tcPr>
          <w:p w14:paraId="20689F3D" w14:textId="4B014313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Magnitude</w:t>
            </w:r>
          </w:p>
        </w:tc>
        <w:tc>
          <w:tcPr>
            <w:tcW w:w="2551" w:type="dxa"/>
          </w:tcPr>
          <w:p w14:paraId="68B19ED4" w14:textId="3CF99FD0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</w:t>
            </w:r>
          </w:p>
        </w:tc>
        <w:tc>
          <w:tcPr>
            <w:tcW w:w="0" w:type="auto"/>
          </w:tcPr>
          <w:p w14:paraId="012729A6" w14:textId="4ECB827E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84B05" w:rsidRPr="00EC5A0F" w14:paraId="2F3E8F7A" w14:textId="77777777" w:rsidTr="00CA1EB5">
        <w:tc>
          <w:tcPr>
            <w:tcW w:w="0" w:type="auto"/>
          </w:tcPr>
          <w:p w14:paraId="589AF2F6" w14:textId="702FD0EB" w:rsidR="00F84B05" w:rsidRPr="00EC5A0F" w:rsidRDefault="00F84B0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Impuls</w:t>
            </w:r>
          </w:p>
        </w:tc>
        <w:tc>
          <w:tcPr>
            <w:tcW w:w="0" w:type="auto"/>
          </w:tcPr>
          <w:p w14:paraId="4B67A5C7" w14:textId="705A092B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624F9809" w14:textId="35B843AF" w:rsidR="00F84B05" w:rsidRPr="00EC5A0F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22887BD2" w14:textId="34C22163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\frac{kg *m}{s}</w:t>
            </w:r>
          </w:p>
        </w:tc>
        <w:tc>
          <w:tcPr>
            <w:tcW w:w="0" w:type="auto"/>
          </w:tcPr>
          <w:p w14:paraId="6902E600" w14:textId="6C1A423B" w:rsidR="00F84B0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7A1A0E46" w14:textId="77777777" w:rsidTr="00CA1EB5">
        <w:tc>
          <w:tcPr>
            <w:tcW w:w="0" w:type="auto"/>
          </w:tcPr>
          <w:p w14:paraId="3ABC4898" w14:textId="521D0763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Induktivität</w:t>
            </w:r>
          </w:p>
        </w:tc>
        <w:tc>
          <w:tcPr>
            <w:tcW w:w="0" w:type="auto"/>
          </w:tcPr>
          <w:p w14:paraId="6439B6D9" w14:textId="5E66AD8D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1528958D" w14:textId="224FA7EA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Henry</w:t>
            </w:r>
          </w:p>
        </w:tc>
        <w:tc>
          <w:tcPr>
            <w:tcW w:w="2551" w:type="dxa"/>
          </w:tcPr>
          <w:p w14:paraId="50FDF938" w14:textId="64E98CEE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3A4EBF9F" w14:textId="1D29CF77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 =1\frac{V *s}{A} =</w:t>
            </w:r>
            <w:r w:rsidR="00CA1EB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 *m^2}{s^2 *A^2}</w:t>
            </w:r>
          </w:p>
        </w:tc>
      </w:tr>
      <w:tr w:rsidR="00795395" w:rsidRPr="00EC5A0F" w14:paraId="55AB9518" w14:textId="77777777" w:rsidTr="00CA1EB5">
        <w:tc>
          <w:tcPr>
            <w:tcW w:w="0" w:type="auto"/>
          </w:tcPr>
          <w:p w14:paraId="19882DA6" w14:textId="0A4EB675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Intensität</w:t>
            </w:r>
          </w:p>
        </w:tc>
        <w:tc>
          <w:tcPr>
            <w:tcW w:w="0" w:type="auto"/>
          </w:tcPr>
          <w:p w14:paraId="184C02BD" w14:textId="37319689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14:paraId="3711C070" w14:textId="429CE048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3F104FDF" w14:textId="396D00A8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\frac{W}{m^2}</w:t>
            </w:r>
          </w:p>
        </w:tc>
        <w:tc>
          <w:tcPr>
            <w:tcW w:w="0" w:type="auto"/>
          </w:tcPr>
          <w:p w14:paraId="6FD4E6EA" w14:textId="29F0A7C9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748B5A9D" w14:textId="77777777" w:rsidTr="00CA1EB5">
        <w:tc>
          <w:tcPr>
            <w:tcW w:w="0" w:type="auto"/>
          </w:tcPr>
          <w:p w14:paraId="4054898F" w14:textId="176C7CE4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innere Energie</w:t>
            </w:r>
          </w:p>
        </w:tc>
        <w:tc>
          <w:tcPr>
            <w:tcW w:w="0" w:type="auto"/>
          </w:tcPr>
          <w:p w14:paraId="062E0680" w14:textId="10618391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2EBBFDEB" w14:textId="13739301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7D08FAA8" w14:textId="53DB4628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5C84FA83" w14:textId="0FC7CD96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=1\frac{kg *m^2}{s^2}</w:t>
            </w:r>
          </w:p>
        </w:tc>
      </w:tr>
      <w:tr w:rsidR="00795395" w:rsidRPr="00EC5A0F" w14:paraId="4E2659FF" w14:textId="77777777" w:rsidTr="00CA1EB5">
        <w:tc>
          <w:tcPr>
            <w:tcW w:w="0" w:type="auto"/>
          </w:tcPr>
          <w:p w14:paraId="268F95D8" w14:textId="2025C88F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Kraft</w:t>
            </w:r>
          </w:p>
        </w:tc>
        <w:tc>
          <w:tcPr>
            <w:tcW w:w="0" w:type="auto"/>
          </w:tcPr>
          <w:p w14:paraId="6D7441ED" w14:textId="6BEFD35B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201225B9" w14:textId="667623C2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Newton</w:t>
            </w:r>
          </w:p>
        </w:tc>
        <w:tc>
          <w:tcPr>
            <w:tcW w:w="2551" w:type="dxa"/>
          </w:tcPr>
          <w:p w14:paraId="733DF129" w14:textId="5D46BB4B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2A59B29F" w14:textId="6D8C584A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1N =1\frac{kg *m}{s^2}</w:t>
            </w:r>
          </w:p>
        </w:tc>
      </w:tr>
      <w:tr w:rsidR="00795395" w:rsidRPr="00EC5A0F" w14:paraId="0D18DEA8" w14:textId="77777777" w:rsidTr="00CA1EB5">
        <w:tc>
          <w:tcPr>
            <w:tcW w:w="0" w:type="auto"/>
          </w:tcPr>
          <w:p w14:paraId="1258BB3B" w14:textId="576FDEC3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Kreisfrequenz</w:t>
            </w:r>
          </w:p>
        </w:tc>
        <w:tc>
          <w:tcPr>
            <w:tcW w:w="0" w:type="auto"/>
          </w:tcPr>
          <w:p w14:paraId="71138093" w14:textId="4B9D909B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~w</w:t>
            </w:r>
          </w:p>
        </w:tc>
        <w:tc>
          <w:tcPr>
            <w:tcW w:w="0" w:type="auto"/>
          </w:tcPr>
          <w:p w14:paraId="143885CF" w14:textId="772B54F2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7721A28" w14:textId="634C4501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1/s</w:t>
            </w:r>
          </w:p>
        </w:tc>
        <w:tc>
          <w:tcPr>
            <w:tcW w:w="0" w:type="auto"/>
          </w:tcPr>
          <w:p w14:paraId="4F626711" w14:textId="1E6457C6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20D164C0" w14:textId="77777777" w:rsidTr="00CA1EB5">
        <w:tc>
          <w:tcPr>
            <w:tcW w:w="0" w:type="auto"/>
          </w:tcPr>
          <w:p w14:paraId="64E74DBF" w14:textId="1158AB9C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Länge</w:t>
            </w:r>
          </w:p>
        </w:tc>
        <w:tc>
          <w:tcPr>
            <w:tcW w:w="0" w:type="auto"/>
          </w:tcPr>
          <w:p w14:paraId="189E7EBE" w14:textId="0A880B92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0" w:type="auto"/>
          </w:tcPr>
          <w:p w14:paraId="1370F726" w14:textId="1AE7D839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Meter</w:t>
            </w:r>
          </w:p>
        </w:tc>
        <w:tc>
          <w:tcPr>
            <w:tcW w:w="2551" w:type="dxa"/>
          </w:tcPr>
          <w:p w14:paraId="6FC62227" w14:textId="4B5EC2C5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1F191899" w14:textId="25F8C869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35DB4462" w14:textId="77777777" w:rsidTr="00CA1EB5">
        <w:tc>
          <w:tcPr>
            <w:tcW w:w="0" w:type="auto"/>
          </w:tcPr>
          <w:p w14:paraId="321102CF" w14:textId="19E5D343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Leistung</w:t>
            </w:r>
          </w:p>
        </w:tc>
        <w:tc>
          <w:tcPr>
            <w:tcW w:w="0" w:type="auto"/>
          </w:tcPr>
          <w:p w14:paraId="51A57CB7" w14:textId="542D2495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54AE5730" w14:textId="23B71B6B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Watt</w:t>
            </w:r>
          </w:p>
        </w:tc>
        <w:tc>
          <w:tcPr>
            <w:tcW w:w="2551" w:type="dxa"/>
          </w:tcPr>
          <w:p w14:paraId="3F53BD0E" w14:textId="42A3ADE4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0" w:type="auto"/>
          </w:tcPr>
          <w:p w14:paraId="0A889C27" w14:textId="01E80E37" w:rsidR="00795395" w:rsidRDefault="00795395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1W =1 J/S =1\frac{kg *m^2}{s^3}</w:t>
            </w:r>
          </w:p>
        </w:tc>
      </w:tr>
      <w:tr w:rsidR="00795395" w:rsidRPr="00EC5A0F" w14:paraId="2CF36001" w14:textId="77777777" w:rsidTr="00CA1EB5">
        <w:tc>
          <w:tcPr>
            <w:tcW w:w="0" w:type="auto"/>
          </w:tcPr>
          <w:p w14:paraId="0881D559" w14:textId="2908DEA7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magnetische Feldstärke</w:t>
            </w:r>
          </w:p>
        </w:tc>
        <w:tc>
          <w:tcPr>
            <w:tcW w:w="0" w:type="auto"/>
          </w:tcPr>
          <w:p w14:paraId="77E26809" w14:textId="448BBB21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43BE0928" w14:textId="15C37A98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6C722AB5" w14:textId="2689D500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A/m</w:t>
            </w:r>
          </w:p>
        </w:tc>
        <w:tc>
          <w:tcPr>
            <w:tcW w:w="0" w:type="auto"/>
          </w:tcPr>
          <w:p w14:paraId="72DD4029" w14:textId="2F8A0D76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5CB6E779" w14:textId="77777777" w:rsidTr="00CA1EB5">
        <w:tc>
          <w:tcPr>
            <w:tcW w:w="0" w:type="auto"/>
          </w:tcPr>
          <w:p w14:paraId="48E5B9DA" w14:textId="1B1EB0AE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magnetischer Fluss</w:t>
            </w:r>
          </w:p>
        </w:tc>
        <w:tc>
          <w:tcPr>
            <w:tcW w:w="0" w:type="auto"/>
          </w:tcPr>
          <w:p w14:paraId="3017BAEF" w14:textId="6CB4EDB8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~F</w:t>
            </w:r>
          </w:p>
        </w:tc>
        <w:tc>
          <w:tcPr>
            <w:tcW w:w="0" w:type="auto"/>
          </w:tcPr>
          <w:p w14:paraId="196B3B64" w14:textId="7B3597C8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Weber</w:t>
            </w:r>
          </w:p>
        </w:tc>
        <w:tc>
          <w:tcPr>
            <w:tcW w:w="2551" w:type="dxa"/>
          </w:tcPr>
          <w:p w14:paraId="41D239A1" w14:textId="52678263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</w:t>
            </w:r>
          </w:p>
        </w:tc>
        <w:tc>
          <w:tcPr>
            <w:tcW w:w="0" w:type="auto"/>
          </w:tcPr>
          <w:p w14:paraId="38F9A836" w14:textId="0E8E0A95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1Wb =1V *s</w:t>
            </w:r>
          </w:p>
        </w:tc>
      </w:tr>
      <w:tr w:rsidR="00795395" w:rsidRPr="00EC5A0F" w14:paraId="24DAC9C9" w14:textId="77777777" w:rsidTr="00CA1EB5">
        <w:tc>
          <w:tcPr>
            <w:tcW w:w="0" w:type="auto"/>
          </w:tcPr>
          <w:p w14:paraId="5A019FCE" w14:textId="72F18064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magnetische Flussdichte</w:t>
            </w:r>
          </w:p>
        </w:tc>
        <w:tc>
          <w:tcPr>
            <w:tcW w:w="0" w:type="auto"/>
          </w:tcPr>
          <w:p w14:paraId="0B5C78D5" w14:textId="7A38B630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7594326E" w14:textId="3AB3C01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Tesla</w:t>
            </w:r>
          </w:p>
        </w:tc>
        <w:tc>
          <w:tcPr>
            <w:tcW w:w="2551" w:type="dxa"/>
          </w:tcPr>
          <w:p w14:paraId="515FA8DC" w14:textId="1CDCA159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5DDDE659" w14:textId="3141AA2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1T =1\frac{N}{A *m} =</w:t>
            </w:r>
            <w:r w:rsidR="00CA1EB5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1\frac{V *s}{m^2} =</w:t>
            </w:r>
            <w:r w:rsidR="00BB54D8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1\frac{kg}{s^2 *A}</w:t>
            </w:r>
          </w:p>
        </w:tc>
      </w:tr>
      <w:tr w:rsidR="00795395" w:rsidRPr="00EC5A0F" w14:paraId="3C9EA3AB" w14:textId="77777777" w:rsidTr="00CA1EB5">
        <w:tc>
          <w:tcPr>
            <w:tcW w:w="0" w:type="auto"/>
          </w:tcPr>
          <w:p w14:paraId="621FB27B" w14:textId="1C391FA2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Masse</w:t>
            </w:r>
            <w:r w:rsidR="007C30AB">
              <w:rPr>
                <w:sz w:val="20"/>
                <w:szCs w:val="20"/>
              </w:rPr>
              <w:t>*</w:t>
            </w:r>
          </w:p>
        </w:tc>
        <w:tc>
          <w:tcPr>
            <w:tcW w:w="0" w:type="auto"/>
          </w:tcPr>
          <w:p w14:paraId="750F0E18" w14:textId="75752F01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5D9CA0C2" w14:textId="0C2A6BDF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Kilogramm</w:t>
            </w:r>
          </w:p>
        </w:tc>
        <w:tc>
          <w:tcPr>
            <w:tcW w:w="2551" w:type="dxa"/>
          </w:tcPr>
          <w:p w14:paraId="5CD01DFF" w14:textId="0517A7CE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0" w:type="auto"/>
          </w:tcPr>
          <w:p w14:paraId="371BB294" w14:textId="0AA99388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C30AB" w:rsidRPr="00EC5A0F" w14:paraId="20278ED8" w14:textId="77777777" w:rsidTr="00CA1EB5">
        <w:tc>
          <w:tcPr>
            <w:tcW w:w="0" w:type="auto"/>
          </w:tcPr>
          <w:p w14:paraId="430FE1F1" w14:textId="24128496" w:rsidR="007C30AB" w:rsidRPr="00EC5A0F" w:rsidRDefault="007C30AB" w:rsidP="00473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Masse*</w:t>
            </w:r>
          </w:p>
        </w:tc>
        <w:tc>
          <w:tcPr>
            <w:tcW w:w="0" w:type="auto"/>
          </w:tcPr>
          <w:p w14:paraId="535BC58C" w14:textId="2B992244" w:rsidR="007C30AB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02B67463" w14:textId="32E1F73F" w:rsidR="007C30AB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atomare Masse</w:t>
            </w:r>
            <w:r w:rsidR="00CA1EB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einheit</w:t>
            </w:r>
          </w:p>
        </w:tc>
        <w:tc>
          <w:tcPr>
            <w:tcW w:w="2551" w:type="dxa"/>
          </w:tcPr>
          <w:p w14:paraId="2C9BBC5A" w14:textId="3CD55F44" w:rsidR="007C30AB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6D959FFD" w14:textId="65B7A368" w:rsidR="007C30AB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1u =</w:t>
            </w:r>
            <w:r w:rsidRPr="00EC5A0F">
              <w:rPr>
                <w:sz w:val="20"/>
                <w:szCs w:val="20"/>
              </w:rPr>
              <w:t>1,66053906660 *10</w:t>
            </w:r>
            <w:r>
              <w:rPr>
                <w:sz w:val="20"/>
                <w:szCs w:val="20"/>
              </w:rPr>
              <w:t>^{-27}</w:t>
            </w:r>
            <w:r w:rsidRPr="00EC5A0F">
              <w:rPr>
                <w:sz w:val="20"/>
                <w:szCs w:val="20"/>
              </w:rPr>
              <w:t>kg</w:t>
            </w:r>
          </w:p>
        </w:tc>
      </w:tr>
      <w:tr w:rsidR="00795395" w:rsidRPr="00EC5A0F" w14:paraId="0C6DD8E7" w14:textId="77777777" w:rsidTr="00CA1EB5">
        <w:tc>
          <w:tcPr>
            <w:tcW w:w="0" w:type="auto"/>
          </w:tcPr>
          <w:p w14:paraId="67862BF3" w14:textId="4813240E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Schalldruckpegel</w:t>
            </w:r>
          </w:p>
        </w:tc>
        <w:tc>
          <w:tcPr>
            <w:tcW w:w="0" w:type="auto"/>
          </w:tcPr>
          <w:p w14:paraId="2150ED02" w14:textId="44585069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L_P</w:t>
            </w:r>
          </w:p>
        </w:tc>
        <w:tc>
          <w:tcPr>
            <w:tcW w:w="0" w:type="auto"/>
          </w:tcPr>
          <w:p w14:paraId="38A13680" w14:textId="332F1A9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Dezibel</w:t>
            </w:r>
          </w:p>
        </w:tc>
        <w:tc>
          <w:tcPr>
            <w:tcW w:w="2551" w:type="dxa"/>
          </w:tcPr>
          <w:p w14:paraId="1BB49F00" w14:textId="06F536E6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0" w:type="auto"/>
          </w:tcPr>
          <w:p w14:paraId="7B4475F3" w14:textId="5AFEAC1F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0348295C" w14:textId="77777777" w:rsidTr="00CA1EB5">
        <w:tc>
          <w:tcPr>
            <w:tcW w:w="0" w:type="auto"/>
          </w:tcPr>
          <w:p w14:paraId="2320D08D" w14:textId="08E1F3CC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Schallintensitätspegel</w:t>
            </w:r>
          </w:p>
        </w:tc>
        <w:tc>
          <w:tcPr>
            <w:tcW w:w="0" w:type="auto"/>
          </w:tcPr>
          <w:p w14:paraId="3CED78B4" w14:textId="64903ED2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L_I</w:t>
            </w:r>
          </w:p>
        </w:tc>
        <w:tc>
          <w:tcPr>
            <w:tcW w:w="0" w:type="auto"/>
          </w:tcPr>
          <w:p w14:paraId="7D3C762A" w14:textId="15C60B7C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Dezibel</w:t>
            </w:r>
          </w:p>
        </w:tc>
        <w:tc>
          <w:tcPr>
            <w:tcW w:w="2551" w:type="dxa"/>
          </w:tcPr>
          <w:p w14:paraId="138E353A" w14:textId="1D055A47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0" w:type="auto"/>
          </w:tcPr>
          <w:p w14:paraId="519CB13C" w14:textId="4E6EB33A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4701A00C" w14:textId="77777777" w:rsidTr="00CA1EB5">
        <w:tc>
          <w:tcPr>
            <w:tcW w:w="0" w:type="auto"/>
          </w:tcPr>
          <w:p w14:paraId="4A0F8B47" w14:textId="07DE90B7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spezifische Wärmekapazität</w:t>
            </w:r>
          </w:p>
        </w:tc>
        <w:tc>
          <w:tcPr>
            <w:tcW w:w="0" w:type="auto"/>
          </w:tcPr>
          <w:p w14:paraId="515EF3B7" w14:textId="00626B6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42B893EA" w14:textId="59CA19E8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3E0F4915" w14:textId="503F9997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\frac{J}{kg *K}</w:t>
            </w:r>
          </w:p>
        </w:tc>
        <w:tc>
          <w:tcPr>
            <w:tcW w:w="0" w:type="auto"/>
          </w:tcPr>
          <w:p w14:paraId="6B7372A2" w14:textId="591C050C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5866D02B" w14:textId="77777777" w:rsidTr="00CA1EB5">
        <w:tc>
          <w:tcPr>
            <w:tcW w:w="0" w:type="auto"/>
          </w:tcPr>
          <w:p w14:paraId="69FEB970" w14:textId="4EFF258E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Stoffmenge</w:t>
            </w:r>
          </w:p>
        </w:tc>
        <w:tc>
          <w:tcPr>
            <w:tcW w:w="0" w:type="auto"/>
          </w:tcPr>
          <w:p w14:paraId="6C1D0036" w14:textId="22FA953F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2F9E017E" w14:textId="1211091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</w:t>
            </w:r>
          </w:p>
        </w:tc>
        <w:tc>
          <w:tcPr>
            <w:tcW w:w="2551" w:type="dxa"/>
          </w:tcPr>
          <w:p w14:paraId="5BAC0B93" w14:textId="7F904EE9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</w:t>
            </w:r>
          </w:p>
        </w:tc>
        <w:tc>
          <w:tcPr>
            <w:tcW w:w="0" w:type="auto"/>
          </w:tcPr>
          <w:p w14:paraId="7244E735" w14:textId="7982B59D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326D9C4A" w14:textId="77777777" w:rsidTr="00CA1EB5">
        <w:tc>
          <w:tcPr>
            <w:tcW w:w="0" w:type="auto"/>
          </w:tcPr>
          <w:p w14:paraId="1B802965" w14:textId="33A19491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Temperatur</w:t>
            </w:r>
          </w:p>
        </w:tc>
        <w:tc>
          <w:tcPr>
            <w:tcW w:w="0" w:type="auto"/>
          </w:tcPr>
          <w:p w14:paraId="1EC0D94A" w14:textId="39BA1AC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T; ~t</w:t>
            </w:r>
          </w:p>
        </w:tc>
        <w:tc>
          <w:tcPr>
            <w:tcW w:w="0" w:type="auto"/>
          </w:tcPr>
          <w:p w14:paraId="675CBE4D" w14:textId="21D6ED3A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Kelvin; Grad Cel</w:t>
            </w:r>
            <w:r w:rsidR="00CA1EB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sius</w:t>
            </w:r>
          </w:p>
        </w:tc>
        <w:tc>
          <w:tcPr>
            <w:tcW w:w="2551" w:type="dxa"/>
          </w:tcPr>
          <w:p w14:paraId="6BFD88AE" w14:textId="28BD6E85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K; °C</w:t>
            </w:r>
          </w:p>
        </w:tc>
        <w:tc>
          <w:tcPr>
            <w:tcW w:w="0" w:type="auto"/>
          </w:tcPr>
          <w:p w14:paraId="78716CF3" w14:textId="6F93CDD0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0°C \^= 273,15K</w:t>
            </w:r>
          </w:p>
        </w:tc>
      </w:tr>
      <w:tr w:rsidR="00795395" w:rsidRPr="00EC5A0F" w14:paraId="6FB1BCE4" w14:textId="77777777" w:rsidTr="00CA1EB5">
        <w:tc>
          <w:tcPr>
            <w:tcW w:w="0" w:type="auto"/>
          </w:tcPr>
          <w:p w14:paraId="1713683C" w14:textId="144B909D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Trägheitsmoment</w:t>
            </w:r>
          </w:p>
        </w:tc>
        <w:tc>
          <w:tcPr>
            <w:tcW w:w="0" w:type="auto"/>
          </w:tcPr>
          <w:p w14:paraId="5E928CFA" w14:textId="31F787D1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37374217" w14:textId="374920AB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DEF3C14" w14:textId="623C3335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 *m^2</w:t>
            </w:r>
          </w:p>
        </w:tc>
        <w:tc>
          <w:tcPr>
            <w:tcW w:w="0" w:type="auto"/>
          </w:tcPr>
          <w:p w14:paraId="3DE0AF4C" w14:textId="2868EBDB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782CC902" w14:textId="77777777" w:rsidTr="00CA1EB5">
        <w:tc>
          <w:tcPr>
            <w:tcW w:w="0" w:type="auto"/>
          </w:tcPr>
          <w:p w14:paraId="07C5C289" w14:textId="606F73BF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Viskosität</w:t>
            </w:r>
          </w:p>
        </w:tc>
        <w:tc>
          <w:tcPr>
            <w:tcW w:w="0" w:type="auto"/>
          </w:tcPr>
          <w:p w14:paraId="48C4B9E4" w14:textId="465F437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~j</w:t>
            </w:r>
          </w:p>
        </w:tc>
        <w:tc>
          <w:tcPr>
            <w:tcW w:w="0" w:type="auto"/>
          </w:tcPr>
          <w:p w14:paraId="3E1C3B8A" w14:textId="01BFD50D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5C25038F" w14:textId="5758503C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\frac{kg}{m *s}</w:t>
            </w:r>
          </w:p>
        </w:tc>
        <w:tc>
          <w:tcPr>
            <w:tcW w:w="0" w:type="auto"/>
          </w:tcPr>
          <w:p w14:paraId="13066A68" w14:textId="271D4D1F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05709D87" w14:textId="77777777" w:rsidTr="00CA1EB5">
        <w:tc>
          <w:tcPr>
            <w:tcW w:w="0" w:type="auto"/>
          </w:tcPr>
          <w:p w14:paraId="1233FD0F" w14:textId="280BB9E9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Volumen</w:t>
            </w:r>
          </w:p>
        </w:tc>
        <w:tc>
          <w:tcPr>
            <w:tcW w:w="0" w:type="auto"/>
          </w:tcPr>
          <w:p w14:paraId="6F7FF433" w14:textId="2A246BAA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1AC83ADF" w14:textId="648234B5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Kubikmeter; Liter</w:t>
            </w:r>
          </w:p>
        </w:tc>
        <w:tc>
          <w:tcPr>
            <w:tcW w:w="2551" w:type="dxa"/>
          </w:tcPr>
          <w:p w14:paraId="0E8737AF" w14:textId="34BDB609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m^3; l, L</w:t>
            </w:r>
          </w:p>
        </w:tc>
        <w:tc>
          <w:tcPr>
            <w:tcW w:w="0" w:type="auto"/>
          </w:tcPr>
          <w:p w14:paraId="746FF0AA" w14:textId="16E76FDE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1m^3 =1000L</w:t>
            </w:r>
          </w:p>
        </w:tc>
      </w:tr>
      <w:tr w:rsidR="00795395" w:rsidRPr="00EC5A0F" w14:paraId="3B54643F" w14:textId="77777777" w:rsidTr="00CA1EB5">
        <w:tc>
          <w:tcPr>
            <w:tcW w:w="0" w:type="auto"/>
          </w:tcPr>
          <w:p w14:paraId="0BAB2A8A" w14:textId="531780B5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Wärme</w:t>
            </w:r>
          </w:p>
        </w:tc>
        <w:tc>
          <w:tcPr>
            <w:tcW w:w="0" w:type="auto"/>
          </w:tcPr>
          <w:p w14:paraId="408BA781" w14:textId="47BB596F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</w:t>
            </w:r>
          </w:p>
        </w:tc>
        <w:tc>
          <w:tcPr>
            <w:tcW w:w="0" w:type="auto"/>
          </w:tcPr>
          <w:p w14:paraId="48A5E29E" w14:textId="04F7ECEA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Joule</w:t>
            </w:r>
          </w:p>
        </w:tc>
        <w:tc>
          <w:tcPr>
            <w:tcW w:w="2551" w:type="dxa"/>
          </w:tcPr>
          <w:p w14:paraId="1EF3B0AD" w14:textId="36487BB0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0" w:type="auto"/>
          </w:tcPr>
          <w:p w14:paraId="05CD9832" w14:textId="6D18910B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1J =1Nm =1\frac{kg *m^2}{s^2}</w:t>
            </w:r>
          </w:p>
        </w:tc>
      </w:tr>
      <w:tr w:rsidR="00795395" w:rsidRPr="00EC5A0F" w14:paraId="350216C8" w14:textId="77777777" w:rsidTr="00CA1EB5">
        <w:tc>
          <w:tcPr>
            <w:tcW w:w="0" w:type="auto"/>
          </w:tcPr>
          <w:p w14:paraId="2559DB4D" w14:textId="63816C46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Wellenlänge</w:t>
            </w:r>
          </w:p>
        </w:tc>
        <w:tc>
          <w:tcPr>
            <w:tcW w:w="0" w:type="auto"/>
          </w:tcPr>
          <w:p w14:paraId="033ED3F2" w14:textId="010FB66E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~l</w:t>
            </w:r>
          </w:p>
        </w:tc>
        <w:tc>
          <w:tcPr>
            <w:tcW w:w="0" w:type="auto"/>
          </w:tcPr>
          <w:p w14:paraId="1C559C85" w14:textId="7F020656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Meter</w:t>
            </w:r>
          </w:p>
        </w:tc>
        <w:tc>
          <w:tcPr>
            <w:tcW w:w="2551" w:type="dxa"/>
          </w:tcPr>
          <w:p w14:paraId="1B62573D" w14:textId="0BB9FB92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26B97D21" w14:textId="5F8D812D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6BC25D3A" w14:textId="77777777" w:rsidTr="00CA1EB5">
        <w:tc>
          <w:tcPr>
            <w:tcW w:w="0" w:type="auto"/>
          </w:tcPr>
          <w:p w14:paraId="3A997303" w14:textId="52A191A9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Winkelgeschwindigkeit</w:t>
            </w:r>
          </w:p>
        </w:tc>
        <w:tc>
          <w:tcPr>
            <w:tcW w:w="0" w:type="auto"/>
          </w:tcPr>
          <w:p w14:paraId="2BDE10A2" w14:textId="79732E03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~w</w:t>
            </w:r>
          </w:p>
        </w:tc>
        <w:tc>
          <w:tcPr>
            <w:tcW w:w="0" w:type="auto"/>
          </w:tcPr>
          <w:p w14:paraId="0130E8D4" w14:textId="210AFB1B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2551" w:type="dxa"/>
          </w:tcPr>
          <w:p w14:paraId="4C60B58D" w14:textId="279D4920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1/s</w:t>
            </w:r>
          </w:p>
        </w:tc>
        <w:tc>
          <w:tcPr>
            <w:tcW w:w="0" w:type="auto"/>
          </w:tcPr>
          <w:p w14:paraId="3521C654" w14:textId="3BDC91C5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795395" w:rsidRPr="00EC5A0F" w14:paraId="706C70B2" w14:textId="77777777" w:rsidTr="00CA1EB5">
        <w:tc>
          <w:tcPr>
            <w:tcW w:w="0" w:type="auto"/>
          </w:tcPr>
          <w:p w14:paraId="7828C42E" w14:textId="46EBCCDB" w:rsidR="00795395" w:rsidRPr="00EC5A0F" w:rsidRDefault="00795395" w:rsidP="00473631">
            <w:pPr>
              <w:rPr>
                <w:sz w:val="20"/>
                <w:szCs w:val="20"/>
              </w:rPr>
            </w:pPr>
            <w:r w:rsidRPr="00EC5A0F">
              <w:rPr>
                <w:sz w:val="20"/>
                <w:szCs w:val="20"/>
              </w:rPr>
              <w:t>Zeit</w:t>
            </w:r>
          </w:p>
        </w:tc>
        <w:tc>
          <w:tcPr>
            <w:tcW w:w="0" w:type="auto"/>
          </w:tcPr>
          <w:p w14:paraId="4EFB20EE" w14:textId="17D109DC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132B2CFF" w14:textId="34D5528D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Sekunde</w:t>
            </w:r>
          </w:p>
        </w:tc>
        <w:tc>
          <w:tcPr>
            <w:tcW w:w="2551" w:type="dxa"/>
          </w:tcPr>
          <w:p w14:paraId="7A69E0A4" w14:textId="76CCCCB4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4ADBE1A6" w14:textId="1116474A" w:rsidR="00795395" w:rsidRDefault="007C30AB" w:rsidP="007A11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</w:tbl>
    <w:p w14:paraId="4EE07066" w14:textId="2B263EB5" w:rsidR="007C30AB" w:rsidRDefault="007C30AB" w:rsidP="00B505E9">
      <w:r>
        <w:t>&lt;/Tabelle&gt;</w:t>
      </w:r>
    </w:p>
    <w:p w14:paraId="67A40AF2" w14:textId="77777777" w:rsidR="00C737BC" w:rsidRDefault="00C737BC" w:rsidP="00C737BC"/>
    <w:p w14:paraId="1B44E598" w14:textId="77777777" w:rsidR="00C737BC" w:rsidRDefault="00C737BC" w:rsidP="00C737BC">
      <w:pPr>
        <w:pStyle w:val="berschrift2"/>
      </w:pPr>
      <w:r>
        <w:t>4.2 Astronomische Entfernungsangaben</w:t>
      </w:r>
    </w:p>
    <w:p w14:paraId="3D28BF7A" w14:textId="4DC63963" w:rsidR="00C737BC" w:rsidRDefault="001F5BD2" w:rsidP="001F5BD2">
      <w:pPr>
        <w:pStyle w:val="Liste"/>
      </w:pPr>
      <w:r>
        <w:t xml:space="preserve">- </w:t>
      </w:r>
      <w:r w:rsidR="00C737BC">
        <w:t>1Lj =9,4607 *10</w:t>
      </w:r>
      <w:r>
        <w:t>^{15}</w:t>
      </w:r>
      <w:r w:rsidR="00C737BC">
        <w:t>m</w:t>
      </w:r>
    </w:p>
    <w:p w14:paraId="5F467B31" w14:textId="565CB98B" w:rsidR="00C737BC" w:rsidRDefault="001F5BD2" w:rsidP="001F5BD2">
      <w:pPr>
        <w:pStyle w:val="Liste"/>
      </w:pPr>
      <w:r>
        <w:t xml:space="preserve">- </w:t>
      </w:r>
      <w:r w:rsidR="00C737BC">
        <w:t>1AE =1,4960 *10</w:t>
      </w:r>
      <w:r>
        <w:t>^{11}</w:t>
      </w:r>
      <w:r w:rsidR="00C737BC">
        <w:t>m</w:t>
      </w:r>
    </w:p>
    <w:p w14:paraId="2DF0F8C5" w14:textId="472F832C" w:rsidR="00C737BC" w:rsidRDefault="001F5BD2" w:rsidP="001F5BD2">
      <w:pPr>
        <w:pStyle w:val="Liste"/>
      </w:pPr>
      <w:r>
        <w:t xml:space="preserve">- </w:t>
      </w:r>
      <w:r w:rsidR="00C737BC">
        <w:t>1pc =3,0857 *10</w:t>
      </w:r>
      <w:r>
        <w:t>^{16}</w:t>
      </w:r>
      <w:r w:rsidR="00C737BC">
        <w:t>m</w:t>
      </w:r>
    </w:p>
    <w:p w14:paraId="394E5FDE" w14:textId="77777777" w:rsidR="001F5BD2" w:rsidRDefault="001F5BD2" w:rsidP="00C737BC"/>
    <w:p w14:paraId="10845B9C" w14:textId="7D818C82" w:rsidR="00C737BC" w:rsidRDefault="00C737BC" w:rsidP="001F5BD2">
      <w:pPr>
        <w:pStyle w:val="berschrift2"/>
      </w:pPr>
      <w:r>
        <w:lastRenderedPageBreak/>
        <w:t>4.3 Vorsätze bei Einheiten</w:t>
      </w:r>
    </w:p>
    <w:p w14:paraId="6DF846F1" w14:textId="0951C40B" w:rsidR="00B505E9" w:rsidRPr="00B505E9" w:rsidRDefault="00B505E9" w:rsidP="00B505E9">
      <w:r>
        <w:t>Legende zur Tabelle:</w:t>
      </w:r>
      <w:r>
        <w:br/>
        <w:t>Faktor (Spalte 3): Faktor, mit dem die Einheit multipliziert wird</w:t>
      </w:r>
    </w:p>
    <w:p w14:paraId="02C0164E" w14:textId="5A9F68CF" w:rsidR="001F5BD2" w:rsidRPr="001F5BD2" w:rsidRDefault="001F5BD2" w:rsidP="001F5BD2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057"/>
        <w:gridCol w:w="1057"/>
        <w:gridCol w:w="1177"/>
      </w:tblGrid>
      <w:tr w:rsidR="001F5BD2" w:rsidRPr="001F5BD2" w14:paraId="642D901B" w14:textId="77777777" w:rsidTr="001F5BD2">
        <w:tc>
          <w:tcPr>
            <w:tcW w:w="0" w:type="auto"/>
          </w:tcPr>
          <w:p w14:paraId="4A8B08DB" w14:textId="77777777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Vorsatz</w:t>
            </w:r>
          </w:p>
        </w:tc>
        <w:tc>
          <w:tcPr>
            <w:tcW w:w="0" w:type="auto"/>
          </w:tcPr>
          <w:p w14:paraId="52DF9E43" w14:textId="77777777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Zeichen</w:t>
            </w:r>
          </w:p>
        </w:tc>
        <w:tc>
          <w:tcPr>
            <w:tcW w:w="0" w:type="auto"/>
          </w:tcPr>
          <w:p w14:paraId="67C74EF9" w14:textId="20DA9FD5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Faktor</w:t>
            </w:r>
          </w:p>
        </w:tc>
      </w:tr>
      <w:tr w:rsidR="001F5BD2" w:rsidRPr="001F5BD2" w14:paraId="7D9B0CAD" w14:textId="77777777" w:rsidTr="001F5BD2">
        <w:tc>
          <w:tcPr>
            <w:tcW w:w="0" w:type="auto"/>
          </w:tcPr>
          <w:p w14:paraId="67F7E347" w14:textId="08268242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Exa</w:t>
            </w:r>
          </w:p>
        </w:tc>
        <w:tc>
          <w:tcPr>
            <w:tcW w:w="0" w:type="auto"/>
          </w:tcPr>
          <w:p w14:paraId="2BD6F6F5" w14:textId="485FD32D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70CCD883" w14:textId="14BBEAAC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^{18}</w:t>
            </w:r>
          </w:p>
        </w:tc>
      </w:tr>
      <w:tr w:rsidR="001F5BD2" w:rsidRPr="001F5BD2" w14:paraId="54146750" w14:textId="77777777" w:rsidTr="001F5BD2">
        <w:tc>
          <w:tcPr>
            <w:tcW w:w="0" w:type="auto"/>
          </w:tcPr>
          <w:p w14:paraId="20883ABF" w14:textId="3A757220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Peta</w:t>
            </w:r>
          </w:p>
        </w:tc>
        <w:tc>
          <w:tcPr>
            <w:tcW w:w="0" w:type="auto"/>
          </w:tcPr>
          <w:p w14:paraId="25427D97" w14:textId="1B1481AC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02D8D949" w14:textId="61A0EA5F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^{15}</w:t>
            </w:r>
          </w:p>
        </w:tc>
      </w:tr>
      <w:tr w:rsidR="001F5BD2" w:rsidRPr="001F5BD2" w14:paraId="07A39DC1" w14:textId="77777777" w:rsidTr="001F5BD2">
        <w:tc>
          <w:tcPr>
            <w:tcW w:w="0" w:type="auto"/>
          </w:tcPr>
          <w:p w14:paraId="2B44213C" w14:textId="268871C6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Tera</w:t>
            </w:r>
          </w:p>
        </w:tc>
        <w:tc>
          <w:tcPr>
            <w:tcW w:w="0" w:type="auto"/>
          </w:tcPr>
          <w:p w14:paraId="6FBBBD68" w14:textId="5EAA993B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105E2AFB" w14:textId="10FCC7B8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^{12}</w:t>
            </w:r>
          </w:p>
        </w:tc>
      </w:tr>
      <w:tr w:rsidR="001F5BD2" w:rsidRPr="001F5BD2" w14:paraId="2D73BEC8" w14:textId="77777777" w:rsidTr="001F5BD2">
        <w:tc>
          <w:tcPr>
            <w:tcW w:w="0" w:type="auto"/>
          </w:tcPr>
          <w:p w14:paraId="037D8C49" w14:textId="4B044551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Giga</w:t>
            </w:r>
          </w:p>
        </w:tc>
        <w:tc>
          <w:tcPr>
            <w:tcW w:w="0" w:type="auto"/>
          </w:tcPr>
          <w:p w14:paraId="027B85B2" w14:textId="6106D873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G</w:t>
            </w:r>
          </w:p>
        </w:tc>
        <w:tc>
          <w:tcPr>
            <w:tcW w:w="0" w:type="auto"/>
          </w:tcPr>
          <w:p w14:paraId="57C4A17B" w14:textId="14BCA273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</w:t>
            </w:r>
            <w:r w:rsidRPr="001F5BD2">
              <w:rPr>
                <w:sz w:val="20"/>
                <w:szCs w:val="20"/>
              </w:rPr>
              <w:t>9</w:t>
            </w:r>
          </w:p>
        </w:tc>
      </w:tr>
      <w:tr w:rsidR="001F5BD2" w:rsidRPr="001F5BD2" w14:paraId="3DC63F9C" w14:textId="77777777" w:rsidTr="001F5BD2">
        <w:tc>
          <w:tcPr>
            <w:tcW w:w="0" w:type="auto"/>
          </w:tcPr>
          <w:p w14:paraId="7409F222" w14:textId="217D59C8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Mega</w:t>
            </w:r>
          </w:p>
        </w:tc>
        <w:tc>
          <w:tcPr>
            <w:tcW w:w="0" w:type="auto"/>
          </w:tcPr>
          <w:p w14:paraId="3C9AFAC3" w14:textId="6769CDBE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2092E0C9" w14:textId="00F99EBC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</w:t>
            </w:r>
            <w:r w:rsidRPr="001F5BD2">
              <w:rPr>
                <w:sz w:val="20"/>
                <w:szCs w:val="20"/>
              </w:rPr>
              <w:t>6</w:t>
            </w:r>
          </w:p>
        </w:tc>
      </w:tr>
      <w:tr w:rsidR="001F5BD2" w:rsidRPr="001F5BD2" w14:paraId="7AFEB85D" w14:textId="77777777" w:rsidTr="001F5BD2">
        <w:tc>
          <w:tcPr>
            <w:tcW w:w="0" w:type="auto"/>
          </w:tcPr>
          <w:p w14:paraId="4CC7DAF5" w14:textId="76572A40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Kilo</w:t>
            </w:r>
          </w:p>
        </w:tc>
        <w:tc>
          <w:tcPr>
            <w:tcW w:w="0" w:type="auto"/>
          </w:tcPr>
          <w:p w14:paraId="2A27B535" w14:textId="7FC298B8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k</w:t>
            </w:r>
          </w:p>
        </w:tc>
        <w:tc>
          <w:tcPr>
            <w:tcW w:w="0" w:type="auto"/>
          </w:tcPr>
          <w:p w14:paraId="505F81AD" w14:textId="184823AA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</w:t>
            </w:r>
            <w:r w:rsidRPr="001F5BD2">
              <w:rPr>
                <w:sz w:val="20"/>
                <w:szCs w:val="20"/>
              </w:rPr>
              <w:t>3</w:t>
            </w:r>
          </w:p>
        </w:tc>
      </w:tr>
      <w:tr w:rsidR="001F5BD2" w:rsidRPr="001F5BD2" w14:paraId="0B09DF70" w14:textId="77777777" w:rsidTr="001F5BD2">
        <w:tc>
          <w:tcPr>
            <w:tcW w:w="0" w:type="auto"/>
          </w:tcPr>
          <w:p w14:paraId="4E08C702" w14:textId="1D8CB2E2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Hekto</w:t>
            </w:r>
          </w:p>
        </w:tc>
        <w:tc>
          <w:tcPr>
            <w:tcW w:w="0" w:type="auto"/>
          </w:tcPr>
          <w:p w14:paraId="41C78187" w14:textId="6EA66020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1DC0DDCE" w14:textId="1AF11424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</w:t>
            </w:r>
            <w:r w:rsidRPr="001F5BD2">
              <w:rPr>
                <w:sz w:val="20"/>
                <w:szCs w:val="20"/>
              </w:rPr>
              <w:t>2</w:t>
            </w:r>
          </w:p>
        </w:tc>
      </w:tr>
      <w:tr w:rsidR="001F5BD2" w:rsidRPr="001F5BD2" w14:paraId="4157D585" w14:textId="77777777" w:rsidTr="001F5BD2">
        <w:tc>
          <w:tcPr>
            <w:tcW w:w="0" w:type="auto"/>
          </w:tcPr>
          <w:p w14:paraId="192BD04F" w14:textId="28A52132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Deka</w:t>
            </w:r>
          </w:p>
        </w:tc>
        <w:tc>
          <w:tcPr>
            <w:tcW w:w="0" w:type="auto"/>
          </w:tcPr>
          <w:p w14:paraId="40E31E12" w14:textId="01F9FE88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da</w:t>
            </w:r>
          </w:p>
        </w:tc>
        <w:tc>
          <w:tcPr>
            <w:tcW w:w="0" w:type="auto"/>
          </w:tcPr>
          <w:p w14:paraId="64057B4B" w14:textId="66648C52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</w:t>
            </w:r>
            <w:r w:rsidRPr="001F5BD2">
              <w:rPr>
                <w:sz w:val="20"/>
                <w:szCs w:val="20"/>
              </w:rPr>
              <w:t>1</w:t>
            </w:r>
          </w:p>
        </w:tc>
      </w:tr>
      <w:tr w:rsidR="001F5BD2" w:rsidRPr="001F5BD2" w14:paraId="43E15D5F" w14:textId="77777777" w:rsidTr="001F5BD2">
        <w:tc>
          <w:tcPr>
            <w:tcW w:w="0" w:type="auto"/>
          </w:tcPr>
          <w:p w14:paraId="7CDD2EAB" w14:textId="311FCF4F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Dezi</w:t>
            </w:r>
          </w:p>
        </w:tc>
        <w:tc>
          <w:tcPr>
            <w:tcW w:w="0" w:type="auto"/>
          </w:tcPr>
          <w:p w14:paraId="4C545619" w14:textId="6974E732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5A77E036" w14:textId="4C5AF1A8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^{-1}</w:t>
            </w:r>
          </w:p>
        </w:tc>
      </w:tr>
      <w:tr w:rsidR="001F5BD2" w:rsidRPr="001F5BD2" w14:paraId="09CB5DC8" w14:textId="77777777" w:rsidTr="001F5BD2">
        <w:tc>
          <w:tcPr>
            <w:tcW w:w="0" w:type="auto"/>
          </w:tcPr>
          <w:p w14:paraId="3213A5E4" w14:textId="5C24AB2F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Zenti</w:t>
            </w:r>
          </w:p>
        </w:tc>
        <w:tc>
          <w:tcPr>
            <w:tcW w:w="0" w:type="auto"/>
          </w:tcPr>
          <w:p w14:paraId="36CFD872" w14:textId="1EA3838A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5EAF653A" w14:textId="10510424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^{-2}</w:t>
            </w:r>
          </w:p>
        </w:tc>
      </w:tr>
      <w:tr w:rsidR="001F5BD2" w:rsidRPr="001F5BD2" w14:paraId="1A8CB9A8" w14:textId="77777777" w:rsidTr="001F5BD2">
        <w:tc>
          <w:tcPr>
            <w:tcW w:w="0" w:type="auto"/>
          </w:tcPr>
          <w:p w14:paraId="61F739B4" w14:textId="6BDF2DC5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Milli</w:t>
            </w:r>
          </w:p>
        </w:tc>
        <w:tc>
          <w:tcPr>
            <w:tcW w:w="0" w:type="auto"/>
          </w:tcPr>
          <w:p w14:paraId="646DA97F" w14:textId="2DEE00DA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5E0C57AF" w14:textId="0958831D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^{-3}</w:t>
            </w:r>
          </w:p>
        </w:tc>
      </w:tr>
      <w:tr w:rsidR="001F5BD2" w:rsidRPr="001F5BD2" w14:paraId="09C2EE76" w14:textId="77777777" w:rsidTr="001F5BD2">
        <w:tc>
          <w:tcPr>
            <w:tcW w:w="0" w:type="auto"/>
          </w:tcPr>
          <w:p w14:paraId="3BD98A96" w14:textId="0DED04C0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Mikro</w:t>
            </w:r>
          </w:p>
        </w:tc>
        <w:tc>
          <w:tcPr>
            <w:tcW w:w="0" w:type="auto"/>
          </w:tcPr>
          <w:p w14:paraId="23A6792E" w14:textId="6C5FAFF3" w:rsidR="001F5BD2" w:rsidRPr="001F5BD2" w:rsidRDefault="001F5BD2" w:rsidP="00B364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~m</w:t>
            </w:r>
          </w:p>
        </w:tc>
        <w:tc>
          <w:tcPr>
            <w:tcW w:w="0" w:type="auto"/>
          </w:tcPr>
          <w:p w14:paraId="4483A7A3" w14:textId="735911B8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^{-6}</w:t>
            </w:r>
          </w:p>
        </w:tc>
      </w:tr>
      <w:tr w:rsidR="001F5BD2" w:rsidRPr="001F5BD2" w14:paraId="01AFEE40" w14:textId="77777777" w:rsidTr="001F5BD2">
        <w:tc>
          <w:tcPr>
            <w:tcW w:w="0" w:type="auto"/>
          </w:tcPr>
          <w:p w14:paraId="62772C6A" w14:textId="01AA7B92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Nano</w:t>
            </w:r>
          </w:p>
        </w:tc>
        <w:tc>
          <w:tcPr>
            <w:tcW w:w="0" w:type="auto"/>
          </w:tcPr>
          <w:p w14:paraId="10EFC876" w14:textId="14D5E284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59EA0433" w14:textId="32B9D65D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^{-9}</w:t>
            </w:r>
          </w:p>
        </w:tc>
      </w:tr>
      <w:tr w:rsidR="001F5BD2" w:rsidRPr="001F5BD2" w14:paraId="58AE30B4" w14:textId="77777777" w:rsidTr="001F5BD2">
        <w:tc>
          <w:tcPr>
            <w:tcW w:w="0" w:type="auto"/>
          </w:tcPr>
          <w:p w14:paraId="2D213272" w14:textId="2C60DD3F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Piko</w:t>
            </w:r>
          </w:p>
        </w:tc>
        <w:tc>
          <w:tcPr>
            <w:tcW w:w="0" w:type="auto"/>
          </w:tcPr>
          <w:p w14:paraId="6D98FA9B" w14:textId="6D64AECE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20D2F92E" w14:textId="79ADD1B5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^{-12}</w:t>
            </w:r>
          </w:p>
        </w:tc>
      </w:tr>
      <w:tr w:rsidR="001F5BD2" w:rsidRPr="001F5BD2" w14:paraId="1FE7E061" w14:textId="77777777" w:rsidTr="001F5BD2">
        <w:tc>
          <w:tcPr>
            <w:tcW w:w="0" w:type="auto"/>
          </w:tcPr>
          <w:p w14:paraId="118A27F1" w14:textId="6B8CB755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Femto</w:t>
            </w:r>
          </w:p>
        </w:tc>
        <w:tc>
          <w:tcPr>
            <w:tcW w:w="0" w:type="auto"/>
          </w:tcPr>
          <w:p w14:paraId="7C2B0BD5" w14:textId="15E888D4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1A71EEEE" w14:textId="1513157B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^{-15}</w:t>
            </w:r>
          </w:p>
        </w:tc>
      </w:tr>
      <w:tr w:rsidR="001F5BD2" w:rsidRPr="001F5BD2" w14:paraId="1685C155" w14:textId="77777777" w:rsidTr="001F5BD2">
        <w:tc>
          <w:tcPr>
            <w:tcW w:w="0" w:type="auto"/>
          </w:tcPr>
          <w:p w14:paraId="35298CE4" w14:textId="482BCEA8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Atto</w:t>
            </w:r>
          </w:p>
        </w:tc>
        <w:tc>
          <w:tcPr>
            <w:tcW w:w="0" w:type="auto"/>
          </w:tcPr>
          <w:p w14:paraId="160ECCAA" w14:textId="68120221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50CE5452" w14:textId="70741A3F" w:rsidR="001F5BD2" w:rsidRPr="001F5BD2" w:rsidRDefault="001F5BD2" w:rsidP="00B36479">
            <w:pPr>
              <w:rPr>
                <w:sz w:val="20"/>
                <w:szCs w:val="20"/>
              </w:rPr>
            </w:pPr>
            <w:r w:rsidRPr="001F5BD2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^{-18}</w:t>
            </w:r>
          </w:p>
        </w:tc>
      </w:tr>
    </w:tbl>
    <w:p w14:paraId="7CF84787" w14:textId="667A6407" w:rsidR="001F5BD2" w:rsidRDefault="001F5BD2" w:rsidP="00B505E9">
      <w:r>
        <w:t>&lt;/Tabelle&gt;</w:t>
      </w:r>
    </w:p>
    <w:p w14:paraId="5EAEE4E2" w14:textId="77777777" w:rsidR="001F5BD2" w:rsidRDefault="001F5BD2" w:rsidP="00C737BC">
      <w:pPr>
        <w:rPr>
          <w:sz w:val="20"/>
          <w:szCs w:val="20"/>
        </w:rPr>
      </w:pPr>
    </w:p>
    <w:p w14:paraId="3CEC691B" w14:textId="0E93FF1E" w:rsidR="00C737BC" w:rsidRDefault="00C737BC" w:rsidP="001F5BD2">
      <w:pPr>
        <w:pStyle w:val="berschrift2"/>
      </w:pPr>
      <w:r>
        <w:t>4.4 Tabellierte Werte</w:t>
      </w:r>
    </w:p>
    <w:p w14:paraId="548904E1" w14:textId="77777777" w:rsidR="00C737BC" w:rsidRDefault="00C737BC" w:rsidP="001F5BD2">
      <w:pPr>
        <w:pStyle w:val="berschrift3"/>
      </w:pPr>
      <w:r>
        <w:t>Naturkonstanten und Näherungswerte wichtiger Größen</w:t>
      </w:r>
    </w:p>
    <w:p w14:paraId="278CFDF0" w14:textId="19AC83DC" w:rsidR="00C737BC" w:rsidRDefault="001F5BD2" w:rsidP="001F5BD2">
      <w:pPr>
        <w:pStyle w:val="Liste"/>
      </w:pPr>
      <w:r>
        <w:t xml:space="preserve">- </w:t>
      </w:r>
      <w:r w:rsidR="00C737BC">
        <w:t>Avogadro-Konstante:</w:t>
      </w:r>
      <w:r>
        <w:br/>
      </w:r>
      <w:r w:rsidR="00C737BC">
        <w:t>N</w:t>
      </w:r>
      <w:r>
        <w:t>_</w:t>
      </w:r>
      <w:r w:rsidR="00C737BC">
        <w:t>A =6,02214076 *10</w:t>
      </w:r>
      <w:r>
        <w:t>^{23} \frac{1}{mol}</w:t>
      </w:r>
      <w:r w:rsidR="00C737BC">
        <w:t xml:space="preserve"> (definiert)</w:t>
      </w:r>
    </w:p>
    <w:p w14:paraId="1E0A013B" w14:textId="6F014365" w:rsidR="00C737BC" w:rsidRDefault="001F5BD2" w:rsidP="001F5BD2">
      <w:pPr>
        <w:pStyle w:val="Liste"/>
      </w:pPr>
      <w:r>
        <w:t xml:space="preserve">- </w:t>
      </w:r>
      <w:r w:rsidR="00C737BC">
        <w:t>Elementarladung:</w:t>
      </w:r>
      <w:r>
        <w:br/>
      </w:r>
      <w:r w:rsidR="00C737BC">
        <w:t>e =1,602176634 *10</w:t>
      </w:r>
      <w:r w:rsidR="00924C16">
        <w:t>^{-19}</w:t>
      </w:r>
      <w:r w:rsidR="00C737BC">
        <w:t>C (definiert)</w:t>
      </w:r>
    </w:p>
    <w:p w14:paraId="601E98E3" w14:textId="4DE0D205" w:rsidR="00C737BC" w:rsidRDefault="001F5BD2" w:rsidP="001F5BD2">
      <w:pPr>
        <w:pStyle w:val="Liste"/>
      </w:pPr>
      <w:r>
        <w:t xml:space="preserve">- </w:t>
      </w:r>
      <w:r w:rsidR="00C737BC">
        <w:t>elektrische Feldkonstante:</w:t>
      </w:r>
      <w:r w:rsidR="00924C16">
        <w:br/>
        <w:t>~e_</w:t>
      </w:r>
      <w:r w:rsidR="00C737BC">
        <w:t>0 =</w:t>
      </w:r>
      <w:r w:rsidR="00924C16">
        <w:t xml:space="preserve">\frac{1}{~m_0 *c^2} </w:t>
      </w:r>
      <w:r w:rsidR="00924C16">
        <w:br/>
      </w:r>
      <w:r w:rsidR="00C737BC">
        <w:t>=8,8541878128 *10</w:t>
      </w:r>
      <w:r w:rsidR="00924C16">
        <w:t>^{-12}</w:t>
      </w:r>
      <w:r w:rsidR="00C737BC">
        <w:t xml:space="preserve"> </w:t>
      </w:r>
      <w:r w:rsidR="00924C16">
        <w:t>\frac{A *s}{V *m}</w:t>
      </w:r>
    </w:p>
    <w:p w14:paraId="68C04F68" w14:textId="021F463F" w:rsidR="00C737BC" w:rsidRDefault="001F5BD2" w:rsidP="001F5BD2">
      <w:pPr>
        <w:pStyle w:val="Liste"/>
      </w:pPr>
      <w:r>
        <w:t xml:space="preserve">- </w:t>
      </w:r>
      <w:r w:rsidR="00C737BC">
        <w:t>Faraday-Konstante:</w:t>
      </w:r>
      <w:r w:rsidR="00924C16">
        <w:br/>
      </w:r>
      <w:r w:rsidR="00C737BC">
        <w:t>F =96485,33212...</w:t>
      </w:r>
      <w:r>
        <w:t xml:space="preserve"> </w:t>
      </w:r>
      <w:r w:rsidR="00924C16">
        <w:t>\frac{C}{mol}</w:t>
      </w:r>
      <w:r w:rsidR="00C737BC">
        <w:t xml:space="preserve"> (definiert)</w:t>
      </w:r>
    </w:p>
    <w:p w14:paraId="6551515E" w14:textId="512FA1AB" w:rsidR="00C737BC" w:rsidRDefault="001F5BD2" w:rsidP="001F5BD2">
      <w:pPr>
        <w:pStyle w:val="Liste"/>
      </w:pPr>
      <w:r>
        <w:t xml:space="preserve">- </w:t>
      </w:r>
      <w:r w:rsidR="00C737BC">
        <w:t>Gravitationskonstante:</w:t>
      </w:r>
      <w:r w:rsidR="00924C16">
        <w:br/>
      </w:r>
      <w:r w:rsidR="00C737BC">
        <w:t>G =6,67430 *10</w:t>
      </w:r>
      <w:r w:rsidR="00924C16">
        <w:t>^{-11}</w:t>
      </w:r>
      <w:r w:rsidR="00C737BC">
        <w:t xml:space="preserve"> </w:t>
      </w:r>
      <w:r w:rsidR="00924C16">
        <w:t>\frac{m^3}{kg *s^2}</w:t>
      </w:r>
    </w:p>
    <w:p w14:paraId="7B907FBF" w14:textId="3B710842" w:rsidR="00C737BC" w:rsidRDefault="001F5BD2" w:rsidP="001F5BD2">
      <w:pPr>
        <w:pStyle w:val="Liste"/>
      </w:pPr>
      <w:r>
        <w:t xml:space="preserve">- </w:t>
      </w:r>
      <w:r w:rsidR="00C737BC">
        <w:t>Hubble-Parameter:</w:t>
      </w:r>
      <w:r w:rsidR="00924C16">
        <w:br/>
      </w:r>
      <w:r w:rsidR="00C737BC">
        <w:t>H</w:t>
      </w:r>
      <w:r w:rsidR="00924C16">
        <w:t>_</w:t>
      </w:r>
      <w:r w:rsidR="00C737BC">
        <w:t xml:space="preserve">0 =68 </w:t>
      </w:r>
      <w:r w:rsidR="00924C16">
        <w:t>\frac{km}{s *Mpc}</w:t>
      </w:r>
    </w:p>
    <w:p w14:paraId="7181BEFD" w14:textId="4DFF06FD" w:rsidR="00C737BC" w:rsidRDefault="001F5BD2" w:rsidP="001F5BD2">
      <w:pPr>
        <w:pStyle w:val="Liste"/>
      </w:pPr>
      <w:r>
        <w:t xml:space="preserve">- </w:t>
      </w:r>
      <w:r w:rsidR="00C737BC">
        <w:t>ideale Gaskonstante:</w:t>
      </w:r>
      <w:r w:rsidR="00924C16">
        <w:br/>
      </w:r>
      <w:r w:rsidR="00C737BC">
        <w:t>R =8,314462618...</w:t>
      </w:r>
      <w:r w:rsidR="00924C16">
        <w:t xml:space="preserve"> \frac{J}{mol *K} </w:t>
      </w:r>
      <w:r w:rsidR="00C737BC">
        <w:t>(definiert)</w:t>
      </w:r>
    </w:p>
    <w:p w14:paraId="342B4094" w14:textId="2F65D1D9" w:rsidR="00C737BC" w:rsidRDefault="001F5BD2" w:rsidP="001F5BD2">
      <w:pPr>
        <w:pStyle w:val="Liste"/>
      </w:pPr>
      <w:r>
        <w:t xml:space="preserve">- </w:t>
      </w:r>
      <w:r w:rsidR="00C737BC">
        <w:t>magnetische Feldkonstante:</w:t>
      </w:r>
      <w:r w:rsidR="00924C16">
        <w:br/>
        <w:t>~m_</w:t>
      </w:r>
      <w:r w:rsidR="00C737BC">
        <w:t>0 =1,256637 *10</w:t>
      </w:r>
      <w:r w:rsidR="00924C16">
        <w:t>^{-6} \frac{V *s}{A *m}</w:t>
      </w:r>
    </w:p>
    <w:p w14:paraId="4DC69ADC" w14:textId="1092B494" w:rsidR="00C737BC" w:rsidRDefault="001F5BD2" w:rsidP="001F5BD2">
      <w:pPr>
        <w:pStyle w:val="Liste"/>
      </w:pPr>
      <w:r>
        <w:t xml:space="preserve">- </w:t>
      </w:r>
      <w:r w:rsidR="00C737BC">
        <w:t>Normgröße der Normalfallbeschleunigung, Ortsfaktor:</w:t>
      </w:r>
      <w:r w:rsidR="00924C16">
        <w:br/>
      </w:r>
      <w:r w:rsidR="00C737BC">
        <w:t xml:space="preserve">g =9,80665 </w:t>
      </w:r>
      <w:r w:rsidR="00924C16">
        <w:t xml:space="preserve">\frac{m}{s^2} </w:t>
      </w:r>
      <w:r w:rsidR="00C737BC">
        <w:t>(definiert)</w:t>
      </w:r>
    </w:p>
    <w:p w14:paraId="5FAC538B" w14:textId="5A3DDEB9" w:rsidR="00C737BC" w:rsidRDefault="001F5BD2" w:rsidP="001F5BD2">
      <w:pPr>
        <w:pStyle w:val="Liste"/>
      </w:pPr>
      <w:r>
        <w:t xml:space="preserve">- </w:t>
      </w:r>
      <w:r w:rsidR="00C737BC">
        <w:t>Planck'sches Wirkungsquantum:</w:t>
      </w:r>
      <w:r w:rsidR="00924C16">
        <w:br/>
      </w:r>
      <w:r w:rsidR="00C737BC">
        <w:t>h =6,62607015 *10</w:t>
      </w:r>
      <w:r w:rsidR="00924C16">
        <w:t xml:space="preserve">{-34} </w:t>
      </w:r>
      <w:r w:rsidR="00C737BC">
        <w:t>J *s (definiert)</w:t>
      </w:r>
    </w:p>
    <w:p w14:paraId="3CF73C4F" w14:textId="4F676C48" w:rsidR="00C737BC" w:rsidRDefault="001F5BD2" w:rsidP="001F5BD2">
      <w:pPr>
        <w:pStyle w:val="Liste"/>
      </w:pPr>
      <w:r>
        <w:t xml:space="preserve">- </w:t>
      </w:r>
      <w:r w:rsidR="00C737BC">
        <w:t>Rydberg-Konstante:</w:t>
      </w:r>
      <w:r w:rsidR="00924C16">
        <w:br/>
      </w:r>
      <w:r w:rsidR="00C737BC">
        <w:t>R</w:t>
      </w:r>
      <w:r w:rsidR="00924C16">
        <w:t>_</w:t>
      </w:r>
      <w:r w:rsidR="00C737BC">
        <w:t>H =1,096776 *10</w:t>
      </w:r>
      <w:r w:rsidR="00924C16">
        <w:t>^</w:t>
      </w:r>
      <w:r w:rsidR="00C737BC">
        <w:t xml:space="preserve">7 </w:t>
      </w:r>
      <w:r w:rsidR="00924C16">
        <w:t xml:space="preserve">1/m </w:t>
      </w:r>
      <w:r w:rsidR="00C737BC">
        <w:t>(Wasserstoffatom)</w:t>
      </w:r>
    </w:p>
    <w:p w14:paraId="45059E6D" w14:textId="20CFA4AB" w:rsidR="00C737BC" w:rsidRDefault="001F5BD2" w:rsidP="001F5BD2">
      <w:pPr>
        <w:pStyle w:val="Liste"/>
      </w:pPr>
      <w:r>
        <w:t xml:space="preserve">- </w:t>
      </w:r>
      <w:r w:rsidR="00C737BC">
        <w:t>Stefan-Boltzmann-Konstante:</w:t>
      </w:r>
      <w:r w:rsidR="00924C16">
        <w:br/>
        <w:t>~s</w:t>
      </w:r>
      <w:r w:rsidR="00C737BC">
        <w:t xml:space="preserve"> =5,670374419...*10</w:t>
      </w:r>
      <w:r w:rsidR="00924C16">
        <w:t>{-8}</w:t>
      </w:r>
      <w:r w:rsidR="00C737BC">
        <w:t xml:space="preserve"> </w:t>
      </w:r>
      <w:r w:rsidR="00924C16">
        <w:t>\frac{W}{m^2 *K^4}</w:t>
      </w:r>
      <w:r w:rsidR="00C737BC">
        <w:t xml:space="preserve"> (definiert)</w:t>
      </w:r>
    </w:p>
    <w:p w14:paraId="039BA720" w14:textId="3F32F314" w:rsidR="00C737BC" w:rsidRDefault="001F5BD2" w:rsidP="001F5BD2">
      <w:pPr>
        <w:pStyle w:val="Liste"/>
      </w:pPr>
      <w:r>
        <w:lastRenderedPageBreak/>
        <w:t xml:space="preserve">- </w:t>
      </w:r>
      <w:r w:rsidR="00C737BC">
        <w:t>Vakuumlichtgeschwindigkeit</w:t>
      </w:r>
      <w:r w:rsidR="00924C16">
        <w:t>:</w:t>
      </w:r>
      <w:r w:rsidR="00924C16">
        <w:br/>
      </w:r>
      <w:r w:rsidR="00C737BC">
        <w:t>c =2,99792458 *10</w:t>
      </w:r>
      <w:r w:rsidR="00924C16">
        <w:t>^</w:t>
      </w:r>
      <w:r w:rsidR="00C737BC">
        <w:t>8 m</w:t>
      </w:r>
      <w:r w:rsidR="00924C16">
        <w:t>/s</w:t>
      </w:r>
      <w:r w:rsidR="00C737BC">
        <w:t xml:space="preserve"> (definiert)</w:t>
      </w:r>
    </w:p>
    <w:p w14:paraId="5FCA3002" w14:textId="5E3C1F35" w:rsidR="00C737BC" w:rsidRDefault="001F5BD2" w:rsidP="001F5BD2">
      <w:pPr>
        <w:pStyle w:val="Liste"/>
      </w:pPr>
      <w:r>
        <w:t xml:space="preserve">- </w:t>
      </w:r>
      <w:r w:rsidR="00C737BC">
        <w:t>Wien'sche Verschiebungskonstante:</w:t>
      </w:r>
      <w:r w:rsidR="00924C16">
        <w:br/>
      </w:r>
      <w:r w:rsidR="00C737BC">
        <w:t>b =2,897771955...</w:t>
      </w:r>
      <w:r w:rsidR="00924C16">
        <w:t xml:space="preserve"> </w:t>
      </w:r>
      <w:r w:rsidR="00C737BC">
        <w:t>*10</w:t>
      </w:r>
      <w:r w:rsidR="00924C16">
        <w:t>{-3}</w:t>
      </w:r>
      <w:r w:rsidR="00C737BC">
        <w:t xml:space="preserve"> m</w:t>
      </w:r>
      <w:r w:rsidR="00924C16">
        <w:t xml:space="preserve"> </w:t>
      </w:r>
      <w:r w:rsidR="00C737BC">
        <w:t>*K (definiert)</w:t>
      </w:r>
    </w:p>
    <w:p w14:paraId="3AB5F5B9" w14:textId="77777777" w:rsidR="001F5BD2" w:rsidRDefault="001F5BD2" w:rsidP="00C737BC"/>
    <w:p w14:paraId="6AA096A3" w14:textId="6922CFA0" w:rsidR="00C737BC" w:rsidRDefault="00C737BC" w:rsidP="001F5BD2">
      <w:pPr>
        <w:pStyle w:val="berschrift3"/>
      </w:pPr>
      <w:r>
        <w:t xml:space="preserve">Elektron, Proton, Neutron, </w:t>
      </w:r>
      <w:r w:rsidR="00136094">
        <w:t>~</w:t>
      </w:r>
      <w:r>
        <w:t>a-Teilchen</w:t>
      </w:r>
    </w:p>
    <w:p w14:paraId="49C0C4A2" w14:textId="020D98E0" w:rsidR="00C737BC" w:rsidRDefault="001F5BD2" w:rsidP="00136094">
      <w:pPr>
        <w:pStyle w:val="Liste"/>
      </w:pPr>
      <w:r>
        <w:t xml:space="preserve">- </w:t>
      </w:r>
      <w:r w:rsidR="00C737BC">
        <w:t>Elektron</w:t>
      </w:r>
      <w:r w:rsidR="00136094">
        <w:br/>
      </w:r>
      <w:r w:rsidR="00C737BC">
        <w:t>Masse: m</w:t>
      </w:r>
      <w:r w:rsidR="00136094">
        <w:t>_</w:t>
      </w:r>
      <w:r w:rsidR="00C737BC">
        <w:t>e =9,1093837015 *10</w:t>
      </w:r>
      <w:r w:rsidR="00136094">
        <w:t>{-31}</w:t>
      </w:r>
      <w:r w:rsidR="00C737BC">
        <w:t>kg</w:t>
      </w:r>
      <w:r w:rsidR="00136094">
        <w:br/>
      </w:r>
      <w:r w:rsidR="00C737BC">
        <w:t>Ladung: q</w:t>
      </w:r>
      <w:r w:rsidR="00136094">
        <w:t>_</w:t>
      </w:r>
      <w:r w:rsidR="00C737BC">
        <w:t>e =-1e</w:t>
      </w:r>
    </w:p>
    <w:p w14:paraId="50414C90" w14:textId="6DB75A60" w:rsidR="00C737BC" w:rsidRDefault="001F5BD2" w:rsidP="00136094">
      <w:pPr>
        <w:pStyle w:val="Liste"/>
      </w:pPr>
      <w:r>
        <w:t xml:space="preserve">- </w:t>
      </w:r>
      <w:r w:rsidR="00C737BC">
        <w:t>Proton</w:t>
      </w:r>
      <w:r w:rsidR="00136094">
        <w:br/>
      </w:r>
      <w:r w:rsidR="00C737BC">
        <w:t>Masse: m</w:t>
      </w:r>
      <w:r w:rsidR="00136094">
        <w:t>_</w:t>
      </w:r>
      <w:r w:rsidR="00C737BC">
        <w:t>p =1,67262192369 *10</w:t>
      </w:r>
      <w:r w:rsidR="00136094">
        <w:t>{-27}</w:t>
      </w:r>
      <w:r w:rsidR="00C737BC">
        <w:t>kg</w:t>
      </w:r>
      <w:r w:rsidR="00136094">
        <w:br/>
      </w:r>
      <w:r w:rsidR="00C737BC">
        <w:t>Ladung: q</w:t>
      </w:r>
      <w:r w:rsidR="00136094">
        <w:t>_</w:t>
      </w:r>
      <w:r w:rsidR="00C737BC">
        <w:t>p =1e</w:t>
      </w:r>
    </w:p>
    <w:p w14:paraId="167C2447" w14:textId="4E7126F4" w:rsidR="00C737BC" w:rsidRDefault="001F5BD2" w:rsidP="00136094">
      <w:pPr>
        <w:pStyle w:val="Liste"/>
      </w:pPr>
      <w:r>
        <w:t xml:space="preserve">- </w:t>
      </w:r>
      <w:r w:rsidR="00C737BC">
        <w:t>Neutron</w:t>
      </w:r>
      <w:r w:rsidR="00136094">
        <w:br/>
      </w:r>
      <w:r w:rsidR="00C737BC">
        <w:t>Masse: m</w:t>
      </w:r>
      <w:r w:rsidR="00136094">
        <w:t>_</w:t>
      </w:r>
      <w:r w:rsidR="00C737BC">
        <w:t>n =1,67492749804 *10</w:t>
      </w:r>
      <w:r w:rsidR="00136094">
        <w:t>{-27}</w:t>
      </w:r>
      <w:r w:rsidR="00C737BC">
        <w:t>kg</w:t>
      </w:r>
      <w:r w:rsidR="00136094">
        <w:br/>
      </w:r>
      <w:r w:rsidR="00C737BC">
        <w:t>Ladung: q</w:t>
      </w:r>
      <w:r w:rsidR="00136094">
        <w:t>_</w:t>
      </w:r>
      <w:r w:rsidR="00C737BC">
        <w:t>n =0C</w:t>
      </w:r>
    </w:p>
    <w:p w14:paraId="69D5EED0" w14:textId="5F86D0A5" w:rsidR="00C737BC" w:rsidRDefault="001F5BD2" w:rsidP="00136094">
      <w:pPr>
        <w:pStyle w:val="Liste"/>
      </w:pPr>
      <w:r>
        <w:t xml:space="preserve">- </w:t>
      </w:r>
      <w:r w:rsidR="00136094">
        <w:t>~</w:t>
      </w:r>
      <w:r w:rsidR="00C737BC">
        <w:t>a-Teilchen</w:t>
      </w:r>
      <w:r w:rsidR="00136094">
        <w:br/>
      </w:r>
      <w:r w:rsidR="00C737BC">
        <w:t>Masse: m</w:t>
      </w:r>
      <w:r w:rsidR="00136094">
        <w:t>_{~</w:t>
      </w:r>
      <w:r w:rsidR="00C737BC">
        <w:t>a</w:t>
      </w:r>
      <w:r w:rsidR="00136094">
        <w:t>}</w:t>
      </w:r>
      <w:r w:rsidR="00C737BC">
        <w:t xml:space="preserve"> =6,6446573357 *10</w:t>
      </w:r>
      <w:r w:rsidR="00136094">
        <w:t>{-27}</w:t>
      </w:r>
      <w:r w:rsidR="00C737BC">
        <w:t>kg</w:t>
      </w:r>
      <w:r w:rsidR="00136094">
        <w:br/>
      </w:r>
      <w:r w:rsidR="00C737BC">
        <w:t>Ladung: q</w:t>
      </w:r>
      <w:r w:rsidR="00136094">
        <w:t>_{~</w:t>
      </w:r>
      <w:r w:rsidR="00C737BC">
        <w:t>a</w:t>
      </w:r>
      <w:r w:rsidR="00136094">
        <w:t>}</w:t>
      </w:r>
      <w:r w:rsidR="00C737BC">
        <w:t xml:space="preserve"> =2e</w:t>
      </w:r>
    </w:p>
    <w:p w14:paraId="20E36E32" w14:textId="77777777" w:rsidR="00136094" w:rsidRDefault="00136094" w:rsidP="00C737BC"/>
    <w:p w14:paraId="4F378691" w14:textId="77841340" w:rsidR="00C737BC" w:rsidRDefault="00C737BC" w:rsidP="00136094">
      <w:pPr>
        <w:pStyle w:val="berschrift3"/>
      </w:pPr>
      <w:r>
        <w:t>Teilchen des Standardmodells</w:t>
      </w:r>
    </w:p>
    <w:p w14:paraId="0CF842E4" w14:textId="77777777" w:rsidR="00782835" w:rsidRPr="00782835" w:rsidRDefault="00782835" w:rsidP="00782835"/>
    <w:p w14:paraId="20323CD3" w14:textId="165C2225" w:rsidR="00C737BC" w:rsidRDefault="00C737BC" w:rsidP="00C737BC">
      <w:r>
        <w:t>Tabelle der Quarks</w:t>
      </w:r>
      <w:r w:rsidR="007B54FC">
        <w:t>:</w:t>
      </w:r>
    </w:p>
    <w:p w14:paraId="6796A5CD" w14:textId="5EC74CF3" w:rsidR="007B54FC" w:rsidRPr="00FC008A" w:rsidRDefault="007B54FC" w:rsidP="00FC008A">
      <w:r>
        <w:t>Legende zur Tabelle:</w:t>
      </w:r>
      <w:r>
        <w:br/>
        <w:t>e (Spalte 3): Ladung in e</w:t>
      </w:r>
      <w:r>
        <w:br/>
      </w:r>
      <w:r w:rsidRPr="00FC008A">
        <w:t xml:space="preserve">m </w:t>
      </w:r>
      <w:r w:rsidR="00FC008A" w:rsidRPr="00FC008A">
        <w:t xml:space="preserve">in \frac{eV}{c^2} </w:t>
      </w:r>
      <w:r w:rsidRPr="00FC008A">
        <w:t>(Spalte 4): Masse in \frac{eV}{c^2}</w:t>
      </w:r>
    </w:p>
    <w:p w14:paraId="642814B0" w14:textId="77777777" w:rsidR="00782835" w:rsidRDefault="0078283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177"/>
        <w:gridCol w:w="937"/>
        <w:gridCol w:w="697"/>
        <w:gridCol w:w="2497"/>
      </w:tblGrid>
      <w:tr w:rsidR="00782835" w:rsidRPr="00782835" w14:paraId="1B42413D" w14:textId="77777777" w:rsidTr="003D2E48">
        <w:tc>
          <w:tcPr>
            <w:tcW w:w="0" w:type="auto"/>
          </w:tcPr>
          <w:p w14:paraId="70AE8B09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Teilchen</w:t>
            </w:r>
          </w:p>
        </w:tc>
        <w:tc>
          <w:tcPr>
            <w:tcW w:w="0" w:type="auto"/>
          </w:tcPr>
          <w:p w14:paraId="7318D612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Symbol</w:t>
            </w:r>
          </w:p>
        </w:tc>
        <w:tc>
          <w:tcPr>
            <w:tcW w:w="0" w:type="auto"/>
          </w:tcPr>
          <w:p w14:paraId="1AD96FD8" w14:textId="644C65F9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22A47C53" w14:textId="4CA85F88" w:rsidR="00782835" w:rsidRPr="00782835" w:rsidRDefault="007B54FC" w:rsidP="003D2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B31C98">
              <w:rPr>
                <w:sz w:val="20"/>
                <w:szCs w:val="20"/>
              </w:rPr>
              <w:t xml:space="preserve"> </w:t>
            </w:r>
            <w:r w:rsidR="00B31C98" w:rsidRPr="00782835">
              <w:rPr>
                <w:sz w:val="20"/>
                <w:szCs w:val="20"/>
              </w:rPr>
              <w:t>in \frac{eV}{c^2}</w:t>
            </w:r>
          </w:p>
        </w:tc>
      </w:tr>
      <w:tr w:rsidR="00782835" w:rsidRPr="00782835" w14:paraId="6AE9CB12" w14:textId="77777777" w:rsidTr="003D2E48">
        <w:tc>
          <w:tcPr>
            <w:tcW w:w="0" w:type="auto"/>
          </w:tcPr>
          <w:p w14:paraId="57CD86C4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Up</w:t>
            </w:r>
          </w:p>
        </w:tc>
        <w:tc>
          <w:tcPr>
            <w:tcW w:w="0" w:type="auto"/>
          </w:tcPr>
          <w:p w14:paraId="02B80398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686E9165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+2/3</w:t>
            </w:r>
          </w:p>
        </w:tc>
        <w:tc>
          <w:tcPr>
            <w:tcW w:w="0" w:type="auto"/>
          </w:tcPr>
          <w:p w14:paraId="74CCABDA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2,16 *10^6</w:t>
            </w:r>
          </w:p>
        </w:tc>
      </w:tr>
      <w:tr w:rsidR="00782835" w:rsidRPr="00782835" w14:paraId="0EA7E7CC" w14:textId="77777777" w:rsidTr="003D2E48">
        <w:tc>
          <w:tcPr>
            <w:tcW w:w="0" w:type="auto"/>
          </w:tcPr>
          <w:p w14:paraId="26205B91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Down</w:t>
            </w:r>
          </w:p>
        </w:tc>
        <w:tc>
          <w:tcPr>
            <w:tcW w:w="0" w:type="auto"/>
          </w:tcPr>
          <w:p w14:paraId="42657E0D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4AA1914A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-1/3</w:t>
            </w:r>
          </w:p>
        </w:tc>
        <w:tc>
          <w:tcPr>
            <w:tcW w:w="0" w:type="auto"/>
          </w:tcPr>
          <w:p w14:paraId="334F922F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4,67 *10^6</w:t>
            </w:r>
          </w:p>
        </w:tc>
      </w:tr>
      <w:tr w:rsidR="00782835" w:rsidRPr="00782835" w14:paraId="31612787" w14:textId="77777777" w:rsidTr="003D2E48">
        <w:tc>
          <w:tcPr>
            <w:tcW w:w="0" w:type="auto"/>
          </w:tcPr>
          <w:p w14:paraId="5A7444F7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Charm</w:t>
            </w:r>
          </w:p>
        </w:tc>
        <w:tc>
          <w:tcPr>
            <w:tcW w:w="0" w:type="auto"/>
          </w:tcPr>
          <w:p w14:paraId="398698FD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7BA7F2E8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+2/3</w:t>
            </w:r>
          </w:p>
        </w:tc>
        <w:tc>
          <w:tcPr>
            <w:tcW w:w="0" w:type="auto"/>
          </w:tcPr>
          <w:p w14:paraId="751E95AE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1,27 *10^9</w:t>
            </w:r>
          </w:p>
        </w:tc>
      </w:tr>
      <w:tr w:rsidR="00782835" w:rsidRPr="00782835" w14:paraId="3F5EEA40" w14:textId="77777777" w:rsidTr="003D2E48">
        <w:tc>
          <w:tcPr>
            <w:tcW w:w="0" w:type="auto"/>
          </w:tcPr>
          <w:p w14:paraId="77362E7F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Strange</w:t>
            </w:r>
          </w:p>
        </w:tc>
        <w:tc>
          <w:tcPr>
            <w:tcW w:w="0" w:type="auto"/>
          </w:tcPr>
          <w:p w14:paraId="74A2B0C6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206498D6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-1/3</w:t>
            </w:r>
          </w:p>
        </w:tc>
        <w:tc>
          <w:tcPr>
            <w:tcW w:w="0" w:type="auto"/>
          </w:tcPr>
          <w:p w14:paraId="4E481BCA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93,4 *10^6</w:t>
            </w:r>
          </w:p>
        </w:tc>
      </w:tr>
      <w:tr w:rsidR="00782835" w:rsidRPr="00782835" w14:paraId="25C281BC" w14:textId="77777777" w:rsidTr="003D2E48">
        <w:tc>
          <w:tcPr>
            <w:tcW w:w="0" w:type="auto"/>
          </w:tcPr>
          <w:p w14:paraId="374D793C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Top</w:t>
            </w:r>
          </w:p>
        </w:tc>
        <w:tc>
          <w:tcPr>
            <w:tcW w:w="0" w:type="auto"/>
          </w:tcPr>
          <w:p w14:paraId="3230C06C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</w:t>
            </w:r>
          </w:p>
        </w:tc>
        <w:tc>
          <w:tcPr>
            <w:tcW w:w="0" w:type="auto"/>
          </w:tcPr>
          <w:p w14:paraId="1352CFF8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+2/3</w:t>
            </w:r>
          </w:p>
        </w:tc>
        <w:tc>
          <w:tcPr>
            <w:tcW w:w="0" w:type="auto"/>
          </w:tcPr>
          <w:p w14:paraId="6B0123AD" w14:textId="2FEAF60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1,73 *10^</w:t>
            </w:r>
            <w:r w:rsidR="00766DC4">
              <w:rPr>
                <w:sz w:val="20"/>
                <w:szCs w:val="20"/>
              </w:rPr>
              <w:t>{</w:t>
            </w:r>
            <w:r w:rsidRPr="00782835">
              <w:rPr>
                <w:sz w:val="20"/>
                <w:szCs w:val="20"/>
              </w:rPr>
              <w:t>11</w:t>
            </w:r>
            <w:r w:rsidR="00766DC4">
              <w:rPr>
                <w:sz w:val="20"/>
                <w:szCs w:val="20"/>
              </w:rPr>
              <w:t>}</w:t>
            </w:r>
          </w:p>
        </w:tc>
      </w:tr>
      <w:tr w:rsidR="00782835" w:rsidRPr="00782835" w14:paraId="108A8569" w14:textId="77777777" w:rsidTr="003D2E48">
        <w:tc>
          <w:tcPr>
            <w:tcW w:w="0" w:type="auto"/>
          </w:tcPr>
          <w:p w14:paraId="31F7D3B4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Bottom</w:t>
            </w:r>
          </w:p>
        </w:tc>
        <w:tc>
          <w:tcPr>
            <w:tcW w:w="0" w:type="auto"/>
          </w:tcPr>
          <w:p w14:paraId="0B816208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7D9A84E0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-1/3</w:t>
            </w:r>
          </w:p>
        </w:tc>
        <w:tc>
          <w:tcPr>
            <w:tcW w:w="0" w:type="auto"/>
          </w:tcPr>
          <w:p w14:paraId="2BE87984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4,18 *10^9</w:t>
            </w:r>
          </w:p>
        </w:tc>
      </w:tr>
    </w:tbl>
    <w:p w14:paraId="62EA66A6" w14:textId="5570D1A9" w:rsidR="00782835" w:rsidRDefault="00782835" w:rsidP="00C737BC">
      <w:r>
        <w:t>&lt;/Tabelle&gt;</w:t>
      </w:r>
    </w:p>
    <w:p w14:paraId="75E73AF6" w14:textId="532F916A" w:rsidR="00782835" w:rsidRDefault="00782835" w:rsidP="00C737BC"/>
    <w:p w14:paraId="3B927B00" w14:textId="6ABCDD98" w:rsidR="00C737BC" w:rsidRDefault="00C737BC" w:rsidP="00C737BC">
      <w:r>
        <w:t>Tabelle der Leptonen</w:t>
      </w:r>
      <w:r w:rsidR="00B31C98">
        <w:t>:</w:t>
      </w:r>
    </w:p>
    <w:p w14:paraId="65DF7F00" w14:textId="71159A3E" w:rsidR="00B31C98" w:rsidRPr="00B31C98" w:rsidRDefault="00B31C98" w:rsidP="00B31C98">
      <w:r>
        <w:t>Legende zur Tabelle:</w:t>
      </w:r>
      <w:r>
        <w:br/>
        <w:t>e (Spalte 3): Ladung in e</w:t>
      </w:r>
      <w:r>
        <w:br/>
      </w:r>
      <w:r w:rsidRPr="00B31C98">
        <w:t>m in \frac{eV}{c^2}</w:t>
      </w:r>
      <w:r>
        <w:t xml:space="preserve"> </w:t>
      </w:r>
      <w:r w:rsidRPr="00B31C98">
        <w:t>(Spalte 4): Masse in \frac{eV}{c^2}</w:t>
      </w:r>
    </w:p>
    <w:p w14:paraId="61E93AE0" w14:textId="77777777" w:rsidR="00782835" w:rsidRDefault="0078283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1057"/>
        <w:gridCol w:w="457"/>
        <w:gridCol w:w="2497"/>
      </w:tblGrid>
      <w:tr w:rsidR="00782835" w:rsidRPr="00782835" w14:paraId="26897240" w14:textId="77777777" w:rsidTr="003D2E48">
        <w:tc>
          <w:tcPr>
            <w:tcW w:w="0" w:type="auto"/>
          </w:tcPr>
          <w:p w14:paraId="4B849A96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Teilchen</w:t>
            </w:r>
          </w:p>
        </w:tc>
        <w:tc>
          <w:tcPr>
            <w:tcW w:w="0" w:type="auto"/>
          </w:tcPr>
          <w:p w14:paraId="392B45F5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Symbol</w:t>
            </w:r>
          </w:p>
        </w:tc>
        <w:tc>
          <w:tcPr>
            <w:tcW w:w="0" w:type="auto"/>
          </w:tcPr>
          <w:p w14:paraId="4C279D32" w14:textId="4A18179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26C67529" w14:textId="393C6062" w:rsidR="00782835" w:rsidRPr="00782835" w:rsidRDefault="00B31C98" w:rsidP="003D2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82835" w:rsidRPr="00782835">
              <w:rPr>
                <w:sz w:val="20"/>
                <w:szCs w:val="20"/>
              </w:rPr>
              <w:t xml:space="preserve"> in \frac{eV}{c^2}</w:t>
            </w:r>
          </w:p>
        </w:tc>
      </w:tr>
      <w:tr w:rsidR="00782835" w:rsidRPr="00782835" w14:paraId="2DC8572E" w14:textId="77777777" w:rsidTr="003D2E48">
        <w:tc>
          <w:tcPr>
            <w:tcW w:w="0" w:type="auto"/>
          </w:tcPr>
          <w:p w14:paraId="01F0B840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Elektron</w:t>
            </w:r>
          </w:p>
        </w:tc>
        <w:tc>
          <w:tcPr>
            <w:tcW w:w="0" w:type="auto"/>
          </w:tcPr>
          <w:p w14:paraId="0AD92F2B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e^-</w:t>
            </w:r>
          </w:p>
        </w:tc>
        <w:tc>
          <w:tcPr>
            <w:tcW w:w="0" w:type="auto"/>
          </w:tcPr>
          <w:p w14:paraId="48F335C7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14:paraId="3562E3C2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511,00 *10^3</w:t>
            </w:r>
          </w:p>
        </w:tc>
      </w:tr>
      <w:tr w:rsidR="00782835" w:rsidRPr="00782835" w14:paraId="186D760B" w14:textId="77777777" w:rsidTr="003D2E48">
        <w:tc>
          <w:tcPr>
            <w:tcW w:w="0" w:type="auto"/>
          </w:tcPr>
          <w:p w14:paraId="79C5410C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Elektron-Neutrino</w:t>
            </w:r>
          </w:p>
        </w:tc>
        <w:tc>
          <w:tcPr>
            <w:tcW w:w="0" w:type="auto"/>
          </w:tcPr>
          <w:p w14:paraId="1F5D5230" w14:textId="2F0BF12F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~n_e</w:t>
            </w:r>
          </w:p>
        </w:tc>
        <w:tc>
          <w:tcPr>
            <w:tcW w:w="0" w:type="auto"/>
          </w:tcPr>
          <w:p w14:paraId="5A26B368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9BD90EC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&lt;1,1</w:t>
            </w:r>
          </w:p>
        </w:tc>
      </w:tr>
      <w:tr w:rsidR="00782835" w:rsidRPr="00782835" w14:paraId="35C343FD" w14:textId="77777777" w:rsidTr="003D2E48">
        <w:tc>
          <w:tcPr>
            <w:tcW w:w="0" w:type="auto"/>
          </w:tcPr>
          <w:p w14:paraId="3A564256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Myon</w:t>
            </w:r>
          </w:p>
        </w:tc>
        <w:tc>
          <w:tcPr>
            <w:tcW w:w="0" w:type="auto"/>
          </w:tcPr>
          <w:p w14:paraId="1A3BBBE1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~m^-</w:t>
            </w:r>
          </w:p>
        </w:tc>
        <w:tc>
          <w:tcPr>
            <w:tcW w:w="0" w:type="auto"/>
          </w:tcPr>
          <w:p w14:paraId="00A36A07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14:paraId="1827465E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105,66 *10^6</w:t>
            </w:r>
          </w:p>
        </w:tc>
      </w:tr>
      <w:tr w:rsidR="00782835" w:rsidRPr="00782835" w14:paraId="53B05EEF" w14:textId="77777777" w:rsidTr="003D2E48">
        <w:tc>
          <w:tcPr>
            <w:tcW w:w="0" w:type="auto"/>
          </w:tcPr>
          <w:p w14:paraId="1F141CF6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Myon-Neutrino</w:t>
            </w:r>
          </w:p>
        </w:tc>
        <w:tc>
          <w:tcPr>
            <w:tcW w:w="0" w:type="auto"/>
          </w:tcPr>
          <w:p w14:paraId="61A7D5A4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~n_{~m}</w:t>
            </w:r>
          </w:p>
        </w:tc>
        <w:tc>
          <w:tcPr>
            <w:tcW w:w="0" w:type="auto"/>
          </w:tcPr>
          <w:p w14:paraId="7EBBF155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B263448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&lt;0,19 *10^6</w:t>
            </w:r>
          </w:p>
        </w:tc>
      </w:tr>
      <w:tr w:rsidR="00782835" w:rsidRPr="00782835" w14:paraId="2F13E75A" w14:textId="77777777" w:rsidTr="003D2E48">
        <w:tc>
          <w:tcPr>
            <w:tcW w:w="0" w:type="auto"/>
          </w:tcPr>
          <w:p w14:paraId="3036DA2E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Tauon</w:t>
            </w:r>
          </w:p>
        </w:tc>
        <w:tc>
          <w:tcPr>
            <w:tcW w:w="0" w:type="auto"/>
          </w:tcPr>
          <w:p w14:paraId="435CEB01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~t^-</w:t>
            </w:r>
          </w:p>
        </w:tc>
        <w:tc>
          <w:tcPr>
            <w:tcW w:w="0" w:type="auto"/>
          </w:tcPr>
          <w:p w14:paraId="5EB06C77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-1</w:t>
            </w:r>
          </w:p>
        </w:tc>
        <w:tc>
          <w:tcPr>
            <w:tcW w:w="0" w:type="auto"/>
          </w:tcPr>
          <w:p w14:paraId="313DE8AC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1,7769 *10^9</w:t>
            </w:r>
          </w:p>
        </w:tc>
      </w:tr>
      <w:tr w:rsidR="00782835" w:rsidRPr="00782835" w14:paraId="5F9F980F" w14:textId="77777777" w:rsidTr="003D2E48">
        <w:tc>
          <w:tcPr>
            <w:tcW w:w="0" w:type="auto"/>
          </w:tcPr>
          <w:p w14:paraId="299F2B82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Tauon-Neutrino</w:t>
            </w:r>
          </w:p>
        </w:tc>
        <w:tc>
          <w:tcPr>
            <w:tcW w:w="0" w:type="auto"/>
          </w:tcPr>
          <w:p w14:paraId="5A54DC76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~n_{~t}</w:t>
            </w:r>
          </w:p>
        </w:tc>
        <w:tc>
          <w:tcPr>
            <w:tcW w:w="0" w:type="auto"/>
          </w:tcPr>
          <w:p w14:paraId="049A8A97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7C36FAA" w14:textId="77777777" w:rsidR="00782835" w:rsidRPr="00782835" w:rsidRDefault="00782835" w:rsidP="003D2E48">
            <w:pPr>
              <w:rPr>
                <w:sz w:val="20"/>
                <w:szCs w:val="20"/>
              </w:rPr>
            </w:pPr>
            <w:r w:rsidRPr="00782835">
              <w:rPr>
                <w:sz w:val="20"/>
                <w:szCs w:val="20"/>
              </w:rPr>
              <w:t>&lt;18,2 *10^6</w:t>
            </w:r>
          </w:p>
        </w:tc>
      </w:tr>
    </w:tbl>
    <w:p w14:paraId="7681F42C" w14:textId="7281355E" w:rsidR="00782835" w:rsidRDefault="00782835" w:rsidP="00C737BC">
      <w:r>
        <w:t>&lt;/Tabelle&gt;</w:t>
      </w:r>
    </w:p>
    <w:p w14:paraId="1CB278EA" w14:textId="1F57631C" w:rsidR="00782835" w:rsidRDefault="00782835" w:rsidP="00C737BC"/>
    <w:p w14:paraId="675241BE" w14:textId="05D5713E" w:rsidR="00C737BC" w:rsidRDefault="00C737BC" w:rsidP="00782835">
      <w:pPr>
        <w:pStyle w:val="berschrift3"/>
      </w:pPr>
      <w:r>
        <w:lastRenderedPageBreak/>
        <w:t>Festgelegte Bedingungen</w:t>
      </w:r>
    </w:p>
    <w:p w14:paraId="59B0FC39" w14:textId="1EFB2FBC" w:rsidR="00C737BC" w:rsidRDefault="00C737BC" w:rsidP="001668A8">
      <w:r>
        <w:t>molares Volumen idealer Gase bei p =101,325kPa</w:t>
      </w:r>
    </w:p>
    <w:p w14:paraId="75C90D9E" w14:textId="69CB57FE" w:rsidR="00C737BC" w:rsidRDefault="001F5BD2" w:rsidP="001668A8">
      <w:pPr>
        <w:pStyle w:val="Liste"/>
      </w:pPr>
      <w:r>
        <w:t xml:space="preserve">- </w:t>
      </w:r>
      <w:r w:rsidR="00C737BC">
        <w:t>V</w:t>
      </w:r>
      <w:r w:rsidR="001668A8">
        <w:t>_</w:t>
      </w:r>
      <w:r w:rsidR="00C737BC">
        <w:t>m =</w:t>
      </w:r>
      <w:r w:rsidR="001668A8">
        <w:t xml:space="preserve">22,414\frac{L}{mol} </w:t>
      </w:r>
      <w:r w:rsidR="00C737BC">
        <w:t>bei T =273,15K</w:t>
      </w:r>
    </w:p>
    <w:p w14:paraId="58451992" w14:textId="77777777" w:rsidR="001668A8" w:rsidRDefault="001F5BD2" w:rsidP="001668A8">
      <w:pPr>
        <w:pStyle w:val="Liste"/>
      </w:pPr>
      <w:r>
        <w:t xml:space="preserve">- </w:t>
      </w:r>
      <w:r w:rsidR="00C737BC">
        <w:t>V</w:t>
      </w:r>
      <w:r w:rsidR="001668A8">
        <w:t>_</w:t>
      </w:r>
      <w:r w:rsidR="00C737BC">
        <w:t>m =24,466</w:t>
      </w:r>
      <w:r w:rsidR="001668A8">
        <w:t>\frac{L}{mol}</w:t>
      </w:r>
      <w:r w:rsidR="00C737BC">
        <w:t xml:space="preserve"> bei T =298,15K</w:t>
      </w:r>
    </w:p>
    <w:p w14:paraId="4FCFB20F" w14:textId="77777777" w:rsidR="001668A8" w:rsidRDefault="001668A8" w:rsidP="001668A8">
      <w:pPr>
        <w:pStyle w:val="Liste"/>
      </w:pPr>
    </w:p>
    <w:p w14:paraId="015D4487" w14:textId="2276C68E" w:rsidR="00C737BC" w:rsidRDefault="00C737BC" w:rsidP="001668A8">
      <w:r>
        <w:t>Wasser</w:t>
      </w:r>
    </w:p>
    <w:p w14:paraId="01FC43F4" w14:textId="41E28BE0" w:rsidR="00C737BC" w:rsidRDefault="001F5BD2" w:rsidP="001668A8">
      <w:pPr>
        <w:pStyle w:val="Liste"/>
      </w:pPr>
      <w:r>
        <w:t xml:space="preserve">- </w:t>
      </w:r>
      <w:r w:rsidR="001668A8">
        <w:t>I</w:t>
      </w:r>
      <w:r w:rsidR="00C737BC">
        <w:t>onenprodukt:</w:t>
      </w:r>
      <w:r w:rsidR="001668A8">
        <w:br/>
      </w:r>
      <w:r w:rsidR="00C737BC">
        <w:t>K</w:t>
      </w:r>
      <w:r w:rsidR="001668A8">
        <w:t>_</w:t>
      </w:r>
      <w:r w:rsidR="00C737BC">
        <w:t>W =1,0 *10</w:t>
      </w:r>
      <w:r w:rsidR="001668A8">
        <w:t>^{-14} \frac{mol^2}{L^2}</w:t>
      </w:r>
      <w:r w:rsidR="00C737BC">
        <w:t xml:space="preserve"> bei T =298,15K</w:t>
      </w:r>
    </w:p>
    <w:p w14:paraId="50D7ECEC" w14:textId="75D3EC93" w:rsidR="00C737BC" w:rsidRDefault="001F5BD2" w:rsidP="001668A8">
      <w:pPr>
        <w:pStyle w:val="Liste"/>
      </w:pPr>
      <w:r>
        <w:t xml:space="preserve">- </w:t>
      </w:r>
      <w:r w:rsidR="00C737BC">
        <w:t>spezifische Warmekapazitat:</w:t>
      </w:r>
      <w:r w:rsidR="001668A8">
        <w:br/>
      </w:r>
      <w:r w:rsidR="00C737BC">
        <w:t>c</w:t>
      </w:r>
      <w:r w:rsidR="001668A8">
        <w:t>_</w:t>
      </w:r>
      <w:r w:rsidR="00C737BC">
        <w:t xml:space="preserve">W =4,183 </w:t>
      </w:r>
      <w:r w:rsidR="001668A8">
        <w:t>\frac{kJ}{kg *K}</w:t>
      </w:r>
      <w:r w:rsidR="00C737BC">
        <w:t xml:space="preserve"> bei</w:t>
      </w:r>
      <w:r w:rsidR="00482B6A">
        <w:br/>
      </w:r>
      <w:r w:rsidR="00C737BC">
        <w:t>T =298,15K und p =101,325kPa</w:t>
      </w:r>
    </w:p>
    <w:p w14:paraId="4E5F7B51" w14:textId="77777777" w:rsidR="001668A8" w:rsidRDefault="001668A8" w:rsidP="00C737BC"/>
    <w:p w14:paraId="06A8FE11" w14:textId="7B718DF2" w:rsidR="00C737BC" w:rsidRDefault="00C737BC" w:rsidP="001668A8">
      <w:pPr>
        <w:pStyle w:val="berschrift3"/>
      </w:pPr>
      <w:r>
        <w:t>Dichte</w:t>
      </w:r>
    </w:p>
    <w:p w14:paraId="1C278DF9" w14:textId="76C7ABF2" w:rsidR="00C737BC" w:rsidRDefault="00C737BC" w:rsidP="00C737BC">
      <w:r>
        <w:t>Dichte fester Stoffe bei 25°C</w:t>
      </w:r>
    </w:p>
    <w:p w14:paraId="02EC41C0" w14:textId="77777777" w:rsidR="00D233D8" w:rsidRDefault="00D233D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497"/>
        <w:gridCol w:w="2617"/>
      </w:tblGrid>
      <w:tr w:rsidR="00D233D8" w:rsidRPr="009A19CE" w14:paraId="3DB50B64" w14:textId="77777777" w:rsidTr="003D2E48">
        <w:tc>
          <w:tcPr>
            <w:tcW w:w="0" w:type="auto"/>
          </w:tcPr>
          <w:p w14:paraId="3CA31242" w14:textId="77777777" w:rsidR="00D233D8" w:rsidRPr="009A19CE" w:rsidRDefault="00D233D8" w:rsidP="003D2E48">
            <w:pPr>
              <w:rPr>
                <w:sz w:val="20"/>
                <w:szCs w:val="20"/>
              </w:rPr>
            </w:pPr>
            <w:r w:rsidRPr="009A19CE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57003318" w14:textId="77777777" w:rsidR="00D233D8" w:rsidRPr="009A19CE" w:rsidRDefault="00D233D8" w:rsidP="003D2E48">
            <w:pPr>
              <w:rPr>
                <w:sz w:val="20"/>
                <w:szCs w:val="20"/>
              </w:rPr>
            </w:pPr>
            <w:r w:rsidRPr="009A19CE">
              <w:rPr>
                <w:sz w:val="20"/>
                <w:szCs w:val="20"/>
              </w:rPr>
              <w:t>~r in \frac{g}{cm^3}</w:t>
            </w:r>
          </w:p>
        </w:tc>
      </w:tr>
      <w:tr w:rsidR="00D233D8" w:rsidRPr="00D233D8" w14:paraId="637D63A6" w14:textId="77777777" w:rsidTr="003D2E48">
        <w:tc>
          <w:tcPr>
            <w:tcW w:w="0" w:type="auto"/>
          </w:tcPr>
          <w:p w14:paraId="6582D5D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752832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2,70</w:t>
            </w:r>
          </w:p>
        </w:tc>
      </w:tr>
      <w:tr w:rsidR="00D233D8" w:rsidRPr="00D233D8" w14:paraId="45D93BF9" w14:textId="77777777" w:rsidTr="003D2E48">
        <w:tc>
          <w:tcPr>
            <w:tcW w:w="0" w:type="auto"/>
          </w:tcPr>
          <w:p w14:paraId="5C64CF4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2270362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2,3</w:t>
            </w:r>
          </w:p>
        </w:tc>
      </w:tr>
      <w:tr w:rsidR="00D233D8" w:rsidRPr="00D233D8" w14:paraId="556630A6" w14:textId="77777777" w:rsidTr="003D2E48">
        <w:tc>
          <w:tcPr>
            <w:tcW w:w="0" w:type="auto"/>
          </w:tcPr>
          <w:p w14:paraId="39DE8AD6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2981033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11,34</w:t>
            </w:r>
          </w:p>
        </w:tc>
      </w:tr>
      <w:tr w:rsidR="00D233D8" w:rsidRPr="00D233D8" w14:paraId="51933F6C" w14:textId="77777777" w:rsidTr="003D2E48">
        <w:tc>
          <w:tcPr>
            <w:tcW w:w="0" w:type="auto"/>
          </w:tcPr>
          <w:p w14:paraId="4C6522F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Diamant</w:t>
            </w:r>
          </w:p>
        </w:tc>
        <w:tc>
          <w:tcPr>
            <w:tcW w:w="0" w:type="auto"/>
          </w:tcPr>
          <w:p w14:paraId="5EFAAB8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3,51</w:t>
            </w:r>
          </w:p>
        </w:tc>
      </w:tr>
      <w:tr w:rsidR="00D233D8" w:rsidRPr="00D233D8" w14:paraId="45C40E3D" w14:textId="77777777" w:rsidTr="003D2E48">
        <w:tc>
          <w:tcPr>
            <w:tcW w:w="0" w:type="auto"/>
          </w:tcPr>
          <w:p w14:paraId="18F4E2DC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Eis (bei 0°C)</w:t>
            </w:r>
          </w:p>
        </w:tc>
        <w:tc>
          <w:tcPr>
            <w:tcW w:w="0" w:type="auto"/>
          </w:tcPr>
          <w:p w14:paraId="05AFD67C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0,917</w:t>
            </w:r>
          </w:p>
        </w:tc>
      </w:tr>
      <w:tr w:rsidR="00D233D8" w:rsidRPr="00D233D8" w14:paraId="5440511A" w14:textId="77777777" w:rsidTr="003D2E48">
        <w:tc>
          <w:tcPr>
            <w:tcW w:w="0" w:type="auto"/>
          </w:tcPr>
          <w:p w14:paraId="0D632709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2FDD34D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7,86</w:t>
            </w:r>
          </w:p>
        </w:tc>
      </w:tr>
      <w:tr w:rsidR="00D233D8" w:rsidRPr="00D233D8" w14:paraId="723BDB3D" w14:textId="77777777" w:rsidTr="003D2E48">
        <w:tc>
          <w:tcPr>
            <w:tcW w:w="0" w:type="auto"/>
          </w:tcPr>
          <w:p w14:paraId="4274331A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Glas (Fensterglas)</w:t>
            </w:r>
          </w:p>
        </w:tc>
        <w:tc>
          <w:tcPr>
            <w:tcW w:w="0" w:type="auto"/>
          </w:tcPr>
          <w:p w14:paraId="7ED9526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 xml:space="preserve">2,4... 2,6 </w:t>
            </w:r>
          </w:p>
        </w:tc>
      </w:tr>
      <w:tr w:rsidR="00D233D8" w:rsidRPr="00D233D8" w14:paraId="12693906" w14:textId="77777777" w:rsidTr="003D2E48">
        <w:tc>
          <w:tcPr>
            <w:tcW w:w="0" w:type="auto"/>
          </w:tcPr>
          <w:p w14:paraId="7D56A379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Glas (Quarzglas)</w:t>
            </w:r>
          </w:p>
        </w:tc>
        <w:tc>
          <w:tcPr>
            <w:tcW w:w="0" w:type="auto"/>
          </w:tcPr>
          <w:p w14:paraId="7FCA63F2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2,20</w:t>
            </w:r>
          </w:p>
        </w:tc>
      </w:tr>
      <w:tr w:rsidR="00D233D8" w:rsidRPr="00D233D8" w14:paraId="1C127767" w14:textId="77777777" w:rsidTr="003D2E48">
        <w:tc>
          <w:tcPr>
            <w:tcW w:w="0" w:type="auto"/>
          </w:tcPr>
          <w:p w14:paraId="69BD434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1CCA685D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19,3</w:t>
            </w:r>
          </w:p>
        </w:tc>
      </w:tr>
      <w:tr w:rsidR="00D233D8" w:rsidRPr="00D233D8" w14:paraId="68D96CC1" w14:textId="77777777" w:rsidTr="003D2E48">
        <w:tc>
          <w:tcPr>
            <w:tcW w:w="0" w:type="auto"/>
          </w:tcPr>
          <w:p w14:paraId="0B7B661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Granit</w:t>
            </w:r>
          </w:p>
        </w:tc>
        <w:tc>
          <w:tcPr>
            <w:tcW w:w="0" w:type="auto"/>
          </w:tcPr>
          <w:p w14:paraId="18073DC5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2,6 ... 2,8</w:t>
            </w:r>
          </w:p>
        </w:tc>
      </w:tr>
      <w:tr w:rsidR="00D233D8" w:rsidRPr="00D233D8" w14:paraId="61B68ACF" w14:textId="77777777" w:rsidTr="003D2E48">
        <w:tc>
          <w:tcPr>
            <w:tcW w:w="0" w:type="auto"/>
          </w:tcPr>
          <w:p w14:paraId="782E1F2C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Graphit</w:t>
            </w:r>
          </w:p>
        </w:tc>
        <w:tc>
          <w:tcPr>
            <w:tcW w:w="0" w:type="auto"/>
          </w:tcPr>
          <w:p w14:paraId="1C6ECCE1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2,26</w:t>
            </w:r>
          </w:p>
        </w:tc>
      </w:tr>
      <w:tr w:rsidR="00D233D8" w:rsidRPr="00D233D8" w14:paraId="7D04E167" w14:textId="77777777" w:rsidTr="003D2E48">
        <w:tc>
          <w:tcPr>
            <w:tcW w:w="0" w:type="auto"/>
          </w:tcPr>
          <w:p w14:paraId="32F81472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Hartgummi</w:t>
            </w:r>
          </w:p>
        </w:tc>
        <w:tc>
          <w:tcPr>
            <w:tcW w:w="0" w:type="auto"/>
          </w:tcPr>
          <w:p w14:paraId="72352CC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1,2 ... 1,8</w:t>
            </w:r>
          </w:p>
        </w:tc>
      </w:tr>
      <w:tr w:rsidR="00D233D8" w:rsidRPr="00D233D8" w14:paraId="2BFCD3E7" w14:textId="77777777" w:rsidTr="003D2E48">
        <w:tc>
          <w:tcPr>
            <w:tcW w:w="0" w:type="auto"/>
          </w:tcPr>
          <w:p w14:paraId="3F48355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Holz* (lufttrocken)</w:t>
            </w:r>
          </w:p>
        </w:tc>
        <w:tc>
          <w:tcPr>
            <w:tcW w:w="0" w:type="auto"/>
          </w:tcPr>
          <w:p w14:paraId="50321282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--</w:t>
            </w:r>
          </w:p>
        </w:tc>
      </w:tr>
      <w:tr w:rsidR="00D233D8" w:rsidRPr="00D233D8" w14:paraId="7BFB30B7" w14:textId="77777777" w:rsidTr="003D2E48">
        <w:tc>
          <w:tcPr>
            <w:tcW w:w="0" w:type="auto"/>
          </w:tcPr>
          <w:p w14:paraId="1D5A141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Eiche*</w:t>
            </w:r>
          </w:p>
        </w:tc>
        <w:tc>
          <w:tcPr>
            <w:tcW w:w="0" w:type="auto"/>
          </w:tcPr>
          <w:p w14:paraId="23C29C8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0,6 ... 0,9</w:t>
            </w:r>
          </w:p>
        </w:tc>
      </w:tr>
      <w:tr w:rsidR="00D233D8" w:rsidRPr="00D233D8" w14:paraId="398989B5" w14:textId="77777777" w:rsidTr="003D2E48">
        <w:tc>
          <w:tcPr>
            <w:tcW w:w="0" w:type="auto"/>
          </w:tcPr>
          <w:p w14:paraId="6E88E898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Kiefer*</w:t>
            </w:r>
          </w:p>
        </w:tc>
        <w:tc>
          <w:tcPr>
            <w:tcW w:w="0" w:type="auto"/>
          </w:tcPr>
          <w:p w14:paraId="155002D6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0,3 ... 0,7</w:t>
            </w:r>
          </w:p>
        </w:tc>
      </w:tr>
      <w:tr w:rsidR="00D233D8" w:rsidRPr="00D233D8" w14:paraId="2A245428" w14:textId="77777777" w:rsidTr="003D2E48">
        <w:tc>
          <w:tcPr>
            <w:tcW w:w="0" w:type="auto"/>
          </w:tcPr>
          <w:p w14:paraId="6C74C6E8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Ebenholz*</w:t>
            </w:r>
          </w:p>
        </w:tc>
        <w:tc>
          <w:tcPr>
            <w:tcW w:w="0" w:type="auto"/>
          </w:tcPr>
          <w:p w14:paraId="56FFB089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1,1 ... 1,3</w:t>
            </w:r>
          </w:p>
        </w:tc>
      </w:tr>
      <w:tr w:rsidR="00D233D8" w:rsidRPr="00D233D8" w14:paraId="0C5B5A8B" w14:textId="77777777" w:rsidTr="003D2E48">
        <w:tc>
          <w:tcPr>
            <w:tcW w:w="0" w:type="auto"/>
          </w:tcPr>
          <w:p w14:paraId="4EBD5AF2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Kork</w:t>
            </w:r>
          </w:p>
        </w:tc>
        <w:tc>
          <w:tcPr>
            <w:tcW w:w="0" w:type="auto"/>
          </w:tcPr>
          <w:p w14:paraId="5156DCA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0,2 ... 0,35</w:t>
            </w:r>
          </w:p>
        </w:tc>
      </w:tr>
      <w:tr w:rsidR="00D233D8" w:rsidRPr="00D233D8" w14:paraId="5A7B45BB" w14:textId="77777777" w:rsidTr="003D2E48">
        <w:tc>
          <w:tcPr>
            <w:tcW w:w="0" w:type="auto"/>
          </w:tcPr>
          <w:p w14:paraId="27AD4D9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3E86F53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8,96</w:t>
            </w:r>
          </w:p>
        </w:tc>
      </w:tr>
      <w:tr w:rsidR="00D233D8" w:rsidRPr="00D233D8" w14:paraId="0833F604" w14:textId="77777777" w:rsidTr="003D2E48">
        <w:tc>
          <w:tcPr>
            <w:tcW w:w="0" w:type="auto"/>
          </w:tcPr>
          <w:p w14:paraId="462EFA9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13503CAA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1,74</w:t>
            </w:r>
          </w:p>
        </w:tc>
      </w:tr>
      <w:tr w:rsidR="00D233D8" w:rsidRPr="00D233D8" w14:paraId="488A810E" w14:textId="77777777" w:rsidTr="003D2E48">
        <w:tc>
          <w:tcPr>
            <w:tcW w:w="0" w:type="auto"/>
          </w:tcPr>
          <w:p w14:paraId="4C71AA0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Marmor</w:t>
            </w:r>
          </w:p>
        </w:tc>
        <w:tc>
          <w:tcPr>
            <w:tcW w:w="0" w:type="auto"/>
          </w:tcPr>
          <w:p w14:paraId="3F94BFA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2,6 ... 2,8</w:t>
            </w:r>
          </w:p>
        </w:tc>
      </w:tr>
      <w:tr w:rsidR="00D233D8" w:rsidRPr="00D233D8" w14:paraId="5316D876" w14:textId="77777777" w:rsidTr="003D2E48">
        <w:tc>
          <w:tcPr>
            <w:tcW w:w="0" w:type="auto"/>
          </w:tcPr>
          <w:p w14:paraId="0485BFD2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Papier</w:t>
            </w:r>
          </w:p>
        </w:tc>
        <w:tc>
          <w:tcPr>
            <w:tcW w:w="0" w:type="auto"/>
          </w:tcPr>
          <w:p w14:paraId="1A1C849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0,7 ... 1,2</w:t>
            </w:r>
          </w:p>
        </w:tc>
      </w:tr>
      <w:tr w:rsidR="00D233D8" w:rsidRPr="00D233D8" w14:paraId="04234E89" w14:textId="77777777" w:rsidTr="003D2E48">
        <w:tc>
          <w:tcPr>
            <w:tcW w:w="0" w:type="auto"/>
          </w:tcPr>
          <w:p w14:paraId="2E7B17A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434689DA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2,2 ... 2,4</w:t>
            </w:r>
          </w:p>
        </w:tc>
      </w:tr>
      <w:tr w:rsidR="00D233D8" w:rsidRPr="00D233D8" w14:paraId="340281F1" w14:textId="77777777" w:rsidTr="003D2E48">
        <w:tc>
          <w:tcPr>
            <w:tcW w:w="0" w:type="auto"/>
          </w:tcPr>
          <w:p w14:paraId="5988852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Sandstein</w:t>
            </w:r>
          </w:p>
        </w:tc>
        <w:tc>
          <w:tcPr>
            <w:tcW w:w="0" w:type="auto"/>
          </w:tcPr>
          <w:p w14:paraId="656A2461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2,1 ... 2,4</w:t>
            </w:r>
          </w:p>
        </w:tc>
      </w:tr>
      <w:tr w:rsidR="00D233D8" w:rsidRPr="00D233D8" w14:paraId="3AF69C64" w14:textId="77777777" w:rsidTr="003D2E48">
        <w:tc>
          <w:tcPr>
            <w:tcW w:w="0" w:type="auto"/>
          </w:tcPr>
          <w:p w14:paraId="5F3FD92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2F7BC9B9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10,50</w:t>
            </w:r>
          </w:p>
        </w:tc>
      </w:tr>
      <w:tr w:rsidR="00D233D8" w:rsidRPr="00D233D8" w14:paraId="44F5BF98" w14:textId="77777777" w:rsidTr="003D2E48">
        <w:tc>
          <w:tcPr>
            <w:tcW w:w="0" w:type="auto"/>
          </w:tcPr>
          <w:p w14:paraId="21DA8E88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589AC7F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7,8</w:t>
            </w:r>
          </w:p>
        </w:tc>
      </w:tr>
      <w:tr w:rsidR="00D233D8" w:rsidRPr="00D233D8" w14:paraId="3A612A60" w14:textId="77777777" w:rsidTr="003D2E48">
        <w:tc>
          <w:tcPr>
            <w:tcW w:w="0" w:type="auto"/>
          </w:tcPr>
          <w:p w14:paraId="22C40FE6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56A2B0B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7,14</w:t>
            </w:r>
          </w:p>
        </w:tc>
      </w:tr>
      <w:tr w:rsidR="00D233D8" w:rsidRPr="00D233D8" w14:paraId="401E061C" w14:textId="77777777" w:rsidTr="003D2E48">
        <w:tc>
          <w:tcPr>
            <w:tcW w:w="0" w:type="auto"/>
          </w:tcPr>
          <w:p w14:paraId="3CA387E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68A2943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7,30</w:t>
            </w:r>
          </w:p>
        </w:tc>
      </w:tr>
    </w:tbl>
    <w:p w14:paraId="77187D93" w14:textId="01966D50" w:rsidR="00D233D8" w:rsidRDefault="00D233D8" w:rsidP="00C737BC">
      <w:r>
        <w:t>&lt;/Tabelle&gt;</w:t>
      </w:r>
    </w:p>
    <w:p w14:paraId="6AB4D9BE" w14:textId="4141098F" w:rsidR="001668A8" w:rsidRDefault="001668A8" w:rsidP="00C737BC"/>
    <w:p w14:paraId="43712852" w14:textId="77115A6F" w:rsidR="00C737BC" w:rsidRDefault="00C737BC" w:rsidP="00C737BC">
      <w:r>
        <w:t>Dichte von Flüssigkeiten bei 25°C</w:t>
      </w:r>
    </w:p>
    <w:p w14:paraId="48F4CCEF" w14:textId="77777777" w:rsidR="00D233D8" w:rsidRDefault="00D233D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497"/>
        <w:gridCol w:w="2617"/>
      </w:tblGrid>
      <w:tr w:rsidR="00D233D8" w:rsidRPr="00D233D8" w14:paraId="6CE6332F" w14:textId="77777777" w:rsidTr="003D2E48">
        <w:tc>
          <w:tcPr>
            <w:tcW w:w="0" w:type="auto"/>
          </w:tcPr>
          <w:p w14:paraId="7266BC8C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6A5C2AE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~r in \frac{g}{cm^3}</w:t>
            </w:r>
          </w:p>
        </w:tc>
      </w:tr>
      <w:tr w:rsidR="00D233D8" w:rsidRPr="00D233D8" w14:paraId="47577FF6" w14:textId="77777777" w:rsidTr="003D2E48">
        <w:tc>
          <w:tcPr>
            <w:tcW w:w="0" w:type="auto"/>
          </w:tcPr>
          <w:p w14:paraId="5646816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Aceton (Propanon)</w:t>
            </w:r>
          </w:p>
        </w:tc>
        <w:tc>
          <w:tcPr>
            <w:tcW w:w="0" w:type="auto"/>
          </w:tcPr>
          <w:p w14:paraId="69DFBCB6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0,79</w:t>
            </w:r>
          </w:p>
        </w:tc>
      </w:tr>
      <w:tr w:rsidR="00D233D8" w:rsidRPr="00D233D8" w14:paraId="6EC06586" w14:textId="77777777" w:rsidTr="003D2E48">
        <w:tc>
          <w:tcPr>
            <w:tcW w:w="0" w:type="auto"/>
          </w:tcPr>
          <w:p w14:paraId="02D4E526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Benzin</w:t>
            </w:r>
          </w:p>
        </w:tc>
        <w:tc>
          <w:tcPr>
            <w:tcW w:w="0" w:type="auto"/>
          </w:tcPr>
          <w:p w14:paraId="3C67A20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0,68 ... 0,72</w:t>
            </w:r>
          </w:p>
        </w:tc>
      </w:tr>
      <w:tr w:rsidR="00D233D8" w:rsidRPr="00D233D8" w14:paraId="1A74E8B8" w14:textId="77777777" w:rsidTr="003D2E48">
        <w:tc>
          <w:tcPr>
            <w:tcW w:w="0" w:type="auto"/>
          </w:tcPr>
          <w:p w14:paraId="6603BB3D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Dieselkraftstoff</w:t>
            </w:r>
          </w:p>
        </w:tc>
        <w:tc>
          <w:tcPr>
            <w:tcW w:w="0" w:type="auto"/>
          </w:tcPr>
          <w:p w14:paraId="3833133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0,84 ... 0,88</w:t>
            </w:r>
          </w:p>
        </w:tc>
      </w:tr>
      <w:tr w:rsidR="00D233D8" w:rsidRPr="00D233D8" w14:paraId="53AFD9E2" w14:textId="77777777" w:rsidTr="003D2E48">
        <w:tc>
          <w:tcPr>
            <w:tcW w:w="0" w:type="auto"/>
          </w:tcPr>
          <w:p w14:paraId="1210961D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lastRenderedPageBreak/>
              <w:t>Erdöl</w:t>
            </w:r>
          </w:p>
        </w:tc>
        <w:tc>
          <w:tcPr>
            <w:tcW w:w="0" w:type="auto"/>
          </w:tcPr>
          <w:p w14:paraId="215BA40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0,73 ... 0,94</w:t>
            </w:r>
          </w:p>
        </w:tc>
      </w:tr>
      <w:tr w:rsidR="00D233D8" w:rsidRPr="00D233D8" w14:paraId="367B1D30" w14:textId="77777777" w:rsidTr="003D2E48">
        <w:tc>
          <w:tcPr>
            <w:tcW w:w="0" w:type="auto"/>
          </w:tcPr>
          <w:p w14:paraId="1C46A84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5DB2FC0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0,79</w:t>
            </w:r>
          </w:p>
        </w:tc>
      </w:tr>
      <w:tr w:rsidR="00D233D8" w:rsidRPr="00D233D8" w14:paraId="10C8D0F9" w14:textId="77777777" w:rsidTr="003D2E48">
        <w:tc>
          <w:tcPr>
            <w:tcW w:w="0" w:type="auto"/>
          </w:tcPr>
          <w:p w14:paraId="2C1B9E52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3A95682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1,26</w:t>
            </w:r>
          </w:p>
        </w:tc>
      </w:tr>
      <w:tr w:rsidR="00D233D8" w:rsidRPr="00D233D8" w14:paraId="28916434" w14:textId="77777777" w:rsidTr="003D2E48">
        <w:tc>
          <w:tcPr>
            <w:tcW w:w="0" w:type="auto"/>
          </w:tcPr>
          <w:p w14:paraId="03059429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Petroleum</w:t>
            </w:r>
          </w:p>
        </w:tc>
        <w:tc>
          <w:tcPr>
            <w:tcW w:w="0" w:type="auto"/>
          </w:tcPr>
          <w:p w14:paraId="0811A91D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0,81</w:t>
            </w:r>
          </w:p>
        </w:tc>
      </w:tr>
      <w:tr w:rsidR="00D233D8" w:rsidRPr="00D233D8" w14:paraId="0776C135" w14:textId="77777777" w:rsidTr="003D2E48">
        <w:tc>
          <w:tcPr>
            <w:tcW w:w="0" w:type="auto"/>
          </w:tcPr>
          <w:p w14:paraId="6CBDDED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4B1BE03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13,53</w:t>
            </w:r>
          </w:p>
        </w:tc>
      </w:tr>
      <w:tr w:rsidR="00D233D8" w:rsidRPr="00D233D8" w14:paraId="7D9BDE22" w14:textId="77777777" w:rsidTr="003D2E48">
        <w:tc>
          <w:tcPr>
            <w:tcW w:w="0" w:type="auto"/>
          </w:tcPr>
          <w:p w14:paraId="71DECC71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Schwefelsäure (50%)</w:t>
            </w:r>
          </w:p>
        </w:tc>
        <w:tc>
          <w:tcPr>
            <w:tcW w:w="0" w:type="auto"/>
          </w:tcPr>
          <w:p w14:paraId="0B56021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1,397</w:t>
            </w:r>
          </w:p>
        </w:tc>
      </w:tr>
      <w:tr w:rsidR="00D233D8" w:rsidRPr="00D233D8" w14:paraId="7B6052F2" w14:textId="77777777" w:rsidTr="003D2E48">
        <w:tc>
          <w:tcPr>
            <w:tcW w:w="0" w:type="auto"/>
          </w:tcPr>
          <w:p w14:paraId="5FA5C91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schweres Wasser</w:t>
            </w:r>
          </w:p>
        </w:tc>
        <w:tc>
          <w:tcPr>
            <w:tcW w:w="0" w:type="auto"/>
          </w:tcPr>
          <w:p w14:paraId="76216D05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1,10</w:t>
            </w:r>
          </w:p>
        </w:tc>
      </w:tr>
      <w:tr w:rsidR="00D233D8" w:rsidRPr="00D233D8" w14:paraId="712433EC" w14:textId="77777777" w:rsidTr="003D2E48">
        <w:tc>
          <w:tcPr>
            <w:tcW w:w="0" w:type="auto"/>
          </w:tcPr>
          <w:p w14:paraId="395B111D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Spiritus</w:t>
            </w:r>
          </w:p>
        </w:tc>
        <w:tc>
          <w:tcPr>
            <w:tcW w:w="0" w:type="auto"/>
          </w:tcPr>
          <w:p w14:paraId="75AC6178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0,83</w:t>
            </w:r>
          </w:p>
        </w:tc>
      </w:tr>
      <w:tr w:rsidR="00D233D8" w:rsidRPr="00D233D8" w14:paraId="3E950E0F" w14:textId="77777777" w:rsidTr="003D2E48">
        <w:tc>
          <w:tcPr>
            <w:tcW w:w="0" w:type="auto"/>
          </w:tcPr>
          <w:p w14:paraId="14E8E45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Wasser*</w:t>
            </w:r>
          </w:p>
        </w:tc>
        <w:tc>
          <w:tcPr>
            <w:tcW w:w="0" w:type="auto"/>
          </w:tcPr>
          <w:p w14:paraId="458C9DF8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--</w:t>
            </w:r>
          </w:p>
        </w:tc>
      </w:tr>
      <w:tr w:rsidR="00D233D8" w:rsidRPr="00D233D8" w14:paraId="0FA6E750" w14:textId="77777777" w:rsidTr="003D2E48">
        <w:tc>
          <w:tcPr>
            <w:tcW w:w="0" w:type="auto"/>
          </w:tcPr>
          <w:p w14:paraId="77491C8E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Wasser destilliert*</w:t>
            </w:r>
          </w:p>
        </w:tc>
        <w:tc>
          <w:tcPr>
            <w:tcW w:w="0" w:type="auto"/>
          </w:tcPr>
          <w:p w14:paraId="4AD95BE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1,00</w:t>
            </w:r>
          </w:p>
        </w:tc>
      </w:tr>
      <w:tr w:rsidR="00D233D8" w:rsidRPr="00D233D8" w14:paraId="4545BDE7" w14:textId="77777777" w:rsidTr="003D2E48">
        <w:tc>
          <w:tcPr>
            <w:tcW w:w="0" w:type="auto"/>
          </w:tcPr>
          <w:p w14:paraId="1104A55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Meerwasser*</w:t>
            </w:r>
          </w:p>
        </w:tc>
        <w:tc>
          <w:tcPr>
            <w:tcW w:w="0" w:type="auto"/>
          </w:tcPr>
          <w:p w14:paraId="7A485DDC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1,02</w:t>
            </w:r>
          </w:p>
        </w:tc>
      </w:tr>
    </w:tbl>
    <w:p w14:paraId="37992854" w14:textId="09ACE5B3" w:rsidR="00D233D8" w:rsidRDefault="00D233D8" w:rsidP="00C737BC">
      <w:r>
        <w:t>&lt;/Tabelle&gt;</w:t>
      </w:r>
    </w:p>
    <w:p w14:paraId="2BF57CF5" w14:textId="39F643F0" w:rsidR="00D233D8" w:rsidRDefault="00D233D8" w:rsidP="00C737BC"/>
    <w:p w14:paraId="7DEDAF88" w14:textId="61BECBBB" w:rsidR="00C737BC" w:rsidRDefault="00C737BC" w:rsidP="00C737BC">
      <w:r>
        <w:t>Dichte von Gasen bei 0°C und 101,3kPa</w:t>
      </w:r>
    </w:p>
    <w:p w14:paraId="64D997A2" w14:textId="77777777" w:rsidR="00D233D8" w:rsidRDefault="00D233D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2617"/>
      </w:tblGrid>
      <w:tr w:rsidR="00D233D8" w:rsidRPr="00D233D8" w14:paraId="6A186B81" w14:textId="77777777" w:rsidTr="003D2E48">
        <w:tc>
          <w:tcPr>
            <w:tcW w:w="0" w:type="auto"/>
          </w:tcPr>
          <w:p w14:paraId="0A9B20E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7C4B26B2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~r in \frac{g}{cm^3}</w:t>
            </w:r>
          </w:p>
        </w:tc>
      </w:tr>
      <w:tr w:rsidR="00D233D8" w:rsidRPr="00D233D8" w14:paraId="6E0FAC26" w14:textId="77777777" w:rsidTr="003D2E48">
        <w:tc>
          <w:tcPr>
            <w:tcW w:w="0" w:type="auto"/>
          </w:tcPr>
          <w:p w14:paraId="45E122F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Ammoniak</w:t>
            </w:r>
          </w:p>
        </w:tc>
        <w:tc>
          <w:tcPr>
            <w:tcW w:w="0" w:type="auto"/>
          </w:tcPr>
          <w:p w14:paraId="6907DF55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0,00077</w:t>
            </w:r>
          </w:p>
        </w:tc>
      </w:tr>
      <w:tr w:rsidR="00D233D8" w:rsidRPr="00D233D8" w14:paraId="2A900E13" w14:textId="77777777" w:rsidTr="003D2E48">
        <w:tc>
          <w:tcPr>
            <w:tcW w:w="0" w:type="auto"/>
          </w:tcPr>
          <w:p w14:paraId="6A4C19B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Chlor</w:t>
            </w:r>
          </w:p>
        </w:tc>
        <w:tc>
          <w:tcPr>
            <w:tcW w:w="0" w:type="auto"/>
          </w:tcPr>
          <w:p w14:paraId="0482D77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0,00322</w:t>
            </w:r>
          </w:p>
        </w:tc>
      </w:tr>
      <w:tr w:rsidR="00D233D8" w:rsidRPr="00D233D8" w14:paraId="5AC73136" w14:textId="77777777" w:rsidTr="003D2E48">
        <w:tc>
          <w:tcPr>
            <w:tcW w:w="0" w:type="auto"/>
          </w:tcPr>
          <w:p w14:paraId="7378CAB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Erdgas (trocken)</w:t>
            </w:r>
          </w:p>
        </w:tc>
        <w:tc>
          <w:tcPr>
            <w:tcW w:w="0" w:type="auto"/>
          </w:tcPr>
          <w:p w14:paraId="7C04AF5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0,0007</w:t>
            </w:r>
          </w:p>
        </w:tc>
      </w:tr>
      <w:tr w:rsidR="00D233D8" w:rsidRPr="00D233D8" w14:paraId="6F668A5C" w14:textId="77777777" w:rsidTr="003D2E48">
        <w:tc>
          <w:tcPr>
            <w:tcW w:w="0" w:type="auto"/>
          </w:tcPr>
          <w:p w14:paraId="26B7BCA9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71CD634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0,00018</w:t>
            </w:r>
          </w:p>
        </w:tc>
      </w:tr>
      <w:tr w:rsidR="00D233D8" w:rsidRPr="00D233D8" w14:paraId="728E3753" w14:textId="77777777" w:rsidTr="003D2E48">
        <w:tc>
          <w:tcPr>
            <w:tcW w:w="0" w:type="auto"/>
          </w:tcPr>
          <w:p w14:paraId="4BD6D718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0C068E5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0,00198</w:t>
            </w:r>
          </w:p>
        </w:tc>
      </w:tr>
      <w:tr w:rsidR="00D233D8" w:rsidRPr="00D233D8" w14:paraId="384DB301" w14:textId="77777777" w:rsidTr="003D2E48">
        <w:tc>
          <w:tcPr>
            <w:tcW w:w="0" w:type="auto"/>
          </w:tcPr>
          <w:p w14:paraId="54ED680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Luft (trocken)</w:t>
            </w:r>
          </w:p>
        </w:tc>
        <w:tc>
          <w:tcPr>
            <w:tcW w:w="0" w:type="auto"/>
          </w:tcPr>
          <w:p w14:paraId="32BDD97F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0,00129</w:t>
            </w:r>
          </w:p>
        </w:tc>
      </w:tr>
      <w:tr w:rsidR="00D233D8" w:rsidRPr="00D233D8" w14:paraId="7FE683BC" w14:textId="77777777" w:rsidTr="003D2E48">
        <w:tc>
          <w:tcPr>
            <w:tcW w:w="0" w:type="auto"/>
          </w:tcPr>
          <w:p w14:paraId="17D90D59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Methan</w:t>
            </w:r>
          </w:p>
        </w:tc>
        <w:tc>
          <w:tcPr>
            <w:tcW w:w="0" w:type="auto"/>
          </w:tcPr>
          <w:p w14:paraId="7CE1DCF4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0,00072</w:t>
            </w:r>
          </w:p>
        </w:tc>
      </w:tr>
      <w:tr w:rsidR="00D233D8" w:rsidRPr="00D233D8" w14:paraId="0AF4883D" w14:textId="77777777" w:rsidTr="003D2E48">
        <w:tc>
          <w:tcPr>
            <w:tcW w:w="0" w:type="auto"/>
          </w:tcPr>
          <w:p w14:paraId="4958B051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Ozon</w:t>
            </w:r>
          </w:p>
        </w:tc>
        <w:tc>
          <w:tcPr>
            <w:tcW w:w="0" w:type="auto"/>
          </w:tcPr>
          <w:p w14:paraId="6A70F85A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0,00215</w:t>
            </w:r>
          </w:p>
        </w:tc>
      </w:tr>
      <w:tr w:rsidR="00D233D8" w:rsidRPr="00D233D8" w14:paraId="7578E1D2" w14:textId="77777777" w:rsidTr="003D2E48">
        <w:tc>
          <w:tcPr>
            <w:tcW w:w="0" w:type="auto"/>
          </w:tcPr>
          <w:p w14:paraId="621B4315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Propan</w:t>
            </w:r>
          </w:p>
        </w:tc>
        <w:tc>
          <w:tcPr>
            <w:tcW w:w="0" w:type="auto"/>
          </w:tcPr>
          <w:p w14:paraId="4AE95BF0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0,00201</w:t>
            </w:r>
          </w:p>
        </w:tc>
      </w:tr>
      <w:tr w:rsidR="00D233D8" w:rsidRPr="00D233D8" w14:paraId="59815858" w14:textId="77777777" w:rsidTr="003D2E48">
        <w:tc>
          <w:tcPr>
            <w:tcW w:w="0" w:type="auto"/>
          </w:tcPr>
          <w:p w14:paraId="397C3B1D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6DF48AE5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0,00143</w:t>
            </w:r>
          </w:p>
        </w:tc>
      </w:tr>
      <w:tr w:rsidR="00D233D8" w:rsidRPr="00D233D8" w14:paraId="460A1F28" w14:textId="77777777" w:rsidTr="003D2E48">
        <w:tc>
          <w:tcPr>
            <w:tcW w:w="0" w:type="auto"/>
          </w:tcPr>
          <w:p w14:paraId="52270A3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3EBF256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0,00125</w:t>
            </w:r>
          </w:p>
        </w:tc>
      </w:tr>
      <w:tr w:rsidR="00D233D8" w:rsidRPr="00D233D8" w14:paraId="073BEB2B" w14:textId="77777777" w:rsidTr="003D2E48">
        <w:tc>
          <w:tcPr>
            <w:tcW w:w="0" w:type="auto"/>
          </w:tcPr>
          <w:p w14:paraId="0D5A135B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53A54B05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0,00009</w:t>
            </w:r>
          </w:p>
        </w:tc>
      </w:tr>
      <w:tr w:rsidR="00D233D8" w:rsidRPr="00D233D8" w14:paraId="5CB518F7" w14:textId="77777777" w:rsidTr="003D2E48">
        <w:tc>
          <w:tcPr>
            <w:tcW w:w="0" w:type="auto"/>
          </w:tcPr>
          <w:p w14:paraId="20B976C3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Xenon</w:t>
            </w:r>
          </w:p>
        </w:tc>
        <w:tc>
          <w:tcPr>
            <w:tcW w:w="0" w:type="auto"/>
          </w:tcPr>
          <w:p w14:paraId="060DDBC7" w14:textId="77777777" w:rsidR="00D233D8" w:rsidRPr="00D233D8" w:rsidRDefault="00D233D8" w:rsidP="003D2E48">
            <w:pPr>
              <w:rPr>
                <w:sz w:val="20"/>
                <w:szCs w:val="20"/>
              </w:rPr>
            </w:pPr>
            <w:r w:rsidRPr="00D233D8">
              <w:rPr>
                <w:sz w:val="20"/>
                <w:szCs w:val="20"/>
              </w:rPr>
              <w:t>0,00585</w:t>
            </w:r>
          </w:p>
        </w:tc>
      </w:tr>
    </w:tbl>
    <w:p w14:paraId="428D36D4" w14:textId="3E7D37FC" w:rsidR="00D233D8" w:rsidRDefault="00D233D8" w:rsidP="00C737BC">
      <w:r>
        <w:t>&lt;/Tabelle&gt;</w:t>
      </w:r>
    </w:p>
    <w:p w14:paraId="677F4B0C" w14:textId="6AB1D033" w:rsidR="00D233D8" w:rsidRDefault="00D233D8" w:rsidP="00C737BC"/>
    <w:p w14:paraId="7894CF58" w14:textId="48AC6082" w:rsidR="00C737BC" w:rsidRDefault="00C737BC" w:rsidP="002670E9">
      <w:pPr>
        <w:pStyle w:val="berschrift3"/>
      </w:pPr>
      <w:r>
        <w:t>Dielektrizitätszahl</w:t>
      </w:r>
      <w:r w:rsidR="00D233D8">
        <w:t xml:space="preserve"> </w:t>
      </w:r>
      <w:r>
        <w:t>bei 20°C</w:t>
      </w:r>
    </w:p>
    <w:p w14:paraId="41B95E34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097"/>
        <w:gridCol w:w="1657"/>
      </w:tblGrid>
      <w:tr w:rsidR="002670E9" w:rsidRPr="002670E9" w14:paraId="31F81904" w14:textId="77777777" w:rsidTr="003D2E48">
        <w:tc>
          <w:tcPr>
            <w:tcW w:w="0" w:type="auto"/>
          </w:tcPr>
          <w:p w14:paraId="7F5FD9A3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B2D3FD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~e_r</w:t>
            </w:r>
          </w:p>
        </w:tc>
      </w:tr>
      <w:tr w:rsidR="002670E9" w:rsidRPr="002670E9" w14:paraId="32D04AB6" w14:textId="77777777" w:rsidTr="003D2E48">
        <w:tc>
          <w:tcPr>
            <w:tcW w:w="0" w:type="auto"/>
          </w:tcPr>
          <w:p w14:paraId="15E4817A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Bernstein</w:t>
            </w:r>
          </w:p>
        </w:tc>
        <w:tc>
          <w:tcPr>
            <w:tcW w:w="0" w:type="auto"/>
          </w:tcPr>
          <w:p w14:paraId="7A47E2A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2,8</w:t>
            </w:r>
          </w:p>
        </w:tc>
      </w:tr>
      <w:tr w:rsidR="002670E9" w:rsidRPr="002670E9" w14:paraId="443241E2" w14:textId="77777777" w:rsidTr="003D2E48">
        <w:tc>
          <w:tcPr>
            <w:tcW w:w="0" w:type="auto"/>
          </w:tcPr>
          <w:p w14:paraId="7BCEFAC3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Glas</w:t>
            </w:r>
          </w:p>
        </w:tc>
        <w:tc>
          <w:tcPr>
            <w:tcW w:w="0" w:type="auto"/>
          </w:tcPr>
          <w:p w14:paraId="4E76F21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5 ... 16</w:t>
            </w:r>
          </w:p>
        </w:tc>
      </w:tr>
      <w:tr w:rsidR="002670E9" w:rsidRPr="002670E9" w14:paraId="6B363A35" w14:textId="77777777" w:rsidTr="003D2E48">
        <w:tc>
          <w:tcPr>
            <w:tcW w:w="0" w:type="auto"/>
          </w:tcPr>
          <w:p w14:paraId="571659A9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Bariumtitanat (BaTiO_3)</w:t>
            </w:r>
          </w:p>
        </w:tc>
        <w:tc>
          <w:tcPr>
            <w:tcW w:w="0" w:type="auto"/>
          </w:tcPr>
          <w:p w14:paraId="0F7A8B14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100 ... 1000</w:t>
            </w:r>
          </w:p>
        </w:tc>
      </w:tr>
      <w:tr w:rsidR="002670E9" w:rsidRPr="002670E9" w14:paraId="2164EB19" w14:textId="77777777" w:rsidTr="003D2E48">
        <w:tc>
          <w:tcPr>
            <w:tcW w:w="0" w:type="auto"/>
          </w:tcPr>
          <w:p w14:paraId="1A63E916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Calciumtitanat (CaTiO_3)</w:t>
            </w:r>
          </w:p>
        </w:tc>
        <w:tc>
          <w:tcPr>
            <w:tcW w:w="0" w:type="auto"/>
          </w:tcPr>
          <w:p w14:paraId="05F19EC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150 ... 180</w:t>
            </w:r>
          </w:p>
        </w:tc>
      </w:tr>
      <w:tr w:rsidR="002670E9" w:rsidRPr="002670E9" w14:paraId="4707EC9F" w14:textId="77777777" w:rsidTr="003D2E48">
        <w:tc>
          <w:tcPr>
            <w:tcW w:w="0" w:type="auto"/>
          </w:tcPr>
          <w:p w14:paraId="379BD76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Luft</w:t>
            </w:r>
          </w:p>
        </w:tc>
        <w:tc>
          <w:tcPr>
            <w:tcW w:w="0" w:type="auto"/>
          </w:tcPr>
          <w:p w14:paraId="70A36288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1,0006</w:t>
            </w:r>
          </w:p>
        </w:tc>
      </w:tr>
      <w:tr w:rsidR="002670E9" w:rsidRPr="002670E9" w14:paraId="0222C6FD" w14:textId="77777777" w:rsidTr="003D2E48">
        <w:tc>
          <w:tcPr>
            <w:tcW w:w="0" w:type="auto"/>
          </w:tcPr>
          <w:p w14:paraId="160D7B49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Hartpapier</w:t>
            </w:r>
          </w:p>
        </w:tc>
        <w:tc>
          <w:tcPr>
            <w:tcW w:w="0" w:type="auto"/>
          </w:tcPr>
          <w:p w14:paraId="1E3F6C19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3,5 ... 5</w:t>
            </w:r>
          </w:p>
        </w:tc>
      </w:tr>
      <w:tr w:rsidR="002670E9" w:rsidRPr="002670E9" w14:paraId="4045957D" w14:textId="77777777" w:rsidTr="003D2E48">
        <w:tc>
          <w:tcPr>
            <w:tcW w:w="0" w:type="auto"/>
          </w:tcPr>
          <w:p w14:paraId="0B388B7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Paraffin</w:t>
            </w:r>
          </w:p>
        </w:tc>
        <w:tc>
          <w:tcPr>
            <w:tcW w:w="0" w:type="auto"/>
          </w:tcPr>
          <w:p w14:paraId="134B0683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2,3</w:t>
            </w:r>
          </w:p>
        </w:tc>
      </w:tr>
      <w:tr w:rsidR="002670E9" w:rsidRPr="002670E9" w14:paraId="21A6D7F6" w14:textId="77777777" w:rsidTr="003D2E48">
        <w:tc>
          <w:tcPr>
            <w:tcW w:w="0" w:type="auto"/>
          </w:tcPr>
          <w:p w14:paraId="4884B90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Polystyrol</w:t>
            </w:r>
          </w:p>
        </w:tc>
        <w:tc>
          <w:tcPr>
            <w:tcW w:w="0" w:type="auto"/>
          </w:tcPr>
          <w:p w14:paraId="26BC521D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2,6</w:t>
            </w:r>
          </w:p>
        </w:tc>
      </w:tr>
      <w:tr w:rsidR="002670E9" w:rsidRPr="002670E9" w14:paraId="33DAE6EF" w14:textId="77777777" w:rsidTr="003D2E48">
        <w:tc>
          <w:tcPr>
            <w:tcW w:w="0" w:type="auto"/>
          </w:tcPr>
          <w:p w14:paraId="18B7BF6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5C368D63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4,5 ... 6,5</w:t>
            </w:r>
          </w:p>
        </w:tc>
      </w:tr>
      <w:tr w:rsidR="002670E9" w:rsidRPr="002670E9" w14:paraId="16AAE28F" w14:textId="77777777" w:rsidTr="003D2E48">
        <w:tc>
          <w:tcPr>
            <w:tcW w:w="0" w:type="auto"/>
          </w:tcPr>
          <w:p w14:paraId="6FDA1BBD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Transformatorenöl</w:t>
            </w:r>
          </w:p>
        </w:tc>
        <w:tc>
          <w:tcPr>
            <w:tcW w:w="0" w:type="auto"/>
          </w:tcPr>
          <w:p w14:paraId="1D67155A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2,5</w:t>
            </w:r>
          </w:p>
        </w:tc>
      </w:tr>
      <w:tr w:rsidR="002670E9" w:rsidRPr="002670E9" w14:paraId="2F5A6081" w14:textId="77777777" w:rsidTr="003D2E48">
        <w:tc>
          <w:tcPr>
            <w:tcW w:w="0" w:type="auto"/>
          </w:tcPr>
          <w:p w14:paraId="34C238A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Vakuum</w:t>
            </w:r>
          </w:p>
        </w:tc>
        <w:tc>
          <w:tcPr>
            <w:tcW w:w="0" w:type="auto"/>
          </w:tcPr>
          <w:p w14:paraId="1A043B0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</w:t>
            </w:r>
          </w:p>
        </w:tc>
      </w:tr>
      <w:tr w:rsidR="002670E9" w:rsidRPr="002670E9" w14:paraId="731F5960" w14:textId="77777777" w:rsidTr="003D2E48">
        <w:tc>
          <w:tcPr>
            <w:tcW w:w="0" w:type="auto"/>
          </w:tcPr>
          <w:p w14:paraId="3934F53A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3FB08D09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81</w:t>
            </w:r>
          </w:p>
        </w:tc>
      </w:tr>
    </w:tbl>
    <w:p w14:paraId="3851FE34" w14:textId="3C91D587" w:rsidR="002670E9" w:rsidRDefault="002670E9" w:rsidP="00C737BC">
      <w:r>
        <w:t>&lt;/Tabelle&gt;</w:t>
      </w:r>
    </w:p>
    <w:p w14:paraId="67153C61" w14:textId="77777777" w:rsidR="002670E9" w:rsidRDefault="002670E9" w:rsidP="00C737BC"/>
    <w:p w14:paraId="6AB618FB" w14:textId="01352AF2" w:rsidR="00C737BC" w:rsidRDefault="00C737BC" w:rsidP="002670E9">
      <w:pPr>
        <w:pStyle w:val="berschrift3"/>
      </w:pPr>
      <w:r>
        <w:t>Permeabilitätszahl (relative Permeabilität)</w:t>
      </w:r>
      <w:r w:rsidR="002670E9">
        <w:t xml:space="preserve"> </w:t>
      </w:r>
      <w:r>
        <w:t>bei 20°C</w:t>
      </w:r>
    </w:p>
    <w:p w14:paraId="26F7C7C5" w14:textId="77777777" w:rsidR="002670E9" w:rsidRPr="002670E9" w:rsidRDefault="002670E9" w:rsidP="002670E9"/>
    <w:p w14:paraId="681C27B4" w14:textId="77777777" w:rsidR="002670E9" w:rsidRDefault="00C737BC" w:rsidP="00C737BC">
      <w:r>
        <w:t>diamagnetische Stoffe</w:t>
      </w:r>
    </w:p>
    <w:p w14:paraId="7E210FB5" w14:textId="77777777" w:rsidR="002670E9" w:rsidRDefault="002670E9" w:rsidP="00C737BC">
      <w:r>
        <w:lastRenderedPageBreak/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1177"/>
      </w:tblGrid>
      <w:tr w:rsidR="002670E9" w:rsidRPr="002670E9" w14:paraId="3DEAFC44" w14:textId="77777777" w:rsidTr="003D2E48">
        <w:tc>
          <w:tcPr>
            <w:tcW w:w="0" w:type="auto"/>
          </w:tcPr>
          <w:p w14:paraId="55647E33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0B4A56A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~m_r</w:t>
            </w:r>
          </w:p>
        </w:tc>
      </w:tr>
      <w:tr w:rsidR="002670E9" w:rsidRPr="002670E9" w14:paraId="1585377A" w14:textId="77777777" w:rsidTr="003D2E48">
        <w:tc>
          <w:tcPr>
            <w:tcW w:w="0" w:type="auto"/>
          </w:tcPr>
          <w:p w14:paraId="7ADC8DFF" w14:textId="7A5AC25C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Antimon</w:t>
            </w:r>
          </w:p>
        </w:tc>
        <w:tc>
          <w:tcPr>
            <w:tcW w:w="0" w:type="auto"/>
          </w:tcPr>
          <w:p w14:paraId="7A4072E8" w14:textId="2BEF5D78" w:rsidR="002670E9" w:rsidRPr="002670E9" w:rsidRDefault="005E5E55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0,999884</w:t>
            </w:r>
          </w:p>
        </w:tc>
      </w:tr>
      <w:tr w:rsidR="002670E9" w:rsidRPr="002670E9" w14:paraId="6858063E" w14:textId="77777777" w:rsidTr="003D2E48">
        <w:tc>
          <w:tcPr>
            <w:tcW w:w="0" w:type="auto"/>
          </w:tcPr>
          <w:p w14:paraId="32AE0D47" w14:textId="457E8B9C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Gold </w:t>
            </w:r>
          </w:p>
        </w:tc>
        <w:tc>
          <w:tcPr>
            <w:tcW w:w="0" w:type="auto"/>
          </w:tcPr>
          <w:p w14:paraId="5A401AFB" w14:textId="22BEBB16" w:rsidR="002670E9" w:rsidRPr="002670E9" w:rsidRDefault="005E5E55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0,999971</w:t>
            </w:r>
          </w:p>
        </w:tc>
      </w:tr>
      <w:tr w:rsidR="002670E9" w:rsidRPr="002670E9" w14:paraId="6C25A7CB" w14:textId="77777777" w:rsidTr="003D2E48">
        <w:tc>
          <w:tcPr>
            <w:tcW w:w="0" w:type="auto"/>
          </w:tcPr>
          <w:p w14:paraId="13F46A6B" w14:textId="47D12EC3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Quecksilber </w:t>
            </w:r>
          </w:p>
        </w:tc>
        <w:tc>
          <w:tcPr>
            <w:tcW w:w="0" w:type="auto"/>
          </w:tcPr>
          <w:p w14:paraId="22A341F2" w14:textId="3EFBBE6A" w:rsidR="002670E9" w:rsidRPr="002670E9" w:rsidRDefault="005E5E55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0,999966</w:t>
            </w:r>
          </w:p>
        </w:tc>
      </w:tr>
      <w:tr w:rsidR="002670E9" w:rsidRPr="002670E9" w14:paraId="237B4604" w14:textId="77777777" w:rsidTr="003D2E48">
        <w:tc>
          <w:tcPr>
            <w:tcW w:w="0" w:type="auto"/>
          </w:tcPr>
          <w:p w14:paraId="7BA31080" w14:textId="3AEE6A3D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Wasser </w:t>
            </w:r>
          </w:p>
        </w:tc>
        <w:tc>
          <w:tcPr>
            <w:tcW w:w="0" w:type="auto"/>
          </w:tcPr>
          <w:p w14:paraId="39BD0526" w14:textId="676E6AB8" w:rsidR="002670E9" w:rsidRPr="002670E9" w:rsidRDefault="005E5E55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0,999986</w:t>
            </w:r>
          </w:p>
        </w:tc>
      </w:tr>
      <w:tr w:rsidR="002670E9" w:rsidRPr="002670E9" w14:paraId="1BEF5597" w14:textId="77777777" w:rsidTr="003D2E48">
        <w:tc>
          <w:tcPr>
            <w:tcW w:w="0" w:type="auto"/>
          </w:tcPr>
          <w:p w14:paraId="4B39DEAB" w14:textId="7D37F11F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 xml:space="preserve">Zink </w:t>
            </w:r>
          </w:p>
        </w:tc>
        <w:tc>
          <w:tcPr>
            <w:tcW w:w="0" w:type="auto"/>
          </w:tcPr>
          <w:p w14:paraId="06203073" w14:textId="662A2859" w:rsidR="002670E9" w:rsidRPr="002670E9" w:rsidRDefault="005E5E55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0,999986</w:t>
            </w:r>
          </w:p>
        </w:tc>
      </w:tr>
    </w:tbl>
    <w:p w14:paraId="75E7C3DD" w14:textId="5751F496" w:rsidR="002670E9" w:rsidRDefault="002670E9" w:rsidP="00C737BC">
      <w:r>
        <w:t>&lt;/Tabelle&gt;</w:t>
      </w:r>
    </w:p>
    <w:p w14:paraId="6DB657DA" w14:textId="71416C61" w:rsidR="002670E9" w:rsidRDefault="002670E9" w:rsidP="00C737BC"/>
    <w:p w14:paraId="57EEA855" w14:textId="77777777" w:rsidR="002670E9" w:rsidRDefault="00C737BC" w:rsidP="00C737BC">
      <w:r>
        <w:t>paramagnetische Stoffe</w:t>
      </w:r>
    </w:p>
    <w:p w14:paraId="22165809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377"/>
        <w:gridCol w:w="1417"/>
      </w:tblGrid>
      <w:tr w:rsidR="002670E9" w:rsidRPr="002670E9" w14:paraId="0D03EF10" w14:textId="77777777" w:rsidTr="003D2E48">
        <w:tc>
          <w:tcPr>
            <w:tcW w:w="0" w:type="auto"/>
          </w:tcPr>
          <w:p w14:paraId="4E3C0964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70411D0A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~m_r</w:t>
            </w:r>
          </w:p>
        </w:tc>
      </w:tr>
      <w:tr w:rsidR="002670E9" w:rsidRPr="002670E9" w14:paraId="0E453C12" w14:textId="77777777" w:rsidTr="003D2E48">
        <w:tc>
          <w:tcPr>
            <w:tcW w:w="0" w:type="auto"/>
          </w:tcPr>
          <w:p w14:paraId="6AF6F7FA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1F941062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1,00002</w:t>
            </w:r>
          </w:p>
        </w:tc>
      </w:tr>
      <w:tr w:rsidR="002670E9" w:rsidRPr="002670E9" w14:paraId="42B07353" w14:textId="77777777" w:rsidTr="003D2E48">
        <w:tc>
          <w:tcPr>
            <w:tcW w:w="0" w:type="auto"/>
          </w:tcPr>
          <w:p w14:paraId="111E486C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Chrom</w:t>
            </w:r>
          </w:p>
        </w:tc>
        <w:tc>
          <w:tcPr>
            <w:tcW w:w="0" w:type="auto"/>
          </w:tcPr>
          <w:p w14:paraId="51CD0E75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1,00028</w:t>
            </w:r>
          </w:p>
        </w:tc>
      </w:tr>
      <w:tr w:rsidR="002670E9" w:rsidRPr="002670E9" w14:paraId="753357BB" w14:textId="77777777" w:rsidTr="003D2E48">
        <w:tc>
          <w:tcPr>
            <w:tcW w:w="0" w:type="auto"/>
          </w:tcPr>
          <w:p w14:paraId="0645024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Eisen(III)-chlorid</w:t>
            </w:r>
          </w:p>
        </w:tc>
        <w:tc>
          <w:tcPr>
            <w:tcW w:w="0" w:type="auto"/>
          </w:tcPr>
          <w:p w14:paraId="20764B4C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1,003756</w:t>
            </w:r>
          </w:p>
        </w:tc>
      </w:tr>
      <w:tr w:rsidR="002670E9" w:rsidRPr="002670E9" w14:paraId="001FFE7F" w14:textId="77777777" w:rsidTr="003D2E48">
        <w:tc>
          <w:tcPr>
            <w:tcW w:w="0" w:type="auto"/>
          </w:tcPr>
          <w:p w14:paraId="4DB998D1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Luft</w:t>
            </w:r>
          </w:p>
        </w:tc>
        <w:tc>
          <w:tcPr>
            <w:tcW w:w="0" w:type="auto"/>
          </w:tcPr>
          <w:p w14:paraId="64287BBD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1,00000037</w:t>
            </w:r>
          </w:p>
        </w:tc>
      </w:tr>
      <w:tr w:rsidR="002670E9" w:rsidRPr="002670E9" w14:paraId="28FEE22E" w14:textId="77777777" w:rsidTr="003D2E48">
        <w:tc>
          <w:tcPr>
            <w:tcW w:w="0" w:type="auto"/>
          </w:tcPr>
          <w:p w14:paraId="6672F2C6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62D88F50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1,0002</w:t>
            </w:r>
          </w:p>
        </w:tc>
      </w:tr>
    </w:tbl>
    <w:p w14:paraId="18D4CF22" w14:textId="371B0187" w:rsidR="002670E9" w:rsidRDefault="002670E9" w:rsidP="00C737BC">
      <w:r>
        <w:t>&lt;/Tabelle&gt;</w:t>
      </w:r>
    </w:p>
    <w:p w14:paraId="44965004" w14:textId="7DEA192D" w:rsidR="002670E9" w:rsidRDefault="002670E9" w:rsidP="00C737BC"/>
    <w:p w14:paraId="66E941FA" w14:textId="3F24139C" w:rsidR="00C737BC" w:rsidRDefault="00C737BC" w:rsidP="00C737BC">
      <w:r>
        <w:t>ferromagnetische Stoffe</w:t>
      </w:r>
    </w:p>
    <w:p w14:paraId="092C22FB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1657"/>
      </w:tblGrid>
      <w:tr w:rsidR="002670E9" w:rsidRPr="002670E9" w14:paraId="51D51E91" w14:textId="77777777" w:rsidTr="003D2E48">
        <w:tc>
          <w:tcPr>
            <w:tcW w:w="0" w:type="auto"/>
          </w:tcPr>
          <w:p w14:paraId="7D46B5AC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CB4740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~m_r</w:t>
            </w:r>
          </w:p>
        </w:tc>
      </w:tr>
      <w:tr w:rsidR="002670E9" w:rsidRPr="002670E9" w14:paraId="3AFECAFD" w14:textId="77777777" w:rsidTr="003D2E48">
        <w:tc>
          <w:tcPr>
            <w:tcW w:w="0" w:type="auto"/>
          </w:tcPr>
          <w:p w14:paraId="78028693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Cobalt</w:t>
            </w:r>
          </w:p>
        </w:tc>
        <w:tc>
          <w:tcPr>
            <w:tcW w:w="0" w:type="auto"/>
          </w:tcPr>
          <w:p w14:paraId="13F1B6CE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80 ... 200</w:t>
            </w:r>
          </w:p>
        </w:tc>
      </w:tr>
      <w:tr w:rsidR="002670E9" w:rsidRPr="002670E9" w14:paraId="1EF4B55A" w14:textId="77777777" w:rsidTr="003D2E48">
        <w:tc>
          <w:tcPr>
            <w:tcW w:w="0" w:type="auto"/>
          </w:tcPr>
          <w:p w14:paraId="5BBE10B1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Dynamoblech</w:t>
            </w:r>
          </w:p>
        </w:tc>
        <w:tc>
          <w:tcPr>
            <w:tcW w:w="0" w:type="auto"/>
          </w:tcPr>
          <w:p w14:paraId="25934CC4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200 ... 3000</w:t>
            </w:r>
          </w:p>
        </w:tc>
      </w:tr>
      <w:tr w:rsidR="002670E9" w:rsidRPr="002670E9" w14:paraId="605E770B" w14:textId="77777777" w:rsidTr="003D2E48">
        <w:tc>
          <w:tcPr>
            <w:tcW w:w="0" w:type="auto"/>
          </w:tcPr>
          <w:p w14:paraId="2CDDEF60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5934F9C2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250 ... 680</w:t>
            </w:r>
          </w:p>
        </w:tc>
      </w:tr>
      <w:tr w:rsidR="002670E9" w:rsidRPr="002670E9" w14:paraId="324244FC" w14:textId="77777777" w:rsidTr="003D2E48">
        <w:tc>
          <w:tcPr>
            <w:tcW w:w="0" w:type="auto"/>
          </w:tcPr>
          <w:p w14:paraId="2309CC98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Nickel</w:t>
            </w:r>
          </w:p>
        </w:tc>
        <w:tc>
          <w:tcPr>
            <w:tcW w:w="0" w:type="auto"/>
          </w:tcPr>
          <w:p w14:paraId="49FAB6C3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280 ... 2500</w:t>
            </w:r>
          </w:p>
        </w:tc>
      </w:tr>
      <w:tr w:rsidR="002670E9" w:rsidRPr="002670E9" w14:paraId="4CB305F3" w14:textId="77777777" w:rsidTr="003D2E48">
        <w:tc>
          <w:tcPr>
            <w:tcW w:w="0" w:type="auto"/>
          </w:tcPr>
          <w:p w14:paraId="335D51D6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Sonderlegierungen</w:t>
            </w:r>
          </w:p>
        </w:tc>
        <w:tc>
          <w:tcPr>
            <w:tcW w:w="0" w:type="auto"/>
          </w:tcPr>
          <w:p w14:paraId="1E1953DD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bis 900.000</w:t>
            </w:r>
          </w:p>
        </w:tc>
      </w:tr>
    </w:tbl>
    <w:p w14:paraId="7686E9E6" w14:textId="30C8247A" w:rsidR="002670E9" w:rsidRDefault="002670E9" w:rsidP="00C737BC">
      <w:r>
        <w:t>&lt;/Tabelle&gt;</w:t>
      </w:r>
    </w:p>
    <w:p w14:paraId="0CABAF44" w14:textId="587AB537" w:rsidR="002670E9" w:rsidRDefault="002670E9" w:rsidP="00C737BC"/>
    <w:p w14:paraId="13E7395E" w14:textId="6570641F" w:rsidR="00C737BC" w:rsidRDefault="00C737BC" w:rsidP="002670E9">
      <w:pPr>
        <w:pStyle w:val="berschrift3"/>
      </w:pPr>
      <w:r>
        <w:t>Spezifischer elektrischer Widerstand</w:t>
      </w:r>
      <w:r w:rsidR="002670E9">
        <w:t xml:space="preserve"> </w:t>
      </w:r>
      <w:r>
        <w:t>bei 20°C</w:t>
      </w:r>
    </w:p>
    <w:p w14:paraId="28907BA1" w14:textId="4BBCD69D" w:rsidR="00C737BC" w:rsidRDefault="00C737BC" w:rsidP="00C737BC">
      <w:r>
        <w:t>Metalle</w:t>
      </w:r>
    </w:p>
    <w:p w14:paraId="0C888F91" w14:textId="77777777" w:rsidR="002670E9" w:rsidRDefault="002670E9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3097"/>
      </w:tblGrid>
      <w:tr w:rsidR="002670E9" w:rsidRPr="002670E9" w14:paraId="6E762203" w14:textId="77777777" w:rsidTr="003D2E48">
        <w:tc>
          <w:tcPr>
            <w:tcW w:w="0" w:type="auto"/>
          </w:tcPr>
          <w:p w14:paraId="6DF85490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Metall</w:t>
            </w:r>
          </w:p>
        </w:tc>
        <w:tc>
          <w:tcPr>
            <w:tcW w:w="0" w:type="auto"/>
          </w:tcPr>
          <w:p w14:paraId="6AD0FC90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~r in \frac{~W *mm^2}{m}</w:t>
            </w:r>
          </w:p>
        </w:tc>
      </w:tr>
      <w:tr w:rsidR="002670E9" w:rsidRPr="002670E9" w14:paraId="74EE8BFE" w14:textId="77777777" w:rsidTr="003D2E48">
        <w:tc>
          <w:tcPr>
            <w:tcW w:w="0" w:type="auto"/>
          </w:tcPr>
          <w:p w14:paraId="4503B71D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3A94AE46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0,028</w:t>
            </w:r>
          </w:p>
        </w:tc>
      </w:tr>
      <w:tr w:rsidR="002670E9" w:rsidRPr="002670E9" w14:paraId="71047272" w14:textId="77777777" w:rsidTr="003D2E48">
        <w:tc>
          <w:tcPr>
            <w:tcW w:w="0" w:type="auto"/>
          </w:tcPr>
          <w:p w14:paraId="7E7D83E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303B60FC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0,21</w:t>
            </w:r>
          </w:p>
        </w:tc>
      </w:tr>
      <w:tr w:rsidR="002670E9" w:rsidRPr="002670E9" w14:paraId="284C48EE" w14:textId="77777777" w:rsidTr="003D2E48">
        <w:tc>
          <w:tcPr>
            <w:tcW w:w="0" w:type="auto"/>
          </w:tcPr>
          <w:p w14:paraId="52A76384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7AA1B290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0,10</w:t>
            </w:r>
          </w:p>
        </w:tc>
      </w:tr>
      <w:tr w:rsidR="002670E9" w:rsidRPr="002670E9" w14:paraId="0E49F426" w14:textId="77777777" w:rsidTr="003D2E48">
        <w:tc>
          <w:tcPr>
            <w:tcW w:w="0" w:type="auto"/>
          </w:tcPr>
          <w:p w14:paraId="1196ADCD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5C96550E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0,022</w:t>
            </w:r>
          </w:p>
        </w:tc>
      </w:tr>
      <w:tr w:rsidR="002670E9" w:rsidRPr="002670E9" w14:paraId="1DB53E6C" w14:textId="77777777" w:rsidTr="003D2E48">
        <w:tc>
          <w:tcPr>
            <w:tcW w:w="0" w:type="auto"/>
          </w:tcPr>
          <w:p w14:paraId="46280529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Konstantan</w:t>
            </w:r>
          </w:p>
        </w:tc>
        <w:tc>
          <w:tcPr>
            <w:tcW w:w="0" w:type="auto"/>
          </w:tcPr>
          <w:p w14:paraId="085AC7F2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0,50</w:t>
            </w:r>
          </w:p>
        </w:tc>
      </w:tr>
      <w:tr w:rsidR="002670E9" w:rsidRPr="002670E9" w14:paraId="40350CCF" w14:textId="77777777" w:rsidTr="003D2E48">
        <w:tc>
          <w:tcPr>
            <w:tcW w:w="0" w:type="auto"/>
          </w:tcPr>
          <w:p w14:paraId="4D286EDB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23319530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0,0172</w:t>
            </w:r>
          </w:p>
        </w:tc>
      </w:tr>
      <w:tr w:rsidR="002670E9" w:rsidRPr="002670E9" w14:paraId="0B1FFBD4" w14:textId="77777777" w:rsidTr="003D2E48">
        <w:tc>
          <w:tcPr>
            <w:tcW w:w="0" w:type="auto"/>
          </w:tcPr>
          <w:p w14:paraId="4E3927C8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01B8018C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0,96</w:t>
            </w:r>
          </w:p>
        </w:tc>
      </w:tr>
      <w:tr w:rsidR="002670E9" w:rsidRPr="002670E9" w14:paraId="4F47E697" w14:textId="77777777" w:rsidTr="003D2E48">
        <w:tc>
          <w:tcPr>
            <w:tcW w:w="0" w:type="auto"/>
          </w:tcPr>
          <w:p w14:paraId="650CAEAF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32966906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0,016</w:t>
            </w:r>
          </w:p>
        </w:tc>
      </w:tr>
      <w:tr w:rsidR="002670E9" w:rsidRPr="002670E9" w14:paraId="51E230F5" w14:textId="77777777" w:rsidTr="003D2E48">
        <w:tc>
          <w:tcPr>
            <w:tcW w:w="0" w:type="auto"/>
          </w:tcPr>
          <w:p w14:paraId="14661FC6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2CDDBE81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0,055</w:t>
            </w:r>
          </w:p>
        </w:tc>
      </w:tr>
      <w:tr w:rsidR="002670E9" w:rsidRPr="002670E9" w14:paraId="6439390D" w14:textId="77777777" w:rsidTr="003D2E48">
        <w:tc>
          <w:tcPr>
            <w:tcW w:w="0" w:type="auto"/>
          </w:tcPr>
          <w:p w14:paraId="6D7CF587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6DE423AB" w14:textId="77777777" w:rsidR="002670E9" w:rsidRPr="002670E9" w:rsidRDefault="002670E9" w:rsidP="003D2E48">
            <w:pPr>
              <w:rPr>
                <w:sz w:val="20"/>
                <w:szCs w:val="20"/>
              </w:rPr>
            </w:pPr>
            <w:r w:rsidRPr="002670E9">
              <w:rPr>
                <w:sz w:val="20"/>
                <w:szCs w:val="20"/>
              </w:rPr>
              <w:t>0,11</w:t>
            </w:r>
          </w:p>
        </w:tc>
      </w:tr>
    </w:tbl>
    <w:p w14:paraId="2661562F" w14:textId="7F3417F8" w:rsidR="002670E9" w:rsidRDefault="002670E9" w:rsidP="00C737BC">
      <w:r>
        <w:t>&lt;/Tabelle&gt;</w:t>
      </w:r>
    </w:p>
    <w:p w14:paraId="44CBB7AB" w14:textId="037B25AF" w:rsidR="002670E9" w:rsidRDefault="002670E9" w:rsidP="00C737BC"/>
    <w:p w14:paraId="3CFBD644" w14:textId="356E5A91" w:rsidR="00C737BC" w:rsidRDefault="00C737BC" w:rsidP="00C737BC">
      <w:r>
        <w:t>Kohle und Widerstandslegierungen</w:t>
      </w:r>
    </w:p>
    <w:p w14:paraId="4C1FF330" w14:textId="77777777" w:rsidR="00C1624A" w:rsidRDefault="00C1624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137"/>
        <w:gridCol w:w="3097"/>
      </w:tblGrid>
      <w:tr w:rsidR="00C1624A" w:rsidRPr="00C1624A" w14:paraId="78BEEA00" w14:textId="77777777" w:rsidTr="003D2E48">
        <w:tc>
          <w:tcPr>
            <w:tcW w:w="0" w:type="auto"/>
          </w:tcPr>
          <w:p w14:paraId="00C16277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Material</w:t>
            </w:r>
          </w:p>
        </w:tc>
        <w:tc>
          <w:tcPr>
            <w:tcW w:w="0" w:type="auto"/>
          </w:tcPr>
          <w:p w14:paraId="15EB2389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~r in \frac{~W *mm^2}{m}</w:t>
            </w:r>
          </w:p>
        </w:tc>
      </w:tr>
      <w:tr w:rsidR="00C1624A" w:rsidRPr="00C1624A" w14:paraId="3185A6AE" w14:textId="77777777" w:rsidTr="003D2E48">
        <w:tc>
          <w:tcPr>
            <w:tcW w:w="0" w:type="auto"/>
          </w:tcPr>
          <w:p w14:paraId="4F240649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Bogenlampenkohle</w:t>
            </w:r>
          </w:p>
        </w:tc>
        <w:tc>
          <w:tcPr>
            <w:tcW w:w="0" w:type="auto"/>
          </w:tcPr>
          <w:p w14:paraId="3411FF8D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60...80</w:t>
            </w:r>
          </w:p>
        </w:tc>
      </w:tr>
      <w:tr w:rsidR="00C1624A" w:rsidRPr="00C1624A" w14:paraId="33BDD93B" w14:textId="77777777" w:rsidTr="003D2E48">
        <w:tc>
          <w:tcPr>
            <w:tcW w:w="0" w:type="auto"/>
          </w:tcPr>
          <w:p w14:paraId="6F582E9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Bürstenkohle</w:t>
            </w:r>
          </w:p>
        </w:tc>
        <w:tc>
          <w:tcPr>
            <w:tcW w:w="0" w:type="auto"/>
          </w:tcPr>
          <w:p w14:paraId="250108DD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40...100</w:t>
            </w:r>
          </w:p>
        </w:tc>
      </w:tr>
      <w:tr w:rsidR="00C1624A" w:rsidRPr="00C1624A" w14:paraId="3AEEC992" w14:textId="77777777" w:rsidTr="003D2E48">
        <w:tc>
          <w:tcPr>
            <w:tcW w:w="0" w:type="auto"/>
          </w:tcPr>
          <w:p w14:paraId="1543893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Chromnickel</w:t>
            </w:r>
          </w:p>
        </w:tc>
        <w:tc>
          <w:tcPr>
            <w:tcW w:w="0" w:type="auto"/>
          </w:tcPr>
          <w:p w14:paraId="5AF3180E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1,1</w:t>
            </w:r>
          </w:p>
        </w:tc>
      </w:tr>
      <w:tr w:rsidR="00C1624A" w:rsidRPr="00C1624A" w14:paraId="34A2DD50" w14:textId="77777777" w:rsidTr="003D2E48">
        <w:tc>
          <w:tcPr>
            <w:tcW w:w="0" w:type="auto"/>
          </w:tcPr>
          <w:p w14:paraId="75B7C2DF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lastRenderedPageBreak/>
              <w:t>Leitungskupfer</w:t>
            </w:r>
          </w:p>
        </w:tc>
        <w:tc>
          <w:tcPr>
            <w:tcW w:w="0" w:type="auto"/>
          </w:tcPr>
          <w:p w14:paraId="25BBE73D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0,0178</w:t>
            </w:r>
          </w:p>
        </w:tc>
      </w:tr>
      <w:tr w:rsidR="00C1624A" w:rsidRPr="00C1624A" w14:paraId="2BE2E8F8" w14:textId="77777777" w:rsidTr="003D2E48">
        <w:tc>
          <w:tcPr>
            <w:tcW w:w="0" w:type="auto"/>
          </w:tcPr>
          <w:p w14:paraId="67110AD8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Manganin</w:t>
            </w:r>
          </w:p>
        </w:tc>
        <w:tc>
          <w:tcPr>
            <w:tcW w:w="0" w:type="auto"/>
          </w:tcPr>
          <w:p w14:paraId="13D9F6EF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0,43</w:t>
            </w:r>
          </w:p>
        </w:tc>
      </w:tr>
      <w:tr w:rsidR="00C1624A" w:rsidRPr="00C1624A" w14:paraId="3966B127" w14:textId="77777777" w:rsidTr="003D2E48">
        <w:tc>
          <w:tcPr>
            <w:tcW w:w="0" w:type="auto"/>
          </w:tcPr>
          <w:p w14:paraId="3B104A2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Nickelin</w:t>
            </w:r>
          </w:p>
        </w:tc>
        <w:tc>
          <w:tcPr>
            <w:tcW w:w="0" w:type="auto"/>
          </w:tcPr>
          <w:p w14:paraId="7AF8E499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0,43</w:t>
            </w:r>
          </w:p>
        </w:tc>
      </w:tr>
      <w:tr w:rsidR="00C1624A" w:rsidRPr="00C1624A" w14:paraId="7357E966" w14:textId="77777777" w:rsidTr="003D2E48">
        <w:tc>
          <w:tcPr>
            <w:tcW w:w="0" w:type="auto"/>
          </w:tcPr>
          <w:p w14:paraId="33A6EA7A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Stahlguss</w:t>
            </w:r>
          </w:p>
        </w:tc>
        <w:tc>
          <w:tcPr>
            <w:tcW w:w="0" w:type="auto"/>
          </w:tcPr>
          <w:p w14:paraId="257E24D6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0,18</w:t>
            </w:r>
          </w:p>
        </w:tc>
      </w:tr>
    </w:tbl>
    <w:p w14:paraId="2794033D" w14:textId="744D14B2" w:rsidR="00C1624A" w:rsidRDefault="00C1624A" w:rsidP="00C737BC">
      <w:r>
        <w:t>&lt;/Tabelle&gt;</w:t>
      </w:r>
    </w:p>
    <w:p w14:paraId="7A343DE8" w14:textId="0CF17EA4" w:rsidR="00C737BC" w:rsidRDefault="00C737BC" w:rsidP="00C737BC"/>
    <w:p w14:paraId="4137F2E1" w14:textId="52EE15DE" w:rsidR="00C737BC" w:rsidRDefault="00C737BC" w:rsidP="00C737BC">
      <w:r>
        <w:t>Halbleiter und Isolatoren</w:t>
      </w:r>
    </w:p>
    <w:p w14:paraId="1C6934B5" w14:textId="77777777" w:rsidR="00C1624A" w:rsidRDefault="00C1624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617"/>
        <w:gridCol w:w="3097"/>
      </w:tblGrid>
      <w:tr w:rsidR="00C1624A" w:rsidRPr="00C1624A" w14:paraId="4832B10B" w14:textId="77777777" w:rsidTr="003D2E48">
        <w:tc>
          <w:tcPr>
            <w:tcW w:w="0" w:type="auto"/>
          </w:tcPr>
          <w:p w14:paraId="0B17BA15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Material</w:t>
            </w:r>
          </w:p>
        </w:tc>
        <w:tc>
          <w:tcPr>
            <w:tcW w:w="0" w:type="auto"/>
          </w:tcPr>
          <w:p w14:paraId="284A5F3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~r in \frac{~W *mm^2}{m}</w:t>
            </w:r>
          </w:p>
        </w:tc>
      </w:tr>
      <w:tr w:rsidR="00C1624A" w:rsidRPr="00C1624A" w14:paraId="5127D912" w14:textId="77777777" w:rsidTr="003D2E48">
        <w:tc>
          <w:tcPr>
            <w:tcW w:w="0" w:type="auto"/>
          </w:tcPr>
          <w:p w14:paraId="5BBECF75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Bernstein</w:t>
            </w:r>
          </w:p>
        </w:tc>
        <w:tc>
          <w:tcPr>
            <w:tcW w:w="0" w:type="auto"/>
          </w:tcPr>
          <w:p w14:paraId="42299AE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bis 10^8</w:t>
            </w:r>
          </w:p>
        </w:tc>
      </w:tr>
      <w:tr w:rsidR="00C1624A" w:rsidRPr="00C1624A" w14:paraId="60DBE4D9" w14:textId="77777777" w:rsidTr="003D2E48">
        <w:tc>
          <w:tcPr>
            <w:tcW w:w="0" w:type="auto"/>
          </w:tcPr>
          <w:p w14:paraId="00BF62E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Holz, trocken</w:t>
            </w:r>
          </w:p>
        </w:tc>
        <w:tc>
          <w:tcPr>
            <w:tcW w:w="0" w:type="auto"/>
          </w:tcPr>
          <w:p w14:paraId="4941155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10^{11} ... 10^{15}</w:t>
            </w:r>
          </w:p>
        </w:tc>
      </w:tr>
      <w:tr w:rsidR="00C1624A" w:rsidRPr="00C1624A" w14:paraId="7B0CDB34" w14:textId="77777777" w:rsidTr="003D2E48">
        <w:tc>
          <w:tcPr>
            <w:tcW w:w="0" w:type="auto"/>
          </w:tcPr>
          <w:p w14:paraId="6EE73A0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Kupferoxid</w:t>
            </w:r>
          </w:p>
        </w:tc>
        <w:tc>
          <w:tcPr>
            <w:tcW w:w="0" w:type="auto"/>
          </w:tcPr>
          <w:p w14:paraId="37A9757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10^3 ... 10^8</w:t>
            </w:r>
          </w:p>
        </w:tc>
      </w:tr>
      <w:tr w:rsidR="00C1624A" w:rsidRPr="00C1624A" w14:paraId="26AF8AD0" w14:textId="77777777" w:rsidTr="003D2E48">
        <w:tc>
          <w:tcPr>
            <w:tcW w:w="0" w:type="auto"/>
          </w:tcPr>
          <w:p w14:paraId="37424CD5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Polyvinylchlorid PVC</w:t>
            </w:r>
          </w:p>
        </w:tc>
        <w:tc>
          <w:tcPr>
            <w:tcW w:w="0" w:type="auto"/>
          </w:tcPr>
          <w:p w14:paraId="058A536F" w14:textId="196CF16C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10^{14} ... 10</w:t>
            </w:r>
            <w:r w:rsidR="00A921FD">
              <w:rPr>
                <w:sz w:val="20"/>
                <w:szCs w:val="20"/>
              </w:rPr>
              <w:t>^</w:t>
            </w:r>
            <w:r w:rsidRPr="00C1624A">
              <w:rPr>
                <w:sz w:val="20"/>
                <w:szCs w:val="20"/>
              </w:rPr>
              <w:t>{15}</w:t>
            </w:r>
          </w:p>
        </w:tc>
      </w:tr>
      <w:tr w:rsidR="00C1624A" w:rsidRPr="00C1624A" w14:paraId="12D06986" w14:textId="77777777" w:rsidTr="003D2E48">
        <w:tc>
          <w:tcPr>
            <w:tcW w:w="0" w:type="auto"/>
          </w:tcPr>
          <w:p w14:paraId="376D1DF6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Polyethen PE</w:t>
            </w:r>
          </w:p>
        </w:tc>
        <w:tc>
          <w:tcPr>
            <w:tcW w:w="0" w:type="auto"/>
          </w:tcPr>
          <w:p w14:paraId="70233C62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10^{12}</w:t>
            </w:r>
          </w:p>
        </w:tc>
      </w:tr>
      <w:tr w:rsidR="00C1624A" w:rsidRPr="00C1624A" w14:paraId="114C8F0B" w14:textId="77777777" w:rsidTr="003D2E48">
        <w:tc>
          <w:tcPr>
            <w:tcW w:w="0" w:type="auto"/>
          </w:tcPr>
          <w:p w14:paraId="606CFF2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5084CA2A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bis 10^{18}</w:t>
            </w:r>
          </w:p>
        </w:tc>
      </w:tr>
      <w:tr w:rsidR="00C1624A" w:rsidRPr="00C1624A" w14:paraId="596B9C95" w14:textId="77777777" w:rsidTr="003D2E48">
        <w:tc>
          <w:tcPr>
            <w:tcW w:w="0" w:type="auto"/>
          </w:tcPr>
          <w:p w14:paraId="41184E0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Quarzglas</w:t>
            </w:r>
          </w:p>
        </w:tc>
        <w:tc>
          <w:tcPr>
            <w:tcW w:w="0" w:type="auto"/>
          </w:tcPr>
          <w:p w14:paraId="5C76ECE9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10^{13} ... 10^{15}</w:t>
            </w:r>
          </w:p>
        </w:tc>
      </w:tr>
      <w:tr w:rsidR="00C1624A" w:rsidRPr="00C1624A" w14:paraId="1CA51A10" w14:textId="77777777" w:rsidTr="003D2E48">
        <w:tc>
          <w:tcPr>
            <w:tcW w:w="0" w:type="auto"/>
          </w:tcPr>
          <w:p w14:paraId="1062D63A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Silicium</w:t>
            </w:r>
          </w:p>
        </w:tc>
        <w:tc>
          <w:tcPr>
            <w:tcW w:w="0" w:type="auto"/>
          </w:tcPr>
          <w:p w14:paraId="3AC1173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10^{-1} ... 10^5</w:t>
            </w:r>
          </w:p>
        </w:tc>
      </w:tr>
      <w:tr w:rsidR="00C1624A" w:rsidRPr="00C1624A" w14:paraId="1B88CE47" w14:textId="77777777" w:rsidTr="003D2E48">
        <w:tc>
          <w:tcPr>
            <w:tcW w:w="0" w:type="auto"/>
          </w:tcPr>
          <w:p w14:paraId="04E5934F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Transformatorenöl</w:t>
            </w:r>
          </w:p>
        </w:tc>
        <w:tc>
          <w:tcPr>
            <w:tcW w:w="0" w:type="auto"/>
          </w:tcPr>
          <w:p w14:paraId="7650F9B7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10^{12} ... 10^{15}</w:t>
            </w:r>
          </w:p>
        </w:tc>
      </w:tr>
      <w:tr w:rsidR="00C1624A" w:rsidRPr="00C1624A" w14:paraId="31323781" w14:textId="77777777" w:rsidTr="003D2E48">
        <w:tc>
          <w:tcPr>
            <w:tcW w:w="0" w:type="auto"/>
          </w:tcPr>
          <w:p w14:paraId="6A5E49BD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Wasser (destilliert)</w:t>
            </w:r>
          </w:p>
        </w:tc>
        <w:tc>
          <w:tcPr>
            <w:tcW w:w="0" w:type="auto"/>
          </w:tcPr>
          <w:p w14:paraId="3E3FD098" w14:textId="7557405E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10^</w:t>
            </w:r>
            <w:r w:rsidR="00A921FD">
              <w:rPr>
                <w:sz w:val="20"/>
                <w:szCs w:val="20"/>
              </w:rPr>
              <w:t>{</w:t>
            </w:r>
            <w:r w:rsidRPr="00C1624A">
              <w:rPr>
                <w:sz w:val="20"/>
                <w:szCs w:val="20"/>
              </w:rPr>
              <w:t>10</w:t>
            </w:r>
            <w:r w:rsidR="00A921FD">
              <w:rPr>
                <w:sz w:val="20"/>
                <w:szCs w:val="20"/>
              </w:rPr>
              <w:t>}</w:t>
            </w:r>
          </w:p>
        </w:tc>
      </w:tr>
    </w:tbl>
    <w:p w14:paraId="21906958" w14:textId="3C2617BB" w:rsidR="00C1624A" w:rsidRDefault="00C1624A" w:rsidP="00C737BC">
      <w:r>
        <w:t>&lt;/Tabelle&gt;</w:t>
      </w:r>
    </w:p>
    <w:p w14:paraId="5811096C" w14:textId="6C9169B0" w:rsidR="00C1624A" w:rsidRDefault="00C1624A" w:rsidP="00C737BC"/>
    <w:p w14:paraId="1F57A0A9" w14:textId="77777777" w:rsidR="00C737BC" w:rsidRDefault="00C737BC" w:rsidP="00C1624A">
      <w:pPr>
        <w:pStyle w:val="berschrift3"/>
      </w:pPr>
      <w:r>
        <w:t>Brechzahlen</w:t>
      </w:r>
    </w:p>
    <w:p w14:paraId="7FBB37E0" w14:textId="04BCD847" w:rsidR="00C737BC" w:rsidRDefault="00C737BC" w:rsidP="00C737BC">
      <w:r>
        <w:t>Die Brechzahlen beziehen sich auf den Übergang der gelben Natriumlinien (</w:t>
      </w:r>
      <w:r w:rsidR="00C1624A">
        <w:t>~l</w:t>
      </w:r>
      <w:r>
        <w:t xml:space="preserve"> =589,3nm) aus dem Vakuum in den angegebenen Stoff.</w:t>
      </w:r>
    </w:p>
    <w:p w14:paraId="372D853D" w14:textId="77777777" w:rsidR="00C1624A" w:rsidRDefault="00C1624A" w:rsidP="00C737BC"/>
    <w:p w14:paraId="78F83F2A" w14:textId="77777777" w:rsidR="00C1624A" w:rsidRDefault="00C1624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1777"/>
      </w:tblGrid>
      <w:tr w:rsidR="00C1624A" w:rsidRPr="00C1624A" w14:paraId="7FBD279D" w14:textId="77777777" w:rsidTr="003D2E48">
        <w:tc>
          <w:tcPr>
            <w:tcW w:w="0" w:type="auto"/>
          </w:tcPr>
          <w:p w14:paraId="669C25FE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0F6A654E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Brechzahl n</w:t>
            </w:r>
          </w:p>
        </w:tc>
      </w:tr>
      <w:tr w:rsidR="00C1624A" w:rsidRPr="00C1624A" w14:paraId="3066A66E" w14:textId="77777777" w:rsidTr="003D2E48">
        <w:tc>
          <w:tcPr>
            <w:tcW w:w="0" w:type="auto"/>
          </w:tcPr>
          <w:p w14:paraId="16A5C0C7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Diamant</w:t>
            </w:r>
          </w:p>
        </w:tc>
        <w:tc>
          <w:tcPr>
            <w:tcW w:w="0" w:type="auto"/>
          </w:tcPr>
          <w:p w14:paraId="6FE146D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2,417</w:t>
            </w:r>
          </w:p>
        </w:tc>
      </w:tr>
      <w:tr w:rsidR="00C1624A" w:rsidRPr="00C1624A" w14:paraId="0A3C4ED9" w14:textId="77777777" w:rsidTr="003D2E48">
        <w:tc>
          <w:tcPr>
            <w:tcW w:w="0" w:type="auto"/>
          </w:tcPr>
          <w:p w14:paraId="6D0B9004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Eis</w:t>
            </w:r>
          </w:p>
        </w:tc>
        <w:tc>
          <w:tcPr>
            <w:tcW w:w="0" w:type="auto"/>
          </w:tcPr>
          <w:p w14:paraId="6FA0E349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1,31</w:t>
            </w:r>
          </w:p>
        </w:tc>
      </w:tr>
      <w:tr w:rsidR="00C1624A" w:rsidRPr="00C1624A" w14:paraId="0B2D30CA" w14:textId="77777777" w:rsidTr="003D2E48">
        <w:tc>
          <w:tcPr>
            <w:tcW w:w="0" w:type="auto"/>
          </w:tcPr>
          <w:p w14:paraId="46A9A0E4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Flintglas, leicht</w:t>
            </w:r>
          </w:p>
        </w:tc>
        <w:tc>
          <w:tcPr>
            <w:tcW w:w="0" w:type="auto"/>
          </w:tcPr>
          <w:p w14:paraId="748E1E4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1,608</w:t>
            </w:r>
          </w:p>
        </w:tc>
      </w:tr>
      <w:tr w:rsidR="00C1624A" w:rsidRPr="00C1624A" w14:paraId="26DFF2D5" w14:textId="77777777" w:rsidTr="003D2E48">
        <w:tc>
          <w:tcPr>
            <w:tcW w:w="0" w:type="auto"/>
          </w:tcPr>
          <w:p w14:paraId="5FB56D8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Flintglas, schwer</w:t>
            </w:r>
          </w:p>
        </w:tc>
        <w:tc>
          <w:tcPr>
            <w:tcW w:w="0" w:type="auto"/>
          </w:tcPr>
          <w:p w14:paraId="4E36C99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1,754</w:t>
            </w:r>
          </w:p>
        </w:tc>
      </w:tr>
      <w:tr w:rsidR="00C1624A" w:rsidRPr="00C1624A" w14:paraId="5B9BCCF3" w14:textId="77777777" w:rsidTr="003D2E48">
        <w:tc>
          <w:tcPr>
            <w:tcW w:w="0" w:type="auto"/>
          </w:tcPr>
          <w:p w14:paraId="78739477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Kronglas, leicht</w:t>
            </w:r>
          </w:p>
        </w:tc>
        <w:tc>
          <w:tcPr>
            <w:tcW w:w="0" w:type="auto"/>
          </w:tcPr>
          <w:p w14:paraId="05139730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1,515</w:t>
            </w:r>
          </w:p>
        </w:tc>
      </w:tr>
      <w:tr w:rsidR="00C1624A" w:rsidRPr="00C1624A" w14:paraId="31E34E75" w14:textId="77777777" w:rsidTr="003D2E48">
        <w:tc>
          <w:tcPr>
            <w:tcW w:w="0" w:type="auto"/>
          </w:tcPr>
          <w:p w14:paraId="03126F2E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Kronglas, schwer</w:t>
            </w:r>
          </w:p>
        </w:tc>
        <w:tc>
          <w:tcPr>
            <w:tcW w:w="0" w:type="auto"/>
          </w:tcPr>
          <w:p w14:paraId="753FF693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1,615</w:t>
            </w:r>
          </w:p>
        </w:tc>
      </w:tr>
      <w:tr w:rsidR="00C1624A" w:rsidRPr="00C1624A" w14:paraId="2B5AE74C" w14:textId="77777777" w:rsidTr="003D2E48">
        <w:tc>
          <w:tcPr>
            <w:tcW w:w="0" w:type="auto"/>
          </w:tcPr>
          <w:p w14:paraId="78459C04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Quarzglas</w:t>
            </w:r>
          </w:p>
        </w:tc>
        <w:tc>
          <w:tcPr>
            <w:tcW w:w="0" w:type="auto"/>
          </w:tcPr>
          <w:p w14:paraId="217F4A87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1,459</w:t>
            </w:r>
          </w:p>
        </w:tc>
      </w:tr>
      <w:tr w:rsidR="00C1624A" w:rsidRPr="00C1624A" w14:paraId="261973D7" w14:textId="77777777" w:rsidTr="003D2E48">
        <w:tc>
          <w:tcPr>
            <w:tcW w:w="0" w:type="auto"/>
          </w:tcPr>
          <w:p w14:paraId="596828A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Augenlinse</w:t>
            </w:r>
          </w:p>
        </w:tc>
        <w:tc>
          <w:tcPr>
            <w:tcW w:w="0" w:type="auto"/>
          </w:tcPr>
          <w:p w14:paraId="0BED351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1,40 ... 1,41</w:t>
            </w:r>
          </w:p>
        </w:tc>
      </w:tr>
      <w:tr w:rsidR="00C1624A" w:rsidRPr="00C1624A" w14:paraId="2ADAA431" w14:textId="77777777" w:rsidTr="003D2E48">
        <w:tc>
          <w:tcPr>
            <w:tcW w:w="0" w:type="auto"/>
          </w:tcPr>
          <w:p w14:paraId="397DCE75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2A661FB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1,474</w:t>
            </w:r>
          </w:p>
        </w:tc>
      </w:tr>
      <w:tr w:rsidR="00C1624A" w:rsidRPr="00C1624A" w14:paraId="50BEEE24" w14:textId="77777777" w:rsidTr="003D2E48">
        <w:tc>
          <w:tcPr>
            <w:tcW w:w="0" w:type="auto"/>
          </w:tcPr>
          <w:p w14:paraId="20D9ABF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Hornhaut</w:t>
            </w:r>
          </w:p>
        </w:tc>
        <w:tc>
          <w:tcPr>
            <w:tcW w:w="0" w:type="auto"/>
          </w:tcPr>
          <w:p w14:paraId="59A6029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1,376</w:t>
            </w:r>
          </w:p>
        </w:tc>
      </w:tr>
      <w:tr w:rsidR="00C1624A" w:rsidRPr="00C1624A" w14:paraId="2C90B8ED" w14:textId="77777777" w:rsidTr="003D2E48">
        <w:tc>
          <w:tcPr>
            <w:tcW w:w="0" w:type="auto"/>
          </w:tcPr>
          <w:p w14:paraId="47C2C241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Kammerwasser</w:t>
            </w:r>
          </w:p>
        </w:tc>
        <w:tc>
          <w:tcPr>
            <w:tcW w:w="0" w:type="auto"/>
          </w:tcPr>
          <w:p w14:paraId="15A31607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1,336</w:t>
            </w:r>
          </w:p>
        </w:tc>
      </w:tr>
      <w:tr w:rsidR="00C1624A" w:rsidRPr="00C1624A" w14:paraId="434E8BE9" w14:textId="77777777" w:rsidTr="003D2E48">
        <w:tc>
          <w:tcPr>
            <w:tcW w:w="0" w:type="auto"/>
          </w:tcPr>
          <w:p w14:paraId="47132048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Luft</w:t>
            </w:r>
          </w:p>
        </w:tc>
        <w:tc>
          <w:tcPr>
            <w:tcW w:w="0" w:type="auto"/>
          </w:tcPr>
          <w:p w14:paraId="43CA4F3C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1,0003</w:t>
            </w:r>
          </w:p>
        </w:tc>
      </w:tr>
      <w:tr w:rsidR="00C1624A" w:rsidRPr="00C1624A" w14:paraId="236F9C3C" w14:textId="77777777" w:rsidTr="003D2E48">
        <w:tc>
          <w:tcPr>
            <w:tcW w:w="0" w:type="auto"/>
          </w:tcPr>
          <w:p w14:paraId="375A3EB0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1C23C600" w14:textId="77777777" w:rsidR="00C1624A" w:rsidRPr="00C1624A" w:rsidRDefault="00C1624A" w:rsidP="003D2E48">
            <w:pPr>
              <w:rPr>
                <w:sz w:val="20"/>
                <w:szCs w:val="20"/>
              </w:rPr>
            </w:pPr>
            <w:r w:rsidRPr="00C1624A">
              <w:rPr>
                <w:sz w:val="20"/>
                <w:szCs w:val="20"/>
              </w:rPr>
              <w:t>1,333</w:t>
            </w:r>
          </w:p>
        </w:tc>
      </w:tr>
    </w:tbl>
    <w:p w14:paraId="6D2F9ED8" w14:textId="56EDB9A8" w:rsidR="00C1624A" w:rsidRDefault="00C1624A" w:rsidP="00C737BC">
      <w:r>
        <w:t>&lt;/Tabelle&gt;</w:t>
      </w:r>
    </w:p>
    <w:p w14:paraId="4CDC71E8" w14:textId="33E18171" w:rsidR="00C1624A" w:rsidRDefault="00C1624A" w:rsidP="00C737BC"/>
    <w:p w14:paraId="43008BC6" w14:textId="059DBFE9" w:rsidR="00C737BC" w:rsidRDefault="00C737BC" w:rsidP="00C1624A">
      <w:pPr>
        <w:pStyle w:val="berschrift3"/>
      </w:pPr>
      <w:r>
        <w:t>Hall-Konstante</w:t>
      </w:r>
    </w:p>
    <w:p w14:paraId="7B2A2AF4" w14:textId="77777777" w:rsidR="00FB2A98" w:rsidRDefault="00FB2A9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497"/>
        <w:gridCol w:w="2617"/>
      </w:tblGrid>
      <w:tr w:rsidR="00FB2A98" w:rsidRPr="00FB2A98" w14:paraId="0F39FD93" w14:textId="77777777" w:rsidTr="003D2E48">
        <w:tc>
          <w:tcPr>
            <w:tcW w:w="0" w:type="auto"/>
          </w:tcPr>
          <w:p w14:paraId="1BBED8C4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038E9014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R_H in \frac{m^3}{C}</w:t>
            </w:r>
          </w:p>
        </w:tc>
      </w:tr>
      <w:tr w:rsidR="00FB2A98" w:rsidRPr="00FB2A98" w14:paraId="3B7C1B52" w14:textId="77777777" w:rsidTr="003D2E48">
        <w:tc>
          <w:tcPr>
            <w:tcW w:w="0" w:type="auto"/>
          </w:tcPr>
          <w:p w14:paraId="3EC1AD9F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272E6F99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-3,5 *10^{-11}</w:t>
            </w:r>
          </w:p>
        </w:tc>
      </w:tr>
      <w:tr w:rsidR="00FB2A98" w:rsidRPr="00FB2A98" w14:paraId="72D5E224" w14:textId="77777777" w:rsidTr="003D2E48">
        <w:tc>
          <w:tcPr>
            <w:tcW w:w="0" w:type="auto"/>
          </w:tcPr>
          <w:p w14:paraId="2330F15B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Bismut</w:t>
            </w:r>
          </w:p>
        </w:tc>
        <w:tc>
          <w:tcPr>
            <w:tcW w:w="0" w:type="auto"/>
          </w:tcPr>
          <w:p w14:paraId="27A7FE5C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+5 *10^{-7}</w:t>
            </w:r>
          </w:p>
        </w:tc>
      </w:tr>
      <w:tr w:rsidR="00FB2A98" w:rsidRPr="00FB2A98" w14:paraId="5F813E84" w14:textId="77777777" w:rsidTr="003D2E48">
        <w:tc>
          <w:tcPr>
            <w:tcW w:w="0" w:type="auto"/>
          </w:tcPr>
          <w:p w14:paraId="12516D4D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Cadmium</w:t>
            </w:r>
          </w:p>
        </w:tc>
        <w:tc>
          <w:tcPr>
            <w:tcW w:w="0" w:type="auto"/>
          </w:tcPr>
          <w:p w14:paraId="58DADDF1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+5,9 *10^{-11}</w:t>
            </w:r>
          </w:p>
        </w:tc>
      </w:tr>
      <w:tr w:rsidR="00FB2A98" w:rsidRPr="00FB2A98" w14:paraId="1DF9C87D" w14:textId="77777777" w:rsidTr="003D2E48">
        <w:tc>
          <w:tcPr>
            <w:tcW w:w="0" w:type="auto"/>
          </w:tcPr>
          <w:p w14:paraId="7C48313B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Germanium n-dotiert</w:t>
            </w:r>
          </w:p>
        </w:tc>
        <w:tc>
          <w:tcPr>
            <w:tcW w:w="0" w:type="auto"/>
          </w:tcPr>
          <w:p w14:paraId="7895981F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+5,6 *10^{-3}</w:t>
            </w:r>
          </w:p>
        </w:tc>
      </w:tr>
      <w:tr w:rsidR="00FB2A98" w:rsidRPr="00FB2A98" w14:paraId="10F7380B" w14:textId="77777777" w:rsidTr="003D2E48">
        <w:tc>
          <w:tcPr>
            <w:tcW w:w="0" w:type="auto"/>
          </w:tcPr>
          <w:p w14:paraId="128D1431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Germanium p-dotiert</w:t>
            </w:r>
          </w:p>
        </w:tc>
        <w:tc>
          <w:tcPr>
            <w:tcW w:w="0" w:type="auto"/>
          </w:tcPr>
          <w:p w14:paraId="494C58CB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+6,6 *10^{-3}</w:t>
            </w:r>
          </w:p>
        </w:tc>
      </w:tr>
      <w:tr w:rsidR="00FB2A98" w:rsidRPr="00FB2A98" w14:paraId="29B1709A" w14:textId="77777777" w:rsidTr="003D2E48">
        <w:tc>
          <w:tcPr>
            <w:tcW w:w="0" w:type="auto"/>
          </w:tcPr>
          <w:p w14:paraId="772DBEBB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30FB09BD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-7,2 *10^{-11}</w:t>
            </w:r>
          </w:p>
        </w:tc>
      </w:tr>
      <w:tr w:rsidR="00FB2A98" w:rsidRPr="00FB2A98" w14:paraId="2C3CB0AB" w14:textId="77777777" w:rsidTr="003D2E48">
        <w:tc>
          <w:tcPr>
            <w:tcW w:w="0" w:type="auto"/>
          </w:tcPr>
          <w:p w14:paraId="17398EBA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lastRenderedPageBreak/>
              <w:t>Indiumantimonid</w:t>
            </w:r>
          </w:p>
        </w:tc>
        <w:tc>
          <w:tcPr>
            <w:tcW w:w="0" w:type="auto"/>
          </w:tcPr>
          <w:p w14:paraId="162533B0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+7 *10^{-4}</w:t>
            </w:r>
          </w:p>
        </w:tc>
      </w:tr>
      <w:tr w:rsidR="00FB2A98" w:rsidRPr="00FB2A98" w14:paraId="1CE61BE5" w14:textId="77777777" w:rsidTr="003D2E48">
        <w:tc>
          <w:tcPr>
            <w:tcW w:w="0" w:type="auto"/>
          </w:tcPr>
          <w:p w14:paraId="2F525FC5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0630E5A2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-5,2 *10^{-11}</w:t>
            </w:r>
          </w:p>
        </w:tc>
      </w:tr>
      <w:tr w:rsidR="00FB2A98" w:rsidRPr="00FB2A98" w14:paraId="37592A79" w14:textId="77777777" w:rsidTr="003D2E48">
        <w:tc>
          <w:tcPr>
            <w:tcW w:w="0" w:type="auto"/>
          </w:tcPr>
          <w:p w14:paraId="42C8E1D4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Palladium</w:t>
            </w:r>
          </w:p>
        </w:tc>
        <w:tc>
          <w:tcPr>
            <w:tcW w:w="0" w:type="auto"/>
          </w:tcPr>
          <w:p w14:paraId="2F8C605A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-8,6 *10^{-11}</w:t>
            </w:r>
          </w:p>
        </w:tc>
      </w:tr>
      <w:tr w:rsidR="00FB2A98" w:rsidRPr="00FB2A98" w14:paraId="6972E3A1" w14:textId="77777777" w:rsidTr="003D2E48">
        <w:tc>
          <w:tcPr>
            <w:tcW w:w="0" w:type="auto"/>
          </w:tcPr>
          <w:p w14:paraId="72BF2C43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2B11EB0C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-2,0 *10^{-11}</w:t>
            </w:r>
          </w:p>
        </w:tc>
      </w:tr>
      <w:tr w:rsidR="00FB2A98" w:rsidRPr="00FB2A98" w14:paraId="28F8D2D5" w14:textId="77777777" w:rsidTr="003D2E48">
        <w:tc>
          <w:tcPr>
            <w:tcW w:w="0" w:type="auto"/>
          </w:tcPr>
          <w:p w14:paraId="77938122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70CDF9E6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-8,9 *10^{-11}</w:t>
            </w:r>
          </w:p>
        </w:tc>
      </w:tr>
      <w:tr w:rsidR="00FB2A98" w:rsidRPr="00FB2A98" w14:paraId="51096F1F" w14:textId="77777777" w:rsidTr="003D2E48">
        <w:tc>
          <w:tcPr>
            <w:tcW w:w="0" w:type="auto"/>
          </w:tcPr>
          <w:p w14:paraId="6CBD0CF8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2BA76CE6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+6,4 *10^{-11}</w:t>
            </w:r>
          </w:p>
        </w:tc>
      </w:tr>
    </w:tbl>
    <w:p w14:paraId="3F546200" w14:textId="23407736" w:rsidR="00FB2A98" w:rsidRDefault="00FB2A98" w:rsidP="00C737BC">
      <w:r>
        <w:t>&lt;/Tabelle&gt;</w:t>
      </w:r>
    </w:p>
    <w:p w14:paraId="0554F44B" w14:textId="1744A400" w:rsidR="00FB2A98" w:rsidRDefault="00FB2A98" w:rsidP="00C737BC"/>
    <w:p w14:paraId="779A3A5B" w14:textId="0EB9B4AC" w:rsidR="00C737BC" w:rsidRDefault="00C737BC" w:rsidP="00FB2A98">
      <w:pPr>
        <w:pStyle w:val="berschrift3"/>
      </w:pPr>
      <w:r>
        <w:t>Auslösearbeit</w:t>
      </w:r>
    </w:p>
    <w:p w14:paraId="290BD3E1" w14:textId="77777777" w:rsidR="00FB2A98" w:rsidRDefault="00FB2A98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297"/>
        <w:gridCol w:w="1297"/>
      </w:tblGrid>
      <w:tr w:rsidR="00FB2A98" w:rsidRPr="00FB2A98" w14:paraId="19DE842C" w14:textId="77777777" w:rsidTr="003D2E48">
        <w:tc>
          <w:tcPr>
            <w:tcW w:w="0" w:type="auto"/>
          </w:tcPr>
          <w:p w14:paraId="45CC16EF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Metall</w:t>
            </w:r>
          </w:p>
        </w:tc>
        <w:tc>
          <w:tcPr>
            <w:tcW w:w="0" w:type="auto"/>
          </w:tcPr>
          <w:p w14:paraId="4198B181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W_A in eV</w:t>
            </w:r>
          </w:p>
        </w:tc>
      </w:tr>
      <w:tr w:rsidR="00FB2A98" w:rsidRPr="00FB2A98" w14:paraId="0235AD08" w14:textId="77777777" w:rsidTr="003D2E48">
        <w:tc>
          <w:tcPr>
            <w:tcW w:w="0" w:type="auto"/>
          </w:tcPr>
          <w:p w14:paraId="08814B74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3384ED8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4,20</w:t>
            </w:r>
          </w:p>
        </w:tc>
      </w:tr>
      <w:tr w:rsidR="00FB2A98" w:rsidRPr="00FB2A98" w14:paraId="7FBC4547" w14:textId="77777777" w:rsidTr="003D2E48">
        <w:tc>
          <w:tcPr>
            <w:tcW w:w="0" w:type="auto"/>
          </w:tcPr>
          <w:p w14:paraId="603BC959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Barium</w:t>
            </w:r>
          </w:p>
        </w:tc>
        <w:tc>
          <w:tcPr>
            <w:tcW w:w="0" w:type="auto"/>
          </w:tcPr>
          <w:p w14:paraId="70A83313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2,52</w:t>
            </w:r>
          </w:p>
        </w:tc>
      </w:tr>
      <w:tr w:rsidR="00FB2A98" w:rsidRPr="00FB2A98" w14:paraId="4BC2555F" w14:textId="77777777" w:rsidTr="003D2E48">
        <w:tc>
          <w:tcPr>
            <w:tcW w:w="0" w:type="auto"/>
          </w:tcPr>
          <w:p w14:paraId="74BAABDA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Cadmium</w:t>
            </w:r>
          </w:p>
        </w:tc>
        <w:tc>
          <w:tcPr>
            <w:tcW w:w="0" w:type="auto"/>
          </w:tcPr>
          <w:p w14:paraId="385FBC29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4,08</w:t>
            </w:r>
          </w:p>
        </w:tc>
      </w:tr>
      <w:tr w:rsidR="00FB2A98" w:rsidRPr="00FB2A98" w14:paraId="58A40E23" w14:textId="77777777" w:rsidTr="003D2E48">
        <w:tc>
          <w:tcPr>
            <w:tcW w:w="0" w:type="auto"/>
          </w:tcPr>
          <w:p w14:paraId="79520D9A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Cäsium</w:t>
            </w:r>
          </w:p>
        </w:tc>
        <w:tc>
          <w:tcPr>
            <w:tcW w:w="0" w:type="auto"/>
          </w:tcPr>
          <w:p w14:paraId="5BE0C2F5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1,95</w:t>
            </w:r>
          </w:p>
        </w:tc>
      </w:tr>
      <w:tr w:rsidR="00FB2A98" w:rsidRPr="00FB2A98" w14:paraId="5AFFFABD" w14:textId="77777777" w:rsidTr="003D2E48">
        <w:tc>
          <w:tcPr>
            <w:tcW w:w="0" w:type="auto"/>
          </w:tcPr>
          <w:p w14:paraId="28BF4C74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Calcium</w:t>
            </w:r>
          </w:p>
        </w:tc>
        <w:tc>
          <w:tcPr>
            <w:tcW w:w="0" w:type="auto"/>
          </w:tcPr>
          <w:p w14:paraId="4DE4BBA8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2,87</w:t>
            </w:r>
          </w:p>
        </w:tc>
      </w:tr>
      <w:tr w:rsidR="00FB2A98" w:rsidRPr="00FB2A98" w14:paraId="06709E24" w14:textId="77777777" w:rsidTr="003D2E48">
        <w:tc>
          <w:tcPr>
            <w:tcW w:w="0" w:type="auto"/>
          </w:tcPr>
          <w:p w14:paraId="29431547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0D941EDC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5,47</w:t>
            </w:r>
          </w:p>
        </w:tc>
      </w:tr>
      <w:tr w:rsidR="00FB2A98" w:rsidRPr="00FB2A98" w14:paraId="37B70510" w14:textId="77777777" w:rsidTr="003D2E48">
        <w:tc>
          <w:tcPr>
            <w:tcW w:w="0" w:type="auto"/>
          </w:tcPr>
          <w:p w14:paraId="296F71BE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336B5560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4,67</w:t>
            </w:r>
          </w:p>
        </w:tc>
      </w:tr>
      <w:tr w:rsidR="00FB2A98" w:rsidRPr="00FB2A98" w14:paraId="50B9B577" w14:textId="77777777" w:rsidTr="003D2E48">
        <w:tc>
          <w:tcPr>
            <w:tcW w:w="0" w:type="auto"/>
          </w:tcPr>
          <w:p w14:paraId="034A11B4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4B95E687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3,66</w:t>
            </w:r>
          </w:p>
        </w:tc>
      </w:tr>
      <w:tr w:rsidR="00FB2A98" w:rsidRPr="00FB2A98" w14:paraId="39B2A8BC" w14:textId="77777777" w:rsidTr="003D2E48">
        <w:tc>
          <w:tcPr>
            <w:tcW w:w="0" w:type="auto"/>
          </w:tcPr>
          <w:p w14:paraId="7F7380B3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0D1D5781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5,64</w:t>
            </w:r>
          </w:p>
        </w:tc>
      </w:tr>
      <w:tr w:rsidR="00FB2A98" w:rsidRPr="00FB2A98" w14:paraId="2871F2E6" w14:textId="77777777" w:rsidTr="003D2E48">
        <w:tc>
          <w:tcPr>
            <w:tcW w:w="0" w:type="auto"/>
          </w:tcPr>
          <w:p w14:paraId="160008F8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1A64CF50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4,55</w:t>
            </w:r>
          </w:p>
        </w:tc>
      </w:tr>
      <w:tr w:rsidR="00FB2A98" w:rsidRPr="00FB2A98" w14:paraId="4104B6DD" w14:textId="77777777" w:rsidTr="003D2E48">
        <w:tc>
          <w:tcPr>
            <w:tcW w:w="0" w:type="auto"/>
          </w:tcPr>
          <w:p w14:paraId="36803C4B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7095E1CF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3,95</w:t>
            </w:r>
          </w:p>
        </w:tc>
      </w:tr>
      <w:tr w:rsidR="00FB2A98" w:rsidRPr="00FB2A98" w14:paraId="5468AA47" w14:textId="77777777" w:rsidTr="003D2E48">
        <w:tc>
          <w:tcPr>
            <w:tcW w:w="0" w:type="auto"/>
          </w:tcPr>
          <w:p w14:paraId="6CE80F14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1D976775" w14:textId="77777777" w:rsidR="00FB2A98" w:rsidRPr="00FB2A98" w:rsidRDefault="00FB2A98" w:rsidP="003D2E48">
            <w:pPr>
              <w:rPr>
                <w:sz w:val="20"/>
                <w:szCs w:val="20"/>
              </w:rPr>
            </w:pPr>
            <w:r w:rsidRPr="00FB2A98">
              <w:rPr>
                <w:sz w:val="20"/>
                <w:szCs w:val="20"/>
              </w:rPr>
              <w:t>4,42</w:t>
            </w:r>
          </w:p>
        </w:tc>
      </w:tr>
    </w:tbl>
    <w:p w14:paraId="455B05AF" w14:textId="4FF5F02D" w:rsidR="00FB2A98" w:rsidRDefault="00FB2A98" w:rsidP="00C737BC">
      <w:r>
        <w:t>&lt;/Tabelle&gt;</w:t>
      </w:r>
    </w:p>
    <w:p w14:paraId="33F44EC4" w14:textId="1315C609" w:rsidR="00FB2A98" w:rsidRDefault="00FB2A98" w:rsidP="00C737BC"/>
    <w:p w14:paraId="4B6D2B62" w14:textId="3E7E83CE" w:rsidR="00C737BC" w:rsidRDefault="00C737BC" w:rsidP="00FB2A98">
      <w:pPr>
        <w:pStyle w:val="berschrift3"/>
      </w:pPr>
      <w:r>
        <w:t>Längenausdehnungs- und Volumenausdehnungskoeffizienten</w:t>
      </w:r>
    </w:p>
    <w:p w14:paraId="36262C56" w14:textId="22338C83" w:rsidR="00C737BC" w:rsidRDefault="00C737BC" w:rsidP="00C737BC">
      <w:r>
        <w:t>Längenausdehnungskoeffizienten</w:t>
      </w:r>
    </w:p>
    <w:p w14:paraId="19287F15" w14:textId="77777777" w:rsidR="00C2653A" w:rsidRDefault="00C2653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497"/>
        <w:gridCol w:w="2977"/>
      </w:tblGrid>
      <w:tr w:rsidR="00C2653A" w:rsidRPr="00C2653A" w14:paraId="0E6ABF58" w14:textId="77777777" w:rsidTr="003D2E48">
        <w:tc>
          <w:tcPr>
            <w:tcW w:w="0" w:type="auto"/>
          </w:tcPr>
          <w:p w14:paraId="41A00446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32D0C6E3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~a in \frac{10^{-6}}{K}</w:t>
            </w:r>
          </w:p>
        </w:tc>
      </w:tr>
      <w:tr w:rsidR="00C2653A" w:rsidRPr="00C2653A" w14:paraId="5F97F60B" w14:textId="77777777" w:rsidTr="003D2E48">
        <w:tc>
          <w:tcPr>
            <w:tcW w:w="0" w:type="auto"/>
          </w:tcPr>
          <w:p w14:paraId="303B5462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F20FD07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23,1</w:t>
            </w:r>
          </w:p>
        </w:tc>
      </w:tr>
      <w:tr w:rsidR="00C2653A" w:rsidRPr="00C2653A" w14:paraId="6806EB08" w14:textId="77777777" w:rsidTr="003D2E48">
        <w:tc>
          <w:tcPr>
            <w:tcW w:w="0" w:type="auto"/>
          </w:tcPr>
          <w:p w14:paraId="63C6F19D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62300A45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12</w:t>
            </w:r>
          </w:p>
        </w:tc>
      </w:tr>
      <w:tr w:rsidR="00C2653A" w:rsidRPr="00C2653A" w14:paraId="0E497B80" w14:textId="77777777" w:rsidTr="003D2E48">
        <w:tc>
          <w:tcPr>
            <w:tcW w:w="0" w:type="auto"/>
          </w:tcPr>
          <w:p w14:paraId="6C73764F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weißes Floatglas</w:t>
            </w:r>
          </w:p>
        </w:tc>
        <w:tc>
          <w:tcPr>
            <w:tcW w:w="0" w:type="auto"/>
          </w:tcPr>
          <w:p w14:paraId="248E9DD3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8,7</w:t>
            </w:r>
          </w:p>
        </w:tc>
      </w:tr>
      <w:tr w:rsidR="00C2653A" w:rsidRPr="00C2653A" w14:paraId="25C822D7" w14:textId="77777777" w:rsidTr="003D2E48">
        <w:tc>
          <w:tcPr>
            <w:tcW w:w="0" w:type="auto"/>
          </w:tcPr>
          <w:p w14:paraId="34139ACB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6F26278C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16,5</w:t>
            </w:r>
          </w:p>
        </w:tc>
      </w:tr>
      <w:tr w:rsidR="00C2653A" w:rsidRPr="00C2653A" w14:paraId="02310133" w14:textId="77777777" w:rsidTr="003D2E48">
        <w:tc>
          <w:tcPr>
            <w:tcW w:w="0" w:type="auto"/>
          </w:tcPr>
          <w:p w14:paraId="09ED6B0D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Polyethen PE</w:t>
            </w:r>
          </w:p>
        </w:tc>
        <w:tc>
          <w:tcPr>
            <w:tcW w:w="0" w:type="auto"/>
          </w:tcPr>
          <w:p w14:paraId="74307623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200</w:t>
            </w:r>
          </w:p>
        </w:tc>
      </w:tr>
      <w:tr w:rsidR="00C2653A" w:rsidRPr="00C2653A" w14:paraId="4365FA0F" w14:textId="77777777" w:rsidTr="003D2E48">
        <w:tc>
          <w:tcPr>
            <w:tcW w:w="0" w:type="auto"/>
          </w:tcPr>
          <w:p w14:paraId="2D07A4F8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Polyvinylchorid PVC</w:t>
            </w:r>
          </w:p>
        </w:tc>
        <w:tc>
          <w:tcPr>
            <w:tcW w:w="0" w:type="auto"/>
          </w:tcPr>
          <w:p w14:paraId="195094B7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80</w:t>
            </w:r>
          </w:p>
        </w:tc>
      </w:tr>
      <w:tr w:rsidR="00C2653A" w:rsidRPr="00C2653A" w14:paraId="6D218333" w14:textId="77777777" w:rsidTr="003D2E48">
        <w:tc>
          <w:tcPr>
            <w:tcW w:w="0" w:type="auto"/>
          </w:tcPr>
          <w:p w14:paraId="3A36F986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6A0F6EFB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11,7</w:t>
            </w:r>
          </w:p>
        </w:tc>
      </w:tr>
    </w:tbl>
    <w:p w14:paraId="61E74C82" w14:textId="016EF7E3" w:rsidR="00C2653A" w:rsidRDefault="00C2653A" w:rsidP="00C737BC">
      <w:r>
        <w:t>&lt;/Tabelle&gt;</w:t>
      </w:r>
    </w:p>
    <w:p w14:paraId="0AA5B0FC" w14:textId="161C975B" w:rsidR="00C2653A" w:rsidRDefault="00C2653A" w:rsidP="00C737BC"/>
    <w:p w14:paraId="0FCCC529" w14:textId="11A8F8DD" w:rsidR="00C737BC" w:rsidRDefault="00C737BC" w:rsidP="00C737BC">
      <w:r>
        <w:t>Volumenausdehnungskoeffzienten</w:t>
      </w:r>
    </w:p>
    <w:p w14:paraId="10EC0C92" w14:textId="77777777" w:rsidR="00C2653A" w:rsidRDefault="00C2653A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057"/>
        <w:gridCol w:w="4057"/>
      </w:tblGrid>
      <w:tr w:rsidR="00C2653A" w:rsidRPr="00C2653A" w14:paraId="2F9C6417" w14:textId="77777777" w:rsidTr="003D2E48">
        <w:tc>
          <w:tcPr>
            <w:tcW w:w="0" w:type="auto"/>
          </w:tcPr>
          <w:p w14:paraId="4AAB03FF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DC52801" w14:textId="5590BE86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~c in \frac{</w:t>
            </w:r>
            <w:r w:rsidR="00847164" w:rsidRPr="00C2653A">
              <w:rPr>
                <w:sz w:val="20"/>
                <w:szCs w:val="20"/>
              </w:rPr>
              <w:t>10^</w:t>
            </w:r>
            <w:r w:rsidR="00847164">
              <w:rPr>
                <w:sz w:val="20"/>
                <w:szCs w:val="20"/>
              </w:rPr>
              <w:t>{-</w:t>
            </w:r>
            <w:r w:rsidRPr="00C2653A">
              <w:rPr>
                <w:sz w:val="20"/>
                <w:szCs w:val="20"/>
              </w:rPr>
              <w:t>3}}{K} bei 20°C</w:t>
            </w:r>
          </w:p>
        </w:tc>
      </w:tr>
      <w:tr w:rsidR="00C2653A" w:rsidRPr="00C2653A" w14:paraId="0BD182E3" w14:textId="77777777" w:rsidTr="003D2E48">
        <w:tc>
          <w:tcPr>
            <w:tcW w:w="0" w:type="auto"/>
          </w:tcPr>
          <w:p w14:paraId="1DB882E6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Benzin</w:t>
            </w:r>
          </w:p>
        </w:tc>
        <w:tc>
          <w:tcPr>
            <w:tcW w:w="0" w:type="auto"/>
          </w:tcPr>
          <w:p w14:paraId="4A828267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1,00</w:t>
            </w:r>
          </w:p>
        </w:tc>
      </w:tr>
      <w:tr w:rsidR="00C2653A" w:rsidRPr="00C2653A" w14:paraId="76B8CADF" w14:textId="77777777" w:rsidTr="003D2E48">
        <w:tc>
          <w:tcPr>
            <w:tcW w:w="0" w:type="auto"/>
          </w:tcPr>
          <w:p w14:paraId="7F96ED4B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5C1A443D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1,10</w:t>
            </w:r>
          </w:p>
        </w:tc>
      </w:tr>
      <w:tr w:rsidR="00C2653A" w:rsidRPr="00C2653A" w14:paraId="6FD678A8" w14:textId="77777777" w:rsidTr="003D2E48">
        <w:tc>
          <w:tcPr>
            <w:tcW w:w="0" w:type="auto"/>
          </w:tcPr>
          <w:p w14:paraId="2A4BD0BD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3993A2B9" w14:textId="77777777" w:rsidR="00C2653A" w:rsidRPr="00C2653A" w:rsidRDefault="00C2653A" w:rsidP="003D2E48">
            <w:pPr>
              <w:rPr>
                <w:sz w:val="20"/>
                <w:szCs w:val="20"/>
              </w:rPr>
            </w:pPr>
            <w:r w:rsidRPr="00C2653A">
              <w:rPr>
                <w:sz w:val="20"/>
                <w:szCs w:val="20"/>
              </w:rPr>
              <w:t>0,18</w:t>
            </w:r>
          </w:p>
        </w:tc>
      </w:tr>
    </w:tbl>
    <w:p w14:paraId="302ED955" w14:textId="1054667A" w:rsidR="00C2653A" w:rsidRDefault="00C2653A" w:rsidP="00C737BC">
      <w:r>
        <w:t>&lt;/Tabelle&gt;</w:t>
      </w:r>
    </w:p>
    <w:p w14:paraId="4B063261" w14:textId="563AFDFE" w:rsidR="00C2653A" w:rsidRDefault="00C2653A" w:rsidP="00C737BC"/>
    <w:p w14:paraId="025FABFA" w14:textId="47C79325" w:rsidR="00C737BC" w:rsidRDefault="00C737BC" w:rsidP="00C2653A">
      <w:pPr>
        <w:pStyle w:val="berschrift3"/>
      </w:pPr>
      <w:r>
        <w:t>Spezifische Wärmekapazitäten</w:t>
      </w:r>
    </w:p>
    <w:p w14:paraId="2C486DF4" w14:textId="77777777" w:rsidR="00170640" w:rsidRDefault="00170640" w:rsidP="00C737BC"/>
    <w:p w14:paraId="2B5536F1" w14:textId="466F0610" w:rsidR="00C737BC" w:rsidRDefault="00C737BC" w:rsidP="00C737BC">
      <w:r>
        <w:t>feste Stoffe</w:t>
      </w:r>
      <w:r w:rsidR="00E11D69">
        <w:t>:</w:t>
      </w:r>
    </w:p>
    <w:p w14:paraId="75844DBF" w14:textId="71AEF0D2" w:rsidR="00E11D69" w:rsidRDefault="00E11D69" w:rsidP="00E11D69">
      <w:r>
        <w:lastRenderedPageBreak/>
        <w:t>Legende zur folgenden Tabelle:</w:t>
      </w:r>
      <w:r>
        <w:br/>
      </w:r>
      <w:r w:rsidRPr="001B15FB">
        <w:t>c in \frac{kJ}{kg *K}</w:t>
      </w:r>
      <w:r>
        <w:t xml:space="preserve">: </w:t>
      </w:r>
      <w:r w:rsidRPr="001B15FB">
        <w:t>spezifische Wärmekapazität c</w:t>
      </w:r>
    </w:p>
    <w:p w14:paraId="5DF444FF" w14:textId="07C327F6" w:rsidR="001B15FB" w:rsidRDefault="001B15FB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657"/>
        <w:gridCol w:w="2737"/>
      </w:tblGrid>
      <w:tr w:rsidR="001B15FB" w:rsidRPr="001B15FB" w14:paraId="5ED49394" w14:textId="77777777" w:rsidTr="003D2E48">
        <w:tc>
          <w:tcPr>
            <w:tcW w:w="0" w:type="auto"/>
          </w:tcPr>
          <w:p w14:paraId="7F07E4D7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6CE3161F" w14:textId="583F18AF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c in \frac{kJ}{kg *K}</w:t>
            </w:r>
          </w:p>
        </w:tc>
      </w:tr>
      <w:tr w:rsidR="001B15FB" w:rsidRPr="001B15FB" w14:paraId="523263D4" w14:textId="77777777" w:rsidTr="003D2E48">
        <w:tc>
          <w:tcPr>
            <w:tcW w:w="0" w:type="auto"/>
          </w:tcPr>
          <w:p w14:paraId="1C2E7966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3DF3EF5C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0,90</w:t>
            </w:r>
          </w:p>
        </w:tc>
      </w:tr>
      <w:tr w:rsidR="001B15FB" w:rsidRPr="001B15FB" w14:paraId="4F71D11A" w14:textId="77777777" w:rsidTr="003D2E48">
        <w:tc>
          <w:tcPr>
            <w:tcW w:w="0" w:type="auto"/>
          </w:tcPr>
          <w:p w14:paraId="722C99D3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34161D61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0,92</w:t>
            </w:r>
          </w:p>
        </w:tc>
      </w:tr>
      <w:tr w:rsidR="001B15FB" w:rsidRPr="001B15FB" w14:paraId="4501AEFF" w14:textId="77777777" w:rsidTr="003D2E48">
        <w:tc>
          <w:tcPr>
            <w:tcW w:w="0" w:type="auto"/>
          </w:tcPr>
          <w:p w14:paraId="5C6FBB7E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Diamant</w:t>
            </w:r>
          </w:p>
        </w:tc>
        <w:tc>
          <w:tcPr>
            <w:tcW w:w="0" w:type="auto"/>
          </w:tcPr>
          <w:p w14:paraId="4578C3F0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0,50</w:t>
            </w:r>
          </w:p>
        </w:tc>
      </w:tr>
      <w:tr w:rsidR="001B15FB" w:rsidRPr="001B15FB" w14:paraId="7EF91EBE" w14:textId="77777777" w:rsidTr="003D2E48">
        <w:tc>
          <w:tcPr>
            <w:tcW w:w="0" w:type="auto"/>
          </w:tcPr>
          <w:p w14:paraId="6CA33A2F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Fensterglas</w:t>
            </w:r>
          </w:p>
        </w:tc>
        <w:tc>
          <w:tcPr>
            <w:tcW w:w="0" w:type="auto"/>
          </w:tcPr>
          <w:p w14:paraId="4CFC1D33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0,17</w:t>
            </w:r>
          </w:p>
        </w:tc>
      </w:tr>
      <w:tr w:rsidR="001B15FB" w:rsidRPr="001B15FB" w14:paraId="5E4D4F70" w14:textId="77777777" w:rsidTr="003D2E48">
        <w:tc>
          <w:tcPr>
            <w:tcW w:w="0" w:type="auto"/>
          </w:tcPr>
          <w:p w14:paraId="361D4A79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1CBEC9B8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0,13</w:t>
            </w:r>
          </w:p>
        </w:tc>
      </w:tr>
      <w:tr w:rsidR="001B15FB" w:rsidRPr="001B15FB" w14:paraId="3282FF5B" w14:textId="77777777" w:rsidTr="003D2E48">
        <w:tc>
          <w:tcPr>
            <w:tcW w:w="0" w:type="auto"/>
          </w:tcPr>
          <w:p w14:paraId="56ED7359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Graphit</w:t>
            </w:r>
          </w:p>
        </w:tc>
        <w:tc>
          <w:tcPr>
            <w:tcW w:w="0" w:type="auto"/>
          </w:tcPr>
          <w:p w14:paraId="6E6EFA3E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0,71</w:t>
            </w:r>
          </w:p>
        </w:tc>
      </w:tr>
      <w:tr w:rsidR="001B15FB" w:rsidRPr="001B15FB" w14:paraId="07E7B5A5" w14:textId="77777777" w:rsidTr="003D2E48">
        <w:tc>
          <w:tcPr>
            <w:tcW w:w="0" w:type="auto"/>
          </w:tcPr>
          <w:p w14:paraId="668B1003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Holz (Eiche)</w:t>
            </w:r>
          </w:p>
        </w:tc>
        <w:tc>
          <w:tcPr>
            <w:tcW w:w="0" w:type="auto"/>
          </w:tcPr>
          <w:p w14:paraId="7FF227A4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2,39</w:t>
            </w:r>
          </w:p>
        </w:tc>
      </w:tr>
      <w:tr w:rsidR="001B15FB" w:rsidRPr="001B15FB" w14:paraId="058066AA" w14:textId="77777777" w:rsidTr="003D2E48">
        <w:tc>
          <w:tcPr>
            <w:tcW w:w="0" w:type="auto"/>
          </w:tcPr>
          <w:p w14:paraId="5F30202E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544F691D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0,38</w:t>
            </w:r>
          </w:p>
        </w:tc>
      </w:tr>
      <w:tr w:rsidR="001B15FB" w:rsidRPr="001B15FB" w14:paraId="5AE1D9D7" w14:textId="77777777" w:rsidTr="003D2E48">
        <w:tc>
          <w:tcPr>
            <w:tcW w:w="0" w:type="auto"/>
          </w:tcPr>
          <w:p w14:paraId="29EF352B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58D768F1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1,02</w:t>
            </w:r>
          </w:p>
        </w:tc>
      </w:tr>
      <w:tr w:rsidR="001B15FB" w:rsidRPr="001B15FB" w14:paraId="75C2B020" w14:textId="77777777" w:rsidTr="003D2E48">
        <w:tc>
          <w:tcPr>
            <w:tcW w:w="0" w:type="auto"/>
          </w:tcPr>
          <w:p w14:paraId="256EE35A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Mauerwerk</w:t>
            </w:r>
          </w:p>
        </w:tc>
        <w:tc>
          <w:tcPr>
            <w:tcW w:w="0" w:type="auto"/>
          </w:tcPr>
          <w:p w14:paraId="2A14A9CC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\apx 0,86</w:t>
            </w:r>
          </w:p>
        </w:tc>
      </w:tr>
      <w:tr w:rsidR="001B15FB" w:rsidRPr="001B15FB" w14:paraId="4DF0EF89" w14:textId="77777777" w:rsidTr="003D2E48">
        <w:tc>
          <w:tcPr>
            <w:tcW w:w="0" w:type="auto"/>
          </w:tcPr>
          <w:p w14:paraId="48EBC498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17E1D68F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0,13</w:t>
            </w:r>
          </w:p>
        </w:tc>
      </w:tr>
      <w:tr w:rsidR="001B15FB" w:rsidRPr="001B15FB" w14:paraId="125D1C54" w14:textId="77777777" w:rsidTr="003D2E48">
        <w:tc>
          <w:tcPr>
            <w:tcW w:w="0" w:type="auto"/>
          </w:tcPr>
          <w:p w14:paraId="2F222E77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Porzellan</w:t>
            </w:r>
          </w:p>
        </w:tc>
        <w:tc>
          <w:tcPr>
            <w:tcW w:w="0" w:type="auto"/>
          </w:tcPr>
          <w:p w14:paraId="4D5D60F3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\apx 0,84</w:t>
            </w:r>
          </w:p>
        </w:tc>
      </w:tr>
      <w:tr w:rsidR="001B15FB" w:rsidRPr="001B15FB" w14:paraId="4BEFCB19" w14:textId="77777777" w:rsidTr="003D2E48">
        <w:tc>
          <w:tcPr>
            <w:tcW w:w="0" w:type="auto"/>
          </w:tcPr>
          <w:p w14:paraId="19147206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Quarzglas</w:t>
            </w:r>
          </w:p>
        </w:tc>
        <w:tc>
          <w:tcPr>
            <w:tcW w:w="0" w:type="auto"/>
          </w:tcPr>
          <w:p w14:paraId="406709CD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0,73</w:t>
            </w:r>
          </w:p>
        </w:tc>
      </w:tr>
      <w:tr w:rsidR="001B15FB" w:rsidRPr="001B15FB" w14:paraId="4F6BDF1C" w14:textId="77777777" w:rsidTr="003D2E48">
        <w:tc>
          <w:tcPr>
            <w:tcW w:w="0" w:type="auto"/>
          </w:tcPr>
          <w:p w14:paraId="494F5ED0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04F53E83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0,24</w:t>
            </w:r>
          </w:p>
        </w:tc>
      </w:tr>
      <w:tr w:rsidR="001B15FB" w:rsidRPr="001B15FB" w14:paraId="3389B5F5" w14:textId="77777777" w:rsidTr="003D2E48">
        <w:tc>
          <w:tcPr>
            <w:tcW w:w="0" w:type="auto"/>
          </w:tcPr>
          <w:p w14:paraId="785B25DC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5BC87051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\apx 0,47</w:t>
            </w:r>
          </w:p>
        </w:tc>
      </w:tr>
      <w:tr w:rsidR="001B15FB" w:rsidRPr="001B15FB" w14:paraId="64DB1572" w14:textId="77777777" w:rsidTr="003D2E48">
        <w:tc>
          <w:tcPr>
            <w:tcW w:w="0" w:type="auto"/>
          </w:tcPr>
          <w:p w14:paraId="45164C60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037CC696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0,13</w:t>
            </w:r>
          </w:p>
        </w:tc>
      </w:tr>
      <w:tr w:rsidR="001B15FB" w:rsidRPr="001B15FB" w14:paraId="0AC745CF" w14:textId="77777777" w:rsidTr="003D2E48">
        <w:tc>
          <w:tcPr>
            <w:tcW w:w="0" w:type="auto"/>
          </w:tcPr>
          <w:p w14:paraId="43D2B604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059D9E1C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0,39</w:t>
            </w:r>
          </w:p>
        </w:tc>
      </w:tr>
      <w:tr w:rsidR="001B15FB" w:rsidRPr="001B15FB" w14:paraId="5FBCF606" w14:textId="77777777" w:rsidTr="003D2E48">
        <w:tc>
          <w:tcPr>
            <w:tcW w:w="0" w:type="auto"/>
          </w:tcPr>
          <w:p w14:paraId="19CDBB11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048E3CBE" w14:textId="77777777" w:rsidR="001B15FB" w:rsidRPr="001B15FB" w:rsidRDefault="001B15FB" w:rsidP="003D2E48">
            <w:pPr>
              <w:rPr>
                <w:sz w:val="20"/>
                <w:szCs w:val="20"/>
              </w:rPr>
            </w:pPr>
            <w:r w:rsidRPr="001B15FB">
              <w:rPr>
                <w:sz w:val="20"/>
                <w:szCs w:val="20"/>
              </w:rPr>
              <w:t>0,23</w:t>
            </w:r>
          </w:p>
        </w:tc>
      </w:tr>
    </w:tbl>
    <w:p w14:paraId="1C5EDDD8" w14:textId="7E715C71" w:rsidR="001B15FB" w:rsidRDefault="001B15FB" w:rsidP="00C737BC">
      <w:r>
        <w:t>&lt;/Tabelle&gt;</w:t>
      </w:r>
    </w:p>
    <w:p w14:paraId="5067350A" w14:textId="4D143C6C" w:rsidR="001B15FB" w:rsidRDefault="001B15FB" w:rsidP="00C737BC"/>
    <w:p w14:paraId="3060B6ED" w14:textId="375077D2" w:rsidR="00C737BC" w:rsidRDefault="00C737BC" w:rsidP="00C737BC">
      <w:r>
        <w:t>Flüssigkeiten</w:t>
      </w:r>
      <w:r w:rsidR="00E11D69">
        <w:t>:</w:t>
      </w:r>
    </w:p>
    <w:p w14:paraId="6FA7925E" w14:textId="5F59978E" w:rsidR="00E11D69" w:rsidRDefault="00E11D69" w:rsidP="00E11D69">
      <w:r>
        <w:t>Legende zur folgenden Tabelle:</w:t>
      </w:r>
      <w:r>
        <w:br/>
      </w:r>
      <w:r w:rsidRPr="001B15FB">
        <w:t>c in \frac{kJ}{kg *K}</w:t>
      </w:r>
      <w:r>
        <w:t xml:space="preserve">: </w:t>
      </w:r>
      <w:r w:rsidRPr="001B15FB">
        <w:t>spezifische Wärmekapazität c</w:t>
      </w:r>
    </w:p>
    <w:p w14:paraId="302CECAC" w14:textId="77777777" w:rsidR="005B5BB1" w:rsidRDefault="005B5BB1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2737"/>
      </w:tblGrid>
      <w:tr w:rsidR="005B5BB1" w:rsidRPr="005B5BB1" w14:paraId="562D0A0F" w14:textId="77777777" w:rsidTr="003D2E48">
        <w:tc>
          <w:tcPr>
            <w:tcW w:w="0" w:type="auto"/>
          </w:tcPr>
          <w:p w14:paraId="46805CFF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457C8CA9" w14:textId="25117E72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c in \frac{kJ}{kg *K}</w:t>
            </w:r>
          </w:p>
        </w:tc>
      </w:tr>
      <w:tr w:rsidR="005B5BB1" w:rsidRPr="005B5BB1" w14:paraId="4500BC01" w14:textId="77777777" w:rsidTr="003D2E48">
        <w:tc>
          <w:tcPr>
            <w:tcW w:w="0" w:type="auto"/>
          </w:tcPr>
          <w:p w14:paraId="18E7B30D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Benzol</w:t>
            </w:r>
          </w:p>
        </w:tc>
        <w:tc>
          <w:tcPr>
            <w:tcW w:w="0" w:type="auto"/>
          </w:tcPr>
          <w:p w14:paraId="0BCCA5C9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1,70</w:t>
            </w:r>
          </w:p>
        </w:tc>
      </w:tr>
      <w:tr w:rsidR="005B5BB1" w:rsidRPr="005B5BB1" w14:paraId="13C9F0CF" w14:textId="77777777" w:rsidTr="003D2E48">
        <w:tc>
          <w:tcPr>
            <w:tcW w:w="0" w:type="auto"/>
          </w:tcPr>
          <w:p w14:paraId="48393DBE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57027185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2,42</w:t>
            </w:r>
          </w:p>
        </w:tc>
      </w:tr>
      <w:tr w:rsidR="005B5BB1" w:rsidRPr="005B5BB1" w14:paraId="389D4034" w14:textId="77777777" w:rsidTr="003D2E48">
        <w:tc>
          <w:tcPr>
            <w:tcW w:w="0" w:type="auto"/>
          </w:tcPr>
          <w:p w14:paraId="4527E17B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260212F0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2,39</w:t>
            </w:r>
          </w:p>
        </w:tc>
      </w:tr>
      <w:tr w:rsidR="005B5BB1" w:rsidRPr="005B5BB1" w14:paraId="1E6A5226" w14:textId="77777777" w:rsidTr="003D2E48">
        <w:tc>
          <w:tcPr>
            <w:tcW w:w="0" w:type="auto"/>
          </w:tcPr>
          <w:p w14:paraId="03B4DB84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Petroleum</w:t>
            </w:r>
          </w:p>
        </w:tc>
        <w:tc>
          <w:tcPr>
            <w:tcW w:w="0" w:type="auto"/>
          </w:tcPr>
          <w:p w14:paraId="4C561B83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2,00</w:t>
            </w:r>
          </w:p>
        </w:tc>
      </w:tr>
      <w:tr w:rsidR="005B5BB1" w:rsidRPr="005B5BB1" w14:paraId="4CC4E4A2" w14:textId="77777777" w:rsidTr="003D2E48">
        <w:tc>
          <w:tcPr>
            <w:tcW w:w="0" w:type="auto"/>
          </w:tcPr>
          <w:p w14:paraId="6FDE424F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3CA2CDFB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0,14</w:t>
            </w:r>
          </w:p>
        </w:tc>
      </w:tr>
      <w:tr w:rsidR="005B5BB1" w:rsidRPr="005B5BB1" w14:paraId="592CFCE5" w14:textId="77777777" w:rsidTr="003D2E48">
        <w:tc>
          <w:tcPr>
            <w:tcW w:w="0" w:type="auto"/>
          </w:tcPr>
          <w:p w14:paraId="3883FB83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3A549034" w14:textId="77777777" w:rsidR="005B5BB1" w:rsidRPr="005B5BB1" w:rsidRDefault="005B5BB1" w:rsidP="003D2E48">
            <w:pPr>
              <w:rPr>
                <w:sz w:val="20"/>
                <w:szCs w:val="20"/>
              </w:rPr>
            </w:pPr>
            <w:r w:rsidRPr="005B5BB1">
              <w:rPr>
                <w:sz w:val="20"/>
                <w:szCs w:val="20"/>
              </w:rPr>
              <w:t>4,183</w:t>
            </w:r>
          </w:p>
        </w:tc>
      </w:tr>
    </w:tbl>
    <w:p w14:paraId="776A063B" w14:textId="397DF501" w:rsidR="005B5BB1" w:rsidRDefault="005B5BB1" w:rsidP="00C737BC">
      <w:r>
        <w:t>&lt;/Tabelle&gt;</w:t>
      </w:r>
    </w:p>
    <w:p w14:paraId="5A274153" w14:textId="12C0542D" w:rsidR="005B5BB1" w:rsidRDefault="005B5BB1" w:rsidP="00C737BC"/>
    <w:p w14:paraId="2F22F640" w14:textId="79A66278" w:rsidR="00C737BC" w:rsidRDefault="00C737BC" w:rsidP="00C737BC">
      <w:r>
        <w:t>Gase</w:t>
      </w:r>
      <w:r w:rsidR="00E11D69">
        <w:t>:</w:t>
      </w:r>
    </w:p>
    <w:p w14:paraId="6EC8435E" w14:textId="667E4EC4" w:rsidR="00842797" w:rsidRDefault="00842797" w:rsidP="00842797">
      <w:r>
        <w:t>Legende zur folgenden Tabelle:</w:t>
      </w:r>
      <w:r>
        <w:br/>
      </w:r>
      <w:r w:rsidRPr="001B15FB">
        <w:t>c</w:t>
      </w:r>
      <w:r>
        <w:t xml:space="preserve">_V: </w:t>
      </w:r>
      <w:r w:rsidRPr="001B15FB">
        <w:t>spezifische Wärmekapazität c</w:t>
      </w:r>
      <w:r>
        <w:t>_V</w:t>
      </w:r>
      <w:r w:rsidR="00CE3C83" w:rsidRPr="001B15FB">
        <w:t xml:space="preserve"> in \frac{kJ}{kg *K}</w:t>
      </w:r>
      <w:r>
        <w:t xml:space="preserve"> bei konstantem Volumen</w:t>
      </w:r>
      <w:r>
        <w:br/>
      </w:r>
      <w:r w:rsidRPr="001B15FB">
        <w:t>c</w:t>
      </w:r>
      <w:r>
        <w:t xml:space="preserve">_P: </w:t>
      </w:r>
      <w:r w:rsidRPr="001B15FB">
        <w:t>spezifische Wärmekapazität c</w:t>
      </w:r>
      <w:r>
        <w:t>_P</w:t>
      </w:r>
      <w:r w:rsidR="00CE3C83" w:rsidRPr="001B15FB">
        <w:t xml:space="preserve"> in \frac{kJ}{kg *K}</w:t>
      </w:r>
      <w:r w:rsidRPr="001B15FB">
        <w:t xml:space="preserve"> </w:t>
      </w:r>
      <w:r>
        <w:t>bei konstantem Druck</w:t>
      </w:r>
    </w:p>
    <w:p w14:paraId="65B4A5E4" w14:textId="3A630D97" w:rsidR="002D16F7" w:rsidRDefault="002D16F7" w:rsidP="002D16F7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817"/>
        <w:gridCol w:w="817"/>
      </w:tblGrid>
      <w:tr w:rsidR="002D16F7" w:rsidRPr="002D16F7" w14:paraId="50827ED1" w14:textId="77777777" w:rsidTr="003D2E48">
        <w:tc>
          <w:tcPr>
            <w:tcW w:w="0" w:type="auto"/>
          </w:tcPr>
          <w:p w14:paraId="5E4D12D0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4DD7A07C" w14:textId="42E3D958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c_V</w:t>
            </w:r>
          </w:p>
        </w:tc>
        <w:tc>
          <w:tcPr>
            <w:tcW w:w="0" w:type="auto"/>
          </w:tcPr>
          <w:p w14:paraId="6434969A" w14:textId="3A15ECBF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c_P</w:t>
            </w:r>
          </w:p>
        </w:tc>
      </w:tr>
      <w:tr w:rsidR="002D16F7" w:rsidRPr="002D16F7" w14:paraId="1D61DC86" w14:textId="77777777" w:rsidTr="003D2E48">
        <w:tc>
          <w:tcPr>
            <w:tcW w:w="0" w:type="auto"/>
          </w:tcPr>
          <w:p w14:paraId="3947EED8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Ammoniak</w:t>
            </w:r>
          </w:p>
        </w:tc>
        <w:tc>
          <w:tcPr>
            <w:tcW w:w="0" w:type="auto"/>
          </w:tcPr>
          <w:p w14:paraId="17A2A2EC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1,56</w:t>
            </w:r>
          </w:p>
        </w:tc>
        <w:tc>
          <w:tcPr>
            <w:tcW w:w="0" w:type="auto"/>
          </w:tcPr>
          <w:p w14:paraId="5550F207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2,05</w:t>
            </w:r>
          </w:p>
        </w:tc>
      </w:tr>
      <w:tr w:rsidR="002D16F7" w:rsidRPr="002D16F7" w14:paraId="170F267C" w14:textId="77777777" w:rsidTr="003D2E48">
        <w:tc>
          <w:tcPr>
            <w:tcW w:w="0" w:type="auto"/>
          </w:tcPr>
          <w:p w14:paraId="4E55BC52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4A26861B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3,22</w:t>
            </w:r>
          </w:p>
        </w:tc>
        <w:tc>
          <w:tcPr>
            <w:tcW w:w="0" w:type="auto"/>
          </w:tcPr>
          <w:p w14:paraId="42F39E5D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5,24</w:t>
            </w:r>
          </w:p>
        </w:tc>
      </w:tr>
      <w:tr w:rsidR="002D16F7" w:rsidRPr="002D16F7" w14:paraId="2B3CED4F" w14:textId="77777777" w:rsidTr="003D2E48">
        <w:tc>
          <w:tcPr>
            <w:tcW w:w="0" w:type="auto"/>
          </w:tcPr>
          <w:p w14:paraId="3B442E93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41BB9AD7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14:paraId="552FF0FD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0,85</w:t>
            </w:r>
          </w:p>
        </w:tc>
      </w:tr>
      <w:tr w:rsidR="002D16F7" w:rsidRPr="002D16F7" w14:paraId="112134B8" w14:textId="77777777" w:rsidTr="003D2E48">
        <w:tc>
          <w:tcPr>
            <w:tcW w:w="0" w:type="auto"/>
          </w:tcPr>
          <w:p w14:paraId="5B68A98B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Luft</w:t>
            </w:r>
          </w:p>
        </w:tc>
        <w:tc>
          <w:tcPr>
            <w:tcW w:w="0" w:type="auto"/>
          </w:tcPr>
          <w:p w14:paraId="593D1C07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0,72</w:t>
            </w:r>
          </w:p>
        </w:tc>
        <w:tc>
          <w:tcPr>
            <w:tcW w:w="0" w:type="auto"/>
          </w:tcPr>
          <w:p w14:paraId="18690CEA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1,01</w:t>
            </w:r>
          </w:p>
        </w:tc>
      </w:tr>
      <w:tr w:rsidR="002D16F7" w:rsidRPr="002D16F7" w14:paraId="5B94DD8F" w14:textId="77777777" w:rsidTr="003D2E48">
        <w:tc>
          <w:tcPr>
            <w:tcW w:w="0" w:type="auto"/>
          </w:tcPr>
          <w:p w14:paraId="41F023CD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Propan</w:t>
            </w:r>
          </w:p>
        </w:tc>
        <w:tc>
          <w:tcPr>
            <w:tcW w:w="0" w:type="auto"/>
          </w:tcPr>
          <w:p w14:paraId="349A48B7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1,36</w:t>
            </w:r>
          </w:p>
        </w:tc>
        <w:tc>
          <w:tcPr>
            <w:tcW w:w="0" w:type="auto"/>
          </w:tcPr>
          <w:p w14:paraId="1DE454C5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1,55</w:t>
            </w:r>
          </w:p>
        </w:tc>
      </w:tr>
      <w:tr w:rsidR="002D16F7" w:rsidRPr="002D16F7" w14:paraId="28620FB2" w14:textId="77777777" w:rsidTr="003D2E48">
        <w:tc>
          <w:tcPr>
            <w:tcW w:w="0" w:type="auto"/>
          </w:tcPr>
          <w:p w14:paraId="7904A88A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42C29E0F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14:paraId="3F367CE4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0,92</w:t>
            </w:r>
          </w:p>
        </w:tc>
      </w:tr>
      <w:tr w:rsidR="002D16F7" w:rsidRPr="002D16F7" w14:paraId="29CDC782" w14:textId="77777777" w:rsidTr="003D2E48">
        <w:tc>
          <w:tcPr>
            <w:tcW w:w="0" w:type="auto"/>
          </w:tcPr>
          <w:p w14:paraId="5500E379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1E23818F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</w:tcPr>
          <w:p w14:paraId="532E144E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1,04</w:t>
            </w:r>
          </w:p>
        </w:tc>
      </w:tr>
      <w:tr w:rsidR="002D16F7" w:rsidRPr="002D16F7" w14:paraId="5582DCAB" w14:textId="77777777" w:rsidTr="003D2E48">
        <w:tc>
          <w:tcPr>
            <w:tcW w:w="0" w:type="auto"/>
          </w:tcPr>
          <w:p w14:paraId="566B9187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Wasserdampf</w:t>
            </w:r>
          </w:p>
        </w:tc>
        <w:tc>
          <w:tcPr>
            <w:tcW w:w="0" w:type="auto"/>
          </w:tcPr>
          <w:p w14:paraId="77BAD6EF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1,40</w:t>
            </w:r>
          </w:p>
        </w:tc>
        <w:tc>
          <w:tcPr>
            <w:tcW w:w="0" w:type="auto"/>
          </w:tcPr>
          <w:p w14:paraId="55D4886F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1,86</w:t>
            </w:r>
          </w:p>
        </w:tc>
      </w:tr>
      <w:tr w:rsidR="002D16F7" w:rsidRPr="002D16F7" w14:paraId="0D695A17" w14:textId="77777777" w:rsidTr="003D2E48">
        <w:tc>
          <w:tcPr>
            <w:tcW w:w="0" w:type="auto"/>
          </w:tcPr>
          <w:p w14:paraId="18587DDD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15E156C9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10,13</w:t>
            </w:r>
          </w:p>
        </w:tc>
        <w:tc>
          <w:tcPr>
            <w:tcW w:w="0" w:type="auto"/>
          </w:tcPr>
          <w:p w14:paraId="00CB2C26" w14:textId="77777777" w:rsidR="002D16F7" w:rsidRPr="002D16F7" w:rsidRDefault="002D16F7" w:rsidP="003D2E48">
            <w:pPr>
              <w:rPr>
                <w:sz w:val="20"/>
                <w:szCs w:val="20"/>
              </w:rPr>
            </w:pPr>
            <w:r w:rsidRPr="002D16F7">
              <w:rPr>
                <w:sz w:val="20"/>
                <w:szCs w:val="20"/>
              </w:rPr>
              <w:t>14,28</w:t>
            </w:r>
          </w:p>
        </w:tc>
      </w:tr>
    </w:tbl>
    <w:p w14:paraId="43C13254" w14:textId="1DB1E53F" w:rsidR="002D16F7" w:rsidRDefault="002D16F7" w:rsidP="00C737BC">
      <w:r>
        <w:lastRenderedPageBreak/>
        <w:t>&lt;/Tabelle&gt;</w:t>
      </w:r>
    </w:p>
    <w:p w14:paraId="358F20D3" w14:textId="11F01E25" w:rsidR="002D16F7" w:rsidRDefault="002D16F7" w:rsidP="00C737BC"/>
    <w:p w14:paraId="0C3B844C" w14:textId="4EEB2168" w:rsidR="00C737BC" w:rsidRDefault="00C737BC" w:rsidP="004A18B1">
      <w:pPr>
        <w:pStyle w:val="berschrift3"/>
      </w:pPr>
      <w:r>
        <w:t>Schmelztemperatur und spezifische Schmelzwärme</w:t>
      </w:r>
    </w:p>
    <w:p w14:paraId="120701C8" w14:textId="7B87F946" w:rsidR="000F1BDD" w:rsidRDefault="006B468F" w:rsidP="00C737BC">
      <w:r>
        <w:t>Legende zur folgenden Tabelle:</w:t>
      </w:r>
      <w:r>
        <w:br/>
      </w:r>
      <w:r w:rsidRPr="006B468F">
        <w:t>~t_S in °C: Schmelztemperatur ~t_S (bei 101,325kPa) in °C</w:t>
      </w:r>
      <w:r w:rsidRPr="006B468F">
        <w:br/>
        <w:t>q_S in \frac{kJ}{kg}: spezifische Schmelzwärme</w:t>
      </w:r>
    </w:p>
    <w:p w14:paraId="295CB0F8" w14:textId="15DB1D7D" w:rsidR="00BA4C85" w:rsidRDefault="00BA4C8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2377"/>
        <w:gridCol w:w="2617"/>
      </w:tblGrid>
      <w:tr w:rsidR="00BA4C85" w:rsidRPr="0001316E" w14:paraId="405005BD" w14:textId="77777777" w:rsidTr="003D2E48">
        <w:tc>
          <w:tcPr>
            <w:tcW w:w="0" w:type="auto"/>
          </w:tcPr>
          <w:p w14:paraId="63FDCFE4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1B1D47B4" w14:textId="1F8845C4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~t_S</w:t>
            </w:r>
            <w:r w:rsidR="006B468F">
              <w:rPr>
                <w:sz w:val="20"/>
                <w:szCs w:val="20"/>
              </w:rPr>
              <w:t xml:space="preserve"> </w:t>
            </w:r>
            <w:r w:rsidRPr="0001316E">
              <w:rPr>
                <w:sz w:val="20"/>
                <w:szCs w:val="20"/>
              </w:rPr>
              <w:t>in °C</w:t>
            </w:r>
          </w:p>
        </w:tc>
        <w:tc>
          <w:tcPr>
            <w:tcW w:w="0" w:type="auto"/>
          </w:tcPr>
          <w:p w14:paraId="4D54911E" w14:textId="69A3DB55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q_S</w:t>
            </w:r>
            <w:r w:rsidR="006B468F">
              <w:rPr>
                <w:sz w:val="20"/>
                <w:szCs w:val="20"/>
              </w:rPr>
              <w:t xml:space="preserve"> </w:t>
            </w:r>
            <w:r w:rsidRPr="0001316E">
              <w:rPr>
                <w:sz w:val="20"/>
                <w:szCs w:val="20"/>
              </w:rPr>
              <w:t>in \frac{kJ}{kg}</w:t>
            </w:r>
          </w:p>
        </w:tc>
      </w:tr>
      <w:tr w:rsidR="00BA4C85" w:rsidRPr="0001316E" w14:paraId="22180900" w14:textId="77777777" w:rsidTr="003D2E48">
        <w:tc>
          <w:tcPr>
            <w:tcW w:w="0" w:type="auto"/>
          </w:tcPr>
          <w:p w14:paraId="58F8F55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61E89744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660,3</w:t>
            </w:r>
          </w:p>
        </w:tc>
        <w:tc>
          <w:tcPr>
            <w:tcW w:w="0" w:type="auto"/>
          </w:tcPr>
          <w:p w14:paraId="3300004B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397</w:t>
            </w:r>
          </w:p>
        </w:tc>
      </w:tr>
      <w:tr w:rsidR="00BA4C85" w:rsidRPr="0001316E" w14:paraId="46EAD84A" w14:textId="77777777" w:rsidTr="003D2E48">
        <w:tc>
          <w:tcPr>
            <w:tcW w:w="0" w:type="auto"/>
          </w:tcPr>
          <w:p w14:paraId="0F1E10FB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0F7E27B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327,5</w:t>
            </w:r>
          </w:p>
        </w:tc>
        <w:tc>
          <w:tcPr>
            <w:tcW w:w="0" w:type="auto"/>
          </w:tcPr>
          <w:p w14:paraId="75C5F8E8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26</w:t>
            </w:r>
          </w:p>
        </w:tc>
      </w:tr>
      <w:tr w:rsidR="00BA4C85" w:rsidRPr="0001316E" w14:paraId="0265677A" w14:textId="77777777" w:rsidTr="003D2E48">
        <w:tc>
          <w:tcPr>
            <w:tcW w:w="0" w:type="auto"/>
          </w:tcPr>
          <w:p w14:paraId="3A785A09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Eis</w:t>
            </w:r>
          </w:p>
        </w:tc>
        <w:tc>
          <w:tcPr>
            <w:tcW w:w="0" w:type="auto"/>
          </w:tcPr>
          <w:p w14:paraId="3622EC3A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4CD488E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334</w:t>
            </w:r>
          </w:p>
        </w:tc>
      </w:tr>
      <w:tr w:rsidR="00BA4C85" w:rsidRPr="0001316E" w14:paraId="571392FA" w14:textId="77777777" w:rsidTr="003D2E48">
        <w:tc>
          <w:tcPr>
            <w:tcW w:w="0" w:type="auto"/>
          </w:tcPr>
          <w:p w14:paraId="073F586A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242F8A9E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-114,1</w:t>
            </w:r>
          </w:p>
        </w:tc>
        <w:tc>
          <w:tcPr>
            <w:tcW w:w="0" w:type="auto"/>
          </w:tcPr>
          <w:p w14:paraId="4EE58B08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108</w:t>
            </w:r>
          </w:p>
        </w:tc>
      </w:tr>
      <w:tr w:rsidR="00BA4C85" w:rsidRPr="0001316E" w14:paraId="11DE45A4" w14:textId="77777777" w:rsidTr="003D2E48">
        <w:tc>
          <w:tcPr>
            <w:tcW w:w="0" w:type="auto"/>
          </w:tcPr>
          <w:p w14:paraId="24FA538B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3263C35A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1064,2</w:t>
            </w:r>
          </w:p>
        </w:tc>
        <w:tc>
          <w:tcPr>
            <w:tcW w:w="0" w:type="auto"/>
          </w:tcPr>
          <w:p w14:paraId="384A34F4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65</w:t>
            </w:r>
          </w:p>
        </w:tc>
      </w:tr>
      <w:tr w:rsidR="00BA4C85" w:rsidRPr="0001316E" w14:paraId="2F229893" w14:textId="77777777" w:rsidTr="003D2E48">
        <w:tc>
          <w:tcPr>
            <w:tcW w:w="0" w:type="auto"/>
          </w:tcPr>
          <w:p w14:paraId="1722659E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1DA12B5A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-270 (bei 2,6 MPa)</w:t>
            </w:r>
          </w:p>
        </w:tc>
        <w:tc>
          <w:tcPr>
            <w:tcW w:w="0" w:type="auto"/>
          </w:tcPr>
          <w:p w14:paraId="4B08E413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3002FBA3" w14:textId="77777777" w:rsidTr="003D2E48">
        <w:tc>
          <w:tcPr>
            <w:tcW w:w="0" w:type="auto"/>
          </w:tcPr>
          <w:p w14:paraId="5D4419EA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18A31009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1084,6</w:t>
            </w:r>
          </w:p>
        </w:tc>
        <w:tc>
          <w:tcPr>
            <w:tcW w:w="0" w:type="auto"/>
          </w:tcPr>
          <w:p w14:paraId="42AADD92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205</w:t>
            </w:r>
          </w:p>
        </w:tc>
      </w:tr>
      <w:tr w:rsidR="00BA4C85" w:rsidRPr="0001316E" w14:paraId="34E055AC" w14:textId="77777777" w:rsidTr="003D2E48">
        <w:tc>
          <w:tcPr>
            <w:tcW w:w="0" w:type="auto"/>
          </w:tcPr>
          <w:p w14:paraId="7D7C6EA2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29AD3590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</w:tcPr>
          <w:p w14:paraId="74ECA0C3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382</w:t>
            </w:r>
          </w:p>
        </w:tc>
      </w:tr>
      <w:tr w:rsidR="00BA4C85" w:rsidRPr="0001316E" w14:paraId="1A83327B" w14:textId="77777777" w:rsidTr="003D2E48">
        <w:tc>
          <w:tcPr>
            <w:tcW w:w="0" w:type="auto"/>
          </w:tcPr>
          <w:p w14:paraId="1D4372A4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Methanol</w:t>
            </w:r>
          </w:p>
        </w:tc>
        <w:tc>
          <w:tcPr>
            <w:tcW w:w="0" w:type="auto"/>
          </w:tcPr>
          <w:p w14:paraId="3F91B82C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-97,53</w:t>
            </w:r>
          </w:p>
        </w:tc>
        <w:tc>
          <w:tcPr>
            <w:tcW w:w="0" w:type="auto"/>
          </w:tcPr>
          <w:p w14:paraId="54534B79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69</w:t>
            </w:r>
          </w:p>
        </w:tc>
      </w:tr>
      <w:tr w:rsidR="00BA4C85" w:rsidRPr="0001316E" w14:paraId="11E2014A" w14:textId="77777777" w:rsidTr="003D2E48">
        <w:tc>
          <w:tcPr>
            <w:tcW w:w="0" w:type="auto"/>
          </w:tcPr>
          <w:p w14:paraId="36346423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12F2692F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1768,4</w:t>
            </w:r>
          </w:p>
        </w:tc>
        <w:tc>
          <w:tcPr>
            <w:tcW w:w="0" w:type="auto"/>
          </w:tcPr>
          <w:p w14:paraId="78B9FB13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113</w:t>
            </w:r>
          </w:p>
        </w:tc>
      </w:tr>
      <w:tr w:rsidR="00BA4C85" w:rsidRPr="0001316E" w14:paraId="68D33B29" w14:textId="77777777" w:rsidTr="003D2E48">
        <w:tc>
          <w:tcPr>
            <w:tcW w:w="0" w:type="auto"/>
          </w:tcPr>
          <w:p w14:paraId="26583140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20663506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-38,83</w:t>
            </w:r>
          </w:p>
        </w:tc>
        <w:tc>
          <w:tcPr>
            <w:tcW w:w="0" w:type="auto"/>
          </w:tcPr>
          <w:p w14:paraId="0C0CF9AE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11,3</w:t>
            </w:r>
          </w:p>
        </w:tc>
      </w:tr>
      <w:tr w:rsidR="00BA4C85" w:rsidRPr="0001316E" w14:paraId="5165F5CD" w14:textId="77777777" w:rsidTr="003D2E48">
        <w:tc>
          <w:tcPr>
            <w:tcW w:w="0" w:type="auto"/>
          </w:tcPr>
          <w:p w14:paraId="0A91818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0B2274D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-218,79</w:t>
            </w:r>
          </w:p>
        </w:tc>
        <w:tc>
          <w:tcPr>
            <w:tcW w:w="0" w:type="auto"/>
          </w:tcPr>
          <w:p w14:paraId="43E8B49E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7AE58599" w14:textId="77777777" w:rsidTr="003D2E48">
        <w:tc>
          <w:tcPr>
            <w:tcW w:w="0" w:type="auto"/>
          </w:tcPr>
          <w:p w14:paraId="4F93A299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6DD19B59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961,78</w:t>
            </w:r>
          </w:p>
        </w:tc>
        <w:tc>
          <w:tcPr>
            <w:tcW w:w="0" w:type="auto"/>
          </w:tcPr>
          <w:p w14:paraId="1D41A862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104</w:t>
            </w:r>
          </w:p>
        </w:tc>
      </w:tr>
      <w:tr w:rsidR="00BA4C85" w:rsidRPr="0001316E" w14:paraId="3A9F96CD" w14:textId="77777777" w:rsidTr="003D2E48">
        <w:tc>
          <w:tcPr>
            <w:tcW w:w="0" w:type="auto"/>
          </w:tcPr>
          <w:p w14:paraId="52434228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Silicium</w:t>
            </w:r>
          </w:p>
        </w:tc>
        <w:tc>
          <w:tcPr>
            <w:tcW w:w="0" w:type="auto"/>
          </w:tcPr>
          <w:p w14:paraId="794DD0DE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1414</w:t>
            </w:r>
          </w:p>
        </w:tc>
        <w:tc>
          <w:tcPr>
            <w:tcW w:w="0" w:type="auto"/>
          </w:tcPr>
          <w:p w14:paraId="3952DAC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142</w:t>
            </w:r>
          </w:p>
        </w:tc>
      </w:tr>
      <w:tr w:rsidR="00BA4C85" w:rsidRPr="0001316E" w14:paraId="2E576F2C" w14:textId="77777777" w:rsidTr="003D2E48">
        <w:tc>
          <w:tcPr>
            <w:tcW w:w="0" w:type="auto"/>
          </w:tcPr>
          <w:p w14:paraId="17690B2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33DD47A9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723 - 1536</w:t>
            </w:r>
          </w:p>
        </w:tc>
        <w:tc>
          <w:tcPr>
            <w:tcW w:w="0" w:type="auto"/>
          </w:tcPr>
          <w:p w14:paraId="4B12E13B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6E607824" w14:textId="77777777" w:rsidTr="003D2E48">
        <w:tc>
          <w:tcPr>
            <w:tcW w:w="0" w:type="auto"/>
          </w:tcPr>
          <w:p w14:paraId="6B50C38C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146AC687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-210,0</w:t>
            </w:r>
          </w:p>
        </w:tc>
        <w:tc>
          <w:tcPr>
            <w:tcW w:w="0" w:type="auto"/>
          </w:tcPr>
          <w:p w14:paraId="5F4ED579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--</w:t>
            </w:r>
          </w:p>
        </w:tc>
      </w:tr>
      <w:tr w:rsidR="00BA4C85" w:rsidRPr="0001316E" w14:paraId="036FA0D3" w14:textId="77777777" w:rsidTr="003D2E48">
        <w:tc>
          <w:tcPr>
            <w:tcW w:w="0" w:type="auto"/>
          </w:tcPr>
          <w:p w14:paraId="05EE009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1698FF37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0683A578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334</w:t>
            </w:r>
          </w:p>
        </w:tc>
      </w:tr>
      <w:tr w:rsidR="00BA4C85" w:rsidRPr="0001316E" w14:paraId="556884F4" w14:textId="77777777" w:rsidTr="003D2E48">
        <w:tc>
          <w:tcPr>
            <w:tcW w:w="0" w:type="auto"/>
          </w:tcPr>
          <w:p w14:paraId="6C7962EA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07D4A7EB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-259,34</w:t>
            </w:r>
          </w:p>
        </w:tc>
        <w:tc>
          <w:tcPr>
            <w:tcW w:w="0" w:type="auto"/>
          </w:tcPr>
          <w:p w14:paraId="043A8E0F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59</w:t>
            </w:r>
          </w:p>
        </w:tc>
      </w:tr>
      <w:tr w:rsidR="00BA4C85" w:rsidRPr="0001316E" w14:paraId="5696DCA1" w14:textId="77777777" w:rsidTr="003D2E48">
        <w:tc>
          <w:tcPr>
            <w:tcW w:w="0" w:type="auto"/>
          </w:tcPr>
          <w:p w14:paraId="25C164A0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073E1BC1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3422</w:t>
            </w:r>
          </w:p>
        </w:tc>
        <w:tc>
          <w:tcPr>
            <w:tcW w:w="0" w:type="auto"/>
          </w:tcPr>
          <w:p w14:paraId="74BB757B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192</w:t>
            </w:r>
          </w:p>
        </w:tc>
      </w:tr>
      <w:tr w:rsidR="00BA4C85" w:rsidRPr="0001316E" w14:paraId="2118A66A" w14:textId="77777777" w:rsidTr="003D2E48">
        <w:tc>
          <w:tcPr>
            <w:tcW w:w="0" w:type="auto"/>
          </w:tcPr>
          <w:p w14:paraId="749AEA85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7623EEF1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419,53</w:t>
            </w:r>
          </w:p>
        </w:tc>
        <w:tc>
          <w:tcPr>
            <w:tcW w:w="0" w:type="auto"/>
          </w:tcPr>
          <w:p w14:paraId="5B9292DA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111</w:t>
            </w:r>
          </w:p>
        </w:tc>
      </w:tr>
      <w:tr w:rsidR="00BA4C85" w:rsidRPr="0001316E" w14:paraId="58942F2C" w14:textId="77777777" w:rsidTr="003D2E48">
        <w:tc>
          <w:tcPr>
            <w:tcW w:w="0" w:type="auto"/>
          </w:tcPr>
          <w:p w14:paraId="49B4F597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3E3E8DD4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231,93</w:t>
            </w:r>
          </w:p>
        </w:tc>
        <w:tc>
          <w:tcPr>
            <w:tcW w:w="0" w:type="auto"/>
          </w:tcPr>
          <w:p w14:paraId="00D3CE0B" w14:textId="77777777" w:rsidR="00BA4C85" w:rsidRPr="0001316E" w:rsidRDefault="00BA4C85" w:rsidP="003D2E48">
            <w:pPr>
              <w:rPr>
                <w:sz w:val="20"/>
                <w:szCs w:val="20"/>
              </w:rPr>
            </w:pPr>
            <w:r w:rsidRPr="0001316E">
              <w:rPr>
                <w:sz w:val="20"/>
                <w:szCs w:val="20"/>
              </w:rPr>
              <w:t>59</w:t>
            </w:r>
          </w:p>
        </w:tc>
      </w:tr>
    </w:tbl>
    <w:p w14:paraId="40490AC7" w14:textId="4D2F4451" w:rsidR="00BA4C85" w:rsidRDefault="00BA4C85" w:rsidP="00C737BC">
      <w:r>
        <w:t>&lt;/Tabelle&gt;</w:t>
      </w:r>
    </w:p>
    <w:p w14:paraId="72DB3687" w14:textId="662F5126" w:rsidR="0001316E" w:rsidRDefault="0001316E" w:rsidP="00C737BC"/>
    <w:p w14:paraId="6B04D55A" w14:textId="295CC5EC" w:rsidR="00C737BC" w:rsidRDefault="00C737BC" w:rsidP="00BA4C85">
      <w:pPr>
        <w:pStyle w:val="berschrift3"/>
      </w:pPr>
      <w:r>
        <w:t>Siedetemperatur und spezifische Verdampfungswärme</w:t>
      </w:r>
    </w:p>
    <w:p w14:paraId="6721BF5B" w14:textId="72DC33C6" w:rsidR="00A31274" w:rsidRPr="00A31274" w:rsidRDefault="00A31274" w:rsidP="00A31274">
      <w:r>
        <w:t>Legende zur folgenden Tabelle:</w:t>
      </w:r>
      <w:r>
        <w:br/>
      </w:r>
      <w:r w:rsidRPr="00A31274">
        <w:t>~t_V in °C: Siedetemperatur ~t_V (bei 101,325kPa) in °C</w:t>
      </w:r>
      <w:r w:rsidRPr="00A31274">
        <w:br/>
        <w:t>q_V in \frac{kJ}{kg}: spezifische Verdampfungswärme q_V in \frac{kJ}{kg}</w:t>
      </w:r>
    </w:p>
    <w:p w14:paraId="0070068A" w14:textId="77777777" w:rsidR="00BA4C85" w:rsidRDefault="00BA4C8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257"/>
        <w:gridCol w:w="1537"/>
        <w:gridCol w:w="2617"/>
      </w:tblGrid>
      <w:tr w:rsidR="00BA4C85" w:rsidRPr="00BA4C85" w14:paraId="3CE182EE" w14:textId="77777777" w:rsidTr="003D2E48">
        <w:tc>
          <w:tcPr>
            <w:tcW w:w="0" w:type="auto"/>
          </w:tcPr>
          <w:p w14:paraId="64B79A52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Stoff</w:t>
            </w:r>
          </w:p>
        </w:tc>
        <w:tc>
          <w:tcPr>
            <w:tcW w:w="0" w:type="auto"/>
          </w:tcPr>
          <w:p w14:paraId="72A832D9" w14:textId="05506CD5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~t_V in °C</w:t>
            </w:r>
          </w:p>
        </w:tc>
        <w:tc>
          <w:tcPr>
            <w:tcW w:w="0" w:type="auto"/>
          </w:tcPr>
          <w:p w14:paraId="39B3AC30" w14:textId="38B24100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q_V in \frac{kJ}{kg}</w:t>
            </w:r>
          </w:p>
        </w:tc>
      </w:tr>
      <w:tr w:rsidR="00BA4C85" w:rsidRPr="00BA4C85" w14:paraId="45D08569" w14:textId="77777777" w:rsidTr="003D2E48">
        <w:tc>
          <w:tcPr>
            <w:tcW w:w="0" w:type="auto"/>
          </w:tcPr>
          <w:p w14:paraId="3268C7F8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Ammoniak</w:t>
            </w:r>
          </w:p>
        </w:tc>
        <w:tc>
          <w:tcPr>
            <w:tcW w:w="0" w:type="auto"/>
          </w:tcPr>
          <w:p w14:paraId="78CC30F5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-33,33</w:t>
            </w:r>
          </w:p>
        </w:tc>
        <w:tc>
          <w:tcPr>
            <w:tcW w:w="0" w:type="auto"/>
          </w:tcPr>
          <w:p w14:paraId="4C7F2C3A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1370</w:t>
            </w:r>
          </w:p>
        </w:tc>
      </w:tr>
      <w:tr w:rsidR="00BA4C85" w:rsidRPr="00BA4C85" w14:paraId="2AEC3E6A" w14:textId="77777777" w:rsidTr="003D2E48">
        <w:tc>
          <w:tcPr>
            <w:tcW w:w="0" w:type="auto"/>
          </w:tcPr>
          <w:p w14:paraId="6B9AECE7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Aceton</w:t>
            </w:r>
          </w:p>
        </w:tc>
        <w:tc>
          <w:tcPr>
            <w:tcW w:w="0" w:type="auto"/>
          </w:tcPr>
          <w:p w14:paraId="317F3901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56,05</w:t>
            </w:r>
          </w:p>
        </w:tc>
        <w:tc>
          <w:tcPr>
            <w:tcW w:w="0" w:type="auto"/>
          </w:tcPr>
          <w:p w14:paraId="78BAA22B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520</w:t>
            </w:r>
          </w:p>
        </w:tc>
      </w:tr>
      <w:tr w:rsidR="00BA4C85" w:rsidRPr="00BA4C85" w14:paraId="472983E9" w14:textId="77777777" w:rsidTr="003D2E48">
        <w:tc>
          <w:tcPr>
            <w:tcW w:w="0" w:type="auto"/>
          </w:tcPr>
          <w:p w14:paraId="44232679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Ethanol</w:t>
            </w:r>
          </w:p>
        </w:tc>
        <w:tc>
          <w:tcPr>
            <w:tcW w:w="0" w:type="auto"/>
          </w:tcPr>
          <w:p w14:paraId="1387D21E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78,29</w:t>
            </w:r>
          </w:p>
        </w:tc>
        <w:tc>
          <w:tcPr>
            <w:tcW w:w="0" w:type="auto"/>
          </w:tcPr>
          <w:p w14:paraId="5C947A6D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842</w:t>
            </w:r>
          </w:p>
        </w:tc>
      </w:tr>
      <w:tr w:rsidR="00BA4C85" w:rsidRPr="00BA4C85" w14:paraId="2D06CE50" w14:textId="77777777" w:rsidTr="003D2E48">
        <w:tc>
          <w:tcPr>
            <w:tcW w:w="0" w:type="auto"/>
          </w:tcPr>
          <w:p w14:paraId="1EB65318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Glycerin</w:t>
            </w:r>
          </w:p>
        </w:tc>
        <w:tc>
          <w:tcPr>
            <w:tcW w:w="0" w:type="auto"/>
          </w:tcPr>
          <w:p w14:paraId="539E8434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290</w:t>
            </w:r>
          </w:p>
        </w:tc>
        <w:tc>
          <w:tcPr>
            <w:tcW w:w="0" w:type="auto"/>
          </w:tcPr>
          <w:p w14:paraId="0342997C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853</w:t>
            </w:r>
          </w:p>
        </w:tc>
      </w:tr>
      <w:tr w:rsidR="00BA4C85" w:rsidRPr="00BA4C85" w14:paraId="26B9277F" w14:textId="77777777" w:rsidTr="003D2E48">
        <w:tc>
          <w:tcPr>
            <w:tcW w:w="0" w:type="auto"/>
          </w:tcPr>
          <w:p w14:paraId="7925A99B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34E88849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-268,93</w:t>
            </w:r>
          </w:p>
        </w:tc>
        <w:tc>
          <w:tcPr>
            <w:tcW w:w="0" w:type="auto"/>
          </w:tcPr>
          <w:p w14:paraId="57C11E6D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25</w:t>
            </w:r>
          </w:p>
        </w:tc>
      </w:tr>
      <w:tr w:rsidR="00BA4C85" w:rsidRPr="00BA4C85" w14:paraId="58799F10" w14:textId="77777777" w:rsidTr="003D2E48">
        <w:tc>
          <w:tcPr>
            <w:tcW w:w="0" w:type="auto"/>
          </w:tcPr>
          <w:p w14:paraId="282CFC32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60D3C176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-79 (Subl.)</w:t>
            </w:r>
          </w:p>
        </w:tc>
        <w:tc>
          <w:tcPr>
            <w:tcW w:w="0" w:type="auto"/>
          </w:tcPr>
          <w:p w14:paraId="36B1A7A8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574</w:t>
            </w:r>
          </w:p>
        </w:tc>
      </w:tr>
      <w:tr w:rsidR="00BA4C85" w:rsidRPr="00BA4C85" w14:paraId="65EC1523" w14:textId="77777777" w:rsidTr="003D2E48">
        <w:tc>
          <w:tcPr>
            <w:tcW w:w="0" w:type="auto"/>
          </w:tcPr>
          <w:p w14:paraId="4CD80A25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Methanol</w:t>
            </w:r>
          </w:p>
        </w:tc>
        <w:tc>
          <w:tcPr>
            <w:tcW w:w="0" w:type="auto"/>
          </w:tcPr>
          <w:p w14:paraId="170A0569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64,6</w:t>
            </w:r>
          </w:p>
        </w:tc>
        <w:tc>
          <w:tcPr>
            <w:tcW w:w="0" w:type="auto"/>
          </w:tcPr>
          <w:p w14:paraId="767E4A0F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1102</w:t>
            </w:r>
          </w:p>
        </w:tc>
      </w:tr>
      <w:tr w:rsidR="00BA4C85" w:rsidRPr="00BA4C85" w14:paraId="35197A6B" w14:textId="77777777" w:rsidTr="003D2E48">
        <w:tc>
          <w:tcPr>
            <w:tcW w:w="0" w:type="auto"/>
          </w:tcPr>
          <w:p w14:paraId="2CF3CAF0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1FBD3042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-182,95</w:t>
            </w:r>
          </w:p>
        </w:tc>
        <w:tc>
          <w:tcPr>
            <w:tcW w:w="0" w:type="auto"/>
          </w:tcPr>
          <w:p w14:paraId="37F10A00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213</w:t>
            </w:r>
          </w:p>
        </w:tc>
      </w:tr>
      <w:tr w:rsidR="00BA4C85" w:rsidRPr="00BA4C85" w14:paraId="4B65EE37" w14:textId="77777777" w:rsidTr="003D2E48">
        <w:tc>
          <w:tcPr>
            <w:tcW w:w="0" w:type="auto"/>
          </w:tcPr>
          <w:p w14:paraId="2D7A1B3C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4073A7C3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-195,79</w:t>
            </w:r>
          </w:p>
        </w:tc>
        <w:tc>
          <w:tcPr>
            <w:tcW w:w="0" w:type="auto"/>
          </w:tcPr>
          <w:p w14:paraId="2FF7AAF3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198</w:t>
            </w:r>
          </w:p>
        </w:tc>
      </w:tr>
      <w:tr w:rsidR="00BA4C85" w:rsidRPr="00BA4C85" w14:paraId="1B69007C" w14:textId="77777777" w:rsidTr="003D2E48">
        <w:tc>
          <w:tcPr>
            <w:tcW w:w="0" w:type="auto"/>
          </w:tcPr>
          <w:p w14:paraId="207087D4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Wasser</w:t>
            </w:r>
          </w:p>
        </w:tc>
        <w:tc>
          <w:tcPr>
            <w:tcW w:w="0" w:type="auto"/>
          </w:tcPr>
          <w:p w14:paraId="18178D4F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5A94D981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2260</w:t>
            </w:r>
          </w:p>
        </w:tc>
      </w:tr>
      <w:tr w:rsidR="00BA4C85" w:rsidRPr="00BA4C85" w14:paraId="550993C8" w14:textId="77777777" w:rsidTr="003D2E48">
        <w:tc>
          <w:tcPr>
            <w:tcW w:w="0" w:type="auto"/>
          </w:tcPr>
          <w:p w14:paraId="264447A0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247C8FE8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-252,87</w:t>
            </w:r>
          </w:p>
        </w:tc>
        <w:tc>
          <w:tcPr>
            <w:tcW w:w="0" w:type="auto"/>
          </w:tcPr>
          <w:p w14:paraId="59A97565" w14:textId="77777777" w:rsidR="00BA4C85" w:rsidRPr="00BA4C85" w:rsidRDefault="00BA4C85" w:rsidP="003D2E48">
            <w:pPr>
              <w:rPr>
                <w:sz w:val="20"/>
                <w:szCs w:val="20"/>
              </w:rPr>
            </w:pPr>
            <w:r w:rsidRPr="00BA4C85">
              <w:rPr>
                <w:sz w:val="20"/>
                <w:szCs w:val="20"/>
              </w:rPr>
              <w:t>455</w:t>
            </w:r>
          </w:p>
        </w:tc>
      </w:tr>
    </w:tbl>
    <w:p w14:paraId="15B0F884" w14:textId="413A9B99" w:rsidR="00BA4C85" w:rsidRDefault="00BA4C85" w:rsidP="00C737BC">
      <w:r>
        <w:t>&lt;/Tabelle&gt;</w:t>
      </w:r>
    </w:p>
    <w:p w14:paraId="7960AFE5" w14:textId="386F021E" w:rsidR="00BA4C85" w:rsidRDefault="00BA4C85" w:rsidP="00C737BC"/>
    <w:p w14:paraId="08B6CAF3" w14:textId="3FFA1E14" w:rsidR="00C737BC" w:rsidRDefault="00C737BC" w:rsidP="00BA4C85">
      <w:pPr>
        <w:pStyle w:val="berschrift3"/>
      </w:pPr>
      <w:r>
        <w:lastRenderedPageBreak/>
        <w:t>Schallgeschwindigkeiten</w:t>
      </w:r>
    </w:p>
    <w:p w14:paraId="068DE2E3" w14:textId="67E879F4" w:rsidR="00967C4F" w:rsidRPr="00967C4F" w:rsidRDefault="00967C4F" w:rsidP="00967C4F">
      <w:r>
        <w:t>Feste Stoffe</w:t>
      </w:r>
    </w:p>
    <w:p w14:paraId="6016A64D" w14:textId="77777777" w:rsidR="00967C4F" w:rsidRDefault="00967C4F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657"/>
        <w:gridCol w:w="1777"/>
      </w:tblGrid>
      <w:tr w:rsidR="00967C4F" w:rsidRPr="00967C4F" w14:paraId="214BDE62" w14:textId="77777777" w:rsidTr="003D2E48">
        <w:tc>
          <w:tcPr>
            <w:tcW w:w="0" w:type="auto"/>
          </w:tcPr>
          <w:p w14:paraId="5FF6BEB3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Feste Stoffe</w:t>
            </w:r>
          </w:p>
        </w:tc>
        <w:tc>
          <w:tcPr>
            <w:tcW w:w="0" w:type="auto"/>
          </w:tcPr>
          <w:p w14:paraId="17FEB3FE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v in m/s</w:t>
            </w:r>
          </w:p>
        </w:tc>
      </w:tr>
      <w:tr w:rsidR="00967C4F" w:rsidRPr="00967C4F" w14:paraId="2F68468D" w14:textId="77777777" w:rsidTr="003D2E48">
        <w:tc>
          <w:tcPr>
            <w:tcW w:w="0" w:type="auto"/>
          </w:tcPr>
          <w:p w14:paraId="769F1789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5056DCFA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5100</w:t>
            </w:r>
          </w:p>
        </w:tc>
      </w:tr>
      <w:tr w:rsidR="00967C4F" w:rsidRPr="00967C4F" w14:paraId="513ECDAA" w14:textId="77777777" w:rsidTr="003D2E48">
        <w:tc>
          <w:tcPr>
            <w:tcW w:w="0" w:type="auto"/>
          </w:tcPr>
          <w:p w14:paraId="4E675FFF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Beton</w:t>
            </w:r>
          </w:p>
        </w:tc>
        <w:tc>
          <w:tcPr>
            <w:tcW w:w="0" w:type="auto"/>
          </w:tcPr>
          <w:p w14:paraId="6EDA8C21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3800</w:t>
            </w:r>
          </w:p>
        </w:tc>
      </w:tr>
      <w:tr w:rsidR="00967C4F" w:rsidRPr="00967C4F" w14:paraId="24CA594A" w14:textId="77777777" w:rsidTr="003D2E48">
        <w:tc>
          <w:tcPr>
            <w:tcW w:w="0" w:type="auto"/>
          </w:tcPr>
          <w:p w14:paraId="7164E060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4600B91D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1300</w:t>
            </w:r>
          </w:p>
        </w:tc>
      </w:tr>
      <w:tr w:rsidR="00967C4F" w:rsidRPr="00967C4F" w14:paraId="76F95A5B" w14:textId="77777777" w:rsidTr="003D2E48">
        <w:tc>
          <w:tcPr>
            <w:tcW w:w="0" w:type="auto"/>
          </w:tcPr>
          <w:p w14:paraId="01D037DD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Holz (Eiche)</w:t>
            </w:r>
          </w:p>
        </w:tc>
        <w:tc>
          <w:tcPr>
            <w:tcW w:w="0" w:type="auto"/>
          </w:tcPr>
          <w:p w14:paraId="2BFBD3CE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4100</w:t>
            </w:r>
          </w:p>
        </w:tc>
      </w:tr>
      <w:tr w:rsidR="00967C4F" w:rsidRPr="00967C4F" w14:paraId="47AEBFC2" w14:textId="77777777" w:rsidTr="003D2E48">
        <w:tc>
          <w:tcPr>
            <w:tcW w:w="0" w:type="auto"/>
          </w:tcPr>
          <w:p w14:paraId="570C41B4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Eis bei -4°C</w:t>
            </w:r>
          </w:p>
        </w:tc>
        <w:tc>
          <w:tcPr>
            <w:tcW w:w="0" w:type="auto"/>
          </w:tcPr>
          <w:p w14:paraId="0C417EEB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3230</w:t>
            </w:r>
          </w:p>
        </w:tc>
      </w:tr>
      <w:tr w:rsidR="00967C4F" w:rsidRPr="00967C4F" w14:paraId="35ED9031" w14:textId="77777777" w:rsidTr="003D2E48">
        <w:tc>
          <w:tcPr>
            <w:tcW w:w="0" w:type="auto"/>
          </w:tcPr>
          <w:p w14:paraId="15FF4CC5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Glas</w:t>
            </w:r>
          </w:p>
        </w:tc>
        <w:tc>
          <w:tcPr>
            <w:tcW w:w="0" w:type="auto"/>
          </w:tcPr>
          <w:p w14:paraId="7E30EC7E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4000 ... 5000</w:t>
            </w:r>
          </w:p>
        </w:tc>
      </w:tr>
      <w:tr w:rsidR="00967C4F" w:rsidRPr="00967C4F" w14:paraId="03B76638" w14:textId="77777777" w:rsidTr="003D2E48">
        <w:tc>
          <w:tcPr>
            <w:tcW w:w="0" w:type="auto"/>
          </w:tcPr>
          <w:p w14:paraId="75C1695C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Granit</w:t>
            </w:r>
          </w:p>
        </w:tc>
        <w:tc>
          <w:tcPr>
            <w:tcW w:w="0" w:type="auto"/>
          </w:tcPr>
          <w:p w14:paraId="17F3EC28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3950</w:t>
            </w:r>
          </w:p>
        </w:tc>
      </w:tr>
      <w:tr w:rsidR="00967C4F" w:rsidRPr="00967C4F" w14:paraId="23595C8E" w14:textId="77777777" w:rsidTr="003D2E48">
        <w:tc>
          <w:tcPr>
            <w:tcW w:w="0" w:type="auto"/>
          </w:tcPr>
          <w:p w14:paraId="2DD921DA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Kork</w:t>
            </w:r>
          </w:p>
        </w:tc>
        <w:tc>
          <w:tcPr>
            <w:tcW w:w="0" w:type="auto"/>
          </w:tcPr>
          <w:p w14:paraId="7DF461D0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500</w:t>
            </w:r>
          </w:p>
        </w:tc>
      </w:tr>
      <w:tr w:rsidR="00967C4F" w:rsidRPr="00967C4F" w14:paraId="50BA5660" w14:textId="77777777" w:rsidTr="003D2E48">
        <w:tc>
          <w:tcPr>
            <w:tcW w:w="0" w:type="auto"/>
          </w:tcPr>
          <w:p w14:paraId="36406DF5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60C7169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3900</w:t>
            </w:r>
          </w:p>
        </w:tc>
      </w:tr>
      <w:tr w:rsidR="00967C4F" w:rsidRPr="00967C4F" w14:paraId="044B2A37" w14:textId="77777777" w:rsidTr="003D2E48">
        <w:tc>
          <w:tcPr>
            <w:tcW w:w="0" w:type="auto"/>
          </w:tcPr>
          <w:p w14:paraId="17909192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Marmor</w:t>
            </w:r>
          </w:p>
        </w:tc>
        <w:tc>
          <w:tcPr>
            <w:tcW w:w="0" w:type="auto"/>
          </w:tcPr>
          <w:p w14:paraId="202D48B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3800</w:t>
            </w:r>
          </w:p>
        </w:tc>
      </w:tr>
      <w:tr w:rsidR="00967C4F" w:rsidRPr="00967C4F" w14:paraId="6973AAE3" w14:textId="77777777" w:rsidTr="003D2E48">
        <w:tc>
          <w:tcPr>
            <w:tcW w:w="0" w:type="auto"/>
          </w:tcPr>
          <w:p w14:paraId="529F2704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Messing</w:t>
            </w:r>
          </w:p>
        </w:tc>
        <w:tc>
          <w:tcPr>
            <w:tcW w:w="0" w:type="auto"/>
          </w:tcPr>
          <w:p w14:paraId="3EA8B6A5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3400</w:t>
            </w:r>
          </w:p>
        </w:tc>
      </w:tr>
      <w:tr w:rsidR="00967C4F" w:rsidRPr="00967C4F" w14:paraId="00BF21DB" w14:textId="77777777" w:rsidTr="003D2E48">
        <w:tc>
          <w:tcPr>
            <w:tcW w:w="0" w:type="auto"/>
          </w:tcPr>
          <w:p w14:paraId="156FA33B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PVC, weich</w:t>
            </w:r>
          </w:p>
        </w:tc>
        <w:tc>
          <w:tcPr>
            <w:tcW w:w="0" w:type="auto"/>
          </w:tcPr>
          <w:p w14:paraId="76D5BCF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80</w:t>
            </w:r>
          </w:p>
        </w:tc>
      </w:tr>
      <w:tr w:rsidR="00967C4F" w:rsidRPr="00967C4F" w14:paraId="7A04E207" w14:textId="77777777" w:rsidTr="003D2E48">
        <w:tc>
          <w:tcPr>
            <w:tcW w:w="0" w:type="auto"/>
          </w:tcPr>
          <w:p w14:paraId="3F828508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PVC, hart</w:t>
            </w:r>
          </w:p>
        </w:tc>
        <w:tc>
          <w:tcPr>
            <w:tcW w:w="0" w:type="auto"/>
          </w:tcPr>
          <w:p w14:paraId="0D365FC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1700</w:t>
            </w:r>
          </w:p>
        </w:tc>
      </w:tr>
      <w:tr w:rsidR="00967C4F" w:rsidRPr="00967C4F" w14:paraId="7464367C" w14:textId="77777777" w:rsidTr="003D2E48">
        <w:tc>
          <w:tcPr>
            <w:tcW w:w="0" w:type="auto"/>
          </w:tcPr>
          <w:p w14:paraId="2860221A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Stahl</w:t>
            </w:r>
          </w:p>
        </w:tc>
        <w:tc>
          <w:tcPr>
            <w:tcW w:w="0" w:type="auto"/>
          </w:tcPr>
          <w:p w14:paraId="0B090728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5100</w:t>
            </w:r>
          </w:p>
        </w:tc>
      </w:tr>
      <w:tr w:rsidR="00967C4F" w:rsidRPr="00967C4F" w14:paraId="2D859ADF" w14:textId="77777777" w:rsidTr="003D2E48">
        <w:tc>
          <w:tcPr>
            <w:tcW w:w="0" w:type="auto"/>
          </w:tcPr>
          <w:p w14:paraId="438B32A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Ziegel</w:t>
            </w:r>
          </w:p>
        </w:tc>
        <w:tc>
          <w:tcPr>
            <w:tcW w:w="0" w:type="auto"/>
          </w:tcPr>
          <w:p w14:paraId="4E22F108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3600</w:t>
            </w:r>
          </w:p>
        </w:tc>
      </w:tr>
    </w:tbl>
    <w:p w14:paraId="3FEA328C" w14:textId="16A20140" w:rsidR="00967C4F" w:rsidRDefault="00967C4F" w:rsidP="00C737BC">
      <w:r>
        <w:t>&lt;/Tabelle&gt;</w:t>
      </w:r>
    </w:p>
    <w:p w14:paraId="1628E0C5" w14:textId="27ECBBB7" w:rsidR="00967C4F" w:rsidRDefault="00967C4F" w:rsidP="00C737BC"/>
    <w:p w14:paraId="53C9B3E4" w14:textId="6E5F4FE1" w:rsidR="00967C4F" w:rsidRDefault="00967C4F" w:rsidP="00C737BC">
      <w:r>
        <w:t>Flüssigkeiten und Gase</w:t>
      </w:r>
    </w:p>
    <w:p w14:paraId="46A171F4" w14:textId="77777777" w:rsidR="00967C4F" w:rsidRDefault="00967C4F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857"/>
        <w:gridCol w:w="1177"/>
      </w:tblGrid>
      <w:tr w:rsidR="00967C4F" w:rsidRPr="00967C4F" w14:paraId="517AE6C0" w14:textId="77777777" w:rsidTr="003D2E48">
        <w:tc>
          <w:tcPr>
            <w:tcW w:w="0" w:type="auto"/>
          </w:tcPr>
          <w:p w14:paraId="3A9D844B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Flüssigkeiten und Gase</w:t>
            </w:r>
          </w:p>
        </w:tc>
        <w:tc>
          <w:tcPr>
            <w:tcW w:w="0" w:type="auto"/>
          </w:tcPr>
          <w:p w14:paraId="47E9053E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v in m/s</w:t>
            </w:r>
          </w:p>
        </w:tc>
      </w:tr>
      <w:tr w:rsidR="00967C4F" w:rsidRPr="00967C4F" w14:paraId="11CA9708" w14:textId="77777777" w:rsidTr="003D2E48">
        <w:tc>
          <w:tcPr>
            <w:tcW w:w="0" w:type="auto"/>
          </w:tcPr>
          <w:p w14:paraId="72F33BAC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7845333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1020</w:t>
            </w:r>
          </w:p>
        </w:tc>
      </w:tr>
      <w:tr w:rsidR="00967C4F" w:rsidRPr="00967C4F" w14:paraId="51923A81" w14:textId="77777777" w:rsidTr="003D2E48">
        <w:tc>
          <w:tcPr>
            <w:tcW w:w="0" w:type="auto"/>
          </w:tcPr>
          <w:p w14:paraId="2410BD7D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Kohlenstoffdioxid</w:t>
            </w:r>
          </w:p>
        </w:tc>
        <w:tc>
          <w:tcPr>
            <w:tcW w:w="0" w:type="auto"/>
          </w:tcPr>
          <w:p w14:paraId="31422500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260</w:t>
            </w:r>
          </w:p>
        </w:tc>
      </w:tr>
      <w:tr w:rsidR="00967C4F" w:rsidRPr="00967C4F" w14:paraId="2CB95DAC" w14:textId="77777777" w:rsidTr="003D2E48">
        <w:tc>
          <w:tcPr>
            <w:tcW w:w="0" w:type="auto"/>
          </w:tcPr>
          <w:p w14:paraId="71DB47F8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Luft bei 0°C</w:t>
            </w:r>
          </w:p>
        </w:tc>
        <w:tc>
          <w:tcPr>
            <w:tcW w:w="0" w:type="auto"/>
          </w:tcPr>
          <w:p w14:paraId="0464DE8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332</w:t>
            </w:r>
          </w:p>
        </w:tc>
      </w:tr>
      <w:tr w:rsidR="00967C4F" w:rsidRPr="00967C4F" w14:paraId="693EB5C5" w14:textId="77777777" w:rsidTr="003D2E48">
        <w:tc>
          <w:tcPr>
            <w:tcW w:w="0" w:type="auto"/>
          </w:tcPr>
          <w:p w14:paraId="5E4B62A7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Luft bei 10°C</w:t>
            </w:r>
          </w:p>
        </w:tc>
        <w:tc>
          <w:tcPr>
            <w:tcW w:w="0" w:type="auto"/>
          </w:tcPr>
          <w:p w14:paraId="0D149256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338</w:t>
            </w:r>
          </w:p>
        </w:tc>
      </w:tr>
      <w:tr w:rsidR="00967C4F" w:rsidRPr="00967C4F" w14:paraId="0862282D" w14:textId="77777777" w:rsidTr="003D2E48">
        <w:tc>
          <w:tcPr>
            <w:tcW w:w="0" w:type="auto"/>
          </w:tcPr>
          <w:p w14:paraId="25D0402D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Luft bei 20°C</w:t>
            </w:r>
          </w:p>
        </w:tc>
        <w:tc>
          <w:tcPr>
            <w:tcW w:w="0" w:type="auto"/>
          </w:tcPr>
          <w:p w14:paraId="413AD09F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343</w:t>
            </w:r>
          </w:p>
        </w:tc>
      </w:tr>
      <w:tr w:rsidR="00967C4F" w:rsidRPr="00967C4F" w14:paraId="0EE5259F" w14:textId="77777777" w:rsidTr="003D2E48">
        <w:tc>
          <w:tcPr>
            <w:tcW w:w="0" w:type="auto"/>
          </w:tcPr>
          <w:p w14:paraId="38ABF39B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37AD500F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348</w:t>
            </w:r>
          </w:p>
        </w:tc>
      </w:tr>
      <w:tr w:rsidR="00967C4F" w:rsidRPr="00967C4F" w14:paraId="074B801D" w14:textId="77777777" w:rsidTr="003D2E48">
        <w:tc>
          <w:tcPr>
            <w:tcW w:w="0" w:type="auto"/>
          </w:tcPr>
          <w:p w14:paraId="07E0F3E5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Wasser bei 4°C</w:t>
            </w:r>
          </w:p>
        </w:tc>
        <w:tc>
          <w:tcPr>
            <w:tcW w:w="0" w:type="auto"/>
          </w:tcPr>
          <w:p w14:paraId="5BF95555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1400</w:t>
            </w:r>
          </w:p>
        </w:tc>
      </w:tr>
      <w:tr w:rsidR="00967C4F" w:rsidRPr="00967C4F" w14:paraId="2E3968FB" w14:textId="77777777" w:rsidTr="003D2E48">
        <w:tc>
          <w:tcPr>
            <w:tcW w:w="0" w:type="auto"/>
          </w:tcPr>
          <w:p w14:paraId="767E9107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Wasser bei 20°C</w:t>
            </w:r>
          </w:p>
        </w:tc>
        <w:tc>
          <w:tcPr>
            <w:tcW w:w="0" w:type="auto"/>
          </w:tcPr>
          <w:p w14:paraId="708EB818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1483</w:t>
            </w:r>
          </w:p>
        </w:tc>
      </w:tr>
      <w:tr w:rsidR="00967C4F" w:rsidRPr="00967C4F" w14:paraId="50B6049B" w14:textId="77777777" w:rsidTr="003D2E48">
        <w:tc>
          <w:tcPr>
            <w:tcW w:w="0" w:type="auto"/>
          </w:tcPr>
          <w:p w14:paraId="6B7D2D30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3C3B79A2" w14:textId="77777777" w:rsidR="00967C4F" w:rsidRPr="00967C4F" w:rsidRDefault="00967C4F" w:rsidP="003D2E48">
            <w:pPr>
              <w:rPr>
                <w:sz w:val="20"/>
                <w:szCs w:val="20"/>
              </w:rPr>
            </w:pPr>
            <w:r w:rsidRPr="00967C4F">
              <w:rPr>
                <w:sz w:val="20"/>
                <w:szCs w:val="20"/>
              </w:rPr>
              <w:t>1280</w:t>
            </w:r>
          </w:p>
        </w:tc>
      </w:tr>
    </w:tbl>
    <w:p w14:paraId="6FAAEA15" w14:textId="0AE32224" w:rsidR="00967C4F" w:rsidRDefault="00967C4F" w:rsidP="00C737BC">
      <w:r>
        <w:t>&lt;/Tabelle&gt;</w:t>
      </w:r>
    </w:p>
    <w:p w14:paraId="6ED5DF3A" w14:textId="2C12FE1A" w:rsidR="00967C4F" w:rsidRDefault="00967C4F" w:rsidP="00C737BC"/>
    <w:p w14:paraId="6290160E" w14:textId="1DE195B4" w:rsidR="00C737BC" w:rsidRDefault="00C737BC" w:rsidP="00967C4F">
      <w:pPr>
        <w:pStyle w:val="berschrift3"/>
      </w:pPr>
      <w:r>
        <w:t>Daten zum Sonnensystem</w:t>
      </w:r>
    </w:p>
    <w:p w14:paraId="4CAB0036" w14:textId="4D5E62FB" w:rsidR="00C737BC" w:rsidRDefault="00C737BC" w:rsidP="00C737BC">
      <w:r>
        <w:t>Daten der Sonne</w:t>
      </w:r>
      <w:r w:rsidR="009E140B">
        <w:t>:</w:t>
      </w:r>
    </w:p>
    <w:p w14:paraId="5733EB63" w14:textId="6CD9C205" w:rsidR="00C737BC" w:rsidRDefault="009E140B" w:rsidP="009E140B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1,9894 *10</w:t>
      </w:r>
      <w:r>
        <w:t>^{30}</w:t>
      </w:r>
      <w:r w:rsidR="00C737BC">
        <w:t>kg</w:t>
      </w:r>
    </w:p>
    <w:p w14:paraId="7DDA11A6" w14:textId="3643E78A" w:rsidR="00C737BC" w:rsidRDefault="009E140B" w:rsidP="009E140B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6,9570 *10</w:t>
      </w:r>
      <w:r>
        <w:t>^</w:t>
      </w:r>
      <w:r w:rsidR="00C737BC">
        <w:t>5km</w:t>
      </w:r>
    </w:p>
    <w:p w14:paraId="31E40198" w14:textId="2EB4ED46" w:rsidR="00C737BC" w:rsidRDefault="009E140B" w:rsidP="009E140B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1,4</w:t>
      </w:r>
      <w:r>
        <w:t>\frac{g}{cm^3}</w:t>
      </w:r>
    </w:p>
    <w:p w14:paraId="131DFA77" w14:textId="60B22EA9" w:rsidR="00C737BC" w:rsidRDefault="009E140B" w:rsidP="009E140B">
      <w:pPr>
        <w:pStyle w:val="Liste"/>
      </w:pPr>
      <w:r>
        <w:t xml:space="preserve">- </w:t>
      </w:r>
      <w:r w:rsidR="00C737BC">
        <w:t>Rotationsdauer am Äquator</w:t>
      </w:r>
      <w:r>
        <w:t>:</w:t>
      </w:r>
      <w:r w:rsidR="00C737BC">
        <w:t xml:space="preserve"> 25d</w:t>
      </w:r>
    </w:p>
    <w:p w14:paraId="001E5D55" w14:textId="744AB2C6" w:rsidR="00C737BC" w:rsidRDefault="009E140B" w:rsidP="009E140B">
      <w:pPr>
        <w:pStyle w:val="Liste"/>
      </w:pPr>
      <w:r>
        <w:t xml:space="preserve">- </w:t>
      </w:r>
      <w:r w:rsidR="00C737BC">
        <w:t>Oberflächentemperatur</w:t>
      </w:r>
      <w:r>
        <w:t>:</w:t>
      </w:r>
      <w:r w:rsidR="00C737BC">
        <w:t xml:space="preserve"> 5,8 *10</w:t>
      </w:r>
      <w:r>
        <w:t>^</w:t>
      </w:r>
      <w:r w:rsidR="00C737BC">
        <w:t>3K</w:t>
      </w:r>
    </w:p>
    <w:p w14:paraId="27EF3EE7" w14:textId="11328E7F" w:rsidR="00C737BC" w:rsidRDefault="009E140B" w:rsidP="009E140B">
      <w:pPr>
        <w:pStyle w:val="Liste"/>
      </w:pPr>
      <w:r>
        <w:t xml:space="preserve">- </w:t>
      </w:r>
      <w:r w:rsidR="00C737BC">
        <w:t>Leuchtkraft</w:t>
      </w:r>
      <w:r>
        <w:t>:</w:t>
      </w:r>
      <w:r w:rsidR="00C737BC">
        <w:t xml:space="preserve"> 3,846 *10</w:t>
      </w:r>
      <w:r>
        <w:t>^{26}</w:t>
      </w:r>
      <w:r w:rsidR="00C737BC">
        <w:t>W</w:t>
      </w:r>
    </w:p>
    <w:p w14:paraId="40406E9E" w14:textId="5873AFEE" w:rsidR="00C737BC" w:rsidRDefault="009E140B" w:rsidP="009E140B">
      <w:pPr>
        <w:pStyle w:val="Liste"/>
      </w:pPr>
      <w:r>
        <w:t xml:space="preserve">- </w:t>
      </w:r>
      <w:r w:rsidR="00C737BC">
        <w:t>Solarkonstante</w:t>
      </w:r>
      <w:r>
        <w:t>:</w:t>
      </w:r>
      <w:r w:rsidR="00C737BC">
        <w:t xml:space="preserve"> 1,361</w:t>
      </w:r>
      <w:r>
        <w:t>\frac{kW}{m^2}</w:t>
      </w:r>
    </w:p>
    <w:p w14:paraId="02E0888E" w14:textId="2A61D8DE" w:rsidR="00C737BC" w:rsidRDefault="009E140B" w:rsidP="009E140B">
      <w:pPr>
        <w:pStyle w:val="Liste"/>
      </w:pPr>
      <w:r>
        <w:t xml:space="preserve">- </w:t>
      </w:r>
      <w:r w:rsidR="00C737BC">
        <w:t>Absolute Helligkeit</w:t>
      </w:r>
      <w:r>
        <w:t>:</w:t>
      </w:r>
      <w:r w:rsidR="00C737BC">
        <w:t xml:space="preserve"> 4,83</w:t>
      </w:r>
    </w:p>
    <w:p w14:paraId="7AE36B4D" w14:textId="6DCADE9F" w:rsidR="00C737BC" w:rsidRDefault="009E140B" w:rsidP="009E140B">
      <w:pPr>
        <w:pStyle w:val="Liste"/>
      </w:pPr>
      <w:r>
        <w:t xml:space="preserve">- </w:t>
      </w:r>
      <w:r w:rsidR="00C737BC">
        <w:t>Scheinbare Helligkeit</w:t>
      </w:r>
      <w:r>
        <w:t>:</w:t>
      </w:r>
      <w:r w:rsidR="00C737BC">
        <w:t xml:space="preserve"> -26,74</w:t>
      </w:r>
    </w:p>
    <w:p w14:paraId="01986044" w14:textId="51AD1174" w:rsidR="00C737BC" w:rsidRDefault="009E140B" w:rsidP="009E140B">
      <w:pPr>
        <w:pStyle w:val="Liste"/>
      </w:pPr>
      <w:r>
        <w:t xml:space="preserve">- </w:t>
      </w:r>
      <w:r w:rsidR="00C737BC">
        <w:t>Fallbeschleunigung (Ortsfaktor) an der Oberfläche</w:t>
      </w:r>
      <w:r>
        <w:t>:</w:t>
      </w:r>
      <w:r w:rsidR="00C737BC">
        <w:t xml:space="preserve"> 274</w:t>
      </w:r>
      <w:r>
        <w:t>\frac{m}{s^2}</w:t>
      </w:r>
    </w:p>
    <w:p w14:paraId="0B55E935" w14:textId="77777777" w:rsidR="009E140B" w:rsidRDefault="009E140B" w:rsidP="00C737BC"/>
    <w:p w14:paraId="4DB1BB7D" w14:textId="48C963E9" w:rsidR="00C737BC" w:rsidRDefault="00C737BC" w:rsidP="00C737BC">
      <w:r>
        <w:t>Daten der Erde</w:t>
      </w:r>
      <w:r w:rsidR="009E140B">
        <w:t>:</w:t>
      </w:r>
    </w:p>
    <w:p w14:paraId="36727963" w14:textId="7F5C8B7D" w:rsidR="00C737BC" w:rsidRDefault="009E140B" w:rsidP="009E140B">
      <w:pPr>
        <w:pStyle w:val="Liste"/>
      </w:pPr>
      <w:r>
        <w:t xml:space="preserve">- </w:t>
      </w:r>
      <w:r w:rsidR="00C737BC">
        <w:t>Große Halbachse</w:t>
      </w:r>
      <w:r>
        <w:t>:</w:t>
      </w:r>
      <w:r w:rsidR="00C737BC">
        <w:t xml:space="preserve"> 1,4960 *10</w:t>
      </w:r>
      <w:r>
        <w:t>^</w:t>
      </w:r>
      <w:r w:rsidR="00C737BC">
        <w:t>8km =1AE</w:t>
      </w:r>
    </w:p>
    <w:p w14:paraId="60A79B23" w14:textId="251DF66D" w:rsidR="00C737BC" w:rsidRDefault="009E140B" w:rsidP="009E140B">
      <w:pPr>
        <w:pStyle w:val="Liste"/>
      </w:pPr>
      <w:r>
        <w:t xml:space="preserve">- </w:t>
      </w:r>
      <w:r w:rsidR="00C737BC">
        <w:t>Umlaufzeit</w:t>
      </w:r>
      <w:r>
        <w:t>:</w:t>
      </w:r>
      <w:r w:rsidR="00C737BC">
        <w:t xml:space="preserve"> 365,2563d =31</w:t>
      </w:r>
      <w:r w:rsidR="00510AFE">
        <w:t>.</w:t>
      </w:r>
      <w:r w:rsidR="00C737BC">
        <w:t>558</w:t>
      </w:r>
      <w:r w:rsidR="00510AFE">
        <w:t>.</w:t>
      </w:r>
      <w:r w:rsidR="00C737BC">
        <w:t>149,54s</w:t>
      </w:r>
    </w:p>
    <w:p w14:paraId="18F77532" w14:textId="25378B9D" w:rsidR="00C737BC" w:rsidRDefault="009E140B" w:rsidP="009E140B">
      <w:pPr>
        <w:pStyle w:val="Liste"/>
      </w:pPr>
      <w:r>
        <w:lastRenderedPageBreak/>
        <w:t xml:space="preserve">- </w:t>
      </w:r>
      <w:r w:rsidR="00C737BC">
        <w:t>Numerische Exzentrizität der Bahn</w:t>
      </w:r>
      <w:r>
        <w:t>:</w:t>
      </w:r>
      <w:r w:rsidR="00C737BC">
        <w:t xml:space="preserve"> 0,017</w:t>
      </w:r>
    </w:p>
    <w:p w14:paraId="6857ACB8" w14:textId="3EEACE43" w:rsidR="00C737BC" w:rsidRDefault="009E140B" w:rsidP="009E140B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5,974 *10</w:t>
      </w:r>
      <w:r>
        <w:t>^{24}</w:t>
      </w:r>
      <w:r w:rsidR="00C737BC">
        <w:t>kg</w:t>
      </w:r>
    </w:p>
    <w:p w14:paraId="0689F978" w14:textId="4E01CBC5" w:rsidR="00C737BC" w:rsidRDefault="009E140B" w:rsidP="009E140B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6,371 *10</w:t>
      </w:r>
      <w:r>
        <w:t>^</w:t>
      </w:r>
      <w:r w:rsidR="00C737BC">
        <w:t>3km</w:t>
      </w:r>
    </w:p>
    <w:p w14:paraId="76343646" w14:textId="6CC3C519" w:rsidR="00C737BC" w:rsidRDefault="009E140B" w:rsidP="009E140B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5,5</w:t>
      </w:r>
      <w:r>
        <w:t>\frac{g}{cm^3}</w:t>
      </w:r>
    </w:p>
    <w:p w14:paraId="4C1318C9" w14:textId="4E419A3A" w:rsidR="00C737BC" w:rsidRDefault="009E140B" w:rsidP="009E140B">
      <w:pPr>
        <w:pStyle w:val="Liste"/>
      </w:pPr>
      <w:r>
        <w:t xml:space="preserve">- </w:t>
      </w:r>
      <w:r w:rsidR="00C737BC">
        <w:t>Fallbeschleunigung (Ortsfaktor) an der Oberfläche (Mitteleuropa)</w:t>
      </w:r>
      <w:r>
        <w:t>:</w:t>
      </w:r>
      <w:r w:rsidR="00C737BC">
        <w:t xml:space="preserve"> 9,81</w:t>
      </w:r>
      <w:r>
        <w:t>\frac{m}{s^2}</w:t>
      </w:r>
    </w:p>
    <w:p w14:paraId="13AAAC84" w14:textId="525363AF" w:rsidR="00C737BC" w:rsidRDefault="009E140B" w:rsidP="009E140B">
      <w:pPr>
        <w:pStyle w:val="Liste"/>
      </w:pPr>
      <w:r>
        <w:t xml:space="preserve">- </w:t>
      </w:r>
      <w:r w:rsidR="00C737BC">
        <w:t>Neigung der Rotationsachse gegen das Lot der Bahnebene</w:t>
      </w:r>
      <w:r>
        <w:t>:</w:t>
      </w:r>
      <w:r w:rsidR="00C737BC">
        <w:t xml:space="preserve"> 23,44°</w:t>
      </w:r>
    </w:p>
    <w:p w14:paraId="15A90119" w14:textId="6FB975FE" w:rsidR="00C737BC" w:rsidRDefault="009E140B" w:rsidP="009E140B">
      <w:pPr>
        <w:pStyle w:val="Liste"/>
      </w:pPr>
      <w:r>
        <w:t xml:space="preserve">- </w:t>
      </w:r>
      <w:r w:rsidR="00C737BC">
        <w:t>Siderische Rotationsdauer</w:t>
      </w:r>
      <w:r>
        <w:t>:</w:t>
      </w:r>
      <w:r w:rsidR="00C737BC">
        <w:t xml:space="preserve"> 23,9345h</w:t>
      </w:r>
    </w:p>
    <w:p w14:paraId="7BEAD674" w14:textId="77777777" w:rsidR="009E140B" w:rsidRDefault="009E140B" w:rsidP="00C737BC"/>
    <w:p w14:paraId="0F9BD7F4" w14:textId="103C902C" w:rsidR="00C737BC" w:rsidRDefault="00C737BC" w:rsidP="00C737BC">
      <w:r>
        <w:t>Daten des Erdmondes</w:t>
      </w:r>
      <w:r w:rsidR="009E140B">
        <w:t>:</w:t>
      </w:r>
    </w:p>
    <w:p w14:paraId="68B86422" w14:textId="1ABF4472" w:rsidR="00C737BC" w:rsidRDefault="00BE2E29" w:rsidP="00BE2E29">
      <w:pPr>
        <w:pStyle w:val="Liste"/>
      </w:pPr>
      <w:r>
        <w:t xml:space="preserve">- </w:t>
      </w:r>
      <w:r w:rsidR="00C737BC">
        <w:t>Große Halbachse</w:t>
      </w:r>
      <w:r>
        <w:t>:</w:t>
      </w:r>
      <w:r w:rsidR="00C737BC">
        <w:t xml:space="preserve"> 3,844 *10</w:t>
      </w:r>
      <w:r>
        <w:t>^</w:t>
      </w:r>
      <w:r w:rsidR="00C737BC">
        <w:t>5km</w:t>
      </w:r>
    </w:p>
    <w:p w14:paraId="04E66AE9" w14:textId="64A75F7B" w:rsidR="00C737BC" w:rsidRDefault="00BE2E29" w:rsidP="00BE2E29">
      <w:pPr>
        <w:pStyle w:val="Liste"/>
      </w:pPr>
      <w:r>
        <w:t xml:space="preserve">- </w:t>
      </w:r>
      <w:r w:rsidR="00C737BC">
        <w:t>Siderische Umlaufzeit</w:t>
      </w:r>
      <w:r>
        <w:t>:</w:t>
      </w:r>
      <w:r w:rsidR="00C737BC">
        <w:t xml:space="preserve"> 27,32d</w:t>
      </w:r>
    </w:p>
    <w:p w14:paraId="16A0181B" w14:textId="643DE6E0" w:rsidR="00C737BC" w:rsidRDefault="00BE2E29" w:rsidP="00BE2E29">
      <w:pPr>
        <w:pStyle w:val="Liste"/>
      </w:pPr>
      <w:r>
        <w:t xml:space="preserve">- </w:t>
      </w:r>
      <w:r w:rsidR="00C737BC">
        <w:t>Synodische Umlaufzeit</w:t>
      </w:r>
      <w:r>
        <w:t>:</w:t>
      </w:r>
      <w:r w:rsidR="00C737BC">
        <w:t xml:space="preserve"> 29,53d</w:t>
      </w:r>
    </w:p>
    <w:p w14:paraId="16C984C6" w14:textId="467935C1" w:rsidR="00C737BC" w:rsidRDefault="00BE2E29" w:rsidP="00BE2E29">
      <w:pPr>
        <w:pStyle w:val="Liste"/>
      </w:pPr>
      <w:r>
        <w:t xml:space="preserve">- </w:t>
      </w:r>
      <w:r w:rsidR="00C737BC">
        <w:t>Numerische Exzentrizität der Bahn</w:t>
      </w:r>
      <w:r>
        <w:t>:</w:t>
      </w:r>
      <w:r w:rsidR="00C737BC">
        <w:t xml:space="preserve"> 0,055</w:t>
      </w:r>
    </w:p>
    <w:p w14:paraId="4BF765EA" w14:textId="48EA9D84" w:rsidR="00C737BC" w:rsidRDefault="00BE2E29" w:rsidP="00BE2E29">
      <w:pPr>
        <w:pStyle w:val="Liste"/>
      </w:pPr>
      <w:r>
        <w:t xml:space="preserve">- </w:t>
      </w:r>
      <w:r w:rsidR="00C737BC">
        <w:t>Masse</w:t>
      </w:r>
      <w:r>
        <w:t>:</w:t>
      </w:r>
      <w:r w:rsidR="00C737BC">
        <w:t xml:space="preserve"> 7,349 *10</w:t>
      </w:r>
      <w:r>
        <w:t>^{22}</w:t>
      </w:r>
      <w:r w:rsidR="00C737BC">
        <w:t>kg</w:t>
      </w:r>
    </w:p>
    <w:p w14:paraId="6D0D8E82" w14:textId="38CB78F0" w:rsidR="00C737BC" w:rsidRDefault="00BE2E29" w:rsidP="00BE2E29">
      <w:pPr>
        <w:pStyle w:val="Liste"/>
      </w:pPr>
      <w:r>
        <w:t xml:space="preserve">- </w:t>
      </w:r>
      <w:r w:rsidR="00C737BC">
        <w:t>Mittlerer Radius</w:t>
      </w:r>
      <w:r>
        <w:t>:</w:t>
      </w:r>
      <w:r w:rsidR="00C737BC">
        <w:t xml:space="preserve"> 1737km</w:t>
      </w:r>
    </w:p>
    <w:p w14:paraId="3C20FC86" w14:textId="4EB88856" w:rsidR="00C737BC" w:rsidRDefault="00BE2E29" w:rsidP="00BE2E29">
      <w:pPr>
        <w:pStyle w:val="Liste"/>
      </w:pPr>
      <w:r>
        <w:t xml:space="preserve">- </w:t>
      </w:r>
      <w:r w:rsidR="00C737BC">
        <w:t>Mittlere Dichte</w:t>
      </w:r>
      <w:r>
        <w:t>:</w:t>
      </w:r>
      <w:r w:rsidR="00C737BC">
        <w:t xml:space="preserve"> 3,3</w:t>
      </w:r>
      <w:r>
        <w:t>\frac{g}{cm^3}</w:t>
      </w:r>
    </w:p>
    <w:p w14:paraId="58847EB7" w14:textId="0A7D291C" w:rsidR="00C737BC" w:rsidRDefault="00BE2E29" w:rsidP="00BE2E29">
      <w:pPr>
        <w:pStyle w:val="Liste"/>
      </w:pPr>
      <w:r>
        <w:t xml:space="preserve">- </w:t>
      </w:r>
      <w:r w:rsidR="00C737BC">
        <w:t>Fallbeschleunigung (Ortsfaktor) an der Oberfläche</w:t>
      </w:r>
      <w:r>
        <w:t>:</w:t>
      </w:r>
      <w:r w:rsidR="00C737BC">
        <w:t xml:space="preserve"> 1,62</w:t>
      </w:r>
      <w:r>
        <w:t>\frac{m}{s^2}</w:t>
      </w:r>
    </w:p>
    <w:p w14:paraId="6DFE0ABE" w14:textId="2E94533E" w:rsidR="00C737BC" w:rsidRDefault="00BE2E29" w:rsidP="00BE2E29">
      <w:pPr>
        <w:pStyle w:val="Liste"/>
      </w:pPr>
      <w:r>
        <w:t xml:space="preserve">- </w:t>
      </w:r>
      <w:r w:rsidR="00C737BC">
        <w:t>Neigung der Rotationsachse gegen das Lot der Bahnebene</w:t>
      </w:r>
      <w:r>
        <w:t>:</w:t>
      </w:r>
      <w:r w:rsidR="00C737BC">
        <w:t xml:space="preserve"> 6,68°</w:t>
      </w:r>
    </w:p>
    <w:p w14:paraId="45EF1A2D" w14:textId="261C2FE0" w:rsidR="00C737BC" w:rsidRDefault="00BE2E29" w:rsidP="00BE2E29">
      <w:pPr>
        <w:pStyle w:val="Liste"/>
      </w:pPr>
      <w:r>
        <w:t xml:space="preserve">- </w:t>
      </w:r>
      <w:r w:rsidR="00C737BC">
        <w:t>Neigung der Bahnebene zur Ekliptik</w:t>
      </w:r>
      <w:r>
        <w:t>:</w:t>
      </w:r>
      <w:r w:rsidR="00C737BC">
        <w:t xml:space="preserve"> 5,1°</w:t>
      </w:r>
    </w:p>
    <w:p w14:paraId="00CC13A2" w14:textId="4DB6290D" w:rsidR="00C737BC" w:rsidRDefault="00BE2E29" w:rsidP="00BE2E29">
      <w:pPr>
        <w:pStyle w:val="Liste"/>
      </w:pPr>
      <w:r>
        <w:t xml:space="preserve">- </w:t>
      </w:r>
      <w:r w:rsidR="00C737BC">
        <w:t>Siderische Rotationsdauer</w:t>
      </w:r>
      <w:r>
        <w:t>:</w:t>
      </w:r>
      <w:r w:rsidR="00C737BC">
        <w:t xml:space="preserve"> 27,32d</w:t>
      </w:r>
    </w:p>
    <w:p w14:paraId="3B321AAC" w14:textId="77777777" w:rsidR="00BE2E29" w:rsidRDefault="00BE2E29" w:rsidP="00C737BC"/>
    <w:p w14:paraId="3019D4D1" w14:textId="4CB41295" w:rsidR="00C737BC" w:rsidRDefault="00C737BC" w:rsidP="00C737BC">
      <w:r>
        <w:t>Daten der Planeten</w:t>
      </w:r>
      <w:r w:rsidR="00BE2E29">
        <w:t>:</w:t>
      </w:r>
    </w:p>
    <w:p w14:paraId="1E5AB72B" w14:textId="2FC357F3" w:rsidR="00BE0BF6" w:rsidRPr="007A1C28" w:rsidRDefault="00BE0BF6" w:rsidP="007A1C28">
      <w:pPr>
        <w:pStyle w:val="Liste"/>
      </w:pPr>
      <w:r w:rsidRPr="007A1C28">
        <w:t>Merkur:</w:t>
      </w:r>
      <w:r w:rsidRPr="007A1C28">
        <w:br/>
        <w:t xml:space="preserve">Große Halbachse in AE: </w:t>
      </w:r>
      <w:r w:rsidR="00320D91" w:rsidRPr="007A1C28">
        <w:t>0,387</w:t>
      </w:r>
      <w:r w:rsidRPr="007A1C28">
        <w:br/>
        <w:t xml:space="preserve">Siderische Umlaufzeit in a: </w:t>
      </w:r>
      <w:r w:rsidR="00320D91" w:rsidRPr="007A1C28">
        <w:t>0,2408</w:t>
      </w:r>
      <w:r w:rsidRPr="007A1C28">
        <w:br/>
        <w:t xml:space="preserve">Numerische Exzentrizität der Bahn: </w:t>
      </w:r>
      <w:r w:rsidR="00320D91" w:rsidRPr="007A1C28">
        <w:t>0,21</w:t>
      </w:r>
      <w:r w:rsidRPr="007A1C28">
        <w:br/>
        <w:t xml:space="preserve">Masse in Erdmassen: </w:t>
      </w:r>
      <w:r w:rsidR="00320D91" w:rsidRPr="007A1C28">
        <w:t>0,0553</w:t>
      </w:r>
      <w:r w:rsidRPr="007A1C28">
        <w:br/>
        <w:t xml:space="preserve">Mittlerer Radius in 10^3km: </w:t>
      </w:r>
      <w:r w:rsidR="00320D91" w:rsidRPr="007A1C28">
        <w:t>2,44</w:t>
      </w:r>
      <w:r w:rsidRPr="007A1C28">
        <w:br/>
        <w:t xml:space="preserve">Mittlere Dichte in \frac{g}{cm^3}: </w:t>
      </w:r>
      <w:r w:rsidR="00320D91" w:rsidRPr="007A1C28">
        <w:t>5,4</w:t>
      </w:r>
      <w:r w:rsidRPr="007A1C28">
        <w:br/>
        <w:t xml:space="preserve">Fallbeschleunigung an der Oberfläche in \frac{m}{s^2}: </w:t>
      </w:r>
      <w:r w:rsidR="00320D91" w:rsidRPr="007A1C28">
        <w:t>3,7</w:t>
      </w:r>
      <w:r w:rsidRPr="007A1C28">
        <w:br/>
        <w:t xml:space="preserve">Neigung der Rotationsachse gegen das Lot der Bahnebene: </w:t>
      </w:r>
      <w:r w:rsidR="00320D91" w:rsidRPr="007A1C28">
        <w:t>0,010°</w:t>
      </w:r>
      <w:r w:rsidRPr="007A1C28">
        <w:br/>
        <w:t xml:space="preserve">Neigung der Bahnebene zur Ekliptik: </w:t>
      </w:r>
      <w:r w:rsidR="00320D91" w:rsidRPr="007A1C28">
        <w:t>7,0°</w:t>
      </w:r>
      <w:r w:rsidRPr="007A1C28">
        <w:br/>
        <w:t xml:space="preserve">Siderische Rotationsdauer (ggf. am Äquator) in h: </w:t>
      </w:r>
      <w:r w:rsidR="00320D91" w:rsidRPr="007A1C28">
        <w:t>1407,6</w:t>
      </w:r>
    </w:p>
    <w:p w14:paraId="025CFA4A" w14:textId="77777777" w:rsidR="00BE0BF6" w:rsidRPr="007A1C28" w:rsidRDefault="00BE0BF6" w:rsidP="007A1C28">
      <w:pPr>
        <w:pStyle w:val="Liste"/>
      </w:pPr>
    </w:p>
    <w:p w14:paraId="36DC1EEE" w14:textId="4D94C0AD" w:rsidR="00BE0BF6" w:rsidRPr="007A1C28" w:rsidRDefault="00320D91" w:rsidP="007A1C28">
      <w:pPr>
        <w:pStyle w:val="Liste"/>
      </w:pPr>
      <w:r w:rsidRPr="007A1C28">
        <w:t>Venus:</w:t>
      </w:r>
      <w:r w:rsidRPr="007A1C28">
        <w:br/>
        <w:t>Große Halbachse in AE: 0,723</w:t>
      </w:r>
      <w:r w:rsidRPr="007A1C28">
        <w:br/>
        <w:t>Siderische Umlaufzeit in a: 0,6152</w:t>
      </w:r>
      <w:r w:rsidRPr="007A1C28">
        <w:br/>
        <w:t>Numerische Exzentrizität der Bahn: 0,0067</w:t>
      </w:r>
      <w:r w:rsidRPr="007A1C28">
        <w:br/>
        <w:t>Masse in Erdmassen: 0,815</w:t>
      </w:r>
      <w:r w:rsidRPr="007A1C28">
        <w:br/>
        <w:t>Mittlerer Radius in 10^3km: 6,05</w:t>
      </w:r>
      <w:r w:rsidRPr="007A1C28">
        <w:br/>
        <w:t>Mittlere Dichte in \frac{g}{cm^3}: 5,2</w:t>
      </w:r>
      <w:r w:rsidRPr="007A1C28">
        <w:br/>
        <w:t>Fallbeschleunigung an der Oberfläche in \frac{m}{s^2}: 8,9</w:t>
      </w:r>
      <w:r w:rsidRPr="007A1C28">
        <w:br/>
        <w:t>Neigung der Rotationsachse gegen das Lot der Bahnebene: 177,4°</w:t>
      </w:r>
      <w:r w:rsidRPr="007A1C28">
        <w:br/>
        <w:t>Neigung der Bahnebene zur Ekliptik: 3,4°</w:t>
      </w:r>
      <w:r w:rsidRPr="007A1C28">
        <w:br/>
        <w:t>Siderische Rotationsdauer (ggf. am Äquator) in h: 5832,5</w:t>
      </w:r>
    </w:p>
    <w:p w14:paraId="6121D7C8" w14:textId="77777777" w:rsidR="00320D91" w:rsidRPr="007A1C28" w:rsidRDefault="00320D91" w:rsidP="007A1C28">
      <w:pPr>
        <w:pStyle w:val="Liste"/>
      </w:pPr>
    </w:p>
    <w:p w14:paraId="113D2FAC" w14:textId="503CC17D" w:rsidR="00320D91" w:rsidRPr="007A1C28" w:rsidRDefault="00320D91" w:rsidP="007A1C28">
      <w:pPr>
        <w:pStyle w:val="Liste"/>
      </w:pPr>
      <w:r w:rsidRPr="007A1C28">
        <w:t>Erde:</w:t>
      </w:r>
      <w:r w:rsidRPr="007A1C28">
        <w:br/>
        <w:t>Große Halbachse in AE: 1</w:t>
      </w:r>
      <w:r w:rsidRPr="007A1C28">
        <w:br/>
        <w:t>Siderische Umlaufzeit in a: 1</w:t>
      </w:r>
      <w:r w:rsidRPr="007A1C28">
        <w:br/>
        <w:t>Numerische Exzentrizität der Bahn: 0,017</w:t>
      </w:r>
      <w:r w:rsidRPr="007A1C28">
        <w:br/>
      </w:r>
      <w:r w:rsidRPr="007A1C28">
        <w:lastRenderedPageBreak/>
        <w:t>Masse in Erdmassen: 1</w:t>
      </w:r>
      <w:r w:rsidRPr="007A1C28">
        <w:br/>
        <w:t>Mittlerer Radius in 10^3km: 6,371</w:t>
      </w:r>
      <w:r w:rsidRPr="007A1C28">
        <w:br/>
        <w:t>Mittlere Dichte in \frac{g}{cm^3}: 5,5</w:t>
      </w:r>
      <w:r w:rsidRPr="007A1C28">
        <w:br/>
        <w:t>Fallbeschleunigung an der Oberfläche in \frac{m}{s^2}: 9,8</w:t>
      </w:r>
      <w:r w:rsidRPr="007A1C28">
        <w:br/>
        <w:t>Neigung der Rotationsachse gegen das Lot der Bahnebene: 23,44°</w:t>
      </w:r>
      <w:r w:rsidRPr="007A1C28">
        <w:br/>
        <w:t>Neigung der Bahnebene zur Ekliptik: 0</w:t>
      </w:r>
      <w:r w:rsidRPr="007A1C28">
        <w:br/>
        <w:t>Siderische Rotationsdauer (ggf. am Äquator) in h: 23,934</w:t>
      </w:r>
    </w:p>
    <w:p w14:paraId="5F222BA4" w14:textId="77777777" w:rsidR="00320D91" w:rsidRPr="007A1C28" w:rsidRDefault="00320D91" w:rsidP="007A1C28">
      <w:pPr>
        <w:pStyle w:val="Liste"/>
      </w:pPr>
    </w:p>
    <w:p w14:paraId="735A9E7E" w14:textId="34A30A22" w:rsidR="00320D91" w:rsidRPr="007A1C28" w:rsidRDefault="00474260" w:rsidP="007A1C28">
      <w:pPr>
        <w:pStyle w:val="Liste"/>
      </w:pPr>
      <w:r w:rsidRPr="007A1C28">
        <w:t>Mars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1,52</w:t>
      </w:r>
      <w:r w:rsidR="00320D91" w:rsidRPr="007A1C28">
        <w:br/>
        <w:t xml:space="preserve">Siderische Umlaufzeit in a: </w:t>
      </w:r>
      <w:r w:rsidRPr="007A1C28">
        <w:t>1,881</w:t>
      </w:r>
      <w:r w:rsidR="00320D91" w:rsidRPr="007A1C28">
        <w:br/>
        <w:t xml:space="preserve">Numerische Exzentrizität der Bahn: </w:t>
      </w:r>
      <w:r w:rsidRPr="007A1C28">
        <w:t>0,094</w:t>
      </w:r>
      <w:r w:rsidR="00320D91" w:rsidRPr="007A1C28">
        <w:br/>
        <w:t xml:space="preserve">Masse in Erdmassen: </w:t>
      </w:r>
      <w:r w:rsidRPr="007A1C28">
        <w:t>0,107</w:t>
      </w:r>
      <w:r w:rsidR="00320D91" w:rsidRPr="007A1C28">
        <w:br/>
        <w:t xml:space="preserve">Mittlerer Radius in 10^3km: </w:t>
      </w:r>
      <w:r w:rsidRPr="007A1C28">
        <w:t>3,39</w:t>
      </w:r>
      <w:r w:rsidR="00320D91" w:rsidRPr="007A1C28">
        <w:br/>
        <w:t xml:space="preserve">Mittlere Dichte in \frac{g}{cm^3}: </w:t>
      </w:r>
      <w:r w:rsidRPr="007A1C28">
        <w:t>3,9</w:t>
      </w:r>
      <w:r w:rsidR="00320D91" w:rsidRPr="007A1C28">
        <w:br/>
        <w:t xml:space="preserve">Fallbeschleunigung an der Oberfläche in \frac{m}{s^2}: </w:t>
      </w:r>
      <w:r w:rsidRPr="007A1C28">
        <w:t>3,7</w:t>
      </w:r>
      <w:r w:rsidR="00320D91" w:rsidRPr="007A1C28">
        <w:br/>
        <w:t xml:space="preserve">Neigung der Rotationsachse gegen das Lot der Bahnebene: </w:t>
      </w:r>
      <w:r w:rsidRPr="007A1C28">
        <w:t>25,2°</w:t>
      </w:r>
      <w:r w:rsidR="00320D91" w:rsidRPr="007A1C28">
        <w:br/>
        <w:t xml:space="preserve">Neigung der Bahnebene zur Ekliptik: </w:t>
      </w:r>
      <w:r w:rsidRPr="007A1C28">
        <w:t>1,9°</w:t>
      </w:r>
      <w:r w:rsidR="00320D91" w:rsidRPr="007A1C28">
        <w:br/>
        <w:t xml:space="preserve">Siderische Rotationsdauer (ggf. am Äquator) in h: </w:t>
      </w:r>
      <w:r w:rsidRPr="007A1C28">
        <w:t>24,62</w:t>
      </w:r>
    </w:p>
    <w:p w14:paraId="272336D4" w14:textId="77777777" w:rsidR="00474260" w:rsidRPr="007A1C28" w:rsidRDefault="00474260" w:rsidP="007A1C28">
      <w:pPr>
        <w:pStyle w:val="Liste"/>
      </w:pPr>
    </w:p>
    <w:p w14:paraId="767F2CC6" w14:textId="4D4D98AB" w:rsidR="00320D91" w:rsidRPr="007A1C28" w:rsidRDefault="00474260" w:rsidP="007A1C28">
      <w:pPr>
        <w:pStyle w:val="Liste"/>
      </w:pPr>
      <w:r w:rsidRPr="007A1C28">
        <w:t>Jupiter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5,20</w:t>
      </w:r>
      <w:r w:rsidR="00320D91" w:rsidRPr="007A1C28">
        <w:br/>
        <w:t xml:space="preserve">Siderische Umlaufzeit in a: </w:t>
      </w:r>
      <w:r w:rsidRPr="007A1C28">
        <w:t>11,86</w:t>
      </w:r>
      <w:r w:rsidR="00320D91" w:rsidRPr="007A1C28">
        <w:br/>
        <w:t xml:space="preserve">Numerische Exzentrizität der Bahn: </w:t>
      </w:r>
      <w:r w:rsidRPr="007A1C28">
        <w:t>0,049</w:t>
      </w:r>
      <w:r w:rsidR="00320D91" w:rsidRPr="007A1C28">
        <w:br/>
        <w:t>Masse in Erdmassen:</w:t>
      </w:r>
      <w:r w:rsidRPr="007A1C28">
        <w:t>318</w:t>
      </w:r>
      <w:r w:rsidR="00320D91" w:rsidRPr="007A1C28">
        <w:t xml:space="preserve"> </w:t>
      </w:r>
      <w:r w:rsidR="00320D91" w:rsidRPr="007A1C28">
        <w:br/>
        <w:t xml:space="preserve">Mittlerer Radius in 10^3km: </w:t>
      </w:r>
      <w:r w:rsidRPr="007A1C28">
        <w:t>69,9</w:t>
      </w:r>
      <w:r w:rsidR="00320D91" w:rsidRPr="007A1C28">
        <w:br/>
        <w:t xml:space="preserve">Mittlere Dichte in \frac{g}{cm^3}: </w:t>
      </w:r>
      <w:r w:rsidRPr="007A1C28">
        <w:t>1,3</w:t>
      </w:r>
      <w:r w:rsidR="00320D91" w:rsidRPr="007A1C28">
        <w:br/>
        <w:t xml:space="preserve">Fallbeschleunigung an der Oberfläche in \frac{m}{s^2}: </w:t>
      </w:r>
      <w:r w:rsidRPr="007A1C28">
        <w:t>24,8</w:t>
      </w:r>
      <w:r w:rsidR="00320D91" w:rsidRPr="007A1C28">
        <w:br/>
        <w:t xml:space="preserve">Neigung der Rotationsachse gegen das Lot der Bahnebene: </w:t>
      </w:r>
      <w:r w:rsidRPr="007A1C28">
        <w:t>3,1°</w:t>
      </w:r>
      <w:r w:rsidR="00320D91" w:rsidRPr="007A1C28">
        <w:br/>
        <w:t xml:space="preserve">Neigung der Bahnebene zur Ekliptik: </w:t>
      </w:r>
      <w:r w:rsidRPr="007A1C28">
        <w:t>1,3°</w:t>
      </w:r>
      <w:r w:rsidR="00320D91" w:rsidRPr="007A1C28">
        <w:br/>
        <w:t xml:space="preserve">Siderische Rotationsdauer (ggf. am Äquator) in h: </w:t>
      </w:r>
      <w:r w:rsidRPr="007A1C28">
        <w:t>9,93</w:t>
      </w:r>
    </w:p>
    <w:p w14:paraId="4EEABD23" w14:textId="77777777" w:rsidR="00474260" w:rsidRPr="007A1C28" w:rsidRDefault="00474260" w:rsidP="007A1C28">
      <w:pPr>
        <w:pStyle w:val="Liste"/>
      </w:pPr>
    </w:p>
    <w:p w14:paraId="07E5A271" w14:textId="230C8B1E" w:rsidR="00320D91" w:rsidRPr="007A1C28" w:rsidRDefault="002126A4" w:rsidP="007A1C28">
      <w:pPr>
        <w:pStyle w:val="Liste"/>
      </w:pPr>
      <w:r w:rsidRPr="007A1C28">
        <w:t>Saturn</w:t>
      </w:r>
      <w:r w:rsidR="00320D91" w:rsidRPr="007A1C28">
        <w:t>:</w:t>
      </w:r>
      <w:r w:rsidR="00320D91" w:rsidRPr="007A1C28">
        <w:br/>
        <w:t xml:space="preserve">Große Halbachse in AE: </w:t>
      </w:r>
      <w:r w:rsidR="007635AF" w:rsidRPr="007A1C28">
        <w:t>9,58</w:t>
      </w:r>
      <w:r w:rsidR="00320D91" w:rsidRPr="007A1C28">
        <w:br/>
        <w:t xml:space="preserve">Siderische Umlaufzeit in a: </w:t>
      </w:r>
      <w:r w:rsidR="007635AF" w:rsidRPr="007A1C28">
        <w:t>29,46</w:t>
      </w:r>
      <w:r w:rsidR="00320D91" w:rsidRPr="007A1C28">
        <w:br/>
        <w:t xml:space="preserve">Numerische Exzentrizität der Bahn: </w:t>
      </w:r>
      <w:r w:rsidR="007635AF" w:rsidRPr="007A1C28">
        <w:t>0,057</w:t>
      </w:r>
      <w:r w:rsidR="00320D91" w:rsidRPr="007A1C28">
        <w:br/>
        <w:t xml:space="preserve">Masse in Erdmassen: </w:t>
      </w:r>
      <w:r w:rsidR="007635AF" w:rsidRPr="007A1C28">
        <w:t>95,2</w:t>
      </w:r>
      <w:r w:rsidR="00320D91" w:rsidRPr="007A1C28">
        <w:br/>
        <w:t xml:space="preserve">Mittlerer Radius in 10^3km: </w:t>
      </w:r>
      <w:r w:rsidR="007635AF" w:rsidRPr="007A1C28">
        <w:t>58,2</w:t>
      </w:r>
      <w:r w:rsidR="00320D91" w:rsidRPr="007A1C28">
        <w:br/>
        <w:t xml:space="preserve">Mittlere Dichte in \frac{g}{cm^3}: </w:t>
      </w:r>
      <w:r w:rsidR="007635AF" w:rsidRPr="007A1C28">
        <w:t>0,69</w:t>
      </w:r>
      <w:r w:rsidR="00320D91" w:rsidRPr="007A1C28">
        <w:br/>
        <w:t xml:space="preserve">Fallbeschleunigung an der Oberfläche in \frac{m}{s^2}: </w:t>
      </w:r>
      <w:r w:rsidR="007635AF" w:rsidRPr="007A1C28">
        <w:t>10,4</w:t>
      </w:r>
      <w:r w:rsidR="00320D91" w:rsidRPr="007A1C28">
        <w:br/>
        <w:t xml:space="preserve">Neigung der Rotationsachse gegen das Lot der Bahnebene: </w:t>
      </w:r>
      <w:r w:rsidR="007635AF" w:rsidRPr="007A1C28">
        <w:t>26,7°</w:t>
      </w:r>
      <w:r w:rsidR="00320D91" w:rsidRPr="007A1C28">
        <w:br/>
        <w:t xml:space="preserve">Neigung der Bahnebene zur Ekliptik: </w:t>
      </w:r>
      <w:r w:rsidR="007635AF" w:rsidRPr="007A1C28">
        <w:t>2,5°</w:t>
      </w:r>
      <w:r w:rsidR="00320D91" w:rsidRPr="007A1C28">
        <w:br/>
        <w:t xml:space="preserve">Siderische Rotationsdauer (ggf. am Äquator) in h: </w:t>
      </w:r>
      <w:r w:rsidR="007635AF" w:rsidRPr="007A1C28">
        <w:t>10,66</w:t>
      </w:r>
    </w:p>
    <w:p w14:paraId="43C0A75D" w14:textId="77777777" w:rsidR="007635AF" w:rsidRPr="007A1C28" w:rsidRDefault="007635AF" w:rsidP="007A1C28">
      <w:pPr>
        <w:pStyle w:val="Liste"/>
      </w:pPr>
    </w:p>
    <w:p w14:paraId="0F957BEE" w14:textId="7A93F5DD" w:rsidR="00320D91" w:rsidRPr="007A1C28" w:rsidRDefault="007A1C28" w:rsidP="007A1C28">
      <w:pPr>
        <w:pStyle w:val="Liste"/>
      </w:pPr>
      <w:r w:rsidRPr="007A1C28">
        <w:t>Uranus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19,2</w:t>
      </w:r>
      <w:r w:rsidR="00320D91" w:rsidRPr="007A1C28">
        <w:br/>
        <w:t xml:space="preserve">Siderische Umlaufzeit in a: </w:t>
      </w:r>
      <w:r w:rsidRPr="007A1C28">
        <w:t>84,01</w:t>
      </w:r>
      <w:r w:rsidR="00320D91" w:rsidRPr="007A1C28">
        <w:br/>
        <w:t xml:space="preserve">Numerische Exzentrizität der Bahn: </w:t>
      </w:r>
      <w:r w:rsidRPr="007A1C28">
        <w:t>0,046</w:t>
      </w:r>
      <w:r w:rsidR="00320D91" w:rsidRPr="007A1C28">
        <w:br/>
        <w:t xml:space="preserve">Masse in Erdmassen: </w:t>
      </w:r>
      <w:r w:rsidRPr="007A1C28">
        <w:t>14,5</w:t>
      </w:r>
      <w:r w:rsidR="00320D91" w:rsidRPr="007A1C28">
        <w:br/>
        <w:t xml:space="preserve">Mittlerer Radius in 10^3km: </w:t>
      </w:r>
      <w:r w:rsidRPr="007A1C28">
        <w:t>25,4</w:t>
      </w:r>
      <w:r w:rsidR="00320D91" w:rsidRPr="007A1C28">
        <w:br/>
      </w:r>
      <w:r w:rsidR="00320D91" w:rsidRPr="007A1C28">
        <w:lastRenderedPageBreak/>
        <w:t xml:space="preserve">Mittlere Dichte in \frac{g}{cm^3}: </w:t>
      </w:r>
      <w:r w:rsidRPr="007A1C28">
        <w:t>1,3</w:t>
      </w:r>
      <w:r w:rsidR="00320D91" w:rsidRPr="007A1C28">
        <w:br/>
        <w:t xml:space="preserve">Fallbeschleunigung an der Oberfläche in \frac{m}{s^2}: </w:t>
      </w:r>
      <w:r w:rsidRPr="007A1C28">
        <w:t>8,9</w:t>
      </w:r>
      <w:r w:rsidR="00320D91" w:rsidRPr="007A1C28">
        <w:br/>
        <w:t xml:space="preserve">Neigung der Rotationsachse gegen das Lot der Bahnebene: </w:t>
      </w:r>
      <w:r w:rsidRPr="007A1C28">
        <w:t>97,8°</w:t>
      </w:r>
      <w:r w:rsidR="00320D91" w:rsidRPr="007A1C28">
        <w:br/>
        <w:t xml:space="preserve">Neigung der Bahnebene zur Ekliptik: </w:t>
      </w:r>
      <w:r w:rsidRPr="007A1C28">
        <w:t>0,77°</w:t>
      </w:r>
      <w:r w:rsidR="00320D91" w:rsidRPr="007A1C28">
        <w:br/>
        <w:t xml:space="preserve">Siderische Rotationsdauer (ggf. am Äquator) in h: </w:t>
      </w:r>
      <w:r w:rsidRPr="007A1C28">
        <w:t>17,24</w:t>
      </w:r>
    </w:p>
    <w:p w14:paraId="784E4F12" w14:textId="77777777" w:rsidR="007A1C28" w:rsidRPr="007A1C28" w:rsidRDefault="007A1C28" w:rsidP="007A1C28">
      <w:pPr>
        <w:pStyle w:val="Liste"/>
      </w:pPr>
    </w:p>
    <w:p w14:paraId="74C019BF" w14:textId="15D25568" w:rsidR="00320D91" w:rsidRPr="007A1C28" w:rsidRDefault="007A1C28" w:rsidP="007A1C28">
      <w:pPr>
        <w:pStyle w:val="Liste"/>
      </w:pPr>
      <w:r w:rsidRPr="007A1C28">
        <w:t>Neptun</w:t>
      </w:r>
      <w:r w:rsidR="00320D91" w:rsidRPr="007A1C28">
        <w:t>:</w:t>
      </w:r>
      <w:r w:rsidR="00320D91" w:rsidRPr="007A1C28">
        <w:br/>
        <w:t xml:space="preserve">Große Halbachse in AE: </w:t>
      </w:r>
      <w:r w:rsidRPr="007A1C28">
        <w:t>30,1</w:t>
      </w:r>
      <w:r w:rsidR="00320D91" w:rsidRPr="007A1C28">
        <w:br/>
        <w:t xml:space="preserve">Siderische Umlaufzeit in a: </w:t>
      </w:r>
      <w:r w:rsidRPr="007A1C28">
        <w:t>164,8</w:t>
      </w:r>
      <w:r w:rsidR="00320D91" w:rsidRPr="007A1C28">
        <w:br/>
        <w:t xml:space="preserve">Numerische Exzentrizität der Bahn: </w:t>
      </w:r>
      <w:r w:rsidRPr="007A1C28">
        <w:t>0,011</w:t>
      </w:r>
      <w:r w:rsidR="00320D91" w:rsidRPr="007A1C28">
        <w:br/>
        <w:t xml:space="preserve">Masse in Erdmassen: </w:t>
      </w:r>
      <w:r w:rsidRPr="007A1C28">
        <w:t>17,1</w:t>
      </w:r>
      <w:r w:rsidR="00320D91" w:rsidRPr="007A1C28">
        <w:br/>
        <w:t xml:space="preserve">Mittlerer Radius in 10^3km: </w:t>
      </w:r>
      <w:r w:rsidRPr="007A1C28">
        <w:t>24,6</w:t>
      </w:r>
      <w:r w:rsidR="00320D91" w:rsidRPr="007A1C28">
        <w:br/>
        <w:t xml:space="preserve">Mittlere Dichte in \frac{g}{cm^3}: </w:t>
      </w:r>
      <w:r w:rsidRPr="007A1C28">
        <w:t>1,6</w:t>
      </w:r>
      <w:r w:rsidR="00320D91" w:rsidRPr="007A1C28">
        <w:br/>
        <w:t xml:space="preserve">Fallbeschleunigung an der Oberfläche in \frac{m}{s^2}: </w:t>
      </w:r>
      <w:r w:rsidRPr="007A1C28">
        <w:t>11,2</w:t>
      </w:r>
      <w:r w:rsidR="00320D91" w:rsidRPr="007A1C28">
        <w:br/>
        <w:t xml:space="preserve">Neigung der Rotationsachse gegen das Lot der Bahnebene: </w:t>
      </w:r>
      <w:r w:rsidRPr="007A1C28">
        <w:t>28,3°</w:t>
      </w:r>
      <w:r w:rsidR="00320D91" w:rsidRPr="007A1C28">
        <w:br/>
        <w:t xml:space="preserve">Neigung der Bahnebene zur Ekliptik: </w:t>
      </w:r>
      <w:r w:rsidRPr="007A1C28">
        <w:t>1,8°</w:t>
      </w:r>
      <w:r w:rsidR="00320D91" w:rsidRPr="007A1C28">
        <w:br/>
        <w:t xml:space="preserve">Siderische Rotationsdauer (ggf. am Äquator) in h: </w:t>
      </w:r>
      <w:r w:rsidRPr="007A1C28">
        <w:t>16,11</w:t>
      </w:r>
    </w:p>
    <w:p w14:paraId="6D534BD1" w14:textId="77777777" w:rsidR="00320D91" w:rsidRDefault="00320D91" w:rsidP="00C737BC"/>
    <w:p w14:paraId="30D35DF2" w14:textId="44385150" w:rsidR="00C737BC" w:rsidRDefault="00C737BC" w:rsidP="00C97C75">
      <w:pPr>
        <w:pStyle w:val="berschrift3"/>
      </w:pPr>
      <w:r>
        <w:t xml:space="preserve">Gewebe-Wichtungsfaktoren </w:t>
      </w:r>
      <w:r w:rsidR="00C97C75">
        <w:t>w_</w:t>
      </w:r>
      <w:r>
        <w:t>T</w:t>
      </w:r>
    </w:p>
    <w:p w14:paraId="2E3B7134" w14:textId="77777777" w:rsidR="00C97C75" w:rsidRDefault="00C97C7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098"/>
        <w:gridCol w:w="1057"/>
      </w:tblGrid>
      <w:tr w:rsidR="00C97C75" w:rsidRPr="00C97C75" w14:paraId="01E51E80" w14:textId="77777777" w:rsidTr="003D2E48">
        <w:tc>
          <w:tcPr>
            <w:tcW w:w="0" w:type="auto"/>
          </w:tcPr>
          <w:p w14:paraId="397291A9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Organ</w:t>
            </w:r>
          </w:p>
        </w:tc>
        <w:tc>
          <w:tcPr>
            <w:tcW w:w="0" w:type="auto"/>
          </w:tcPr>
          <w:p w14:paraId="7B4ADBF4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WT</w:t>
            </w:r>
          </w:p>
        </w:tc>
      </w:tr>
      <w:tr w:rsidR="00C97C75" w:rsidRPr="00C97C75" w14:paraId="7278780F" w14:textId="77777777" w:rsidTr="003D2E48">
        <w:tc>
          <w:tcPr>
            <w:tcW w:w="0" w:type="auto"/>
          </w:tcPr>
          <w:p w14:paraId="4DCFB58B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Rotes Knochenmark, Dickdarm, Lunge, Magen, Brust, übrige Organe und Gewebe</w:t>
            </w:r>
          </w:p>
        </w:tc>
        <w:tc>
          <w:tcPr>
            <w:tcW w:w="0" w:type="auto"/>
          </w:tcPr>
          <w:p w14:paraId="3474734F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je 0,12</w:t>
            </w:r>
          </w:p>
        </w:tc>
      </w:tr>
      <w:tr w:rsidR="00C97C75" w:rsidRPr="00C97C75" w14:paraId="45C27296" w14:textId="77777777" w:rsidTr="003D2E48">
        <w:tc>
          <w:tcPr>
            <w:tcW w:w="0" w:type="auto"/>
          </w:tcPr>
          <w:p w14:paraId="12A2D9E7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Keimdrüsen</w:t>
            </w:r>
          </w:p>
        </w:tc>
        <w:tc>
          <w:tcPr>
            <w:tcW w:w="0" w:type="auto"/>
          </w:tcPr>
          <w:p w14:paraId="0C8E2F8A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0,08</w:t>
            </w:r>
          </w:p>
        </w:tc>
      </w:tr>
      <w:tr w:rsidR="00C97C75" w:rsidRPr="00C97C75" w14:paraId="319AED2C" w14:textId="77777777" w:rsidTr="003D2E48">
        <w:tc>
          <w:tcPr>
            <w:tcW w:w="0" w:type="auto"/>
          </w:tcPr>
          <w:p w14:paraId="4FB2B9D6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Blase, Speiseröhre, Leber, Schilddrüse</w:t>
            </w:r>
          </w:p>
        </w:tc>
        <w:tc>
          <w:tcPr>
            <w:tcW w:w="0" w:type="auto"/>
          </w:tcPr>
          <w:p w14:paraId="16901C50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je 0,04</w:t>
            </w:r>
          </w:p>
        </w:tc>
      </w:tr>
      <w:tr w:rsidR="00C97C75" w:rsidRPr="00C97C75" w14:paraId="646AE74F" w14:textId="77777777" w:rsidTr="003D2E48">
        <w:tc>
          <w:tcPr>
            <w:tcW w:w="0" w:type="auto"/>
          </w:tcPr>
          <w:p w14:paraId="1F898F19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Haut, Knochenoberfläche, Gehirn, Speicheldrüse</w:t>
            </w:r>
          </w:p>
        </w:tc>
        <w:tc>
          <w:tcPr>
            <w:tcW w:w="0" w:type="auto"/>
          </w:tcPr>
          <w:p w14:paraId="7B436AF3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je 0,01</w:t>
            </w:r>
          </w:p>
        </w:tc>
      </w:tr>
    </w:tbl>
    <w:p w14:paraId="1D7D809E" w14:textId="72BBEB36" w:rsidR="00C97C75" w:rsidRDefault="00C97C75" w:rsidP="00C737BC">
      <w:r>
        <w:t>&lt;/Tabelle&gt;</w:t>
      </w:r>
    </w:p>
    <w:p w14:paraId="579564C4" w14:textId="49460012" w:rsidR="00C97C75" w:rsidRDefault="00C97C75" w:rsidP="00C737BC"/>
    <w:p w14:paraId="3809356F" w14:textId="3A07C821" w:rsidR="00C737BC" w:rsidRDefault="00C737BC" w:rsidP="00C97C75">
      <w:pPr>
        <w:pStyle w:val="berschrift3"/>
      </w:pPr>
      <w:r>
        <w:t>Typische Werte für Qualitätsfaktoren q</w:t>
      </w:r>
    </w:p>
    <w:p w14:paraId="12082E93" w14:textId="77777777" w:rsidR="00C97C75" w:rsidRDefault="00C97C7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777"/>
        <w:gridCol w:w="697"/>
      </w:tblGrid>
      <w:tr w:rsidR="00C97C75" w:rsidRPr="00C97C75" w14:paraId="173FDF6C" w14:textId="77777777" w:rsidTr="003D2E48">
        <w:tc>
          <w:tcPr>
            <w:tcW w:w="0" w:type="auto"/>
          </w:tcPr>
          <w:p w14:paraId="5EEF8375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Strahlungsart</w:t>
            </w:r>
          </w:p>
        </w:tc>
        <w:tc>
          <w:tcPr>
            <w:tcW w:w="0" w:type="auto"/>
          </w:tcPr>
          <w:p w14:paraId="25931957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q</w:t>
            </w:r>
          </w:p>
        </w:tc>
      </w:tr>
      <w:tr w:rsidR="00C97C75" w:rsidRPr="00C97C75" w14:paraId="14EB821B" w14:textId="77777777" w:rsidTr="003D2E48">
        <w:tc>
          <w:tcPr>
            <w:tcW w:w="0" w:type="auto"/>
          </w:tcPr>
          <w:p w14:paraId="086AEA49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~a</w:t>
            </w:r>
          </w:p>
        </w:tc>
        <w:tc>
          <w:tcPr>
            <w:tcW w:w="0" w:type="auto"/>
          </w:tcPr>
          <w:p w14:paraId="08AAA0E7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20</w:t>
            </w:r>
          </w:p>
        </w:tc>
      </w:tr>
      <w:tr w:rsidR="00C97C75" w:rsidRPr="00C97C75" w14:paraId="411637CA" w14:textId="77777777" w:rsidTr="003D2E48">
        <w:tc>
          <w:tcPr>
            <w:tcW w:w="0" w:type="auto"/>
          </w:tcPr>
          <w:p w14:paraId="29EB0486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381963CB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5-20</w:t>
            </w:r>
          </w:p>
        </w:tc>
      </w:tr>
      <w:tr w:rsidR="00C97C75" w:rsidRPr="00C97C75" w14:paraId="1F7F8D8E" w14:textId="77777777" w:rsidTr="003D2E48">
        <w:tc>
          <w:tcPr>
            <w:tcW w:w="0" w:type="auto"/>
          </w:tcPr>
          <w:p w14:paraId="0C672072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~b, ~c</w:t>
            </w:r>
          </w:p>
        </w:tc>
        <w:tc>
          <w:tcPr>
            <w:tcW w:w="0" w:type="auto"/>
          </w:tcPr>
          <w:p w14:paraId="6B5463A4" w14:textId="77777777" w:rsidR="00C97C75" w:rsidRPr="00C97C75" w:rsidRDefault="00C97C75" w:rsidP="003D2E48">
            <w:pPr>
              <w:rPr>
                <w:sz w:val="20"/>
                <w:szCs w:val="20"/>
              </w:rPr>
            </w:pPr>
            <w:r w:rsidRPr="00C97C75">
              <w:rPr>
                <w:sz w:val="20"/>
                <w:szCs w:val="20"/>
              </w:rPr>
              <w:t>1</w:t>
            </w:r>
          </w:p>
        </w:tc>
      </w:tr>
    </w:tbl>
    <w:p w14:paraId="3C433643" w14:textId="7985833A" w:rsidR="00C97C75" w:rsidRDefault="00C97C75" w:rsidP="00C737BC">
      <w:r>
        <w:t>&lt;/Tabelle&gt;</w:t>
      </w:r>
    </w:p>
    <w:p w14:paraId="79C7BFBC" w14:textId="5AE2722E" w:rsidR="00C97C75" w:rsidRDefault="00C97C75" w:rsidP="00C737BC"/>
    <w:p w14:paraId="7B08369F" w14:textId="3FBA9C30" w:rsidR="00C97C75" w:rsidRDefault="00C737BC" w:rsidP="00C97C75">
      <w:pPr>
        <w:pStyle w:val="berschrift3"/>
      </w:pPr>
      <w:r>
        <w:t>Wellenlängen ausgewählter Spektrallinien</w:t>
      </w:r>
    </w:p>
    <w:p w14:paraId="55784F99" w14:textId="77777777" w:rsidR="00413D65" w:rsidRDefault="00413D6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337"/>
        <w:gridCol w:w="2017"/>
        <w:gridCol w:w="2497"/>
      </w:tblGrid>
      <w:tr w:rsidR="00413D65" w:rsidRPr="00413D65" w14:paraId="16A0AC44" w14:textId="77777777" w:rsidTr="003D2E48">
        <w:tc>
          <w:tcPr>
            <w:tcW w:w="0" w:type="auto"/>
          </w:tcPr>
          <w:p w14:paraId="03927927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Element</w:t>
            </w:r>
          </w:p>
        </w:tc>
        <w:tc>
          <w:tcPr>
            <w:tcW w:w="0" w:type="auto"/>
          </w:tcPr>
          <w:p w14:paraId="253E751B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~l in nm</w:t>
            </w:r>
          </w:p>
        </w:tc>
        <w:tc>
          <w:tcPr>
            <w:tcW w:w="0" w:type="auto"/>
          </w:tcPr>
          <w:p w14:paraId="681F5F87" w14:textId="33DF1270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relative Intensität</w:t>
            </w:r>
          </w:p>
        </w:tc>
      </w:tr>
      <w:tr w:rsidR="00413D65" w:rsidRPr="00413D65" w14:paraId="5EB11092" w14:textId="77777777" w:rsidTr="003D2E48">
        <w:tc>
          <w:tcPr>
            <w:tcW w:w="0" w:type="auto"/>
          </w:tcPr>
          <w:p w14:paraId="2CFD6799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107C2995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447,15</w:t>
            </w:r>
          </w:p>
        </w:tc>
        <w:tc>
          <w:tcPr>
            <w:tcW w:w="0" w:type="auto"/>
          </w:tcPr>
          <w:p w14:paraId="0653FA2C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200</w:t>
            </w:r>
          </w:p>
        </w:tc>
      </w:tr>
      <w:tr w:rsidR="00413D65" w:rsidRPr="00413D65" w14:paraId="37772291" w14:textId="77777777" w:rsidTr="003D2E48">
        <w:tc>
          <w:tcPr>
            <w:tcW w:w="0" w:type="auto"/>
          </w:tcPr>
          <w:p w14:paraId="49D59FC8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235FA755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492,19</w:t>
            </w:r>
          </w:p>
        </w:tc>
        <w:tc>
          <w:tcPr>
            <w:tcW w:w="0" w:type="auto"/>
          </w:tcPr>
          <w:p w14:paraId="27A31C08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20</w:t>
            </w:r>
          </w:p>
        </w:tc>
      </w:tr>
      <w:tr w:rsidR="00413D65" w:rsidRPr="00413D65" w14:paraId="15E8565B" w14:textId="77777777" w:rsidTr="003D2E48">
        <w:tc>
          <w:tcPr>
            <w:tcW w:w="0" w:type="auto"/>
          </w:tcPr>
          <w:p w14:paraId="7075EF56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776BAE33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587,56</w:t>
            </w:r>
          </w:p>
        </w:tc>
        <w:tc>
          <w:tcPr>
            <w:tcW w:w="0" w:type="auto"/>
          </w:tcPr>
          <w:p w14:paraId="7906D362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500</w:t>
            </w:r>
          </w:p>
        </w:tc>
      </w:tr>
      <w:tr w:rsidR="00413D65" w:rsidRPr="00413D65" w14:paraId="6A3752DD" w14:textId="77777777" w:rsidTr="003D2E48">
        <w:tc>
          <w:tcPr>
            <w:tcW w:w="0" w:type="auto"/>
          </w:tcPr>
          <w:p w14:paraId="0D45AF5D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45652F25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667,82</w:t>
            </w:r>
          </w:p>
        </w:tc>
        <w:tc>
          <w:tcPr>
            <w:tcW w:w="0" w:type="auto"/>
          </w:tcPr>
          <w:p w14:paraId="55CE664C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100</w:t>
            </w:r>
          </w:p>
        </w:tc>
      </w:tr>
      <w:tr w:rsidR="00413D65" w:rsidRPr="00413D65" w14:paraId="16E7761E" w14:textId="77777777" w:rsidTr="003D2E48">
        <w:tc>
          <w:tcPr>
            <w:tcW w:w="0" w:type="auto"/>
          </w:tcPr>
          <w:p w14:paraId="6772DFA5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3CFAA458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706,52</w:t>
            </w:r>
          </w:p>
        </w:tc>
        <w:tc>
          <w:tcPr>
            <w:tcW w:w="0" w:type="auto"/>
          </w:tcPr>
          <w:p w14:paraId="767F90EB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200</w:t>
            </w:r>
          </w:p>
        </w:tc>
      </w:tr>
      <w:tr w:rsidR="00413D65" w:rsidRPr="00413D65" w14:paraId="7CFABE23" w14:textId="77777777" w:rsidTr="003D2E48">
        <w:tc>
          <w:tcPr>
            <w:tcW w:w="0" w:type="auto"/>
          </w:tcPr>
          <w:p w14:paraId="48AB225B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Natrium</w:t>
            </w:r>
          </w:p>
        </w:tc>
        <w:tc>
          <w:tcPr>
            <w:tcW w:w="0" w:type="auto"/>
          </w:tcPr>
          <w:p w14:paraId="6851E582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589,00</w:t>
            </w:r>
          </w:p>
        </w:tc>
        <w:tc>
          <w:tcPr>
            <w:tcW w:w="0" w:type="auto"/>
          </w:tcPr>
          <w:p w14:paraId="28DE8E02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80.000</w:t>
            </w:r>
          </w:p>
        </w:tc>
      </w:tr>
      <w:tr w:rsidR="00413D65" w:rsidRPr="00413D65" w14:paraId="76FEACB7" w14:textId="77777777" w:rsidTr="003D2E48">
        <w:tc>
          <w:tcPr>
            <w:tcW w:w="0" w:type="auto"/>
          </w:tcPr>
          <w:p w14:paraId="3A5D35A2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Natrium</w:t>
            </w:r>
          </w:p>
        </w:tc>
        <w:tc>
          <w:tcPr>
            <w:tcW w:w="0" w:type="auto"/>
          </w:tcPr>
          <w:p w14:paraId="24DF5781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589,59</w:t>
            </w:r>
          </w:p>
        </w:tc>
        <w:tc>
          <w:tcPr>
            <w:tcW w:w="0" w:type="auto"/>
          </w:tcPr>
          <w:p w14:paraId="272CA690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40.000</w:t>
            </w:r>
          </w:p>
        </w:tc>
      </w:tr>
      <w:tr w:rsidR="00413D65" w:rsidRPr="00413D65" w14:paraId="2EF24D87" w14:textId="77777777" w:rsidTr="003D2E48">
        <w:tc>
          <w:tcPr>
            <w:tcW w:w="0" w:type="auto"/>
          </w:tcPr>
          <w:p w14:paraId="2334D07C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3C2EDD05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404,66</w:t>
            </w:r>
          </w:p>
        </w:tc>
        <w:tc>
          <w:tcPr>
            <w:tcW w:w="0" w:type="auto"/>
          </w:tcPr>
          <w:p w14:paraId="6CE1D697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1800</w:t>
            </w:r>
          </w:p>
        </w:tc>
      </w:tr>
      <w:tr w:rsidR="00413D65" w:rsidRPr="00413D65" w14:paraId="3E1A66CD" w14:textId="77777777" w:rsidTr="003D2E48">
        <w:tc>
          <w:tcPr>
            <w:tcW w:w="0" w:type="auto"/>
          </w:tcPr>
          <w:p w14:paraId="2094F276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0D26581C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435,83</w:t>
            </w:r>
          </w:p>
        </w:tc>
        <w:tc>
          <w:tcPr>
            <w:tcW w:w="0" w:type="auto"/>
          </w:tcPr>
          <w:p w14:paraId="130EE957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4000</w:t>
            </w:r>
          </w:p>
        </w:tc>
      </w:tr>
      <w:tr w:rsidR="00413D65" w:rsidRPr="00413D65" w14:paraId="5809D517" w14:textId="77777777" w:rsidTr="003D2E48">
        <w:tc>
          <w:tcPr>
            <w:tcW w:w="0" w:type="auto"/>
          </w:tcPr>
          <w:p w14:paraId="15E6A928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4CF41F79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546,07</w:t>
            </w:r>
          </w:p>
        </w:tc>
        <w:tc>
          <w:tcPr>
            <w:tcW w:w="0" w:type="auto"/>
          </w:tcPr>
          <w:p w14:paraId="4C684AC9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1100</w:t>
            </w:r>
          </w:p>
        </w:tc>
      </w:tr>
      <w:tr w:rsidR="00413D65" w:rsidRPr="00413D65" w14:paraId="628DB8E5" w14:textId="77777777" w:rsidTr="003D2E48">
        <w:tc>
          <w:tcPr>
            <w:tcW w:w="0" w:type="auto"/>
          </w:tcPr>
          <w:p w14:paraId="0C40A58E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271BF607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576,96</w:t>
            </w:r>
          </w:p>
        </w:tc>
        <w:tc>
          <w:tcPr>
            <w:tcW w:w="0" w:type="auto"/>
          </w:tcPr>
          <w:p w14:paraId="76BA4248" w14:textId="09248DEB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2</w:t>
            </w:r>
            <w:r w:rsidR="002E099E">
              <w:rPr>
                <w:sz w:val="20"/>
                <w:szCs w:val="20"/>
              </w:rPr>
              <w:t>4</w:t>
            </w:r>
            <w:r w:rsidRPr="00413D65">
              <w:rPr>
                <w:sz w:val="20"/>
                <w:szCs w:val="20"/>
              </w:rPr>
              <w:t>0</w:t>
            </w:r>
          </w:p>
        </w:tc>
      </w:tr>
      <w:tr w:rsidR="00413D65" w:rsidRPr="00413D65" w14:paraId="0A104A80" w14:textId="77777777" w:rsidTr="003D2E48">
        <w:tc>
          <w:tcPr>
            <w:tcW w:w="0" w:type="auto"/>
          </w:tcPr>
          <w:p w14:paraId="71FB0307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45B01B94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579,07</w:t>
            </w:r>
          </w:p>
        </w:tc>
        <w:tc>
          <w:tcPr>
            <w:tcW w:w="0" w:type="auto"/>
          </w:tcPr>
          <w:p w14:paraId="101ED64F" w14:textId="29A7DBE4" w:rsidR="00413D65" w:rsidRPr="00413D65" w:rsidRDefault="002E099E" w:rsidP="003D2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143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</w:t>
            </w:r>
          </w:p>
        </w:tc>
      </w:tr>
      <w:tr w:rsidR="00413D65" w:rsidRPr="00413D65" w14:paraId="06436AE1" w14:textId="77777777" w:rsidTr="003D2E48">
        <w:tc>
          <w:tcPr>
            <w:tcW w:w="0" w:type="auto"/>
          </w:tcPr>
          <w:p w14:paraId="2E06D403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lastRenderedPageBreak/>
              <w:t>Wasserstoff (Balmer-Serie)</w:t>
            </w:r>
          </w:p>
        </w:tc>
        <w:tc>
          <w:tcPr>
            <w:tcW w:w="0" w:type="auto"/>
          </w:tcPr>
          <w:p w14:paraId="570043D1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410,17 (H_{~d})</w:t>
            </w:r>
          </w:p>
        </w:tc>
        <w:tc>
          <w:tcPr>
            <w:tcW w:w="0" w:type="auto"/>
          </w:tcPr>
          <w:p w14:paraId="403682C4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15</w:t>
            </w:r>
          </w:p>
        </w:tc>
      </w:tr>
      <w:tr w:rsidR="00413D65" w:rsidRPr="00413D65" w14:paraId="7D12F474" w14:textId="77777777" w:rsidTr="003D2E48">
        <w:tc>
          <w:tcPr>
            <w:tcW w:w="0" w:type="auto"/>
          </w:tcPr>
          <w:p w14:paraId="6367ECC3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Wasserstoff (Balmer-Serie)</w:t>
            </w:r>
          </w:p>
        </w:tc>
        <w:tc>
          <w:tcPr>
            <w:tcW w:w="0" w:type="auto"/>
          </w:tcPr>
          <w:p w14:paraId="24F2E96E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434,05 (H_{~c})</w:t>
            </w:r>
          </w:p>
        </w:tc>
        <w:tc>
          <w:tcPr>
            <w:tcW w:w="0" w:type="auto"/>
          </w:tcPr>
          <w:p w14:paraId="15F1ECB7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30</w:t>
            </w:r>
          </w:p>
        </w:tc>
      </w:tr>
      <w:tr w:rsidR="00413D65" w:rsidRPr="00413D65" w14:paraId="2A12F845" w14:textId="77777777" w:rsidTr="003D2E48">
        <w:tc>
          <w:tcPr>
            <w:tcW w:w="0" w:type="auto"/>
          </w:tcPr>
          <w:p w14:paraId="5B390D63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Wasserstoff (Balmer-Serie)</w:t>
            </w:r>
          </w:p>
        </w:tc>
        <w:tc>
          <w:tcPr>
            <w:tcW w:w="0" w:type="auto"/>
          </w:tcPr>
          <w:p w14:paraId="36C3638F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486,13 (H_{~b})</w:t>
            </w:r>
          </w:p>
        </w:tc>
        <w:tc>
          <w:tcPr>
            <w:tcW w:w="0" w:type="auto"/>
          </w:tcPr>
          <w:p w14:paraId="00CF4191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80</w:t>
            </w:r>
          </w:p>
        </w:tc>
      </w:tr>
      <w:tr w:rsidR="00413D65" w:rsidRPr="00413D65" w14:paraId="5CA197CE" w14:textId="77777777" w:rsidTr="003D2E48">
        <w:tc>
          <w:tcPr>
            <w:tcW w:w="0" w:type="auto"/>
          </w:tcPr>
          <w:p w14:paraId="34CB496F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Wasserstoff (Balmer-Serie)</w:t>
            </w:r>
          </w:p>
        </w:tc>
        <w:tc>
          <w:tcPr>
            <w:tcW w:w="0" w:type="auto"/>
          </w:tcPr>
          <w:p w14:paraId="75CCE88C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656,27 (H_{~a})</w:t>
            </w:r>
          </w:p>
        </w:tc>
        <w:tc>
          <w:tcPr>
            <w:tcW w:w="0" w:type="auto"/>
          </w:tcPr>
          <w:p w14:paraId="5102346A" w14:textId="77777777" w:rsidR="00413D65" w:rsidRPr="00413D65" w:rsidRDefault="00413D65" w:rsidP="003D2E48">
            <w:pPr>
              <w:rPr>
                <w:sz w:val="20"/>
                <w:szCs w:val="20"/>
              </w:rPr>
            </w:pPr>
            <w:r w:rsidRPr="00413D65">
              <w:rPr>
                <w:sz w:val="20"/>
                <w:szCs w:val="20"/>
              </w:rPr>
              <w:t>120</w:t>
            </w:r>
          </w:p>
        </w:tc>
      </w:tr>
    </w:tbl>
    <w:p w14:paraId="075DD72E" w14:textId="3614C28C" w:rsidR="00413D65" w:rsidRDefault="00413D65" w:rsidP="00C737BC">
      <w:r>
        <w:t>&lt;/Tabelle&gt;</w:t>
      </w:r>
    </w:p>
    <w:p w14:paraId="7A347417" w14:textId="403D366D" w:rsidR="00413D65" w:rsidRDefault="00413D65" w:rsidP="00C737BC"/>
    <w:p w14:paraId="44BB83A1" w14:textId="752621B5" w:rsidR="00C737BC" w:rsidRDefault="00C737BC" w:rsidP="00413D65">
      <w:pPr>
        <w:pStyle w:val="berschrift3"/>
      </w:pPr>
      <w:r>
        <w:t>Säureexponent pK</w:t>
      </w:r>
      <w:r w:rsidR="00413D65">
        <w:t>_S</w:t>
      </w:r>
      <w:r>
        <w:t xml:space="preserve"> und Basenexponent pK</w:t>
      </w:r>
      <w:r w:rsidR="00413D65">
        <w:t>_B</w:t>
      </w:r>
    </w:p>
    <w:p w14:paraId="3E808B84" w14:textId="77777777" w:rsidR="009A22E6" w:rsidRDefault="009A22E6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2257"/>
        <w:gridCol w:w="2737"/>
        <w:gridCol w:w="817"/>
      </w:tblGrid>
      <w:tr w:rsidR="009A22E6" w:rsidRPr="009A22E6" w14:paraId="5D9BA525" w14:textId="77777777" w:rsidTr="003D2E48">
        <w:tc>
          <w:tcPr>
            <w:tcW w:w="0" w:type="auto"/>
          </w:tcPr>
          <w:p w14:paraId="647513F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pK_S</w:t>
            </w:r>
          </w:p>
        </w:tc>
        <w:tc>
          <w:tcPr>
            <w:tcW w:w="0" w:type="auto"/>
          </w:tcPr>
          <w:p w14:paraId="7A8C538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Säure</w:t>
            </w:r>
          </w:p>
        </w:tc>
        <w:tc>
          <w:tcPr>
            <w:tcW w:w="0" w:type="auto"/>
          </w:tcPr>
          <w:p w14:paraId="746D6FF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konjugierte Base</w:t>
            </w:r>
          </w:p>
        </w:tc>
        <w:tc>
          <w:tcPr>
            <w:tcW w:w="0" w:type="auto"/>
          </w:tcPr>
          <w:p w14:paraId="256CE50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pK_B</w:t>
            </w:r>
          </w:p>
        </w:tc>
      </w:tr>
      <w:tr w:rsidR="009A22E6" w:rsidRPr="009A22E6" w14:paraId="457F0DB8" w14:textId="77777777" w:rsidTr="003D2E48">
        <w:tc>
          <w:tcPr>
            <w:tcW w:w="0" w:type="auto"/>
          </w:tcPr>
          <w:p w14:paraId="371B679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-11</w:t>
            </w:r>
          </w:p>
        </w:tc>
        <w:tc>
          <w:tcPr>
            <w:tcW w:w="0" w:type="auto"/>
          </w:tcPr>
          <w:p w14:paraId="3161DBF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HI</w:t>
            </w:r>
          </w:p>
        </w:tc>
        <w:tc>
          <w:tcPr>
            <w:tcW w:w="0" w:type="auto"/>
          </w:tcPr>
          <w:p w14:paraId="1240002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I^-</w:t>
            </w:r>
          </w:p>
        </w:tc>
        <w:tc>
          <w:tcPr>
            <w:tcW w:w="0" w:type="auto"/>
          </w:tcPr>
          <w:p w14:paraId="3C5289D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25</w:t>
            </w:r>
          </w:p>
        </w:tc>
      </w:tr>
      <w:tr w:rsidR="009A22E6" w:rsidRPr="009A22E6" w14:paraId="201FB7A7" w14:textId="77777777" w:rsidTr="003D2E48">
        <w:tc>
          <w:tcPr>
            <w:tcW w:w="0" w:type="auto"/>
          </w:tcPr>
          <w:p w14:paraId="363E150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-10</w:t>
            </w:r>
          </w:p>
        </w:tc>
        <w:tc>
          <w:tcPr>
            <w:tcW w:w="0" w:type="auto"/>
          </w:tcPr>
          <w:p w14:paraId="06BA58F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HClO_4</w:t>
            </w:r>
          </w:p>
        </w:tc>
        <w:tc>
          <w:tcPr>
            <w:tcW w:w="0" w:type="auto"/>
          </w:tcPr>
          <w:p w14:paraId="35F3828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ClO_4^-</w:t>
            </w:r>
          </w:p>
        </w:tc>
        <w:tc>
          <w:tcPr>
            <w:tcW w:w="0" w:type="auto"/>
          </w:tcPr>
          <w:p w14:paraId="59E42301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24</w:t>
            </w:r>
          </w:p>
        </w:tc>
      </w:tr>
      <w:tr w:rsidR="009A22E6" w:rsidRPr="009A22E6" w14:paraId="3F46BB7A" w14:textId="77777777" w:rsidTr="003D2E48">
        <w:tc>
          <w:tcPr>
            <w:tcW w:w="0" w:type="auto"/>
          </w:tcPr>
          <w:p w14:paraId="7BD556C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-9</w:t>
            </w:r>
          </w:p>
        </w:tc>
        <w:tc>
          <w:tcPr>
            <w:tcW w:w="0" w:type="auto"/>
          </w:tcPr>
          <w:p w14:paraId="426F440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HBr</w:t>
            </w:r>
          </w:p>
        </w:tc>
        <w:tc>
          <w:tcPr>
            <w:tcW w:w="0" w:type="auto"/>
          </w:tcPr>
          <w:p w14:paraId="419250E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Br^-</w:t>
            </w:r>
          </w:p>
        </w:tc>
        <w:tc>
          <w:tcPr>
            <w:tcW w:w="0" w:type="auto"/>
          </w:tcPr>
          <w:p w14:paraId="2536B83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23</w:t>
            </w:r>
          </w:p>
        </w:tc>
      </w:tr>
      <w:tr w:rsidR="009A22E6" w:rsidRPr="009A22E6" w14:paraId="4DB54DDE" w14:textId="77777777" w:rsidTr="003D2E48">
        <w:tc>
          <w:tcPr>
            <w:tcW w:w="0" w:type="auto"/>
          </w:tcPr>
          <w:p w14:paraId="1792FD75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-7</w:t>
            </w:r>
          </w:p>
        </w:tc>
        <w:tc>
          <w:tcPr>
            <w:tcW w:w="0" w:type="auto"/>
          </w:tcPr>
          <w:p w14:paraId="7D12259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HCl</w:t>
            </w:r>
          </w:p>
        </w:tc>
        <w:tc>
          <w:tcPr>
            <w:tcW w:w="0" w:type="auto"/>
          </w:tcPr>
          <w:p w14:paraId="3C3881D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Cl^-</w:t>
            </w:r>
          </w:p>
        </w:tc>
        <w:tc>
          <w:tcPr>
            <w:tcW w:w="0" w:type="auto"/>
          </w:tcPr>
          <w:p w14:paraId="5ED9343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21</w:t>
            </w:r>
          </w:p>
        </w:tc>
      </w:tr>
      <w:tr w:rsidR="009A22E6" w:rsidRPr="009A22E6" w14:paraId="5EFB7CF8" w14:textId="77777777" w:rsidTr="003D2E48">
        <w:tc>
          <w:tcPr>
            <w:tcW w:w="0" w:type="auto"/>
          </w:tcPr>
          <w:p w14:paraId="3F790B5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-3</w:t>
            </w:r>
          </w:p>
        </w:tc>
        <w:tc>
          <w:tcPr>
            <w:tcW w:w="0" w:type="auto"/>
          </w:tcPr>
          <w:p w14:paraId="21B53D0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H_2SO_4</w:t>
            </w:r>
          </w:p>
        </w:tc>
        <w:tc>
          <w:tcPr>
            <w:tcW w:w="0" w:type="auto"/>
          </w:tcPr>
          <w:p w14:paraId="40F344B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HSO_4^-</w:t>
            </w:r>
          </w:p>
        </w:tc>
        <w:tc>
          <w:tcPr>
            <w:tcW w:w="0" w:type="auto"/>
          </w:tcPr>
          <w:p w14:paraId="4FA09831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17</w:t>
            </w:r>
          </w:p>
        </w:tc>
      </w:tr>
      <w:tr w:rsidR="009A22E6" w:rsidRPr="009A22E6" w14:paraId="447F0996" w14:textId="77777777" w:rsidTr="003D2E48">
        <w:tc>
          <w:tcPr>
            <w:tcW w:w="0" w:type="auto"/>
          </w:tcPr>
          <w:p w14:paraId="70F628E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-1,37</w:t>
            </w:r>
          </w:p>
        </w:tc>
        <w:tc>
          <w:tcPr>
            <w:tcW w:w="0" w:type="auto"/>
          </w:tcPr>
          <w:p w14:paraId="2E8B4A6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HNO_3</w:t>
            </w:r>
          </w:p>
        </w:tc>
        <w:tc>
          <w:tcPr>
            <w:tcW w:w="0" w:type="auto"/>
          </w:tcPr>
          <w:p w14:paraId="30B34031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NO_3^-</w:t>
            </w:r>
          </w:p>
        </w:tc>
        <w:tc>
          <w:tcPr>
            <w:tcW w:w="0" w:type="auto"/>
          </w:tcPr>
          <w:p w14:paraId="67B276A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15,37</w:t>
            </w:r>
          </w:p>
        </w:tc>
      </w:tr>
      <w:tr w:rsidR="009A22E6" w:rsidRPr="009A22E6" w14:paraId="393D6B5A" w14:textId="77777777" w:rsidTr="003D2E48">
        <w:tc>
          <w:tcPr>
            <w:tcW w:w="0" w:type="auto"/>
          </w:tcPr>
          <w:p w14:paraId="589F9150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7C96916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H_3O^+</w:t>
            </w:r>
          </w:p>
        </w:tc>
        <w:tc>
          <w:tcPr>
            <w:tcW w:w="0" w:type="auto"/>
          </w:tcPr>
          <w:p w14:paraId="37546F50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H_2O</w:t>
            </w:r>
          </w:p>
        </w:tc>
        <w:tc>
          <w:tcPr>
            <w:tcW w:w="0" w:type="auto"/>
          </w:tcPr>
          <w:p w14:paraId="3D3F1CB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14,00</w:t>
            </w:r>
          </w:p>
        </w:tc>
      </w:tr>
      <w:tr w:rsidR="009A22E6" w:rsidRPr="009A22E6" w14:paraId="33CB947E" w14:textId="77777777" w:rsidTr="003D2E48">
        <w:tc>
          <w:tcPr>
            <w:tcW w:w="0" w:type="auto"/>
          </w:tcPr>
          <w:p w14:paraId="044C317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</w:tcPr>
          <w:p w14:paraId="7A13616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HOOC-COOH</w:t>
            </w:r>
          </w:p>
        </w:tc>
        <w:tc>
          <w:tcPr>
            <w:tcW w:w="0" w:type="auto"/>
          </w:tcPr>
          <w:p w14:paraId="548D645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HOOC-COO^-</w:t>
            </w:r>
          </w:p>
        </w:tc>
        <w:tc>
          <w:tcPr>
            <w:tcW w:w="0" w:type="auto"/>
          </w:tcPr>
          <w:p w14:paraId="4F4F646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12,75</w:t>
            </w:r>
          </w:p>
        </w:tc>
      </w:tr>
      <w:tr w:rsidR="009A22E6" w:rsidRPr="009A22E6" w14:paraId="66786F0D" w14:textId="77777777" w:rsidTr="003D2E48">
        <w:tc>
          <w:tcPr>
            <w:tcW w:w="0" w:type="auto"/>
          </w:tcPr>
          <w:p w14:paraId="240C6DC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1,85</w:t>
            </w:r>
          </w:p>
        </w:tc>
        <w:tc>
          <w:tcPr>
            <w:tcW w:w="0" w:type="auto"/>
          </w:tcPr>
          <w:p w14:paraId="0BDC5A7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H_2SO_3</w:t>
            </w:r>
          </w:p>
        </w:tc>
        <w:tc>
          <w:tcPr>
            <w:tcW w:w="0" w:type="auto"/>
          </w:tcPr>
          <w:p w14:paraId="1F88362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HSO_3^-</w:t>
            </w:r>
          </w:p>
        </w:tc>
        <w:tc>
          <w:tcPr>
            <w:tcW w:w="0" w:type="auto"/>
          </w:tcPr>
          <w:p w14:paraId="4792D16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12,15</w:t>
            </w:r>
          </w:p>
        </w:tc>
      </w:tr>
      <w:tr w:rsidR="009A22E6" w:rsidRPr="009A22E6" w14:paraId="0424C331" w14:textId="77777777" w:rsidTr="003D2E48">
        <w:tc>
          <w:tcPr>
            <w:tcW w:w="0" w:type="auto"/>
          </w:tcPr>
          <w:p w14:paraId="3549319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1,99</w:t>
            </w:r>
          </w:p>
        </w:tc>
        <w:tc>
          <w:tcPr>
            <w:tcW w:w="0" w:type="auto"/>
          </w:tcPr>
          <w:p w14:paraId="540169D1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HSO_4^-</w:t>
            </w:r>
          </w:p>
        </w:tc>
        <w:tc>
          <w:tcPr>
            <w:tcW w:w="0" w:type="auto"/>
          </w:tcPr>
          <w:p w14:paraId="5545549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SO_4^{2-}</w:t>
            </w:r>
          </w:p>
        </w:tc>
        <w:tc>
          <w:tcPr>
            <w:tcW w:w="0" w:type="auto"/>
          </w:tcPr>
          <w:p w14:paraId="5FCADA4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12,01</w:t>
            </w:r>
          </w:p>
        </w:tc>
      </w:tr>
      <w:tr w:rsidR="009A22E6" w:rsidRPr="009A22E6" w14:paraId="76ABBC8F" w14:textId="77777777" w:rsidTr="003D2E48">
        <w:tc>
          <w:tcPr>
            <w:tcW w:w="0" w:type="auto"/>
          </w:tcPr>
          <w:p w14:paraId="1160E9C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2,16</w:t>
            </w:r>
          </w:p>
        </w:tc>
        <w:tc>
          <w:tcPr>
            <w:tcW w:w="0" w:type="auto"/>
          </w:tcPr>
          <w:p w14:paraId="4DF5028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H_3PO_4</w:t>
            </w:r>
          </w:p>
        </w:tc>
        <w:tc>
          <w:tcPr>
            <w:tcW w:w="0" w:type="auto"/>
          </w:tcPr>
          <w:p w14:paraId="4B6EFEB0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H_2PO_4^-</w:t>
            </w:r>
          </w:p>
        </w:tc>
        <w:tc>
          <w:tcPr>
            <w:tcW w:w="0" w:type="auto"/>
          </w:tcPr>
          <w:p w14:paraId="7C2D734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11,84</w:t>
            </w:r>
          </w:p>
        </w:tc>
      </w:tr>
      <w:tr w:rsidR="009A22E6" w:rsidRPr="009A22E6" w14:paraId="79DD0087" w14:textId="77777777" w:rsidTr="003D2E48">
        <w:tc>
          <w:tcPr>
            <w:tcW w:w="0" w:type="auto"/>
          </w:tcPr>
          <w:p w14:paraId="356DB775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2,22</w:t>
            </w:r>
          </w:p>
        </w:tc>
        <w:tc>
          <w:tcPr>
            <w:tcW w:w="0" w:type="auto"/>
          </w:tcPr>
          <w:p w14:paraId="4D23C09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[Fe(H_2O)_6]^{3+}</w:t>
            </w:r>
          </w:p>
        </w:tc>
        <w:tc>
          <w:tcPr>
            <w:tcW w:w="0" w:type="auto"/>
          </w:tcPr>
          <w:p w14:paraId="6F9F7C4D" w14:textId="29AC62CB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[Fe(H_2</w:t>
            </w:r>
            <w:r w:rsidR="00C24D9F">
              <w:rPr>
                <w:sz w:val="20"/>
                <w:szCs w:val="20"/>
              </w:rPr>
              <w:t>O</w:t>
            </w:r>
            <w:r w:rsidRPr="009A22E6">
              <w:rPr>
                <w:sz w:val="20"/>
                <w:szCs w:val="20"/>
              </w:rPr>
              <w:t>)_5(OH)]^{2+}</w:t>
            </w:r>
          </w:p>
        </w:tc>
        <w:tc>
          <w:tcPr>
            <w:tcW w:w="0" w:type="auto"/>
          </w:tcPr>
          <w:p w14:paraId="547078F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11,78</w:t>
            </w:r>
          </w:p>
        </w:tc>
      </w:tr>
      <w:tr w:rsidR="009A22E6" w:rsidRPr="009A22E6" w14:paraId="0D00C950" w14:textId="77777777" w:rsidTr="003D2E48">
        <w:tc>
          <w:tcPr>
            <w:tcW w:w="0" w:type="auto"/>
          </w:tcPr>
          <w:p w14:paraId="2E6A3DB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3,20</w:t>
            </w:r>
          </w:p>
        </w:tc>
        <w:tc>
          <w:tcPr>
            <w:tcW w:w="0" w:type="auto"/>
          </w:tcPr>
          <w:p w14:paraId="3CCE8D4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HF</w:t>
            </w:r>
          </w:p>
        </w:tc>
        <w:tc>
          <w:tcPr>
            <w:tcW w:w="0" w:type="auto"/>
          </w:tcPr>
          <w:p w14:paraId="5B0F3AB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F^-</w:t>
            </w:r>
          </w:p>
        </w:tc>
        <w:tc>
          <w:tcPr>
            <w:tcW w:w="0" w:type="auto"/>
          </w:tcPr>
          <w:p w14:paraId="724CF285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10,80</w:t>
            </w:r>
          </w:p>
        </w:tc>
      </w:tr>
      <w:tr w:rsidR="009A22E6" w:rsidRPr="009A22E6" w14:paraId="6901D9E8" w14:textId="77777777" w:rsidTr="003D2E48">
        <w:tc>
          <w:tcPr>
            <w:tcW w:w="0" w:type="auto"/>
          </w:tcPr>
          <w:p w14:paraId="7237B23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3,25</w:t>
            </w:r>
          </w:p>
        </w:tc>
        <w:tc>
          <w:tcPr>
            <w:tcW w:w="0" w:type="auto"/>
          </w:tcPr>
          <w:p w14:paraId="5DBDC67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HNO_2</w:t>
            </w:r>
          </w:p>
        </w:tc>
        <w:tc>
          <w:tcPr>
            <w:tcW w:w="0" w:type="auto"/>
          </w:tcPr>
          <w:p w14:paraId="5474C52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NO_2^-</w:t>
            </w:r>
          </w:p>
        </w:tc>
        <w:tc>
          <w:tcPr>
            <w:tcW w:w="0" w:type="auto"/>
          </w:tcPr>
          <w:p w14:paraId="1EBD8E1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10,75</w:t>
            </w:r>
          </w:p>
        </w:tc>
      </w:tr>
      <w:tr w:rsidR="009A22E6" w:rsidRPr="009A22E6" w14:paraId="21E21E10" w14:textId="77777777" w:rsidTr="003D2E48">
        <w:tc>
          <w:tcPr>
            <w:tcW w:w="0" w:type="auto"/>
          </w:tcPr>
          <w:p w14:paraId="07117E4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3,75</w:t>
            </w:r>
          </w:p>
        </w:tc>
        <w:tc>
          <w:tcPr>
            <w:tcW w:w="0" w:type="auto"/>
          </w:tcPr>
          <w:p w14:paraId="45268AA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HCOOH</w:t>
            </w:r>
          </w:p>
        </w:tc>
        <w:tc>
          <w:tcPr>
            <w:tcW w:w="0" w:type="auto"/>
          </w:tcPr>
          <w:p w14:paraId="72A274E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HCOO^-</w:t>
            </w:r>
          </w:p>
        </w:tc>
        <w:tc>
          <w:tcPr>
            <w:tcW w:w="0" w:type="auto"/>
          </w:tcPr>
          <w:p w14:paraId="5D6C616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10,25</w:t>
            </w:r>
          </w:p>
        </w:tc>
      </w:tr>
      <w:tr w:rsidR="009A22E6" w:rsidRPr="009A22E6" w14:paraId="442DA272" w14:textId="77777777" w:rsidTr="003D2E48">
        <w:tc>
          <w:tcPr>
            <w:tcW w:w="0" w:type="auto"/>
          </w:tcPr>
          <w:p w14:paraId="7AA81DA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3,81</w:t>
            </w:r>
          </w:p>
        </w:tc>
        <w:tc>
          <w:tcPr>
            <w:tcW w:w="0" w:type="auto"/>
          </w:tcPr>
          <w:p w14:paraId="1E85B72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HOOC-COO^-</w:t>
            </w:r>
          </w:p>
        </w:tc>
        <w:tc>
          <w:tcPr>
            <w:tcW w:w="0" w:type="auto"/>
          </w:tcPr>
          <w:p w14:paraId="0AD125C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^-OOC-COO^-</w:t>
            </w:r>
          </w:p>
        </w:tc>
        <w:tc>
          <w:tcPr>
            <w:tcW w:w="0" w:type="auto"/>
          </w:tcPr>
          <w:p w14:paraId="14A2CA0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10,19</w:t>
            </w:r>
          </w:p>
        </w:tc>
      </w:tr>
      <w:tr w:rsidR="009A22E6" w:rsidRPr="009A22E6" w14:paraId="4137D504" w14:textId="77777777" w:rsidTr="003D2E48">
        <w:tc>
          <w:tcPr>
            <w:tcW w:w="0" w:type="auto"/>
          </w:tcPr>
          <w:p w14:paraId="25BDCDD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4,75</w:t>
            </w:r>
          </w:p>
        </w:tc>
        <w:tc>
          <w:tcPr>
            <w:tcW w:w="0" w:type="auto"/>
          </w:tcPr>
          <w:p w14:paraId="7D8DEC65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CH_3COOH</w:t>
            </w:r>
          </w:p>
        </w:tc>
        <w:tc>
          <w:tcPr>
            <w:tcW w:w="0" w:type="auto"/>
          </w:tcPr>
          <w:p w14:paraId="48B2C93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CH_3COO^-</w:t>
            </w:r>
          </w:p>
        </w:tc>
        <w:tc>
          <w:tcPr>
            <w:tcW w:w="0" w:type="auto"/>
          </w:tcPr>
          <w:p w14:paraId="0DDF0E6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9,25</w:t>
            </w:r>
          </w:p>
        </w:tc>
      </w:tr>
      <w:tr w:rsidR="009A22E6" w:rsidRPr="009A22E6" w14:paraId="5C5C6ADF" w14:textId="77777777" w:rsidTr="003D2E48">
        <w:tc>
          <w:tcPr>
            <w:tcW w:w="0" w:type="auto"/>
          </w:tcPr>
          <w:p w14:paraId="15F3C74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4,97</w:t>
            </w:r>
          </w:p>
        </w:tc>
        <w:tc>
          <w:tcPr>
            <w:tcW w:w="0" w:type="auto"/>
          </w:tcPr>
          <w:p w14:paraId="442FE96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[Al(H_2O)_6]^{3+}</w:t>
            </w:r>
          </w:p>
        </w:tc>
        <w:tc>
          <w:tcPr>
            <w:tcW w:w="0" w:type="auto"/>
          </w:tcPr>
          <w:p w14:paraId="7D1AA1C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[Al(H_2O)_5(OH)]^{2+}</w:t>
            </w:r>
          </w:p>
        </w:tc>
        <w:tc>
          <w:tcPr>
            <w:tcW w:w="0" w:type="auto"/>
          </w:tcPr>
          <w:p w14:paraId="01BD75C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9,03</w:t>
            </w:r>
          </w:p>
        </w:tc>
      </w:tr>
      <w:tr w:rsidR="009A22E6" w:rsidRPr="009A22E6" w14:paraId="5C9E3EA3" w14:textId="77777777" w:rsidTr="003D2E48">
        <w:tc>
          <w:tcPr>
            <w:tcW w:w="0" w:type="auto"/>
          </w:tcPr>
          <w:p w14:paraId="607CD87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6,35</w:t>
            </w:r>
          </w:p>
        </w:tc>
        <w:tc>
          <w:tcPr>
            <w:tcW w:w="0" w:type="auto"/>
          </w:tcPr>
          <w:p w14:paraId="3089037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H_2CO_3</w:t>
            </w:r>
          </w:p>
        </w:tc>
        <w:tc>
          <w:tcPr>
            <w:tcW w:w="0" w:type="auto"/>
          </w:tcPr>
          <w:p w14:paraId="13574CA5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HCO_3^-</w:t>
            </w:r>
          </w:p>
        </w:tc>
        <w:tc>
          <w:tcPr>
            <w:tcW w:w="0" w:type="auto"/>
          </w:tcPr>
          <w:p w14:paraId="172409F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7,65</w:t>
            </w:r>
          </w:p>
        </w:tc>
      </w:tr>
      <w:tr w:rsidR="009A22E6" w:rsidRPr="009A22E6" w14:paraId="3C2724C7" w14:textId="77777777" w:rsidTr="003D2E48">
        <w:tc>
          <w:tcPr>
            <w:tcW w:w="0" w:type="auto"/>
          </w:tcPr>
          <w:p w14:paraId="3DD5D61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7,05</w:t>
            </w:r>
          </w:p>
        </w:tc>
        <w:tc>
          <w:tcPr>
            <w:tcW w:w="0" w:type="auto"/>
          </w:tcPr>
          <w:p w14:paraId="4F84341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H_2S</w:t>
            </w:r>
          </w:p>
        </w:tc>
        <w:tc>
          <w:tcPr>
            <w:tcW w:w="0" w:type="auto"/>
          </w:tcPr>
          <w:p w14:paraId="1DCFEFA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HS^-</w:t>
            </w:r>
          </w:p>
        </w:tc>
        <w:tc>
          <w:tcPr>
            <w:tcW w:w="0" w:type="auto"/>
          </w:tcPr>
          <w:p w14:paraId="4D29156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6,95</w:t>
            </w:r>
          </w:p>
        </w:tc>
      </w:tr>
      <w:tr w:rsidR="009A22E6" w:rsidRPr="009A22E6" w14:paraId="7C416A08" w14:textId="77777777" w:rsidTr="003D2E48">
        <w:tc>
          <w:tcPr>
            <w:tcW w:w="0" w:type="auto"/>
          </w:tcPr>
          <w:p w14:paraId="44BAB2A5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7,20</w:t>
            </w:r>
          </w:p>
        </w:tc>
        <w:tc>
          <w:tcPr>
            <w:tcW w:w="0" w:type="auto"/>
          </w:tcPr>
          <w:p w14:paraId="4964414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HSO_3^-</w:t>
            </w:r>
          </w:p>
        </w:tc>
        <w:tc>
          <w:tcPr>
            <w:tcW w:w="0" w:type="auto"/>
          </w:tcPr>
          <w:p w14:paraId="262A0D40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SO_3^{2-}</w:t>
            </w:r>
          </w:p>
        </w:tc>
        <w:tc>
          <w:tcPr>
            <w:tcW w:w="0" w:type="auto"/>
          </w:tcPr>
          <w:p w14:paraId="364B27C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6,80</w:t>
            </w:r>
          </w:p>
        </w:tc>
      </w:tr>
      <w:tr w:rsidR="009A22E6" w:rsidRPr="009A22E6" w14:paraId="4AAE79DF" w14:textId="77777777" w:rsidTr="003D2E48">
        <w:tc>
          <w:tcPr>
            <w:tcW w:w="0" w:type="auto"/>
          </w:tcPr>
          <w:p w14:paraId="748DC15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7,21</w:t>
            </w:r>
          </w:p>
        </w:tc>
        <w:tc>
          <w:tcPr>
            <w:tcW w:w="0" w:type="auto"/>
          </w:tcPr>
          <w:p w14:paraId="7D3E4FE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H_2PO_4^-</w:t>
            </w:r>
          </w:p>
        </w:tc>
        <w:tc>
          <w:tcPr>
            <w:tcW w:w="0" w:type="auto"/>
          </w:tcPr>
          <w:p w14:paraId="5A8C97D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HPO_4^{2-}</w:t>
            </w:r>
          </w:p>
        </w:tc>
        <w:tc>
          <w:tcPr>
            <w:tcW w:w="0" w:type="auto"/>
          </w:tcPr>
          <w:p w14:paraId="5EAA69E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6,79</w:t>
            </w:r>
          </w:p>
        </w:tc>
      </w:tr>
      <w:tr w:rsidR="009A22E6" w:rsidRPr="009A22E6" w14:paraId="5FDDCD83" w14:textId="77777777" w:rsidTr="003D2E48">
        <w:tc>
          <w:tcPr>
            <w:tcW w:w="0" w:type="auto"/>
          </w:tcPr>
          <w:p w14:paraId="2286328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8,96</w:t>
            </w:r>
          </w:p>
        </w:tc>
        <w:tc>
          <w:tcPr>
            <w:tcW w:w="0" w:type="auto"/>
          </w:tcPr>
          <w:p w14:paraId="114C7E8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[Zn(H_2O)_6]^{2+}</w:t>
            </w:r>
          </w:p>
        </w:tc>
        <w:tc>
          <w:tcPr>
            <w:tcW w:w="0" w:type="auto"/>
          </w:tcPr>
          <w:p w14:paraId="3E9F61C1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[Zn(H_2O)_5(OH)]^+</w:t>
            </w:r>
          </w:p>
        </w:tc>
        <w:tc>
          <w:tcPr>
            <w:tcW w:w="0" w:type="auto"/>
          </w:tcPr>
          <w:p w14:paraId="0375F8F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5,04</w:t>
            </w:r>
          </w:p>
        </w:tc>
      </w:tr>
      <w:tr w:rsidR="009A22E6" w:rsidRPr="009A22E6" w14:paraId="6BBBBD87" w14:textId="77777777" w:rsidTr="003D2E48">
        <w:tc>
          <w:tcPr>
            <w:tcW w:w="0" w:type="auto"/>
          </w:tcPr>
          <w:p w14:paraId="5B21FEF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9,21</w:t>
            </w:r>
          </w:p>
        </w:tc>
        <w:tc>
          <w:tcPr>
            <w:tcW w:w="0" w:type="auto"/>
          </w:tcPr>
          <w:p w14:paraId="42403F6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HCN</w:t>
            </w:r>
          </w:p>
        </w:tc>
        <w:tc>
          <w:tcPr>
            <w:tcW w:w="0" w:type="auto"/>
          </w:tcPr>
          <w:p w14:paraId="35CCFFD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CN^-</w:t>
            </w:r>
          </w:p>
        </w:tc>
        <w:tc>
          <w:tcPr>
            <w:tcW w:w="0" w:type="auto"/>
          </w:tcPr>
          <w:p w14:paraId="147F1E5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4,79</w:t>
            </w:r>
          </w:p>
        </w:tc>
      </w:tr>
      <w:tr w:rsidR="009A22E6" w:rsidRPr="009A22E6" w14:paraId="6B69EDB2" w14:textId="77777777" w:rsidTr="003D2E48">
        <w:tc>
          <w:tcPr>
            <w:tcW w:w="0" w:type="auto"/>
          </w:tcPr>
          <w:p w14:paraId="1C62E0A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9,25</w:t>
            </w:r>
          </w:p>
        </w:tc>
        <w:tc>
          <w:tcPr>
            <w:tcW w:w="0" w:type="auto"/>
          </w:tcPr>
          <w:p w14:paraId="18511CD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NH_4^+</w:t>
            </w:r>
          </w:p>
        </w:tc>
        <w:tc>
          <w:tcPr>
            <w:tcW w:w="0" w:type="auto"/>
          </w:tcPr>
          <w:p w14:paraId="7ACC4A7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NH_3</w:t>
            </w:r>
          </w:p>
        </w:tc>
        <w:tc>
          <w:tcPr>
            <w:tcW w:w="0" w:type="auto"/>
          </w:tcPr>
          <w:p w14:paraId="0A5148F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4,75</w:t>
            </w:r>
          </w:p>
        </w:tc>
      </w:tr>
      <w:tr w:rsidR="009A22E6" w:rsidRPr="009A22E6" w14:paraId="6E6F0152" w14:textId="77777777" w:rsidTr="003D2E48">
        <w:tc>
          <w:tcPr>
            <w:tcW w:w="0" w:type="auto"/>
          </w:tcPr>
          <w:p w14:paraId="59D0B30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10,33</w:t>
            </w:r>
          </w:p>
        </w:tc>
        <w:tc>
          <w:tcPr>
            <w:tcW w:w="0" w:type="auto"/>
          </w:tcPr>
          <w:p w14:paraId="367227C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HCO_3^-</w:t>
            </w:r>
          </w:p>
        </w:tc>
        <w:tc>
          <w:tcPr>
            <w:tcW w:w="0" w:type="auto"/>
          </w:tcPr>
          <w:p w14:paraId="546CFB9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CO_3^{2-}</w:t>
            </w:r>
          </w:p>
        </w:tc>
        <w:tc>
          <w:tcPr>
            <w:tcW w:w="0" w:type="auto"/>
          </w:tcPr>
          <w:p w14:paraId="73FDE60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3,67</w:t>
            </w:r>
          </w:p>
        </w:tc>
      </w:tr>
      <w:tr w:rsidR="009A22E6" w:rsidRPr="009A22E6" w14:paraId="2E5F96F3" w14:textId="77777777" w:rsidTr="003D2E48">
        <w:tc>
          <w:tcPr>
            <w:tcW w:w="0" w:type="auto"/>
          </w:tcPr>
          <w:p w14:paraId="3392920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12,32</w:t>
            </w:r>
          </w:p>
        </w:tc>
        <w:tc>
          <w:tcPr>
            <w:tcW w:w="0" w:type="auto"/>
          </w:tcPr>
          <w:p w14:paraId="18F8543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HPO_4^{2-}</w:t>
            </w:r>
          </w:p>
        </w:tc>
        <w:tc>
          <w:tcPr>
            <w:tcW w:w="0" w:type="auto"/>
          </w:tcPr>
          <w:p w14:paraId="09C43EC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PO_4^{3-}</w:t>
            </w:r>
          </w:p>
        </w:tc>
        <w:tc>
          <w:tcPr>
            <w:tcW w:w="0" w:type="auto"/>
          </w:tcPr>
          <w:p w14:paraId="48A99FA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1,68</w:t>
            </w:r>
          </w:p>
        </w:tc>
      </w:tr>
      <w:tr w:rsidR="009A22E6" w:rsidRPr="009A22E6" w14:paraId="493FEF62" w14:textId="77777777" w:rsidTr="003D2E48">
        <w:tc>
          <w:tcPr>
            <w:tcW w:w="0" w:type="auto"/>
          </w:tcPr>
          <w:p w14:paraId="242EBFB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14,00</w:t>
            </w:r>
          </w:p>
        </w:tc>
        <w:tc>
          <w:tcPr>
            <w:tcW w:w="0" w:type="auto"/>
          </w:tcPr>
          <w:p w14:paraId="307DCEB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H_2O</w:t>
            </w:r>
          </w:p>
        </w:tc>
        <w:tc>
          <w:tcPr>
            <w:tcW w:w="0" w:type="auto"/>
          </w:tcPr>
          <w:p w14:paraId="656FDFE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OH^-</w:t>
            </w:r>
          </w:p>
        </w:tc>
        <w:tc>
          <w:tcPr>
            <w:tcW w:w="0" w:type="auto"/>
          </w:tcPr>
          <w:p w14:paraId="0FEE6FB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0</w:t>
            </w:r>
          </w:p>
        </w:tc>
      </w:tr>
      <w:tr w:rsidR="009A22E6" w:rsidRPr="009A22E6" w14:paraId="3C855E1D" w14:textId="77777777" w:rsidTr="003D2E48">
        <w:tc>
          <w:tcPr>
            <w:tcW w:w="0" w:type="auto"/>
          </w:tcPr>
          <w:p w14:paraId="34CF55C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111A583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HS^-</w:t>
            </w:r>
          </w:p>
        </w:tc>
        <w:tc>
          <w:tcPr>
            <w:tcW w:w="0" w:type="auto"/>
          </w:tcPr>
          <w:p w14:paraId="3AB7BE5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S^{2-}</w:t>
            </w:r>
          </w:p>
        </w:tc>
        <w:tc>
          <w:tcPr>
            <w:tcW w:w="0" w:type="auto"/>
          </w:tcPr>
          <w:p w14:paraId="360D6FC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-5</w:t>
            </w:r>
          </w:p>
        </w:tc>
      </w:tr>
      <w:tr w:rsidR="009A22E6" w:rsidRPr="009A22E6" w14:paraId="1572798B" w14:textId="77777777" w:rsidTr="003D2E48">
        <w:tc>
          <w:tcPr>
            <w:tcW w:w="0" w:type="auto"/>
          </w:tcPr>
          <w:p w14:paraId="637842F1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14:paraId="17AD118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NH_3</w:t>
            </w:r>
          </w:p>
        </w:tc>
        <w:tc>
          <w:tcPr>
            <w:tcW w:w="0" w:type="auto"/>
          </w:tcPr>
          <w:p w14:paraId="6586838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NH_2^-</w:t>
            </w:r>
          </w:p>
        </w:tc>
        <w:tc>
          <w:tcPr>
            <w:tcW w:w="0" w:type="auto"/>
          </w:tcPr>
          <w:p w14:paraId="74705B7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-9</w:t>
            </w:r>
          </w:p>
        </w:tc>
      </w:tr>
      <w:tr w:rsidR="009A22E6" w:rsidRPr="009A22E6" w14:paraId="1F8CE2F4" w14:textId="77777777" w:rsidTr="003D2E48">
        <w:tc>
          <w:tcPr>
            <w:tcW w:w="0" w:type="auto"/>
          </w:tcPr>
          <w:p w14:paraId="63AD86B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1315DD5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OH^-</w:t>
            </w:r>
          </w:p>
        </w:tc>
        <w:tc>
          <w:tcPr>
            <w:tcW w:w="0" w:type="auto"/>
          </w:tcPr>
          <w:p w14:paraId="48D8472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O^{2-}</w:t>
            </w:r>
          </w:p>
        </w:tc>
        <w:tc>
          <w:tcPr>
            <w:tcW w:w="0" w:type="auto"/>
          </w:tcPr>
          <w:p w14:paraId="2C2EEED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-10</w:t>
            </w:r>
          </w:p>
        </w:tc>
      </w:tr>
    </w:tbl>
    <w:p w14:paraId="5A79B420" w14:textId="0A0009B1" w:rsidR="009A22E6" w:rsidRDefault="009A22E6" w:rsidP="00C737BC">
      <w:r>
        <w:t>&lt;/Tabelle&gt;</w:t>
      </w:r>
    </w:p>
    <w:p w14:paraId="5CFFB754" w14:textId="1320556B" w:rsidR="009A22E6" w:rsidRDefault="009A22E6" w:rsidP="00C737BC"/>
    <w:p w14:paraId="17BCCF36" w14:textId="7428D1A6" w:rsidR="00C737BC" w:rsidRDefault="00C737BC" w:rsidP="009A22E6">
      <w:pPr>
        <w:pStyle w:val="berschrift3"/>
      </w:pPr>
      <w:r>
        <w:t>Säure-Base-Indikatoren</w:t>
      </w:r>
    </w:p>
    <w:p w14:paraId="025EBA3A" w14:textId="77777777" w:rsidR="009A22E6" w:rsidRDefault="009A22E6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017"/>
        <w:gridCol w:w="3577"/>
        <w:gridCol w:w="2257"/>
      </w:tblGrid>
      <w:tr w:rsidR="009A22E6" w:rsidRPr="009A22E6" w14:paraId="448A9F5E" w14:textId="77777777" w:rsidTr="003D2E48">
        <w:tc>
          <w:tcPr>
            <w:tcW w:w="0" w:type="auto"/>
          </w:tcPr>
          <w:p w14:paraId="071AFEF1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Indikator</w:t>
            </w:r>
          </w:p>
        </w:tc>
        <w:tc>
          <w:tcPr>
            <w:tcW w:w="0" w:type="auto"/>
          </w:tcPr>
          <w:p w14:paraId="31B31C0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pH-Bereich des Farbumschlags</w:t>
            </w:r>
          </w:p>
        </w:tc>
        <w:tc>
          <w:tcPr>
            <w:tcW w:w="0" w:type="auto"/>
          </w:tcPr>
          <w:p w14:paraId="3F47E78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Farbänderung</w:t>
            </w:r>
          </w:p>
        </w:tc>
      </w:tr>
      <w:tr w:rsidR="009A22E6" w:rsidRPr="009A22E6" w14:paraId="12DAA904" w14:textId="77777777" w:rsidTr="003D2E48">
        <w:tc>
          <w:tcPr>
            <w:tcW w:w="0" w:type="auto"/>
          </w:tcPr>
          <w:p w14:paraId="1510AF7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Thymolblau</w:t>
            </w:r>
          </w:p>
        </w:tc>
        <w:tc>
          <w:tcPr>
            <w:tcW w:w="0" w:type="auto"/>
          </w:tcPr>
          <w:p w14:paraId="3C284BA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1,2-2,8</w:t>
            </w:r>
          </w:p>
        </w:tc>
        <w:tc>
          <w:tcPr>
            <w:tcW w:w="0" w:type="auto"/>
          </w:tcPr>
          <w:p w14:paraId="70EB6DA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rot-gelb</w:t>
            </w:r>
          </w:p>
        </w:tc>
      </w:tr>
      <w:tr w:rsidR="009A22E6" w:rsidRPr="009A22E6" w14:paraId="7A767FF9" w14:textId="77777777" w:rsidTr="003D2E48">
        <w:tc>
          <w:tcPr>
            <w:tcW w:w="0" w:type="auto"/>
          </w:tcPr>
          <w:p w14:paraId="6992AFFB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Methylorange</w:t>
            </w:r>
          </w:p>
        </w:tc>
        <w:tc>
          <w:tcPr>
            <w:tcW w:w="0" w:type="auto"/>
          </w:tcPr>
          <w:p w14:paraId="3B760C7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3,0-4,4</w:t>
            </w:r>
          </w:p>
        </w:tc>
        <w:tc>
          <w:tcPr>
            <w:tcW w:w="0" w:type="auto"/>
          </w:tcPr>
          <w:p w14:paraId="3ACA359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rot-gelborange</w:t>
            </w:r>
          </w:p>
        </w:tc>
      </w:tr>
      <w:tr w:rsidR="009A22E6" w:rsidRPr="009A22E6" w14:paraId="2B9011D2" w14:textId="77777777" w:rsidTr="003D2E48">
        <w:tc>
          <w:tcPr>
            <w:tcW w:w="0" w:type="auto"/>
          </w:tcPr>
          <w:p w14:paraId="2F18746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Bromkresolgrün</w:t>
            </w:r>
          </w:p>
        </w:tc>
        <w:tc>
          <w:tcPr>
            <w:tcW w:w="0" w:type="auto"/>
          </w:tcPr>
          <w:p w14:paraId="5836AAD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3,8-5,4</w:t>
            </w:r>
          </w:p>
        </w:tc>
        <w:tc>
          <w:tcPr>
            <w:tcW w:w="0" w:type="auto"/>
          </w:tcPr>
          <w:p w14:paraId="44452458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gelb-blau</w:t>
            </w:r>
          </w:p>
        </w:tc>
      </w:tr>
      <w:tr w:rsidR="009A22E6" w:rsidRPr="009A22E6" w14:paraId="11D452A8" w14:textId="77777777" w:rsidTr="003D2E48">
        <w:tc>
          <w:tcPr>
            <w:tcW w:w="0" w:type="auto"/>
          </w:tcPr>
          <w:p w14:paraId="51087490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Methylrot</w:t>
            </w:r>
          </w:p>
        </w:tc>
        <w:tc>
          <w:tcPr>
            <w:tcW w:w="0" w:type="auto"/>
          </w:tcPr>
          <w:p w14:paraId="4C6C98E5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4,2-6,2</w:t>
            </w:r>
          </w:p>
        </w:tc>
        <w:tc>
          <w:tcPr>
            <w:tcW w:w="0" w:type="auto"/>
          </w:tcPr>
          <w:p w14:paraId="7D326832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rot-gelb</w:t>
            </w:r>
          </w:p>
        </w:tc>
      </w:tr>
      <w:tr w:rsidR="009A22E6" w:rsidRPr="009A22E6" w14:paraId="2407DC29" w14:textId="77777777" w:rsidTr="003D2E48">
        <w:tc>
          <w:tcPr>
            <w:tcW w:w="0" w:type="auto"/>
          </w:tcPr>
          <w:p w14:paraId="1973C0B0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Lackmus</w:t>
            </w:r>
          </w:p>
        </w:tc>
        <w:tc>
          <w:tcPr>
            <w:tcW w:w="0" w:type="auto"/>
          </w:tcPr>
          <w:p w14:paraId="08B3E89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5,0-8,0</w:t>
            </w:r>
          </w:p>
        </w:tc>
        <w:tc>
          <w:tcPr>
            <w:tcW w:w="0" w:type="auto"/>
          </w:tcPr>
          <w:p w14:paraId="78EFD69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rot-blau</w:t>
            </w:r>
          </w:p>
        </w:tc>
      </w:tr>
      <w:tr w:rsidR="009A22E6" w:rsidRPr="009A22E6" w14:paraId="7F2B3961" w14:textId="77777777" w:rsidTr="003D2E48">
        <w:tc>
          <w:tcPr>
            <w:tcW w:w="0" w:type="auto"/>
          </w:tcPr>
          <w:p w14:paraId="5C95D60D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Bromthymolblau</w:t>
            </w:r>
          </w:p>
        </w:tc>
        <w:tc>
          <w:tcPr>
            <w:tcW w:w="0" w:type="auto"/>
          </w:tcPr>
          <w:p w14:paraId="7B41A3A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6,0-7,6</w:t>
            </w:r>
          </w:p>
        </w:tc>
        <w:tc>
          <w:tcPr>
            <w:tcW w:w="0" w:type="auto"/>
          </w:tcPr>
          <w:p w14:paraId="20307CA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gelb-blau</w:t>
            </w:r>
          </w:p>
        </w:tc>
      </w:tr>
      <w:tr w:rsidR="009A22E6" w:rsidRPr="009A22E6" w14:paraId="4966DB6C" w14:textId="77777777" w:rsidTr="003D2E48">
        <w:tc>
          <w:tcPr>
            <w:tcW w:w="0" w:type="auto"/>
          </w:tcPr>
          <w:p w14:paraId="38454436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lastRenderedPageBreak/>
              <w:t>Thymolblau</w:t>
            </w:r>
          </w:p>
        </w:tc>
        <w:tc>
          <w:tcPr>
            <w:tcW w:w="0" w:type="auto"/>
          </w:tcPr>
          <w:p w14:paraId="54569CC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8,0-9,6</w:t>
            </w:r>
          </w:p>
        </w:tc>
        <w:tc>
          <w:tcPr>
            <w:tcW w:w="0" w:type="auto"/>
          </w:tcPr>
          <w:p w14:paraId="19C8DA2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gelb-blau</w:t>
            </w:r>
          </w:p>
        </w:tc>
      </w:tr>
      <w:tr w:rsidR="009A22E6" w:rsidRPr="009A22E6" w14:paraId="3B1A2EC1" w14:textId="77777777" w:rsidTr="003D2E48">
        <w:tc>
          <w:tcPr>
            <w:tcW w:w="0" w:type="auto"/>
          </w:tcPr>
          <w:p w14:paraId="09FC875E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Phenolphthalein</w:t>
            </w:r>
          </w:p>
        </w:tc>
        <w:tc>
          <w:tcPr>
            <w:tcW w:w="0" w:type="auto"/>
          </w:tcPr>
          <w:p w14:paraId="37E1DF6A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8,2-10,0</w:t>
            </w:r>
          </w:p>
        </w:tc>
        <w:tc>
          <w:tcPr>
            <w:tcW w:w="0" w:type="auto"/>
          </w:tcPr>
          <w:p w14:paraId="6F44BD2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farblos-purpur</w:t>
            </w:r>
          </w:p>
        </w:tc>
      </w:tr>
      <w:tr w:rsidR="009A22E6" w:rsidRPr="009A22E6" w14:paraId="53BB3250" w14:textId="77777777" w:rsidTr="003D2E48">
        <w:tc>
          <w:tcPr>
            <w:tcW w:w="0" w:type="auto"/>
          </w:tcPr>
          <w:p w14:paraId="76807FFF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Thymolphthalein</w:t>
            </w:r>
          </w:p>
        </w:tc>
        <w:tc>
          <w:tcPr>
            <w:tcW w:w="0" w:type="auto"/>
          </w:tcPr>
          <w:p w14:paraId="3ABB4A54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9,3-10,5</w:t>
            </w:r>
          </w:p>
        </w:tc>
        <w:tc>
          <w:tcPr>
            <w:tcW w:w="0" w:type="auto"/>
          </w:tcPr>
          <w:p w14:paraId="3E1F598C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farblos-blau</w:t>
            </w:r>
          </w:p>
        </w:tc>
      </w:tr>
      <w:tr w:rsidR="009A22E6" w:rsidRPr="009A22E6" w14:paraId="1C091E46" w14:textId="77777777" w:rsidTr="003D2E48">
        <w:tc>
          <w:tcPr>
            <w:tcW w:w="0" w:type="auto"/>
          </w:tcPr>
          <w:p w14:paraId="4F861AD3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Alizarin R</w:t>
            </w:r>
          </w:p>
        </w:tc>
        <w:tc>
          <w:tcPr>
            <w:tcW w:w="0" w:type="auto"/>
          </w:tcPr>
          <w:p w14:paraId="66C002D7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10,0-12,1</w:t>
            </w:r>
          </w:p>
        </w:tc>
        <w:tc>
          <w:tcPr>
            <w:tcW w:w="0" w:type="auto"/>
          </w:tcPr>
          <w:p w14:paraId="6F39EB69" w14:textId="77777777" w:rsidR="009A22E6" w:rsidRPr="009A22E6" w:rsidRDefault="009A22E6" w:rsidP="003D2E48">
            <w:pPr>
              <w:rPr>
                <w:sz w:val="20"/>
                <w:szCs w:val="20"/>
              </w:rPr>
            </w:pPr>
            <w:r w:rsidRPr="009A22E6">
              <w:rPr>
                <w:sz w:val="20"/>
                <w:szCs w:val="20"/>
              </w:rPr>
              <w:t>hellgelb-rotbraun</w:t>
            </w:r>
          </w:p>
        </w:tc>
      </w:tr>
    </w:tbl>
    <w:p w14:paraId="28FC0562" w14:textId="67675618" w:rsidR="009A22E6" w:rsidRDefault="009A22E6" w:rsidP="00C737BC">
      <w:r>
        <w:t>&lt;/Tabelle&gt;</w:t>
      </w:r>
    </w:p>
    <w:p w14:paraId="28953036" w14:textId="77777777" w:rsidR="009A22E6" w:rsidRDefault="009A22E6" w:rsidP="00C737BC"/>
    <w:p w14:paraId="2EDAACA2" w14:textId="087917DD" w:rsidR="00C737BC" w:rsidRDefault="00C737BC" w:rsidP="009A22E6">
      <w:pPr>
        <w:pStyle w:val="berschrift3"/>
      </w:pPr>
      <w:r>
        <w:t>Standardpotenziale</w:t>
      </w:r>
    </w:p>
    <w:p w14:paraId="161D7E59" w14:textId="365396ED" w:rsidR="00C737BC" w:rsidRDefault="00C737BC" w:rsidP="00C737BC">
      <w:r>
        <w:t>bei T =298,15K, p =101,325kPa und c =1</w:t>
      </w:r>
      <w:r w:rsidR="00E95C85">
        <w:t>\frac{mol}{L}</w:t>
      </w:r>
    </w:p>
    <w:p w14:paraId="71E96C9B" w14:textId="409BFEEA" w:rsidR="00E95C85" w:rsidRDefault="003D1BC0" w:rsidP="00C737BC">
      <w:r>
        <w:t>Legende zur folgenden Tabelle:</w:t>
      </w:r>
      <w:r>
        <w:br/>
        <w:t>E^0 in V: Standardpotenzial</w:t>
      </w:r>
    </w:p>
    <w:p w14:paraId="132FDB52" w14:textId="77777777" w:rsidR="007A3F5B" w:rsidRDefault="007A3F5B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017"/>
        <w:gridCol w:w="697"/>
        <w:gridCol w:w="2857"/>
        <w:gridCol w:w="1897"/>
      </w:tblGrid>
      <w:tr w:rsidR="007A3F5B" w:rsidRPr="007A3F5B" w14:paraId="2616B1AC" w14:textId="77777777" w:rsidTr="003D2E48">
        <w:tc>
          <w:tcPr>
            <w:tcW w:w="0" w:type="auto"/>
          </w:tcPr>
          <w:p w14:paraId="2DFD9ED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reduzierte Form</w:t>
            </w:r>
          </w:p>
        </w:tc>
        <w:tc>
          <w:tcPr>
            <w:tcW w:w="0" w:type="auto"/>
          </w:tcPr>
          <w:p w14:paraId="75C3BE4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7168772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oxidierte Form +z *e^-</w:t>
            </w:r>
          </w:p>
        </w:tc>
        <w:tc>
          <w:tcPr>
            <w:tcW w:w="0" w:type="auto"/>
          </w:tcPr>
          <w:p w14:paraId="4FAFCB4A" w14:textId="3B8F1BB8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E^0 in V</w:t>
            </w:r>
          </w:p>
        </w:tc>
      </w:tr>
      <w:tr w:rsidR="007A3F5B" w:rsidRPr="007A3F5B" w14:paraId="0C894AD8" w14:textId="77777777" w:rsidTr="003D2E48">
        <w:tc>
          <w:tcPr>
            <w:tcW w:w="0" w:type="auto"/>
          </w:tcPr>
          <w:p w14:paraId="4FAADA8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Li</w:t>
            </w:r>
          </w:p>
        </w:tc>
        <w:tc>
          <w:tcPr>
            <w:tcW w:w="0" w:type="auto"/>
          </w:tcPr>
          <w:p w14:paraId="688DDB48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2522577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Li^+ +e^-</w:t>
            </w:r>
          </w:p>
        </w:tc>
        <w:tc>
          <w:tcPr>
            <w:tcW w:w="0" w:type="auto"/>
          </w:tcPr>
          <w:p w14:paraId="3183135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-3,04</w:t>
            </w:r>
          </w:p>
        </w:tc>
      </w:tr>
      <w:tr w:rsidR="007A3F5B" w:rsidRPr="007A3F5B" w14:paraId="14CD02E1" w14:textId="77777777" w:rsidTr="003D2E48">
        <w:tc>
          <w:tcPr>
            <w:tcW w:w="0" w:type="auto"/>
          </w:tcPr>
          <w:p w14:paraId="0A09055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171E3E9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7E53B68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Na^+ +e^-</w:t>
            </w:r>
          </w:p>
        </w:tc>
        <w:tc>
          <w:tcPr>
            <w:tcW w:w="0" w:type="auto"/>
          </w:tcPr>
          <w:p w14:paraId="6C8DBE5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-2,71</w:t>
            </w:r>
          </w:p>
        </w:tc>
      </w:tr>
      <w:tr w:rsidR="007A3F5B" w:rsidRPr="007A3F5B" w14:paraId="3E0D4781" w14:textId="77777777" w:rsidTr="003D2E48">
        <w:tc>
          <w:tcPr>
            <w:tcW w:w="0" w:type="auto"/>
          </w:tcPr>
          <w:p w14:paraId="17F4266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</w:tcPr>
          <w:p w14:paraId="0C727E9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1F6EFE4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Mg^{2+} +2e^-</w:t>
            </w:r>
          </w:p>
        </w:tc>
        <w:tc>
          <w:tcPr>
            <w:tcW w:w="0" w:type="auto"/>
          </w:tcPr>
          <w:p w14:paraId="001EF0E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-2,37</w:t>
            </w:r>
          </w:p>
        </w:tc>
      </w:tr>
      <w:tr w:rsidR="007A3F5B" w:rsidRPr="007A3F5B" w14:paraId="4F031712" w14:textId="77777777" w:rsidTr="003D2E48">
        <w:tc>
          <w:tcPr>
            <w:tcW w:w="0" w:type="auto"/>
          </w:tcPr>
          <w:p w14:paraId="1E7CFB6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Al</w:t>
            </w:r>
          </w:p>
        </w:tc>
        <w:tc>
          <w:tcPr>
            <w:tcW w:w="0" w:type="auto"/>
          </w:tcPr>
          <w:p w14:paraId="3BC66B7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4615E9D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Al^{3+} +3e^-</w:t>
            </w:r>
          </w:p>
        </w:tc>
        <w:tc>
          <w:tcPr>
            <w:tcW w:w="0" w:type="auto"/>
          </w:tcPr>
          <w:p w14:paraId="51B95BC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-1,66</w:t>
            </w:r>
          </w:p>
        </w:tc>
      </w:tr>
      <w:tr w:rsidR="007A3F5B" w:rsidRPr="007A3F5B" w14:paraId="598ED9AF" w14:textId="77777777" w:rsidTr="003D2E48">
        <w:tc>
          <w:tcPr>
            <w:tcW w:w="0" w:type="auto"/>
          </w:tcPr>
          <w:p w14:paraId="4498DA5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Mn</w:t>
            </w:r>
          </w:p>
        </w:tc>
        <w:tc>
          <w:tcPr>
            <w:tcW w:w="0" w:type="auto"/>
          </w:tcPr>
          <w:p w14:paraId="36FD1C6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2737DC0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Mn^{2+} +2e^-</w:t>
            </w:r>
          </w:p>
        </w:tc>
        <w:tc>
          <w:tcPr>
            <w:tcW w:w="0" w:type="auto"/>
          </w:tcPr>
          <w:p w14:paraId="2502053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-1,19</w:t>
            </w:r>
          </w:p>
        </w:tc>
      </w:tr>
      <w:tr w:rsidR="007A3F5B" w:rsidRPr="007A3F5B" w14:paraId="29B4AC10" w14:textId="77777777" w:rsidTr="003D2E48">
        <w:tc>
          <w:tcPr>
            <w:tcW w:w="0" w:type="auto"/>
          </w:tcPr>
          <w:p w14:paraId="5841EC1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H2 +2OH^-</w:t>
            </w:r>
          </w:p>
        </w:tc>
        <w:tc>
          <w:tcPr>
            <w:tcW w:w="0" w:type="auto"/>
          </w:tcPr>
          <w:p w14:paraId="740AD5D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5EBA8EB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2H_2O +2e^-</w:t>
            </w:r>
          </w:p>
        </w:tc>
        <w:tc>
          <w:tcPr>
            <w:tcW w:w="0" w:type="auto"/>
          </w:tcPr>
          <w:p w14:paraId="3602EFC2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-0,83 (pH =14)</w:t>
            </w:r>
          </w:p>
        </w:tc>
      </w:tr>
      <w:tr w:rsidR="007A3F5B" w:rsidRPr="007A3F5B" w14:paraId="2195640A" w14:textId="77777777" w:rsidTr="003D2E48">
        <w:tc>
          <w:tcPr>
            <w:tcW w:w="0" w:type="auto"/>
          </w:tcPr>
          <w:p w14:paraId="1339995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Zn</w:t>
            </w:r>
          </w:p>
        </w:tc>
        <w:tc>
          <w:tcPr>
            <w:tcW w:w="0" w:type="auto"/>
          </w:tcPr>
          <w:p w14:paraId="23BC429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0852BC1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Zn^{2+} +2e^-</w:t>
            </w:r>
          </w:p>
        </w:tc>
        <w:tc>
          <w:tcPr>
            <w:tcW w:w="0" w:type="auto"/>
          </w:tcPr>
          <w:p w14:paraId="6905E0F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-0,76</w:t>
            </w:r>
          </w:p>
        </w:tc>
      </w:tr>
      <w:tr w:rsidR="007A3F5B" w:rsidRPr="007A3F5B" w14:paraId="1C31B560" w14:textId="77777777" w:rsidTr="003D2E48">
        <w:tc>
          <w:tcPr>
            <w:tcW w:w="0" w:type="auto"/>
          </w:tcPr>
          <w:p w14:paraId="7B2B9F7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Cr</w:t>
            </w:r>
          </w:p>
        </w:tc>
        <w:tc>
          <w:tcPr>
            <w:tcW w:w="0" w:type="auto"/>
          </w:tcPr>
          <w:p w14:paraId="539144D0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0709BC6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Cr^{3+} +3e^-</w:t>
            </w:r>
          </w:p>
        </w:tc>
        <w:tc>
          <w:tcPr>
            <w:tcW w:w="0" w:type="auto"/>
          </w:tcPr>
          <w:p w14:paraId="1B8D70E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-0,74</w:t>
            </w:r>
          </w:p>
        </w:tc>
      </w:tr>
      <w:tr w:rsidR="007A3F5B" w:rsidRPr="007A3F5B" w14:paraId="5AE630C7" w14:textId="77777777" w:rsidTr="003D2E48">
        <w:tc>
          <w:tcPr>
            <w:tcW w:w="0" w:type="auto"/>
          </w:tcPr>
          <w:p w14:paraId="3A07DAB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S^{2-}</w:t>
            </w:r>
          </w:p>
        </w:tc>
        <w:tc>
          <w:tcPr>
            <w:tcW w:w="0" w:type="auto"/>
          </w:tcPr>
          <w:p w14:paraId="5A5EC38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0080B19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S +2e^-</w:t>
            </w:r>
          </w:p>
        </w:tc>
        <w:tc>
          <w:tcPr>
            <w:tcW w:w="0" w:type="auto"/>
          </w:tcPr>
          <w:p w14:paraId="642AD97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-0,48</w:t>
            </w:r>
          </w:p>
        </w:tc>
      </w:tr>
      <w:tr w:rsidR="007A3F5B" w:rsidRPr="007A3F5B" w14:paraId="3DF75436" w14:textId="77777777" w:rsidTr="003D2E48">
        <w:tc>
          <w:tcPr>
            <w:tcW w:w="0" w:type="auto"/>
          </w:tcPr>
          <w:p w14:paraId="4BEA399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Fe</w:t>
            </w:r>
          </w:p>
        </w:tc>
        <w:tc>
          <w:tcPr>
            <w:tcW w:w="0" w:type="auto"/>
          </w:tcPr>
          <w:p w14:paraId="73AFC332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38E04C9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Fe^{2+} +2e^-</w:t>
            </w:r>
          </w:p>
        </w:tc>
        <w:tc>
          <w:tcPr>
            <w:tcW w:w="0" w:type="auto"/>
          </w:tcPr>
          <w:p w14:paraId="0FE7781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-0,45</w:t>
            </w:r>
          </w:p>
        </w:tc>
      </w:tr>
      <w:tr w:rsidR="007A3F5B" w:rsidRPr="007A3F5B" w14:paraId="23B1884C" w14:textId="77777777" w:rsidTr="003D2E48">
        <w:tc>
          <w:tcPr>
            <w:tcW w:w="0" w:type="auto"/>
          </w:tcPr>
          <w:p w14:paraId="5466827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Ni</w:t>
            </w:r>
          </w:p>
        </w:tc>
        <w:tc>
          <w:tcPr>
            <w:tcW w:w="0" w:type="auto"/>
          </w:tcPr>
          <w:p w14:paraId="7BA904A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1E251FB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Ni^{2+} +2e^-</w:t>
            </w:r>
          </w:p>
        </w:tc>
        <w:tc>
          <w:tcPr>
            <w:tcW w:w="0" w:type="auto"/>
          </w:tcPr>
          <w:p w14:paraId="113E723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-0,26</w:t>
            </w:r>
          </w:p>
        </w:tc>
      </w:tr>
      <w:tr w:rsidR="007A3F5B" w:rsidRPr="007A3F5B" w14:paraId="4523E1AE" w14:textId="77777777" w:rsidTr="003D2E48">
        <w:tc>
          <w:tcPr>
            <w:tcW w:w="0" w:type="auto"/>
          </w:tcPr>
          <w:p w14:paraId="6CC681E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Sn</w:t>
            </w:r>
          </w:p>
        </w:tc>
        <w:tc>
          <w:tcPr>
            <w:tcW w:w="0" w:type="auto"/>
          </w:tcPr>
          <w:p w14:paraId="16737BC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675F4AF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Sn^{2+} +2e^-</w:t>
            </w:r>
          </w:p>
        </w:tc>
        <w:tc>
          <w:tcPr>
            <w:tcW w:w="0" w:type="auto"/>
          </w:tcPr>
          <w:p w14:paraId="4DCCCEB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-0,14</w:t>
            </w:r>
          </w:p>
        </w:tc>
      </w:tr>
      <w:tr w:rsidR="007A3F5B" w:rsidRPr="007A3F5B" w14:paraId="2591CC7C" w14:textId="77777777" w:rsidTr="003D2E48">
        <w:tc>
          <w:tcPr>
            <w:tcW w:w="0" w:type="auto"/>
          </w:tcPr>
          <w:p w14:paraId="0C95B2D2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Pb</w:t>
            </w:r>
          </w:p>
        </w:tc>
        <w:tc>
          <w:tcPr>
            <w:tcW w:w="0" w:type="auto"/>
          </w:tcPr>
          <w:p w14:paraId="65F9D74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3CC40F4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Pb^{2+} +2e^-</w:t>
            </w:r>
          </w:p>
        </w:tc>
        <w:tc>
          <w:tcPr>
            <w:tcW w:w="0" w:type="auto"/>
          </w:tcPr>
          <w:p w14:paraId="488B5D9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-0,13</w:t>
            </w:r>
          </w:p>
        </w:tc>
      </w:tr>
      <w:tr w:rsidR="007A3F5B" w:rsidRPr="007A3F5B" w14:paraId="50F06897" w14:textId="77777777" w:rsidTr="003D2E48">
        <w:tc>
          <w:tcPr>
            <w:tcW w:w="0" w:type="auto"/>
          </w:tcPr>
          <w:p w14:paraId="655E831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H_2 +2H_2O</w:t>
            </w:r>
          </w:p>
        </w:tc>
        <w:tc>
          <w:tcPr>
            <w:tcW w:w="0" w:type="auto"/>
          </w:tcPr>
          <w:p w14:paraId="75D8059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7B5B2B7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2H_3O^+ +2e^-</w:t>
            </w:r>
          </w:p>
        </w:tc>
        <w:tc>
          <w:tcPr>
            <w:tcW w:w="0" w:type="auto"/>
          </w:tcPr>
          <w:p w14:paraId="739FB50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0,00 (pH =0)</w:t>
            </w:r>
          </w:p>
        </w:tc>
      </w:tr>
      <w:tr w:rsidR="007A3F5B" w:rsidRPr="007A3F5B" w14:paraId="3590B681" w14:textId="77777777" w:rsidTr="003D2E48">
        <w:tc>
          <w:tcPr>
            <w:tcW w:w="0" w:type="auto"/>
          </w:tcPr>
          <w:p w14:paraId="31E958B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Cu^+</w:t>
            </w:r>
          </w:p>
        </w:tc>
        <w:tc>
          <w:tcPr>
            <w:tcW w:w="0" w:type="auto"/>
          </w:tcPr>
          <w:p w14:paraId="5FFD9250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1DE2F07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Cu^{2+} +e^-</w:t>
            </w:r>
          </w:p>
        </w:tc>
        <w:tc>
          <w:tcPr>
            <w:tcW w:w="0" w:type="auto"/>
          </w:tcPr>
          <w:p w14:paraId="2630B4B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+0,15</w:t>
            </w:r>
          </w:p>
        </w:tc>
      </w:tr>
      <w:tr w:rsidR="007A3F5B" w:rsidRPr="007A3F5B" w14:paraId="40306970" w14:textId="77777777" w:rsidTr="003D2E48">
        <w:tc>
          <w:tcPr>
            <w:tcW w:w="0" w:type="auto"/>
          </w:tcPr>
          <w:p w14:paraId="0BB6424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</w:t>
            </w:r>
          </w:p>
        </w:tc>
        <w:tc>
          <w:tcPr>
            <w:tcW w:w="0" w:type="auto"/>
          </w:tcPr>
          <w:p w14:paraId="6A19D90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7CA82B6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Cu^{2+} +2e^-</w:t>
            </w:r>
          </w:p>
        </w:tc>
        <w:tc>
          <w:tcPr>
            <w:tcW w:w="0" w:type="auto"/>
          </w:tcPr>
          <w:p w14:paraId="5A95CEE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+0,34</w:t>
            </w:r>
          </w:p>
        </w:tc>
      </w:tr>
      <w:tr w:rsidR="007A3F5B" w:rsidRPr="007A3F5B" w14:paraId="5A76E564" w14:textId="77777777" w:rsidTr="003D2E48">
        <w:tc>
          <w:tcPr>
            <w:tcW w:w="0" w:type="auto"/>
          </w:tcPr>
          <w:p w14:paraId="1C49B38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4OH^-</w:t>
            </w:r>
          </w:p>
        </w:tc>
        <w:tc>
          <w:tcPr>
            <w:tcW w:w="0" w:type="auto"/>
          </w:tcPr>
          <w:p w14:paraId="5278DA3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0159701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O_2 +2H_2O +4e^-</w:t>
            </w:r>
          </w:p>
        </w:tc>
        <w:tc>
          <w:tcPr>
            <w:tcW w:w="0" w:type="auto"/>
          </w:tcPr>
          <w:p w14:paraId="5F2CF31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+0,40 (pH =14)</w:t>
            </w:r>
          </w:p>
        </w:tc>
      </w:tr>
      <w:tr w:rsidR="007A3F5B" w:rsidRPr="007A3F5B" w14:paraId="238C5E31" w14:textId="77777777" w:rsidTr="003D2E48">
        <w:tc>
          <w:tcPr>
            <w:tcW w:w="0" w:type="auto"/>
          </w:tcPr>
          <w:p w14:paraId="1E4B146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</w:t>
            </w:r>
          </w:p>
        </w:tc>
        <w:tc>
          <w:tcPr>
            <w:tcW w:w="0" w:type="auto"/>
          </w:tcPr>
          <w:p w14:paraId="415B976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71CC2348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Cu^+ +e^-</w:t>
            </w:r>
          </w:p>
        </w:tc>
        <w:tc>
          <w:tcPr>
            <w:tcW w:w="0" w:type="auto"/>
          </w:tcPr>
          <w:p w14:paraId="3F726B5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+0,52</w:t>
            </w:r>
          </w:p>
        </w:tc>
      </w:tr>
      <w:tr w:rsidR="007A3F5B" w:rsidRPr="007A3F5B" w14:paraId="5A79FFBA" w14:textId="77777777" w:rsidTr="003D2E48">
        <w:tc>
          <w:tcPr>
            <w:tcW w:w="0" w:type="auto"/>
          </w:tcPr>
          <w:p w14:paraId="5B064E1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2I^-</w:t>
            </w:r>
          </w:p>
        </w:tc>
        <w:tc>
          <w:tcPr>
            <w:tcW w:w="0" w:type="auto"/>
          </w:tcPr>
          <w:p w14:paraId="1BEFF0A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5EF0E88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I_2 +2e^-</w:t>
            </w:r>
          </w:p>
        </w:tc>
        <w:tc>
          <w:tcPr>
            <w:tcW w:w="0" w:type="auto"/>
          </w:tcPr>
          <w:p w14:paraId="5B15480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+0,54</w:t>
            </w:r>
          </w:p>
        </w:tc>
      </w:tr>
      <w:tr w:rsidR="007A3F5B" w:rsidRPr="007A3F5B" w14:paraId="1D420F61" w14:textId="77777777" w:rsidTr="003D2E48">
        <w:tc>
          <w:tcPr>
            <w:tcW w:w="0" w:type="auto"/>
          </w:tcPr>
          <w:p w14:paraId="155456B8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Fe^{2+}</w:t>
            </w:r>
          </w:p>
        </w:tc>
        <w:tc>
          <w:tcPr>
            <w:tcW w:w="0" w:type="auto"/>
          </w:tcPr>
          <w:p w14:paraId="5F8F83A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1FBA30A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Fe^{3+} +e^-</w:t>
            </w:r>
          </w:p>
        </w:tc>
        <w:tc>
          <w:tcPr>
            <w:tcW w:w="0" w:type="auto"/>
          </w:tcPr>
          <w:p w14:paraId="44E8423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+0,77</w:t>
            </w:r>
          </w:p>
        </w:tc>
      </w:tr>
      <w:tr w:rsidR="007A3F5B" w:rsidRPr="007A3F5B" w14:paraId="323017D1" w14:textId="77777777" w:rsidTr="003D2E48">
        <w:tc>
          <w:tcPr>
            <w:tcW w:w="0" w:type="auto"/>
          </w:tcPr>
          <w:p w14:paraId="0A54C15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Ag</w:t>
            </w:r>
          </w:p>
        </w:tc>
        <w:tc>
          <w:tcPr>
            <w:tcW w:w="0" w:type="auto"/>
          </w:tcPr>
          <w:p w14:paraId="708952C2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5F38D2D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Ag^+ +e^-</w:t>
            </w:r>
          </w:p>
        </w:tc>
        <w:tc>
          <w:tcPr>
            <w:tcW w:w="0" w:type="auto"/>
          </w:tcPr>
          <w:p w14:paraId="21FE41D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+0,80</w:t>
            </w:r>
          </w:p>
        </w:tc>
      </w:tr>
      <w:tr w:rsidR="007A3F5B" w:rsidRPr="007A3F5B" w14:paraId="01AE7CC2" w14:textId="77777777" w:rsidTr="003D2E48">
        <w:tc>
          <w:tcPr>
            <w:tcW w:w="0" w:type="auto"/>
          </w:tcPr>
          <w:p w14:paraId="7A0E706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2Br^-</w:t>
            </w:r>
          </w:p>
        </w:tc>
        <w:tc>
          <w:tcPr>
            <w:tcW w:w="0" w:type="auto"/>
          </w:tcPr>
          <w:p w14:paraId="16FC456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66FFCD58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Br_2 +2e^-</w:t>
            </w:r>
          </w:p>
        </w:tc>
        <w:tc>
          <w:tcPr>
            <w:tcW w:w="0" w:type="auto"/>
          </w:tcPr>
          <w:p w14:paraId="7E75A100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+1,07</w:t>
            </w:r>
          </w:p>
        </w:tc>
      </w:tr>
      <w:tr w:rsidR="007A3F5B" w:rsidRPr="007A3F5B" w14:paraId="6FDC5082" w14:textId="77777777" w:rsidTr="003D2E48">
        <w:tc>
          <w:tcPr>
            <w:tcW w:w="0" w:type="auto"/>
          </w:tcPr>
          <w:p w14:paraId="1DF4C66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Pt</w:t>
            </w:r>
          </w:p>
        </w:tc>
        <w:tc>
          <w:tcPr>
            <w:tcW w:w="0" w:type="auto"/>
          </w:tcPr>
          <w:p w14:paraId="526CA33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2CBEED4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Pt^{2+} +2e^-</w:t>
            </w:r>
          </w:p>
        </w:tc>
        <w:tc>
          <w:tcPr>
            <w:tcW w:w="0" w:type="auto"/>
          </w:tcPr>
          <w:p w14:paraId="33A22E70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+1,18</w:t>
            </w:r>
          </w:p>
        </w:tc>
      </w:tr>
      <w:tr w:rsidR="007A3F5B" w:rsidRPr="007A3F5B" w14:paraId="5EF6B0F5" w14:textId="77777777" w:rsidTr="003D2E48">
        <w:tc>
          <w:tcPr>
            <w:tcW w:w="0" w:type="auto"/>
          </w:tcPr>
          <w:p w14:paraId="7209728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6H_2O</w:t>
            </w:r>
          </w:p>
        </w:tc>
        <w:tc>
          <w:tcPr>
            <w:tcW w:w="0" w:type="auto"/>
          </w:tcPr>
          <w:p w14:paraId="6F7C77A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1506C87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O_2 +4H_3O^+ +4e^-</w:t>
            </w:r>
          </w:p>
        </w:tc>
        <w:tc>
          <w:tcPr>
            <w:tcW w:w="0" w:type="auto"/>
          </w:tcPr>
          <w:p w14:paraId="40462B44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+1,23 (pH =0)</w:t>
            </w:r>
          </w:p>
        </w:tc>
      </w:tr>
      <w:tr w:rsidR="007A3F5B" w:rsidRPr="007A3F5B" w14:paraId="733EDE93" w14:textId="77777777" w:rsidTr="003D2E48">
        <w:tc>
          <w:tcPr>
            <w:tcW w:w="0" w:type="auto"/>
          </w:tcPr>
          <w:p w14:paraId="38EF9E5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2Cl^-</w:t>
            </w:r>
          </w:p>
        </w:tc>
        <w:tc>
          <w:tcPr>
            <w:tcW w:w="0" w:type="auto"/>
          </w:tcPr>
          <w:p w14:paraId="5B9B3D2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6D87276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Cl_2 +2e^-</w:t>
            </w:r>
          </w:p>
        </w:tc>
        <w:tc>
          <w:tcPr>
            <w:tcW w:w="0" w:type="auto"/>
          </w:tcPr>
          <w:p w14:paraId="74FEEFB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+1,36</w:t>
            </w:r>
          </w:p>
        </w:tc>
      </w:tr>
      <w:tr w:rsidR="007A3F5B" w:rsidRPr="007A3F5B" w14:paraId="3DDADEEB" w14:textId="77777777" w:rsidTr="003D2E48">
        <w:tc>
          <w:tcPr>
            <w:tcW w:w="0" w:type="auto"/>
          </w:tcPr>
          <w:p w14:paraId="4DED95E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Au</w:t>
            </w:r>
          </w:p>
        </w:tc>
        <w:tc>
          <w:tcPr>
            <w:tcW w:w="0" w:type="auto"/>
          </w:tcPr>
          <w:p w14:paraId="2E9D8DE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6D5A74F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Au^{3+} +3e^-</w:t>
            </w:r>
          </w:p>
        </w:tc>
        <w:tc>
          <w:tcPr>
            <w:tcW w:w="0" w:type="auto"/>
          </w:tcPr>
          <w:p w14:paraId="42472172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+1,50</w:t>
            </w:r>
          </w:p>
        </w:tc>
      </w:tr>
      <w:tr w:rsidR="007A3F5B" w:rsidRPr="007A3F5B" w14:paraId="249BE3D6" w14:textId="77777777" w:rsidTr="003D2E48">
        <w:tc>
          <w:tcPr>
            <w:tcW w:w="0" w:type="auto"/>
          </w:tcPr>
          <w:p w14:paraId="10A6A24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2F^-</w:t>
            </w:r>
          </w:p>
        </w:tc>
        <w:tc>
          <w:tcPr>
            <w:tcW w:w="0" w:type="auto"/>
          </w:tcPr>
          <w:p w14:paraId="63AD685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\rlh</w:t>
            </w:r>
          </w:p>
        </w:tc>
        <w:tc>
          <w:tcPr>
            <w:tcW w:w="0" w:type="auto"/>
          </w:tcPr>
          <w:p w14:paraId="0E89DCC8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F_2 +2e^-</w:t>
            </w:r>
          </w:p>
        </w:tc>
        <w:tc>
          <w:tcPr>
            <w:tcW w:w="0" w:type="auto"/>
          </w:tcPr>
          <w:p w14:paraId="59E7971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+2,87</w:t>
            </w:r>
          </w:p>
        </w:tc>
      </w:tr>
    </w:tbl>
    <w:p w14:paraId="47466314" w14:textId="7253C816" w:rsidR="007A3F5B" w:rsidRDefault="007A3F5B" w:rsidP="00C737BC">
      <w:r>
        <w:t>&lt;/Tabelle&gt;</w:t>
      </w:r>
    </w:p>
    <w:p w14:paraId="0F2D9051" w14:textId="2A7AE23F" w:rsidR="00E95C85" w:rsidRDefault="00E95C85" w:rsidP="00C737BC"/>
    <w:p w14:paraId="1BDFC6B4" w14:textId="3B177D45" w:rsidR="00C737BC" w:rsidRDefault="00C737BC" w:rsidP="007A3F5B">
      <w:pPr>
        <w:pStyle w:val="berschrift3"/>
      </w:pPr>
      <w:r>
        <w:t>Spektrum der elektromagnetischen Strahlung</w:t>
      </w:r>
    </w:p>
    <w:p w14:paraId="4883946E" w14:textId="38A17CDB" w:rsidR="00166556" w:rsidRDefault="00166556" w:rsidP="00C737BC">
      <w:r>
        <w:t>nicht sichtbarer Bereich:</w:t>
      </w:r>
    </w:p>
    <w:p w14:paraId="60DA7ABA" w14:textId="77777777" w:rsidR="00166556" w:rsidRDefault="00166556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2737"/>
        <w:gridCol w:w="5017"/>
      </w:tblGrid>
      <w:tr w:rsidR="00166556" w:rsidRPr="00166556" w14:paraId="54ACF24B" w14:textId="77777777" w:rsidTr="00116C71">
        <w:tc>
          <w:tcPr>
            <w:tcW w:w="0" w:type="auto"/>
          </w:tcPr>
          <w:p w14:paraId="23E89ACD" w14:textId="40F5EA84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~l</w:t>
            </w:r>
          </w:p>
        </w:tc>
        <w:tc>
          <w:tcPr>
            <w:tcW w:w="0" w:type="auto"/>
          </w:tcPr>
          <w:p w14:paraId="38A3220A" w14:textId="6B2FCD6C" w:rsidR="00166556" w:rsidRP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der Strahlung</w:t>
            </w:r>
          </w:p>
        </w:tc>
      </w:tr>
      <w:tr w:rsidR="00166556" w:rsidRPr="00166556" w14:paraId="5BAF8EF5" w14:textId="77777777" w:rsidTr="00116C71">
        <w:tc>
          <w:tcPr>
            <w:tcW w:w="0" w:type="auto"/>
          </w:tcPr>
          <w:p w14:paraId="415F1495" w14:textId="76CD25D1" w:rsidR="00166556" w:rsidRPr="00166556" w:rsidRDefault="00166556" w:rsidP="00166556">
            <w:pPr>
              <w:rPr>
                <w:sz w:val="20"/>
                <w:szCs w:val="20"/>
              </w:rPr>
            </w:pPr>
            <w:r w:rsidRPr="00166556">
              <w:rPr>
                <w:sz w:val="20"/>
                <w:szCs w:val="20"/>
              </w:rPr>
              <w:t>10^4</w:t>
            </w:r>
            <w:r>
              <w:rPr>
                <w:sz w:val="20"/>
                <w:szCs w:val="20"/>
              </w:rPr>
              <w:t xml:space="preserve">m </w:t>
            </w:r>
            <w:r w:rsidRPr="0016655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166556">
              <w:rPr>
                <w:sz w:val="20"/>
                <w:szCs w:val="20"/>
              </w:rPr>
              <w:t>10</w:t>
            </w:r>
            <w:r w:rsidR="003B4F73">
              <w:rPr>
                <w:sz w:val="20"/>
                <w:szCs w:val="20"/>
              </w:rPr>
              <w:t>^</w:t>
            </w:r>
            <w:r w:rsidRPr="00166556">
              <w:rPr>
                <w:sz w:val="20"/>
                <w:szCs w:val="20"/>
              </w:rPr>
              <w:t>{-4}m</w:t>
            </w:r>
          </w:p>
        </w:tc>
        <w:tc>
          <w:tcPr>
            <w:tcW w:w="0" w:type="auto"/>
          </w:tcPr>
          <w:p w14:paraId="09D819E4" w14:textId="2D8779F9" w:rsidR="00166556" w:rsidRPr="00166556" w:rsidRDefault="00166556" w:rsidP="00166556">
            <w:pPr>
              <w:rPr>
                <w:sz w:val="20"/>
                <w:szCs w:val="20"/>
              </w:rPr>
            </w:pPr>
            <w:r w:rsidRPr="00166556">
              <w:rPr>
                <w:sz w:val="20"/>
                <w:szCs w:val="20"/>
              </w:rPr>
              <w:t>Radiowellen</w:t>
            </w:r>
          </w:p>
        </w:tc>
      </w:tr>
      <w:tr w:rsidR="00166556" w:rsidRPr="00166556" w14:paraId="0A4DA08F" w14:textId="77777777" w:rsidTr="00116C71">
        <w:tc>
          <w:tcPr>
            <w:tcW w:w="0" w:type="auto"/>
          </w:tcPr>
          <w:p w14:paraId="1FFE152F" w14:textId="60052434" w:rsidR="00166556" w:rsidRP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9677C">
              <w:rPr>
                <w:sz w:val="20"/>
                <w:szCs w:val="20"/>
              </w:rPr>
              <w:t>^</w:t>
            </w:r>
            <w:r>
              <w:rPr>
                <w:sz w:val="20"/>
                <w:szCs w:val="20"/>
              </w:rPr>
              <w:t>{-4}m - 780nm</w:t>
            </w:r>
          </w:p>
        </w:tc>
        <w:tc>
          <w:tcPr>
            <w:tcW w:w="0" w:type="auto"/>
          </w:tcPr>
          <w:p w14:paraId="790C2424" w14:textId="77A56AC6" w:rsidR="00166556" w:rsidRPr="00166556" w:rsidRDefault="00166556" w:rsidP="00166556">
            <w:pPr>
              <w:rPr>
                <w:sz w:val="20"/>
                <w:szCs w:val="20"/>
              </w:rPr>
            </w:pPr>
            <w:r w:rsidRPr="00166556">
              <w:rPr>
                <w:sz w:val="20"/>
                <w:szCs w:val="20"/>
              </w:rPr>
              <w:t>Infrarot (IR)</w:t>
            </w:r>
          </w:p>
        </w:tc>
      </w:tr>
      <w:tr w:rsidR="00166556" w:rsidRPr="00166556" w14:paraId="7129C2BF" w14:textId="77777777" w:rsidTr="00116C71">
        <w:tc>
          <w:tcPr>
            <w:tcW w:w="0" w:type="auto"/>
          </w:tcPr>
          <w:p w14:paraId="4041E1B8" w14:textId="50D58C24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780nm - 380nm</w:t>
            </w:r>
          </w:p>
        </w:tc>
        <w:tc>
          <w:tcPr>
            <w:tcW w:w="0" w:type="auto"/>
          </w:tcPr>
          <w:p w14:paraId="5F153642" w14:textId="43B45E1E" w:rsidR="00166556" w:rsidRP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sichtbarer Bereich (s. </w:t>
            </w:r>
            <w:r w:rsidR="00A16FCD">
              <w:rPr>
                <w:sz w:val="20"/>
                <w:szCs w:val="20"/>
              </w:rPr>
              <w:t xml:space="preserve">folgende </w:t>
            </w:r>
            <w:r>
              <w:rPr>
                <w:sz w:val="20"/>
                <w:szCs w:val="20"/>
              </w:rPr>
              <w:t>Tabelle)</w:t>
            </w:r>
          </w:p>
        </w:tc>
      </w:tr>
      <w:tr w:rsidR="00166556" w:rsidRPr="00166556" w14:paraId="01A981BB" w14:textId="77777777" w:rsidTr="00116C71">
        <w:tc>
          <w:tcPr>
            <w:tcW w:w="0" w:type="auto"/>
          </w:tcPr>
          <w:p w14:paraId="700DE0B9" w14:textId="404AC851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380nm - 10^{-8}</w:t>
            </w:r>
            <w:r w:rsidR="0029677C">
              <w:rPr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14:paraId="6A20FC84" w14:textId="3A7D32AD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Ultraviolett (UV)</w:t>
            </w:r>
          </w:p>
        </w:tc>
      </w:tr>
      <w:tr w:rsidR="00166556" w:rsidRPr="00166556" w14:paraId="741104EE" w14:textId="77777777" w:rsidTr="00116C71">
        <w:tc>
          <w:tcPr>
            <w:tcW w:w="0" w:type="auto"/>
          </w:tcPr>
          <w:p w14:paraId="5E325C6C" w14:textId="0D37591F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10^{-8}m - 10^{-1</w:t>
            </w:r>
            <w:r w:rsidR="0029677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}m</w:t>
            </w:r>
          </w:p>
        </w:tc>
        <w:tc>
          <w:tcPr>
            <w:tcW w:w="0" w:type="auto"/>
          </w:tcPr>
          <w:p w14:paraId="5EE28EC4" w14:textId="5F731D27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Röntgenstrahlung</w:t>
            </w:r>
          </w:p>
        </w:tc>
      </w:tr>
      <w:tr w:rsidR="00166556" w:rsidRPr="00166556" w14:paraId="1FD476A7" w14:textId="77777777" w:rsidTr="00116C71">
        <w:tc>
          <w:tcPr>
            <w:tcW w:w="0" w:type="auto"/>
          </w:tcPr>
          <w:p w14:paraId="0FFFD6AF" w14:textId="6B30DA93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10^{-10}m - 10^{-16}m</w:t>
            </w:r>
          </w:p>
        </w:tc>
        <w:tc>
          <w:tcPr>
            <w:tcW w:w="0" w:type="auto"/>
          </w:tcPr>
          <w:p w14:paraId="4BF70B2E" w14:textId="4D1093B8" w:rsidR="00166556" w:rsidRDefault="00166556" w:rsidP="00166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Gammastrahlung</w:t>
            </w:r>
          </w:p>
        </w:tc>
      </w:tr>
    </w:tbl>
    <w:p w14:paraId="29A1FD86" w14:textId="4687BFEB" w:rsidR="00166556" w:rsidRDefault="00166556" w:rsidP="00C737BC">
      <w:r>
        <w:lastRenderedPageBreak/>
        <w:t>&lt;/Tabelle&gt;</w:t>
      </w:r>
    </w:p>
    <w:p w14:paraId="6FA3266D" w14:textId="0298592E" w:rsidR="00435D7C" w:rsidRDefault="00435D7C" w:rsidP="00C737BC"/>
    <w:p w14:paraId="749C51BF" w14:textId="7C27395B" w:rsidR="00166556" w:rsidRDefault="00166556" w:rsidP="00C737BC">
      <w:r>
        <w:t>sichtbarer Bereich:</w:t>
      </w:r>
    </w:p>
    <w:p w14:paraId="07D05E42" w14:textId="686F0138" w:rsidR="003D1BC0" w:rsidRDefault="003D1BC0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1777"/>
        <w:gridCol w:w="1777"/>
        <w:gridCol w:w="2257"/>
      </w:tblGrid>
      <w:tr w:rsidR="00A16FCD" w:rsidRPr="00A16FCD" w14:paraId="0B71BDAE" w14:textId="77777777" w:rsidTr="00A16FCD">
        <w:tc>
          <w:tcPr>
            <w:tcW w:w="0" w:type="auto"/>
          </w:tcPr>
          <w:p w14:paraId="382D8FBF" w14:textId="77777777" w:rsidR="00A16FCD" w:rsidRPr="00A16FCD" w:rsidRDefault="00A16FCD" w:rsidP="006B093A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~l</w:t>
            </w:r>
          </w:p>
        </w:tc>
        <w:tc>
          <w:tcPr>
            <w:tcW w:w="0" w:type="auto"/>
          </w:tcPr>
          <w:p w14:paraId="46F06482" w14:textId="77777777" w:rsidR="00A16FCD" w:rsidRPr="00A16FCD" w:rsidRDefault="00A16FCD" w:rsidP="006B093A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Spektralfarbe</w:t>
            </w:r>
          </w:p>
        </w:tc>
        <w:tc>
          <w:tcPr>
            <w:tcW w:w="0" w:type="auto"/>
          </w:tcPr>
          <w:p w14:paraId="0F4CAC11" w14:textId="09726F4E" w:rsidR="00A16FCD" w:rsidRPr="00A16FCD" w:rsidRDefault="00A16FCD" w:rsidP="006B093A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Kom</w:t>
            </w:r>
            <w:r w:rsidR="00D14994">
              <w:rPr>
                <w:sz w:val="20"/>
                <w:szCs w:val="20"/>
              </w:rPr>
              <w:t>p</w:t>
            </w:r>
            <w:r w:rsidRPr="00A16FCD">
              <w:rPr>
                <w:sz w:val="20"/>
                <w:szCs w:val="20"/>
              </w:rPr>
              <w:t>lementärfarbe</w:t>
            </w:r>
          </w:p>
        </w:tc>
      </w:tr>
      <w:tr w:rsidR="00A16FCD" w:rsidRPr="00A16FCD" w14:paraId="5E056A00" w14:textId="77777777" w:rsidTr="00A16FCD">
        <w:tc>
          <w:tcPr>
            <w:tcW w:w="0" w:type="auto"/>
          </w:tcPr>
          <w:p w14:paraId="258663DA" w14:textId="03C794A6" w:rsidR="00A16FCD" w:rsidRPr="00A16FCD" w:rsidRDefault="00A16FCD" w:rsidP="006B093A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780nm - 605</w:t>
            </w:r>
            <w:r>
              <w:rPr>
                <w:sz w:val="20"/>
                <w:szCs w:val="20"/>
              </w:rPr>
              <w:t>nm</w:t>
            </w:r>
          </w:p>
        </w:tc>
        <w:tc>
          <w:tcPr>
            <w:tcW w:w="0" w:type="auto"/>
          </w:tcPr>
          <w:p w14:paraId="2FB1590B" w14:textId="77777777" w:rsidR="00A16FCD" w:rsidRPr="00A16FCD" w:rsidRDefault="00A16FCD" w:rsidP="006B093A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Rot</w:t>
            </w:r>
          </w:p>
        </w:tc>
        <w:tc>
          <w:tcPr>
            <w:tcW w:w="0" w:type="auto"/>
          </w:tcPr>
          <w:p w14:paraId="41B1D356" w14:textId="77777777" w:rsidR="00A16FCD" w:rsidRPr="00A16FCD" w:rsidRDefault="00A16FCD" w:rsidP="006B093A">
            <w:pPr>
              <w:rPr>
                <w:sz w:val="20"/>
                <w:szCs w:val="20"/>
              </w:rPr>
            </w:pPr>
            <w:r w:rsidRPr="00A16FCD">
              <w:rPr>
                <w:sz w:val="20"/>
                <w:szCs w:val="20"/>
              </w:rPr>
              <w:t>Blaugrün</w:t>
            </w:r>
          </w:p>
        </w:tc>
      </w:tr>
      <w:tr w:rsidR="00A16FCD" w:rsidRPr="00A16FCD" w14:paraId="49C2AB2B" w14:textId="77777777" w:rsidTr="00A16FCD">
        <w:tc>
          <w:tcPr>
            <w:tcW w:w="0" w:type="auto"/>
          </w:tcPr>
          <w:p w14:paraId="069E64AF" w14:textId="65F9CD8B" w:rsidR="00A16FCD" w:rsidRP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605nm - 595nm</w:t>
            </w:r>
          </w:p>
        </w:tc>
        <w:tc>
          <w:tcPr>
            <w:tcW w:w="0" w:type="auto"/>
          </w:tcPr>
          <w:p w14:paraId="058931EB" w14:textId="7E0958BF" w:rsidR="00A16FCD" w:rsidRP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Orange</w:t>
            </w:r>
          </w:p>
        </w:tc>
        <w:tc>
          <w:tcPr>
            <w:tcW w:w="0" w:type="auto"/>
          </w:tcPr>
          <w:p w14:paraId="7B4CBB84" w14:textId="4D5CB39C" w:rsidR="00A16FCD" w:rsidRP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Grünblau</w:t>
            </w:r>
          </w:p>
        </w:tc>
      </w:tr>
      <w:tr w:rsidR="00A16FCD" w:rsidRPr="00A16FCD" w14:paraId="59A28B73" w14:textId="77777777" w:rsidTr="00A16FCD">
        <w:tc>
          <w:tcPr>
            <w:tcW w:w="0" w:type="auto"/>
          </w:tcPr>
          <w:p w14:paraId="27E8F6C6" w14:textId="273A22A3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</w:t>
            </w:r>
            <w:r w:rsidR="00C15C40">
              <w:rPr>
                <w:sz w:val="20"/>
                <w:szCs w:val="20"/>
              </w:rPr>
              <w:t xml:space="preserve">nm </w:t>
            </w:r>
            <w:r>
              <w:rPr>
                <w:sz w:val="20"/>
                <w:szCs w:val="20"/>
              </w:rPr>
              <w:t>-</w:t>
            </w:r>
            <w:r w:rsidR="002967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580</w:t>
            </w:r>
            <w:r w:rsidR="00C15C40">
              <w:rPr>
                <w:sz w:val="20"/>
                <w:szCs w:val="20"/>
              </w:rPr>
              <w:t>nm</w:t>
            </w:r>
          </w:p>
        </w:tc>
        <w:tc>
          <w:tcPr>
            <w:tcW w:w="0" w:type="auto"/>
          </w:tcPr>
          <w:p w14:paraId="2F4FD622" w14:textId="03A43B98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</w:t>
            </w:r>
          </w:p>
        </w:tc>
        <w:tc>
          <w:tcPr>
            <w:tcW w:w="0" w:type="auto"/>
          </w:tcPr>
          <w:p w14:paraId="24D6A5C7" w14:textId="278C9732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</w:tr>
      <w:tr w:rsidR="00A16FCD" w:rsidRPr="00A16FCD" w14:paraId="757D5BA4" w14:textId="77777777" w:rsidTr="00A16FCD">
        <w:tc>
          <w:tcPr>
            <w:tcW w:w="0" w:type="auto"/>
          </w:tcPr>
          <w:p w14:paraId="10C50435" w14:textId="22D06A37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580nm - 560nm</w:t>
            </w:r>
          </w:p>
        </w:tc>
        <w:tc>
          <w:tcPr>
            <w:tcW w:w="0" w:type="auto"/>
          </w:tcPr>
          <w:p w14:paraId="713F2F6E" w14:textId="4C56B6FD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Gelbgrün</w:t>
            </w:r>
          </w:p>
        </w:tc>
        <w:tc>
          <w:tcPr>
            <w:tcW w:w="0" w:type="auto"/>
          </w:tcPr>
          <w:p w14:paraId="200B886C" w14:textId="5A2C276D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Violett</w:t>
            </w:r>
          </w:p>
        </w:tc>
      </w:tr>
      <w:tr w:rsidR="00A16FCD" w:rsidRPr="00A16FCD" w14:paraId="7CB9F314" w14:textId="77777777" w:rsidTr="00A16FCD">
        <w:tc>
          <w:tcPr>
            <w:tcW w:w="0" w:type="auto"/>
          </w:tcPr>
          <w:p w14:paraId="38F0B090" w14:textId="477CF2A5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560nm - 500nm</w:t>
            </w:r>
          </w:p>
        </w:tc>
        <w:tc>
          <w:tcPr>
            <w:tcW w:w="0" w:type="auto"/>
          </w:tcPr>
          <w:p w14:paraId="04B2516B" w14:textId="0F4C8416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Grün</w:t>
            </w:r>
          </w:p>
        </w:tc>
        <w:tc>
          <w:tcPr>
            <w:tcW w:w="0" w:type="auto"/>
          </w:tcPr>
          <w:p w14:paraId="47EA25D3" w14:textId="3B01EF23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Purpurrot</w:t>
            </w:r>
          </w:p>
        </w:tc>
      </w:tr>
      <w:tr w:rsidR="00A16FCD" w:rsidRPr="00A16FCD" w14:paraId="3C0871F8" w14:textId="77777777" w:rsidTr="00A16FCD">
        <w:tc>
          <w:tcPr>
            <w:tcW w:w="0" w:type="auto"/>
          </w:tcPr>
          <w:p w14:paraId="7C144155" w14:textId="197C61C3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500nm - 490nm</w:t>
            </w:r>
          </w:p>
        </w:tc>
        <w:tc>
          <w:tcPr>
            <w:tcW w:w="0" w:type="auto"/>
          </w:tcPr>
          <w:p w14:paraId="301B6266" w14:textId="2DFC70E1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Blaugrün</w:t>
            </w:r>
          </w:p>
        </w:tc>
        <w:tc>
          <w:tcPr>
            <w:tcW w:w="0" w:type="auto"/>
          </w:tcPr>
          <w:p w14:paraId="259ABB19" w14:textId="5B6B5053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</w:t>
            </w:r>
          </w:p>
        </w:tc>
      </w:tr>
      <w:tr w:rsidR="00A16FCD" w:rsidRPr="00A16FCD" w14:paraId="7318F160" w14:textId="77777777" w:rsidTr="00A16FCD">
        <w:tc>
          <w:tcPr>
            <w:tcW w:w="0" w:type="auto"/>
          </w:tcPr>
          <w:p w14:paraId="1BD8E0B3" w14:textId="17B03497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490nm - 480nm</w:t>
            </w:r>
          </w:p>
        </w:tc>
        <w:tc>
          <w:tcPr>
            <w:tcW w:w="0" w:type="auto"/>
          </w:tcPr>
          <w:p w14:paraId="6A30E65A" w14:textId="044C84EE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Grünblau</w:t>
            </w:r>
          </w:p>
        </w:tc>
        <w:tc>
          <w:tcPr>
            <w:tcW w:w="0" w:type="auto"/>
          </w:tcPr>
          <w:p w14:paraId="7101F4CB" w14:textId="76A7785B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Orange</w:t>
            </w:r>
          </w:p>
        </w:tc>
      </w:tr>
      <w:tr w:rsidR="00A16FCD" w:rsidRPr="00A16FCD" w14:paraId="5F0C29B2" w14:textId="77777777" w:rsidTr="00A16FCD">
        <w:tc>
          <w:tcPr>
            <w:tcW w:w="0" w:type="auto"/>
          </w:tcPr>
          <w:p w14:paraId="7ECC958A" w14:textId="45062007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480nm - 440nm</w:t>
            </w:r>
          </w:p>
        </w:tc>
        <w:tc>
          <w:tcPr>
            <w:tcW w:w="0" w:type="auto"/>
          </w:tcPr>
          <w:p w14:paraId="0991BBDB" w14:textId="5969E84E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0" w:type="auto"/>
          </w:tcPr>
          <w:p w14:paraId="36E0899D" w14:textId="15B85C87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</w:t>
            </w:r>
          </w:p>
        </w:tc>
      </w:tr>
      <w:tr w:rsidR="00A16FCD" w:rsidRPr="00A16FCD" w14:paraId="4FFB9A2C" w14:textId="77777777" w:rsidTr="00A16FCD">
        <w:tc>
          <w:tcPr>
            <w:tcW w:w="0" w:type="auto"/>
          </w:tcPr>
          <w:p w14:paraId="692F0091" w14:textId="307AF65C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440nm - 380nm</w:t>
            </w:r>
          </w:p>
        </w:tc>
        <w:tc>
          <w:tcPr>
            <w:tcW w:w="0" w:type="auto"/>
          </w:tcPr>
          <w:p w14:paraId="4B3598DC" w14:textId="60624CB4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Violett</w:t>
            </w:r>
          </w:p>
        </w:tc>
        <w:tc>
          <w:tcPr>
            <w:tcW w:w="0" w:type="auto"/>
          </w:tcPr>
          <w:p w14:paraId="6236161F" w14:textId="228AC09D" w:rsidR="00A16FCD" w:rsidRDefault="00A16FCD" w:rsidP="006B09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Gelbgrün</w:t>
            </w:r>
          </w:p>
        </w:tc>
      </w:tr>
    </w:tbl>
    <w:p w14:paraId="2798BE95" w14:textId="059CC754" w:rsidR="00A16FCD" w:rsidRDefault="003D1BC0" w:rsidP="00C737BC">
      <w:r>
        <w:t>&lt;/Tabelle&gt;</w:t>
      </w:r>
    </w:p>
    <w:p w14:paraId="6A97A459" w14:textId="77777777" w:rsidR="003D1BC0" w:rsidRDefault="003D1BC0" w:rsidP="00C737BC"/>
    <w:p w14:paraId="72D6A5F4" w14:textId="53445190" w:rsidR="00C737BC" w:rsidRDefault="00C737BC" w:rsidP="007A3F5B">
      <w:pPr>
        <w:pStyle w:val="berschrift3"/>
      </w:pPr>
      <w:r>
        <w:t>Kernmassen ausgewählter Nuklide</w:t>
      </w:r>
    </w:p>
    <w:p w14:paraId="4D56D6A0" w14:textId="77777777" w:rsidR="007A3F5B" w:rsidRDefault="007A3F5B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37"/>
        <w:gridCol w:w="937"/>
        <w:gridCol w:w="1297"/>
      </w:tblGrid>
      <w:tr w:rsidR="007A3F5B" w:rsidRPr="007A3F5B" w14:paraId="41F2B54C" w14:textId="77777777" w:rsidTr="003D2E48">
        <w:tc>
          <w:tcPr>
            <w:tcW w:w="0" w:type="auto"/>
          </w:tcPr>
          <w:p w14:paraId="17749AB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6F60D34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7095E80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m_K in u</w:t>
            </w:r>
          </w:p>
        </w:tc>
      </w:tr>
      <w:tr w:rsidR="007A3F5B" w:rsidRPr="007A3F5B" w14:paraId="28C3669D" w14:textId="77777777" w:rsidTr="003D2E48">
        <w:tc>
          <w:tcPr>
            <w:tcW w:w="0" w:type="auto"/>
          </w:tcPr>
          <w:p w14:paraId="1722085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FA6C262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 1</w:t>
            </w:r>
          </w:p>
        </w:tc>
        <w:tc>
          <w:tcPr>
            <w:tcW w:w="0" w:type="auto"/>
          </w:tcPr>
          <w:p w14:paraId="0B7BD5B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1,007276</w:t>
            </w:r>
          </w:p>
        </w:tc>
      </w:tr>
      <w:tr w:rsidR="007A3F5B" w:rsidRPr="007A3F5B" w14:paraId="15DA736F" w14:textId="77777777" w:rsidTr="003D2E48">
        <w:tc>
          <w:tcPr>
            <w:tcW w:w="0" w:type="auto"/>
          </w:tcPr>
          <w:p w14:paraId="6B445C4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895791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 2</w:t>
            </w:r>
          </w:p>
        </w:tc>
        <w:tc>
          <w:tcPr>
            <w:tcW w:w="0" w:type="auto"/>
          </w:tcPr>
          <w:p w14:paraId="5954660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2,013553</w:t>
            </w:r>
          </w:p>
        </w:tc>
      </w:tr>
      <w:tr w:rsidR="007A3F5B" w:rsidRPr="007A3F5B" w14:paraId="6E6166A9" w14:textId="77777777" w:rsidTr="003D2E48">
        <w:tc>
          <w:tcPr>
            <w:tcW w:w="0" w:type="auto"/>
          </w:tcPr>
          <w:p w14:paraId="788B23D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CEAE9F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 3</w:t>
            </w:r>
          </w:p>
        </w:tc>
        <w:tc>
          <w:tcPr>
            <w:tcW w:w="0" w:type="auto"/>
          </w:tcPr>
          <w:p w14:paraId="2B1F648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3,015501</w:t>
            </w:r>
          </w:p>
        </w:tc>
      </w:tr>
      <w:tr w:rsidR="007A3F5B" w:rsidRPr="007A3F5B" w14:paraId="64C4B5E2" w14:textId="77777777" w:rsidTr="003D2E48">
        <w:tc>
          <w:tcPr>
            <w:tcW w:w="0" w:type="auto"/>
          </w:tcPr>
          <w:p w14:paraId="29AC61C0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52EBC12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He 3</w:t>
            </w:r>
          </w:p>
        </w:tc>
        <w:tc>
          <w:tcPr>
            <w:tcW w:w="0" w:type="auto"/>
          </w:tcPr>
          <w:p w14:paraId="7CF1D6A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3,014932</w:t>
            </w:r>
          </w:p>
        </w:tc>
      </w:tr>
      <w:tr w:rsidR="007A3F5B" w:rsidRPr="007A3F5B" w14:paraId="5932D029" w14:textId="77777777" w:rsidTr="003D2E48">
        <w:tc>
          <w:tcPr>
            <w:tcW w:w="0" w:type="auto"/>
          </w:tcPr>
          <w:p w14:paraId="69828A9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00CE8B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He 4</w:t>
            </w:r>
          </w:p>
        </w:tc>
        <w:tc>
          <w:tcPr>
            <w:tcW w:w="0" w:type="auto"/>
          </w:tcPr>
          <w:p w14:paraId="1A480D4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4,001506</w:t>
            </w:r>
          </w:p>
        </w:tc>
      </w:tr>
      <w:tr w:rsidR="007A3F5B" w:rsidRPr="007A3F5B" w14:paraId="08E9E21B" w14:textId="77777777" w:rsidTr="003D2E48">
        <w:tc>
          <w:tcPr>
            <w:tcW w:w="0" w:type="auto"/>
          </w:tcPr>
          <w:p w14:paraId="0D688D8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F0A960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Li 6</w:t>
            </w:r>
          </w:p>
        </w:tc>
        <w:tc>
          <w:tcPr>
            <w:tcW w:w="0" w:type="auto"/>
          </w:tcPr>
          <w:p w14:paraId="542ACC3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6,013477</w:t>
            </w:r>
          </w:p>
        </w:tc>
      </w:tr>
      <w:tr w:rsidR="007A3F5B" w:rsidRPr="007A3F5B" w14:paraId="0735EF6E" w14:textId="77777777" w:rsidTr="003D2E48">
        <w:tc>
          <w:tcPr>
            <w:tcW w:w="0" w:type="auto"/>
          </w:tcPr>
          <w:p w14:paraId="0F93E42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7A4647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Li 7</w:t>
            </w:r>
          </w:p>
        </w:tc>
        <w:tc>
          <w:tcPr>
            <w:tcW w:w="0" w:type="auto"/>
          </w:tcPr>
          <w:p w14:paraId="38AE065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7,014358</w:t>
            </w:r>
          </w:p>
        </w:tc>
      </w:tr>
      <w:tr w:rsidR="007A3F5B" w:rsidRPr="007A3F5B" w14:paraId="1A7F793F" w14:textId="77777777" w:rsidTr="003D2E48">
        <w:tc>
          <w:tcPr>
            <w:tcW w:w="0" w:type="auto"/>
          </w:tcPr>
          <w:p w14:paraId="3B2F0EC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579F0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Be 9</w:t>
            </w:r>
          </w:p>
        </w:tc>
        <w:tc>
          <w:tcPr>
            <w:tcW w:w="0" w:type="auto"/>
          </w:tcPr>
          <w:p w14:paraId="177C66C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9,009989</w:t>
            </w:r>
          </w:p>
        </w:tc>
      </w:tr>
      <w:tr w:rsidR="007A3F5B" w:rsidRPr="007A3F5B" w14:paraId="3FA6650E" w14:textId="77777777" w:rsidTr="003D2E48">
        <w:tc>
          <w:tcPr>
            <w:tcW w:w="0" w:type="auto"/>
          </w:tcPr>
          <w:p w14:paraId="275B2C0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6FB49641" w14:textId="5DE4CB63" w:rsidR="007A3F5B" w:rsidRPr="007A3F5B" w:rsidRDefault="00F12D2A" w:rsidP="003D2E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7A3F5B" w:rsidRPr="007A3F5B">
              <w:rPr>
                <w:sz w:val="20"/>
                <w:szCs w:val="20"/>
              </w:rPr>
              <w:t>e 10</w:t>
            </w:r>
          </w:p>
        </w:tc>
        <w:tc>
          <w:tcPr>
            <w:tcW w:w="0" w:type="auto"/>
          </w:tcPr>
          <w:p w14:paraId="7DF51EA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10,011340</w:t>
            </w:r>
          </w:p>
        </w:tc>
      </w:tr>
      <w:tr w:rsidR="007A3F5B" w:rsidRPr="007A3F5B" w14:paraId="578FE592" w14:textId="77777777" w:rsidTr="003D2E48">
        <w:tc>
          <w:tcPr>
            <w:tcW w:w="0" w:type="auto"/>
          </w:tcPr>
          <w:p w14:paraId="6D7FA95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58F837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B 10</w:t>
            </w:r>
          </w:p>
        </w:tc>
        <w:tc>
          <w:tcPr>
            <w:tcW w:w="0" w:type="auto"/>
          </w:tcPr>
          <w:p w14:paraId="7DB3033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10,010194</w:t>
            </w:r>
          </w:p>
        </w:tc>
      </w:tr>
      <w:tr w:rsidR="007A3F5B" w:rsidRPr="007A3F5B" w14:paraId="584C8B9A" w14:textId="77777777" w:rsidTr="003D2E48">
        <w:tc>
          <w:tcPr>
            <w:tcW w:w="0" w:type="auto"/>
          </w:tcPr>
          <w:p w14:paraId="4666E4A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45FF4D3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B 11</w:t>
            </w:r>
          </w:p>
        </w:tc>
        <w:tc>
          <w:tcPr>
            <w:tcW w:w="0" w:type="auto"/>
          </w:tcPr>
          <w:p w14:paraId="20402808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11,006562</w:t>
            </w:r>
          </w:p>
        </w:tc>
      </w:tr>
      <w:tr w:rsidR="007A3F5B" w:rsidRPr="007A3F5B" w14:paraId="3D6BF49D" w14:textId="77777777" w:rsidTr="003D2E48">
        <w:tc>
          <w:tcPr>
            <w:tcW w:w="0" w:type="auto"/>
          </w:tcPr>
          <w:p w14:paraId="0B9484D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BB8E32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 12</w:t>
            </w:r>
          </w:p>
        </w:tc>
        <w:tc>
          <w:tcPr>
            <w:tcW w:w="0" w:type="auto"/>
          </w:tcPr>
          <w:p w14:paraId="5EF0229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11,996708</w:t>
            </w:r>
          </w:p>
        </w:tc>
      </w:tr>
      <w:tr w:rsidR="007A3F5B" w:rsidRPr="007A3F5B" w14:paraId="4ED9D515" w14:textId="77777777" w:rsidTr="003D2E48">
        <w:tc>
          <w:tcPr>
            <w:tcW w:w="0" w:type="auto"/>
          </w:tcPr>
          <w:p w14:paraId="71940B3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7802C0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 13</w:t>
            </w:r>
          </w:p>
        </w:tc>
        <w:tc>
          <w:tcPr>
            <w:tcW w:w="0" w:type="auto"/>
          </w:tcPr>
          <w:p w14:paraId="6B26E98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13,000063</w:t>
            </w:r>
          </w:p>
        </w:tc>
      </w:tr>
      <w:tr w:rsidR="007A3F5B" w:rsidRPr="007A3F5B" w14:paraId="63C901A1" w14:textId="77777777" w:rsidTr="003D2E48">
        <w:tc>
          <w:tcPr>
            <w:tcW w:w="0" w:type="auto"/>
          </w:tcPr>
          <w:p w14:paraId="15D055F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47F3F5E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C 14</w:t>
            </w:r>
          </w:p>
        </w:tc>
        <w:tc>
          <w:tcPr>
            <w:tcW w:w="0" w:type="auto"/>
          </w:tcPr>
          <w:p w14:paraId="50AEFA6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13,999950</w:t>
            </w:r>
          </w:p>
        </w:tc>
      </w:tr>
      <w:tr w:rsidR="007A3F5B" w:rsidRPr="007A3F5B" w14:paraId="5FDB6588" w14:textId="77777777" w:rsidTr="003D2E48">
        <w:tc>
          <w:tcPr>
            <w:tcW w:w="0" w:type="auto"/>
          </w:tcPr>
          <w:p w14:paraId="315070E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6073716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 14</w:t>
            </w:r>
          </w:p>
        </w:tc>
        <w:tc>
          <w:tcPr>
            <w:tcW w:w="0" w:type="auto"/>
          </w:tcPr>
          <w:p w14:paraId="0DD92E8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13,999234</w:t>
            </w:r>
          </w:p>
        </w:tc>
      </w:tr>
      <w:tr w:rsidR="007A3F5B" w:rsidRPr="007A3F5B" w14:paraId="57A028AF" w14:textId="77777777" w:rsidTr="003D2E48">
        <w:tc>
          <w:tcPr>
            <w:tcW w:w="0" w:type="auto"/>
          </w:tcPr>
          <w:p w14:paraId="7ED306D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0BA70A7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 15</w:t>
            </w:r>
          </w:p>
        </w:tc>
        <w:tc>
          <w:tcPr>
            <w:tcW w:w="0" w:type="auto"/>
          </w:tcPr>
          <w:p w14:paraId="0B80649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14,996269</w:t>
            </w:r>
          </w:p>
        </w:tc>
      </w:tr>
      <w:tr w:rsidR="007A3F5B" w:rsidRPr="007A3F5B" w14:paraId="5F2D5A40" w14:textId="77777777" w:rsidTr="003D2E48">
        <w:tc>
          <w:tcPr>
            <w:tcW w:w="0" w:type="auto"/>
          </w:tcPr>
          <w:p w14:paraId="3645A48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8C5438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N 16</w:t>
            </w:r>
          </w:p>
        </w:tc>
        <w:tc>
          <w:tcPr>
            <w:tcW w:w="0" w:type="auto"/>
          </w:tcPr>
          <w:p w14:paraId="32BB86C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16,002262</w:t>
            </w:r>
          </w:p>
        </w:tc>
      </w:tr>
      <w:tr w:rsidR="007A3F5B" w:rsidRPr="007A3F5B" w14:paraId="15169557" w14:textId="77777777" w:rsidTr="003D2E48">
        <w:tc>
          <w:tcPr>
            <w:tcW w:w="0" w:type="auto"/>
          </w:tcPr>
          <w:p w14:paraId="69EC35A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5D3DAF5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15</w:t>
            </w:r>
          </w:p>
        </w:tc>
        <w:tc>
          <w:tcPr>
            <w:tcW w:w="0" w:type="auto"/>
          </w:tcPr>
          <w:p w14:paraId="4B83A9D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14,998677</w:t>
            </w:r>
          </w:p>
        </w:tc>
      </w:tr>
      <w:tr w:rsidR="007A3F5B" w:rsidRPr="007A3F5B" w14:paraId="5AD2AC39" w14:textId="77777777" w:rsidTr="003D2E48">
        <w:tc>
          <w:tcPr>
            <w:tcW w:w="0" w:type="auto"/>
          </w:tcPr>
          <w:p w14:paraId="1E6BD8FD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A70261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16</w:t>
            </w:r>
          </w:p>
        </w:tc>
        <w:tc>
          <w:tcPr>
            <w:tcW w:w="0" w:type="auto"/>
          </w:tcPr>
          <w:p w14:paraId="2B724BCC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15,990526</w:t>
            </w:r>
          </w:p>
        </w:tc>
      </w:tr>
      <w:tr w:rsidR="007A3F5B" w:rsidRPr="007A3F5B" w14:paraId="19A7F15C" w14:textId="77777777" w:rsidTr="003D2E48">
        <w:tc>
          <w:tcPr>
            <w:tcW w:w="0" w:type="auto"/>
          </w:tcPr>
          <w:p w14:paraId="5F25DBC0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4A6C34CF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17</w:t>
            </w:r>
          </w:p>
        </w:tc>
        <w:tc>
          <w:tcPr>
            <w:tcW w:w="0" w:type="auto"/>
          </w:tcPr>
          <w:p w14:paraId="3432BDCB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16,994743</w:t>
            </w:r>
          </w:p>
        </w:tc>
      </w:tr>
      <w:tr w:rsidR="007A3F5B" w:rsidRPr="007A3F5B" w14:paraId="466B91D0" w14:textId="77777777" w:rsidTr="003D2E48">
        <w:tc>
          <w:tcPr>
            <w:tcW w:w="0" w:type="auto"/>
          </w:tcPr>
          <w:p w14:paraId="5AE31D61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5EAEC9A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O 18</w:t>
            </w:r>
          </w:p>
        </w:tc>
        <w:tc>
          <w:tcPr>
            <w:tcW w:w="0" w:type="auto"/>
          </w:tcPr>
          <w:p w14:paraId="3083AC09" w14:textId="77777777" w:rsidR="007A3F5B" w:rsidRPr="007A3F5B" w:rsidRDefault="007A3F5B" w:rsidP="003D2E48">
            <w:pPr>
              <w:rPr>
                <w:sz w:val="20"/>
                <w:szCs w:val="20"/>
              </w:rPr>
            </w:pPr>
            <w:r w:rsidRPr="007A3F5B">
              <w:rPr>
                <w:sz w:val="20"/>
                <w:szCs w:val="20"/>
              </w:rPr>
              <w:t>17,994771</w:t>
            </w:r>
          </w:p>
        </w:tc>
      </w:tr>
    </w:tbl>
    <w:p w14:paraId="3FD82960" w14:textId="62B82456" w:rsidR="007A3F5B" w:rsidRDefault="007A3F5B" w:rsidP="00C737BC">
      <w:r>
        <w:t>&lt;/Tabelle&gt;</w:t>
      </w:r>
    </w:p>
    <w:p w14:paraId="75443E8C" w14:textId="543CE98A" w:rsidR="007A3F5B" w:rsidRDefault="007A3F5B" w:rsidP="00C737BC"/>
    <w:p w14:paraId="2D2CD28D" w14:textId="77777777" w:rsidR="00C737BC" w:rsidRDefault="00C737BC" w:rsidP="009D70FB">
      <w:pPr>
        <w:pStyle w:val="berschrift3"/>
      </w:pPr>
      <w:r>
        <w:t>Atommassen ausgewählter Nuklide</w:t>
      </w:r>
    </w:p>
    <w:p w14:paraId="1B47C3BA" w14:textId="4F7AB89A" w:rsidR="00BF542D" w:rsidRDefault="00BF542D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7"/>
        <w:gridCol w:w="937"/>
        <w:gridCol w:w="1417"/>
      </w:tblGrid>
      <w:tr w:rsidR="00BF542D" w:rsidRPr="00BF542D" w14:paraId="62572D1D" w14:textId="77777777" w:rsidTr="003D2E48">
        <w:tc>
          <w:tcPr>
            <w:tcW w:w="0" w:type="auto"/>
          </w:tcPr>
          <w:p w14:paraId="2B2C87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66510D7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4E7E678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m_a in u</w:t>
            </w:r>
          </w:p>
        </w:tc>
      </w:tr>
      <w:tr w:rsidR="00BF542D" w:rsidRPr="00BF542D" w14:paraId="303FB153" w14:textId="77777777" w:rsidTr="003D2E48">
        <w:tc>
          <w:tcPr>
            <w:tcW w:w="0" w:type="auto"/>
          </w:tcPr>
          <w:p w14:paraId="456AA7C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7B3228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 1</w:t>
            </w:r>
          </w:p>
        </w:tc>
        <w:tc>
          <w:tcPr>
            <w:tcW w:w="0" w:type="auto"/>
          </w:tcPr>
          <w:p w14:paraId="1E409FD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1,007825</w:t>
            </w:r>
          </w:p>
        </w:tc>
      </w:tr>
      <w:tr w:rsidR="00BF542D" w:rsidRPr="00BF542D" w14:paraId="1CE53E24" w14:textId="77777777" w:rsidTr="003D2E48">
        <w:tc>
          <w:tcPr>
            <w:tcW w:w="0" w:type="auto"/>
          </w:tcPr>
          <w:p w14:paraId="168290E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29FE8A6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 2</w:t>
            </w:r>
          </w:p>
        </w:tc>
        <w:tc>
          <w:tcPr>
            <w:tcW w:w="0" w:type="auto"/>
          </w:tcPr>
          <w:p w14:paraId="25111F2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2,014102</w:t>
            </w:r>
          </w:p>
        </w:tc>
      </w:tr>
      <w:tr w:rsidR="00BF542D" w:rsidRPr="00BF542D" w14:paraId="6C493B78" w14:textId="77777777" w:rsidTr="003D2E48">
        <w:tc>
          <w:tcPr>
            <w:tcW w:w="0" w:type="auto"/>
          </w:tcPr>
          <w:p w14:paraId="218DA1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16D1AB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 3</w:t>
            </w:r>
          </w:p>
        </w:tc>
        <w:tc>
          <w:tcPr>
            <w:tcW w:w="0" w:type="auto"/>
          </w:tcPr>
          <w:p w14:paraId="61A75A8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3,016049</w:t>
            </w:r>
          </w:p>
        </w:tc>
      </w:tr>
      <w:tr w:rsidR="00BF542D" w:rsidRPr="00BF542D" w14:paraId="732D7924" w14:textId="77777777" w:rsidTr="003D2E48">
        <w:tc>
          <w:tcPr>
            <w:tcW w:w="0" w:type="auto"/>
          </w:tcPr>
          <w:p w14:paraId="507B548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6672C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He 3</w:t>
            </w:r>
          </w:p>
        </w:tc>
        <w:tc>
          <w:tcPr>
            <w:tcW w:w="0" w:type="auto"/>
          </w:tcPr>
          <w:p w14:paraId="5F1CE9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3,016029</w:t>
            </w:r>
          </w:p>
        </w:tc>
      </w:tr>
      <w:tr w:rsidR="00BF542D" w:rsidRPr="00BF542D" w14:paraId="7CFEC66F" w14:textId="77777777" w:rsidTr="003D2E48">
        <w:tc>
          <w:tcPr>
            <w:tcW w:w="0" w:type="auto"/>
          </w:tcPr>
          <w:p w14:paraId="328D570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351B36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He 4</w:t>
            </w:r>
          </w:p>
        </w:tc>
        <w:tc>
          <w:tcPr>
            <w:tcW w:w="0" w:type="auto"/>
          </w:tcPr>
          <w:p w14:paraId="205BCE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4,002603</w:t>
            </w:r>
          </w:p>
        </w:tc>
      </w:tr>
      <w:tr w:rsidR="00BF542D" w:rsidRPr="00BF542D" w14:paraId="18914424" w14:textId="77777777" w:rsidTr="003D2E48">
        <w:tc>
          <w:tcPr>
            <w:tcW w:w="0" w:type="auto"/>
          </w:tcPr>
          <w:p w14:paraId="550F8E5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0D5009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Li 6</w:t>
            </w:r>
          </w:p>
        </w:tc>
        <w:tc>
          <w:tcPr>
            <w:tcW w:w="0" w:type="auto"/>
          </w:tcPr>
          <w:p w14:paraId="168572C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6,015123</w:t>
            </w:r>
          </w:p>
        </w:tc>
      </w:tr>
      <w:tr w:rsidR="00BF542D" w:rsidRPr="00BF542D" w14:paraId="79B39B04" w14:textId="77777777" w:rsidTr="003D2E48">
        <w:tc>
          <w:tcPr>
            <w:tcW w:w="0" w:type="auto"/>
          </w:tcPr>
          <w:p w14:paraId="17EFD89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14:paraId="6756006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Li 7</w:t>
            </w:r>
          </w:p>
        </w:tc>
        <w:tc>
          <w:tcPr>
            <w:tcW w:w="0" w:type="auto"/>
          </w:tcPr>
          <w:p w14:paraId="695B96C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7,016005</w:t>
            </w:r>
          </w:p>
        </w:tc>
      </w:tr>
      <w:tr w:rsidR="00BF542D" w:rsidRPr="00BF542D" w14:paraId="0A9A678C" w14:textId="77777777" w:rsidTr="003D2E48">
        <w:tc>
          <w:tcPr>
            <w:tcW w:w="0" w:type="auto"/>
          </w:tcPr>
          <w:p w14:paraId="7A4EE30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F68B06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Be 9</w:t>
            </w:r>
          </w:p>
        </w:tc>
        <w:tc>
          <w:tcPr>
            <w:tcW w:w="0" w:type="auto"/>
          </w:tcPr>
          <w:p w14:paraId="2E443B0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9,012182</w:t>
            </w:r>
          </w:p>
        </w:tc>
      </w:tr>
      <w:tr w:rsidR="00BF542D" w:rsidRPr="00BF542D" w14:paraId="4303B4DC" w14:textId="77777777" w:rsidTr="003D2E48">
        <w:tc>
          <w:tcPr>
            <w:tcW w:w="0" w:type="auto"/>
          </w:tcPr>
          <w:p w14:paraId="6083291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2CB6EC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Be 10</w:t>
            </w:r>
          </w:p>
        </w:tc>
        <w:tc>
          <w:tcPr>
            <w:tcW w:w="0" w:type="auto"/>
          </w:tcPr>
          <w:p w14:paraId="7164CC6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10,013534</w:t>
            </w:r>
          </w:p>
        </w:tc>
      </w:tr>
      <w:tr w:rsidR="00BF542D" w:rsidRPr="00BF542D" w14:paraId="43F7542E" w14:textId="77777777" w:rsidTr="003D2E48">
        <w:tc>
          <w:tcPr>
            <w:tcW w:w="0" w:type="auto"/>
          </w:tcPr>
          <w:p w14:paraId="003E438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FB233B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 10</w:t>
            </w:r>
          </w:p>
        </w:tc>
        <w:tc>
          <w:tcPr>
            <w:tcW w:w="0" w:type="auto"/>
          </w:tcPr>
          <w:p w14:paraId="2276D5D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10,012937</w:t>
            </w:r>
          </w:p>
        </w:tc>
      </w:tr>
      <w:tr w:rsidR="00BF542D" w:rsidRPr="00BF542D" w14:paraId="20A88278" w14:textId="77777777" w:rsidTr="003D2E48">
        <w:tc>
          <w:tcPr>
            <w:tcW w:w="0" w:type="auto"/>
          </w:tcPr>
          <w:p w14:paraId="02653AD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08EDA3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 11</w:t>
            </w:r>
          </w:p>
        </w:tc>
        <w:tc>
          <w:tcPr>
            <w:tcW w:w="0" w:type="auto"/>
          </w:tcPr>
          <w:p w14:paraId="03564BD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11,009305</w:t>
            </w:r>
          </w:p>
        </w:tc>
      </w:tr>
      <w:tr w:rsidR="00BF542D" w:rsidRPr="00BF542D" w14:paraId="7FF61412" w14:textId="77777777" w:rsidTr="003D2E48">
        <w:tc>
          <w:tcPr>
            <w:tcW w:w="0" w:type="auto"/>
          </w:tcPr>
          <w:p w14:paraId="7BA1F69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0F7EB9D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 12</w:t>
            </w:r>
          </w:p>
        </w:tc>
        <w:tc>
          <w:tcPr>
            <w:tcW w:w="0" w:type="auto"/>
          </w:tcPr>
          <w:p w14:paraId="0BACD1B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12,000000</w:t>
            </w:r>
          </w:p>
        </w:tc>
      </w:tr>
      <w:tr w:rsidR="00BF542D" w:rsidRPr="00BF542D" w14:paraId="0C81CBAB" w14:textId="77777777" w:rsidTr="003D2E48">
        <w:tc>
          <w:tcPr>
            <w:tcW w:w="0" w:type="auto"/>
          </w:tcPr>
          <w:p w14:paraId="1E6CF86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581E5E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 13</w:t>
            </w:r>
          </w:p>
        </w:tc>
        <w:tc>
          <w:tcPr>
            <w:tcW w:w="0" w:type="auto"/>
          </w:tcPr>
          <w:p w14:paraId="735E878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13,003355</w:t>
            </w:r>
          </w:p>
        </w:tc>
      </w:tr>
      <w:tr w:rsidR="00BF542D" w:rsidRPr="00BF542D" w14:paraId="37BEF9A8" w14:textId="77777777" w:rsidTr="003D2E48">
        <w:tc>
          <w:tcPr>
            <w:tcW w:w="0" w:type="auto"/>
          </w:tcPr>
          <w:p w14:paraId="6A6F043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001621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 14</w:t>
            </w:r>
          </w:p>
        </w:tc>
        <w:tc>
          <w:tcPr>
            <w:tcW w:w="0" w:type="auto"/>
          </w:tcPr>
          <w:p w14:paraId="101CB10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14,003242</w:t>
            </w:r>
          </w:p>
        </w:tc>
      </w:tr>
      <w:tr w:rsidR="00BF542D" w:rsidRPr="00BF542D" w14:paraId="5D8839B8" w14:textId="77777777" w:rsidTr="003D2E48">
        <w:tc>
          <w:tcPr>
            <w:tcW w:w="0" w:type="auto"/>
          </w:tcPr>
          <w:p w14:paraId="347C85C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8245A9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 14</w:t>
            </w:r>
          </w:p>
        </w:tc>
        <w:tc>
          <w:tcPr>
            <w:tcW w:w="0" w:type="auto"/>
          </w:tcPr>
          <w:p w14:paraId="15B50B8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14,003074</w:t>
            </w:r>
          </w:p>
        </w:tc>
      </w:tr>
      <w:tr w:rsidR="00BF542D" w:rsidRPr="00BF542D" w14:paraId="6CF5518C" w14:textId="77777777" w:rsidTr="003D2E48">
        <w:tc>
          <w:tcPr>
            <w:tcW w:w="0" w:type="auto"/>
          </w:tcPr>
          <w:p w14:paraId="4E1B357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4DEE6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 15</w:t>
            </w:r>
          </w:p>
        </w:tc>
        <w:tc>
          <w:tcPr>
            <w:tcW w:w="0" w:type="auto"/>
          </w:tcPr>
          <w:p w14:paraId="762E65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15,000109</w:t>
            </w:r>
          </w:p>
        </w:tc>
      </w:tr>
      <w:tr w:rsidR="00BF542D" w:rsidRPr="00BF542D" w14:paraId="567FAF5A" w14:textId="77777777" w:rsidTr="003D2E48">
        <w:tc>
          <w:tcPr>
            <w:tcW w:w="0" w:type="auto"/>
          </w:tcPr>
          <w:p w14:paraId="1A4650F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169DA76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 16</w:t>
            </w:r>
          </w:p>
        </w:tc>
        <w:tc>
          <w:tcPr>
            <w:tcW w:w="0" w:type="auto"/>
          </w:tcPr>
          <w:p w14:paraId="392B8AF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16,006102</w:t>
            </w:r>
          </w:p>
        </w:tc>
      </w:tr>
      <w:tr w:rsidR="00BF542D" w:rsidRPr="00BF542D" w14:paraId="000F3A6F" w14:textId="77777777" w:rsidTr="003D2E48">
        <w:tc>
          <w:tcPr>
            <w:tcW w:w="0" w:type="auto"/>
          </w:tcPr>
          <w:p w14:paraId="7B76E64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B6E640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15</w:t>
            </w:r>
          </w:p>
        </w:tc>
        <w:tc>
          <w:tcPr>
            <w:tcW w:w="0" w:type="auto"/>
          </w:tcPr>
          <w:p w14:paraId="74FF453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15,003066</w:t>
            </w:r>
          </w:p>
        </w:tc>
      </w:tr>
      <w:tr w:rsidR="00BF542D" w:rsidRPr="00BF542D" w14:paraId="17AA9CBA" w14:textId="77777777" w:rsidTr="003D2E48">
        <w:tc>
          <w:tcPr>
            <w:tcW w:w="0" w:type="auto"/>
          </w:tcPr>
          <w:p w14:paraId="634153B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C3597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16</w:t>
            </w:r>
          </w:p>
        </w:tc>
        <w:tc>
          <w:tcPr>
            <w:tcW w:w="0" w:type="auto"/>
          </w:tcPr>
          <w:p w14:paraId="0F0D98C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15,994915</w:t>
            </w:r>
          </w:p>
        </w:tc>
      </w:tr>
      <w:tr w:rsidR="00BF542D" w:rsidRPr="00BF542D" w14:paraId="4D207DE1" w14:textId="77777777" w:rsidTr="003D2E48">
        <w:tc>
          <w:tcPr>
            <w:tcW w:w="0" w:type="auto"/>
          </w:tcPr>
          <w:p w14:paraId="074B594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70AC93C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17</w:t>
            </w:r>
          </w:p>
        </w:tc>
        <w:tc>
          <w:tcPr>
            <w:tcW w:w="0" w:type="auto"/>
          </w:tcPr>
          <w:p w14:paraId="27ADAF0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16,999132</w:t>
            </w:r>
          </w:p>
        </w:tc>
      </w:tr>
      <w:tr w:rsidR="00BF542D" w:rsidRPr="00BF542D" w14:paraId="43A32FB7" w14:textId="77777777" w:rsidTr="003D2E48">
        <w:tc>
          <w:tcPr>
            <w:tcW w:w="0" w:type="auto"/>
          </w:tcPr>
          <w:p w14:paraId="7289EE8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090064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 18</w:t>
            </w:r>
          </w:p>
        </w:tc>
        <w:tc>
          <w:tcPr>
            <w:tcW w:w="0" w:type="auto"/>
          </w:tcPr>
          <w:p w14:paraId="204CF6C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17,999161</w:t>
            </w:r>
          </w:p>
        </w:tc>
      </w:tr>
      <w:tr w:rsidR="00BF542D" w:rsidRPr="00BF542D" w14:paraId="651FE9D5" w14:textId="77777777" w:rsidTr="003D2E48">
        <w:tc>
          <w:tcPr>
            <w:tcW w:w="0" w:type="auto"/>
          </w:tcPr>
          <w:p w14:paraId="666A650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AB1DC4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 19</w:t>
            </w:r>
          </w:p>
        </w:tc>
        <w:tc>
          <w:tcPr>
            <w:tcW w:w="0" w:type="auto"/>
          </w:tcPr>
          <w:p w14:paraId="345CBF3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18,998403</w:t>
            </w:r>
          </w:p>
        </w:tc>
      </w:tr>
      <w:tr w:rsidR="00BF542D" w:rsidRPr="00BF542D" w14:paraId="1AC72F37" w14:textId="77777777" w:rsidTr="003D2E48">
        <w:tc>
          <w:tcPr>
            <w:tcW w:w="0" w:type="auto"/>
          </w:tcPr>
          <w:p w14:paraId="145A763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D75A35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Ne 20</w:t>
            </w:r>
          </w:p>
        </w:tc>
        <w:tc>
          <w:tcPr>
            <w:tcW w:w="0" w:type="auto"/>
          </w:tcPr>
          <w:p w14:paraId="5507795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19,992440</w:t>
            </w:r>
          </w:p>
        </w:tc>
      </w:tr>
      <w:tr w:rsidR="00BF542D" w:rsidRPr="00BF542D" w14:paraId="708F1710" w14:textId="77777777" w:rsidTr="003D2E48">
        <w:tc>
          <w:tcPr>
            <w:tcW w:w="0" w:type="auto"/>
          </w:tcPr>
          <w:p w14:paraId="666B095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351A5C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Ne 21</w:t>
            </w:r>
          </w:p>
        </w:tc>
        <w:tc>
          <w:tcPr>
            <w:tcW w:w="0" w:type="auto"/>
          </w:tcPr>
          <w:p w14:paraId="5E5150A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20,993847</w:t>
            </w:r>
          </w:p>
        </w:tc>
      </w:tr>
      <w:tr w:rsidR="00BF542D" w:rsidRPr="00BF542D" w14:paraId="4D928E01" w14:textId="77777777" w:rsidTr="003D2E48">
        <w:tc>
          <w:tcPr>
            <w:tcW w:w="0" w:type="auto"/>
          </w:tcPr>
          <w:p w14:paraId="3C74B4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431FE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Ne 22</w:t>
            </w:r>
          </w:p>
        </w:tc>
        <w:tc>
          <w:tcPr>
            <w:tcW w:w="0" w:type="auto"/>
          </w:tcPr>
          <w:p w14:paraId="6CF351B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21,991385</w:t>
            </w:r>
          </w:p>
        </w:tc>
      </w:tr>
      <w:tr w:rsidR="00BF542D" w:rsidRPr="00BF542D" w14:paraId="5CE80D29" w14:textId="77777777" w:rsidTr="003D2E48">
        <w:tc>
          <w:tcPr>
            <w:tcW w:w="0" w:type="auto"/>
          </w:tcPr>
          <w:p w14:paraId="0A5EA2F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6B9DC49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Na 22</w:t>
            </w:r>
          </w:p>
        </w:tc>
        <w:tc>
          <w:tcPr>
            <w:tcW w:w="0" w:type="auto"/>
          </w:tcPr>
          <w:p w14:paraId="1E8B31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21,994438</w:t>
            </w:r>
          </w:p>
        </w:tc>
      </w:tr>
      <w:tr w:rsidR="00BF542D" w:rsidRPr="00BF542D" w14:paraId="311637F8" w14:textId="77777777" w:rsidTr="003D2E48">
        <w:tc>
          <w:tcPr>
            <w:tcW w:w="0" w:type="auto"/>
          </w:tcPr>
          <w:p w14:paraId="4D4DBFC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3AC20B2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Na 23</w:t>
            </w:r>
          </w:p>
        </w:tc>
        <w:tc>
          <w:tcPr>
            <w:tcW w:w="0" w:type="auto"/>
          </w:tcPr>
          <w:p w14:paraId="4131DDC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22,989769</w:t>
            </w:r>
          </w:p>
        </w:tc>
      </w:tr>
      <w:tr w:rsidR="00BF542D" w:rsidRPr="00BF542D" w14:paraId="06908A9B" w14:textId="77777777" w:rsidTr="003D2E48">
        <w:tc>
          <w:tcPr>
            <w:tcW w:w="0" w:type="auto"/>
          </w:tcPr>
          <w:p w14:paraId="3C6DF7A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61C3150A" w14:textId="538C0396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</w:t>
            </w:r>
            <w:r w:rsidR="00257C85">
              <w:rPr>
                <w:sz w:val="20"/>
                <w:szCs w:val="20"/>
              </w:rPr>
              <w:t>a</w:t>
            </w:r>
            <w:r w:rsidRPr="00BF542D">
              <w:rPr>
                <w:sz w:val="20"/>
                <w:szCs w:val="20"/>
              </w:rPr>
              <w:t xml:space="preserve"> 24</w:t>
            </w:r>
          </w:p>
        </w:tc>
        <w:tc>
          <w:tcPr>
            <w:tcW w:w="0" w:type="auto"/>
          </w:tcPr>
          <w:p w14:paraId="140B0A2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23,990963</w:t>
            </w:r>
          </w:p>
        </w:tc>
      </w:tr>
      <w:tr w:rsidR="00BF542D" w:rsidRPr="00BF542D" w14:paraId="0E343258" w14:textId="77777777" w:rsidTr="003D2E48">
        <w:tc>
          <w:tcPr>
            <w:tcW w:w="0" w:type="auto"/>
          </w:tcPr>
          <w:p w14:paraId="7221FE0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1D1B2258" w14:textId="6B6C77F3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</w:t>
            </w:r>
            <w:r w:rsidR="00257C85">
              <w:rPr>
                <w:sz w:val="20"/>
                <w:szCs w:val="20"/>
              </w:rPr>
              <w:t>a</w:t>
            </w:r>
            <w:r w:rsidRPr="00BF542D">
              <w:rPr>
                <w:sz w:val="20"/>
                <w:szCs w:val="20"/>
              </w:rPr>
              <w:t xml:space="preserve"> 25</w:t>
            </w:r>
          </w:p>
        </w:tc>
        <w:tc>
          <w:tcPr>
            <w:tcW w:w="0" w:type="auto"/>
          </w:tcPr>
          <w:p w14:paraId="35014EA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24,989954</w:t>
            </w:r>
          </w:p>
        </w:tc>
      </w:tr>
      <w:tr w:rsidR="00BF542D" w:rsidRPr="00BF542D" w14:paraId="19FDAC07" w14:textId="77777777" w:rsidTr="003D2E48">
        <w:tc>
          <w:tcPr>
            <w:tcW w:w="0" w:type="auto"/>
          </w:tcPr>
          <w:p w14:paraId="037C18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4ABA8D7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Mg 24</w:t>
            </w:r>
          </w:p>
        </w:tc>
        <w:tc>
          <w:tcPr>
            <w:tcW w:w="0" w:type="auto"/>
          </w:tcPr>
          <w:p w14:paraId="71D1D5A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23,985042</w:t>
            </w:r>
          </w:p>
        </w:tc>
      </w:tr>
      <w:tr w:rsidR="00BF542D" w:rsidRPr="00BF542D" w14:paraId="1F14BAB0" w14:textId="77777777" w:rsidTr="003D2E48">
        <w:tc>
          <w:tcPr>
            <w:tcW w:w="0" w:type="auto"/>
          </w:tcPr>
          <w:p w14:paraId="33BD4BE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0015C21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Mg 25</w:t>
            </w:r>
          </w:p>
        </w:tc>
        <w:tc>
          <w:tcPr>
            <w:tcW w:w="0" w:type="auto"/>
          </w:tcPr>
          <w:p w14:paraId="5DC30E9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24,985837</w:t>
            </w:r>
          </w:p>
        </w:tc>
      </w:tr>
      <w:tr w:rsidR="00BF542D" w:rsidRPr="00BF542D" w14:paraId="4EB7DD6B" w14:textId="77777777" w:rsidTr="003D2E48">
        <w:tc>
          <w:tcPr>
            <w:tcW w:w="0" w:type="auto"/>
          </w:tcPr>
          <w:p w14:paraId="794AB9A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42C0C24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Mg 26</w:t>
            </w:r>
          </w:p>
        </w:tc>
        <w:tc>
          <w:tcPr>
            <w:tcW w:w="0" w:type="auto"/>
          </w:tcPr>
          <w:p w14:paraId="77E95D9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25,982593</w:t>
            </w:r>
          </w:p>
        </w:tc>
      </w:tr>
      <w:tr w:rsidR="00BF542D" w:rsidRPr="00BF542D" w14:paraId="3642367D" w14:textId="77777777" w:rsidTr="003D2E48">
        <w:tc>
          <w:tcPr>
            <w:tcW w:w="0" w:type="auto"/>
          </w:tcPr>
          <w:p w14:paraId="7EB6260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2CDD409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Al 27</w:t>
            </w:r>
          </w:p>
        </w:tc>
        <w:tc>
          <w:tcPr>
            <w:tcW w:w="0" w:type="auto"/>
          </w:tcPr>
          <w:p w14:paraId="3F04CD3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26,981539</w:t>
            </w:r>
          </w:p>
        </w:tc>
      </w:tr>
      <w:tr w:rsidR="00BF542D" w:rsidRPr="00BF542D" w14:paraId="3F841CFE" w14:textId="77777777" w:rsidTr="003D2E48">
        <w:tc>
          <w:tcPr>
            <w:tcW w:w="0" w:type="auto"/>
          </w:tcPr>
          <w:p w14:paraId="25311C0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680CD80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Si 28</w:t>
            </w:r>
          </w:p>
        </w:tc>
        <w:tc>
          <w:tcPr>
            <w:tcW w:w="0" w:type="auto"/>
          </w:tcPr>
          <w:p w14:paraId="4FC7D00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27,976927</w:t>
            </w:r>
          </w:p>
        </w:tc>
      </w:tr>
      <w:tr w:rsidR="00BF542D" w:rsidRPr="00BF542D" w14:paraId="10CEBB7F" w14:textId="77777777" w:rsidTr="003D2E48">
        <w:tc>
          <w:tcPr>
            <w:tcW w:w="0" w:type="auto"/>
          </w:tcPr>
          <w:p w14:paraId="4A59198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573662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Si 29</w:t>
            </w:r>
          </w:p>
        </w:tc>
        <w:tc>
          <w:tcPr>
            <w:tcW w:w="0" w:type="auto"/>
          </w:tcPr>
          <w:p w14:paraId="5C64599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28,976495</w:t>
            </w:r>
          </w:p>
        </w:tc>
      </w:tr>
      <w:tr w:rsidR="00BF542D" w:rsidRPr="00BF542D" w14:paraId="21630340" w14:textId="77777777" w:rsidTr="003D2E48">
        <w:tc>
          <w:tcPr>
            <w:tcW w:w="0" w:type="auto"/>
          </w:tcPr>
          <w:p w14:paraId="65FBBA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528BF8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Si 30</w:t>
            </w:r>
          </w:p>
        </w:tc>
        <w:tc>
          <w:tcPr>
            <w:tcW w:w="0" w:type="auto"/>
          </w:tcPr>
          <w:p w14:paraId="0749483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29,973770</w:t>
            </w:r>
          </w:p>
        </w:tc>
      </w:tr>
      <w:tr w:rsidR="00BF542D" w:rsidRPr="00BF542D" w14:paraId="67977922" w14:textId="77777777" w:rsidTr="003D2E48">
        <w:tc>
          <w:tcPr>
            <w:tcW w:w="0" w:type="auto"/>
          </w:tcPr>
          <w:p w14:paraId="6E806F5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503D16B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 30</w:t>
            </w:r>
          </w:p>
        </w:tc>
        <w:tc>
          <w:tcPr>
            <w:tcW w:w="0" w:type="auto"/>
          </w:tcPr>
          <w:p w14:paraId="529CE20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29,978315</w:t>
            </w:r>
          </w:p>
        </w:tc>
      </w:tr>
      <w:tr w:rsidR="00BF542D" w:rsidRPr="00BF542D" w14:paraId="0CC587AC" w14:textId="77777777" w:rsidTr="003D2E48">
        <w:tc>
          <w:tcPr>
            <w:tcW w:w="0" w:type="auto"/>
          </w:tcPr>
          <w:p w14:paraId="390F0AB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111A972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 31</w:t>
            </w:r>
          </w:p>
        </w:tc>
        <w:tc>
          <w:tcPr>
            <w:tcW w:w="0" w:type="auto"/>
          </w:tcPr>
          <w:p w14:paraId="44264F8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30,973762</w:t>
            </w:r>
          </w:p>
        </w:tc>
      </w:tr>
      <w:tr w:rsidR="00BF542D" w:rsidRPr="00BF542D" w14:paraId="0E0770FB" w14:textId="77777777" w:rsidTr="003D2E48">
        <w:tc>
          <w:tcPr>
            <w:tcW w:w="0" w:type="auto"/>
          </w:tcPr>
          <w:p w14:paraId="10F2899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4395DB0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 32</w:t>
            </w:r>
          </w:p>
        </w:tc>
        <w:tc>
          <w:tcPr>
            <w:tcW w:w="0" w:type="auto"/>
          </w:tcPr>
          <w:p w14:paraId="6700353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31,973908</w:t>
            </w:r>
          </w:p>
        </w:tc>
      </w:tr>
      <w:tr w:rsidR="00BF542D" w:rsidRPr="00BF542D" w14:paraId="23A8E0D2" w14:textId="77777777" w:rsidTr="003D2E48">
        <w:tc>
          <w:tcPr>
            <w:tcW w:w="0" w:type="auto"/>
          </w:tcPr>
          <w:p w14:paraId="4E85FE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057DE8F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32</w:t>
            </w:r>
          </w:p>
        </w:tc>
        <w:tc>
          <w:tcPr>
            <w:tcW w:w="0" w:type="auto"/>
          </w:tcPr>
          <w:p w14:paraId="4A5E6DD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31,972071</w:t>
            </w:r>
          </w:p>
        </w:tc>
      </w:tr>
      <w:tr w:rsidR="00BF542D" w:rsidRPr="00BF542D" w14:paraId="3ECC1E94" w14:textId="77777777" w:rsidTr="003D2E48">
        <w:tc>
          <w:tcPr>
            <w:tcW w:w="0" w:type="auto"/>
          </w:tcPr>
          <w:p w14:paraId="20C59A9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57C8D64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33</w:t>
            </w:r>
          </w:p>
        </w:tc>
        <w:tc>
          <w:tcPr>
            <w:tcW w:w="0" w:type="auto"/>
          </w:tcPr>
          <w:p w14:paraId="4ED0E41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32,971459</w:t>
            </w:r>
          </w:p>
        </w:tc>
      </w:tr>
      <w:tr w:rsidR="00BF542D" w:rsidRPr="00BF542D" w14:paraId="5465DF42" w14:textId="77777777" w:rsidTr="003D2E48">
        <w:tc>
          <w:tcPr>
            <w:tcW w:w="0" w:type="auto"/>
          </w:tcPr>
          <w:p w14:paraId="37BDD8C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093208F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34</w:t>
            </w:r>
          </w:p>
        </w:tc>
        <w:tc>
          <w:tcPr>
            <w:tcW w:w="0" w:type="auto"/>
          </w:tcPr>
          <w:p w14:paraId="5F8D8C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33,967867</w:t>
            </w:r>
          </w:p>
        </w:tc>
      </w:tr>
      <w:tr w:rsidR="00BF542D" w:rsidRPr="00BF542D" w14:paraId="2651B780" w14:textId="77777777" w:rsidTr="003D2E48">
        <w:tc>
          <w:tcPr>
            <w:tcW w:w="0" w:type="auto"/>
          </w:tcPr>
          <w:p w14:paraId="6332C6A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2DFC198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35</w:t>
            </w:r>
          </w:p>
        </w:tc>
        <w:tc>
          <w:tcPr>
            <w:tcW w:w="0" w:type="auto"/>
          </w:tcPr>
          <w:p w14:paraId="3B6B817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34,969032</w:t>
            </w:r>
          </w:p>
        </w:tc>
      </w:tr>
      <w:tr w:rsidR="00BF542D" w:rsidRPr="00BF542D" w14:paraId="66E12D8D" w14:textId="77777777" w:rsidTr="003D2E48">
        <w:tc>
          <w:tcPr>
            <w:tcW w:w="0" w:type="auto"/>
          </w:tcPr>
          <w:p w14:paraId="27F96F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2728553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 36</w:t>
            </w:r>
          </w:p>
        </w:tc>
        <w:tc>
          <w:tcPr>
            <w:tcW w:w="0" w:type="auto"/>
          </w:tcPr>
          <w:p w14:paraId="515938B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35,967081</w:t>
            </w:r>
          </w:p>
        </w:tc>
      </w:tr>
      <w:tr w:rsidR="00BF542D" w:rsidRPr="00BF542D" w14:paraId="10E76B4F" w14:textId="77777777" w:rsidTr="003D2E48">
        <w:tc>
          <w:tcPr>
            <w:tcW w:w="0" w:type="auto"/>
          </w:tcPr>
          <w:p w14:paraId="679D641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1C15DFD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Cl 35</w:t>
            </w:r>
          </w:p>
        </w:tc>
        <w:tc>
          <w:tcPr>
            <w:tcW w:w="0" w:type="auto"/>
          </w:tcPr>
          <w:p w14:paraId="0E37E20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34,968853</w:t>
            </w:r>
          </w:p>
        </w:tc>
      </w:tr>
      <w:tr w:rsidR="00BF542D" w:rsidRPr="00BF542D" w14:paraId="3DE39043" w14:textId="77777777" w:rsidTr="003D2E48">
        <w:tc>
          <w:tcPr>
            <w:tcW w:w="0" w:type="auto"/>
          </w:tcPr>
          <w:p w14:paraId="190C68B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0C1A75C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Cl 37</w:t>
            </w:r>
          </w:p>
        </w:tc>
        <w:tc>
          <w:tcPr>
            <w:tcW w:w="0" w:type="auto"/>
          </w:tcPr>
          <w:p w14:paraId="6E25DE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36,965903</w:t>
            </w:r>
          </w:p>
        </w:tc>
      </w:tr>
      <w:tr w:rsidR="00BF542D" w:rsidRPr="00BF542D" w14:paraId="4C2443F7" w14:textId="77777777" w:rsidTr="003D2E48">
        <w:tc>
          <w:tcPr>
            <w:tcW w:w="0" w:type="auto"/>
          </w:tcPr>
          <w:p w14:paraId="5E223B5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624C8DF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Cl 38</w:t>
            </w:r>
          </w:p>
        </w:tc>
        <w:tc>
          <w:tcPr>
            <w:tcW w:w="0" w:type="auto"/>
          </w:tcPr>
          <w:p w14:paraId="2DEF307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37,968010</w:t>
            </w:r>
          </w:p>
        </w:tc>
      </w:tr>
      <w:tr w:rsidR="00BF542D" w:rsidRPr="00BF542D" w14:paraId="3BB97FDF" w14:textId="77777777" w:rsidTr="003D2E48">
        <w:tc>
          <w:tcPr>
            <w:tcW w:w="0" w:type="auto"/>
          </w:tcPr>
          <w:p w14:paraId="26502DA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6CF5229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36</w:t>
            </w:r>
          </w:p>
        </w:tc>
        <w:tc>
          <w:tcPr>
            <w:tcW w:w="0" w:type="auto"/>
          </w:tcPr>
          <w:p w14:paraId="133D8F9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35,967545</w:t>
            </w:r>
          </w:p>
        </w:tc>
      </w:tr>
      <w:tr w:rsidR="00BF542D" w:rsidRPr="00BF542D" w14:paraId="76BC3DF9" w14:textId="77777777" w:rsidTr="003D2E48">
        <w:tc>
          <w:tcPr>
            <w:tcW w:w="0" w:type="auto"/>
          </w:tcPr>
          <w:p w14:paraId="566B71D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72FA36A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38</w:t>
            </w:r>
          </w:p>
        </w:tc>
        <w:tc>
          <w:tcPr>
            <w:tcW w:w="0" w:type="auto"/>
          </w:tcPr>
          <w:p w14:paraId="04100C8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37,962732</w:t>
            </w:r>
          </w:p>
        </w:tc>
      </w:tr>
      <w:tr w:rsidR="00BF542D" w:rsidRPr="00BF542D" w14:paraId="55BF5194" w14:textId="77777777" w:rsidTr="003D2E48">
        <w:tc>
          <w:tcPr>
            <w:tcW w:w="0" w:type="auto"/>
          </w:tcPr>
          <w:p w14:paraId="2EA271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28E8C85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39</w:t>
            </w:r>
          </w:p>
        </w:tc>
        <w:tc>
          <w:tcPr>
            <w:tcW w:w="0" w:type="auto"/>
          </w:tcPr>
          <w:p w14:paraId="0559813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38,964314</w:t>
            </w:r>
          </w:p>
        </w:tc>
      </w:tr>
      <w:tr w:rsidR="00BF542D" w:rsidRPr="00BF542D" w14:paraId="36CC2EF6" w14:textId="77777777" w:rsidTr="003D2E48">
        <w:tc>
          <w:tcPr>
            <w:tcW w:w="0" w:type="auto"/>
          </w:tcPr>
          <w:p w14:paraId="27A98DD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2EB3E46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40</w:t>
            </w:r>
          </w:p>
        </w:tc>
        <w:tc>
          <w:tcPr>
            <w:tcW w:w="0" w:type="auto"/>
          </w:tcPr>
          <w:p w14:paraId="464DEEB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39,962383</w:t>
            </w:r>
          </w:p>
        </w:tc>
      </w:tr>
      <w:tr w:rsidR="00BF542D" w:rsidRPr="00BF542D" w14:paraId="55F5365B" w14:textId="77777777" w:rsidTr="003D2E48">
        <w:tc>
          <w:tcPr>
            <w:tcW w:w="0" w:type="auto"/>
          </w:tcPr>
          <w:p w14:paraId="523261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71D6CF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41</w:t>
            </w:r>
          </w:p>
        </w:tc>
        <w:tc>
          <w:tcPr>
            <w:tcW w:w="0" w:type="auto"/>
          </w:tcPr>
          <w:p w14:paraId="58F54F6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40,964501</w:t>
            </w:r>
          </w:p>
        </w:tc>
      </w:tr>
      <w:tr w:rsidR="00BF542D" w:rsidRPr="00BF542D" w14:paraId="5A0A7969" w14:textId="77777777" w:rsidTr="003D2E48">
        <w:tc>
          <w:tcPr>
            <w:tcW w:w="0" w:type="auto"/>
          </w:tcPr>
          <w:p w14:paraId="3B33238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33E64C5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Ar 42</w:t>
            </w:r>
          </w:p>
        </w:tc>
        <w:tc>
          <w:tcPr>
            <w:tcW w:w="0" w:type="auto"/>
          </w:tcPr>
          <w:p w14:paraId="250C0AE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41,963046</w:t>
            </w:r>
          </w:p>
        </w:tc>
      </w:tr>
      <w:tr w:rsidR="00BF542D" w:rsidRPr="00BF542D" w14:paraId="7B790A6D" w14:textId="77777777" w:rsidTr="003D2E48">
        <w:tc>
          <w:tcPr>
            <w:tcW w:w="0" w:type="auto"/>
          </w:tcPr>
          <w:p w14:paraId="5EE08DE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67B0D22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39</w:t>
            </w:r>
          </w:p>
        </w:tc>
        <w:tc>
          <w:tcPr>
            <w:tcW w:w="0" w:type="auto"/>
          </w:tcPr>
          <w:p w14:paraId="057BDA7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38,963707</w:t>
            </w:r>
          </w:p>
        </w:tc>
      </w:tr>
      <w:tr w:rsidR="00BF542D" w:rsidRPr="00BF542D" w14:paraId="133263BC" w14:textId="77777777" w:rsidTr="003D2E48">
        <w:tc>
          <w:tcPr>
            <w:tcW w:w="0" w:type="auto"/>
          </w:tcPr>
          <w:p w14:paraId="6D91F9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1429E1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40</w:t>
            </w:r>
          </w:p>
        </w:tc>
        <w:tc>
          <w:tcPr>
            <w:tcW w:w="0" w:type="auto"/>
          </w:tcPr>
          <w:p w14:paraId="25C860B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39,963998</w:t>
            </w:r>
          </w:p>
        </w:tc>
      </w:tr>
      <w:tr w:rsidR="00BF542D" w:rsidRPr="00BF542D" w14:paraId="4718C45C" w14:textId="77777777" w:rsidTr="003D2E48">
        <w:tc>
          <w:tcPr>
            <w:tcW w:w="0" w:type="auto"/>
          </w:tcPr>
          <w:p w14:paraId="0F28D95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2D25F73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41</w:t>
            </w:r>
          </w:p>
        </w:tc>
        <w:tc>
          <w:tcPr>
            <w:tcW w:w="0" w:type="auto"/>
          </w:tcPr>
          <w:p w14:paraId="24896C9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40,961825</w:t>
            </w:r>
          </w:p>
        </w:tc>
      </w:tr>
      <w:tr w:rsidR="00BF542D" w:rsidRPr="00BF542D" w14:paraId="43A5DD09" w14:textId="77777777" w:rsidTr="003D2E48">
        <w:tc>
          <w:tcPr>
            <w:tcW w:w="0" w:type="auto"/>
          </w:tcPr>
          <w:p w14:paraId="1C31EAE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420D152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 42</w:t>
            </w:r>
          </w:p>
        </w:tc>
        <w:tc>
          <w:tcPr>
            <w:tcW w:w="0" w:type="auto"/>
          </w:tcPr>
          <w:p w14:paraId="0AF066D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41,962402</w:t>
            </w:r>
          </w:p>
        </w:tc>
      </w:tr>
      <w:tr w:rsidR="00BF542D" w:rsidRPr="00BF542D" w14:paraId="39FF7CD5" w14:textId="77777777" w:rsidTr="003D2E48">
        <w:tc>
          <w:tcPr>
            <w:tcW w:w="0" w:type="auto"/>
          </w:tcPr>
          <w:p w14:paraId="4D1D6C1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7CC7EB8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40</w:t>
            </w:r>
          </w:p>
        </w:tc>
        <w:tc>
          <w:tcPr>
            <w:tcW w:w="0" w:type="auto"/>
          </w:tcPr>
          <w:p w14:paraId="1CA326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39,962591</w:t>
            </w:r>
          </w:p>
        </w:tc>
      </w:tr>
      <w:tr w:rsidR="00BF542D" w:rsidRPr="00BF542D" w14:paraId="182E4988" w14:textId="77777777" w:rsidTr="003D2E48">
        <w:tc>
          <w:tcPr>
            <w:tcW w:w="0" w:type="auto"/>
          </w:tcPr>
          <w:p w14:paraId="1964BC7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489EE6D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42</w:t>
            </w:r>
          </w:p>
        </w:tc>
        <w:tc>
          <w:tcPr>
            <w:tcW w:w="0" w:type="auto"/>
          </w:tcPr>
          <w:p w14:paraId="130A962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41,958618</w:t>
            </w:r>
          </w:p>
        </w:tc>
      </w:tr>
      <w:tr w:rsidR="00BF542D" w:rsidRPr="00BF542D" w14:paraId="67CF834C" w14:textId="77777777" w:rsidTr="003D2E48">
        <w:tc>
          <w:tcPr>
            <w:tcW w:w="0" w:type="auto"/>
          </w:tcPr>
          <w:p w14:paraId="42C79C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</w:tcPr>
          <w:p w14:paraId="7EC060C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43</w:t>
            </w:r>
          </w:p>
        </w:tc>
        <w:tc>
          <w:tcPr>
            <w:tcW w:w="0" w:type="auto"/>
          </w:tcPr>
          <w:p w14:paraId="354D0B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42,958766</w:t>
            </w:r>
          </w:p>
        </w:tc>
      </w:tr>
      <w:tr w:rsidR="00BF542D" w:rsidRPr="00BF542D" w14:paraId="26B27B91" w14:textId="77777777" w:rsidTr="003D2E48">
        <w:tc>
          <w:tcPr>
            <w:tcW w:w="0" w:type="auto"/>
          </w:tcPr>
          <w:p w14:paraId="1EECF2A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3257D5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44</w:t>
            </w:r>
          </w:p>
        </w:tc>
        <w:tc>
          <w:tcPr>
            <w:tcW w:w="0" w:type="auto"/>
          </w:tcPr>
          <w:p w14:paraId="5045F41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43,955481</w:t>
            </w:r>
          </w:p>
        </w:tc>
      </w:tr>
      <w:tr w:rsidR="00BF542D" w:rsidRPr="00BF542D" w14:paraId="3B9E7E1A" w14:textId="77777777" w:rsidTr="003D2E48">
        <w:tc>
          <w:tcPr>
            <w:tcW w:w="0" w:type="auto"/>
          </w:tcPr>
          <w:p w14:paraId="283B264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038E31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45</w:t>
            </w:r>
          </w:p>
        </w:tc>
        <w:tc>
          <w:tcPr>
            <w:tcW w:w="0" w:type="auto"/>
          </w:tcPr>
          <w:p w14:paraId="216BB22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44,956186</w:t>
            </w:r>
          </w:p>
        </w:tc>
      </w:tr>
      <w:tr w:rsidR="00BF542D" w:rsidRPr="00BF542D" w14:paraId="75FD2A27" w14:textId="77777777" w:rsidTr="003D2E48">
        <w:tc>
          <w:tcPr>
            <w:tcW w:w="0" w:type="auto"/>
          </w:tcPr>
          <w:p w14:paraId="4A587DF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3FE45FD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Ca 46</w:t>
            </w:r>
          </w:p>
        </w:tc>
        <w:tc>
          <w:tcPr>
            <w:tcW w:w="0" w:type="auto"/>
          </w:tcPr>
          <w:p w14:paraId="373E8EE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45,953688</w:t>
            </w:r>
          </w:p>
        </w:tc>
      </w:tr>
      <w:tr w:rsidR="00BF542D" w:rsidRPr="00BF542D" w14:paraId="4C1ADAD2" w14:textId="77777777" w:rsidTr="003D2E48">
        <w:tc>
          <w:tcPr>
            <w:tcW w:w="0" w:type="auto"/>
          </w:tcPr>
          <w:p w14:paraId="0C470C2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14:paraId="1CA958D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Sc 45</w:t>
            </w:r>
          </w:p>
        </w:tc>
        <w:tc>
          <w:tcPr>
            <w:tcW w:w="0" w:type="auto"/>
          </w:tcPr>
          <w:p w14:paraId="27C1AD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44,955907</w:t>
            </w:r>
          </w:p>
        </w:tc>
      </w:tr>
      <w:tr w:rsidR="00BF542D" w:rsidRPr="00BF542D" w14:paraId="78DB10F6" w14:textId="77777777" w:rsidTr="003D2E48">
        <w:tc>
          <w:tcPr>
            <w:tcW w:w="0" w:type="auto"/>
          </w:tcPr>
          <w:p w14:paraId="3D49875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48DA521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46</w:t>
            </w:r>
          </w:p>
        </w:tc>
        <w:tc>
          <w:tcPr>
            <w:tcW w:w="0" w:type="auto"/>
          </w:tcPr>
          <w:p w14:paraId="7A8C711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45,952626</w:t>
            </w:r>
          </w:p>
        </w:tc>
      </w:tr>
      <w:tr w:rsidR="00BF542D" w:rsidRPr="00BF542D" w14:paraId="7772F90C" w14:textId="77777777" w:rsidTr="003D2E48">
        <w:tc>
          <w:tcPr>
            <w:tcW w:w="0" w:type="auto"/>
          </w:tcPr>
          <w:p w14:paraId="0726A1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7011A07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47</w:t>
            </w:r>
          </w:p>
        </w:tc>
        <w:tc>
          <w:tcPr>
            <w:tcW w:w="0" w:type="auto"/>
          </w:tcPr>
          <w:p w14:paraId="6F464FD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46,951757</w:t>
            </w:r>
          </w:p>
        </w:tc>
      </w:tr>
      <w:tr w:rsidR="00BF542D" w:rsidRPr="00BF542D" w14:paraId="1AC98DAD" w14:textId="77777777" w:rsidTr="003D2E48">
        <w:tc>
          <w:tcPr>
            <w:tcW w:w="0" w:type="auto"/>
          </w:tcPr>
          <w:p w14:paraId="10C935E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122497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48</w:t>
            </w:r>
          </w:p>
        </w:tc>
        <w:tc>
          <w:tcPr>
            <w:tcW w:w="0" w:type="auto"/>
          </w:tcPr>
          <w:p w14:paraId="20CAAFD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47,947941</w:t>
            </w:r>
          </w:p>
        </w:tc>
      </w:tr>
      <w:tr w:rsidR="00BF542D" w:rsidRPr="00BF542D" w14:paraId="6B355E5E" w14:textId="77777777" w:rsidTr="003D2E48">
        <w:tc>
          <w:tcPr>
            <w:tcW w:w="0" w:type="auto"/>
          </w:tcPr>
          <w:p w14:paraId="414CD7E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3C03794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49</w:t>
            </w:r>
          </w:p>
        </w:tc>
        <w:tc>
          <w:tcPr>
            <w:tcW w:w="0" w:type="auto"/>
          </w:tcPr>
          <w:p w14:paraId="6C509A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48,947870</w:t>
            </w:r>
          </w:p>
        </w:tc>
      </w:tr>
      <w:tr w:rsidR="00BF542D" w:rsidRPr="00BF542D" w14:paraId="403A62A4" w14:textId="77777777" w:rsidTr="003D2E48">
        <w:tc>
          <w:tcPr>
            <w:tcW w:w="0" w:type="auto"/>
          </w:tcPr>
          <w:p w14:paraId="7972248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2AF0039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Ti 50</w:t>
            </w:r>
          </w:p>
        </w:tc>
        <w:tc>
          <w:tcPr>
            <w:tcW w:w="0" w:type="auto"/>
          </w:tcPr>
          <w:p w14:paraId="54C5B84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49,944786</w:t>
            </w:r>
          </w:p>
        </w:tc>
      </w:tr>
      <w:tr w:rsidR="00BF542D" w:rsidRPr="00BF542D" w14:paraId="2DF11C4E" w14:textId="77777777" w:rsidTr="003D2E48">
        <w:tc>
          <w:tcPr>
            <w:tcW w:w="0" w:type="auto"/>
          </w:tcPr>
          <w:p w14:paraId="1AE6FC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14:paraId="2A81F7A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V 51</w:t>
            </w:r>
          </w:p>
        </w:tc>
        <w:tc>
          <w:tcPr>
            <w:tcW w:w="0" w:type="auto"/>
          </w:tcPr>
          <w:p w14:paraId="5706763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50,943958</w:t>
            </w:r>
          </w:p>
        </w:tc>
      </w:tr>
      <w:tr w:rsidR="00BF542D" w:rsidRPr="00BF542D" w14:paraId="261B3CF3" w14:textId="77777777" w:rsidTr="003D2E48">
        <w:tc>
          <w:tcPr>
            <w:tcW w:w="0" w:type="auto"/>
          </w:tcPr>
          <w:p w14:paraId="15D7A26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0C7DD02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51</w:t>
            </w:r>
          </w:p>
        </w:tc>
        <w:tc>
          <w:tcPr>
            <w:tcW w:w="0" w:type="auto"/>
          </w:tcPr>
          <w:p w14:paraId="51A79C1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50,944765</w:t>
            </w:r>
          </w:p>
        </w:tc>
      </w:tr>
      <w:tr w:rsidR="00BF542D" w:rsidRPr="00BF542D" w14:paraId="19356E24" w14:textId="77777777" w:rsidTr="003D2E48">
        <w:tc>
          <w:tcPr>
            <w:tcW w:w="0" w:type="auto"/>
          </w:tcPr>
          <w:p w14:paraId="7DFE0B0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15F9A95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52</w:t>
            </w:r>
          </w:p>
        </w:tc>
        <w:tc>
          <w:tcPr>
            <w:tcW w:w="0" w:type="auto"/>
          </w:tcPr>
          <w:p w14:paraId="25E33A0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51,940505</w:t>
            </w:r>
          </w:p>
        </w:tc>
      </w:tr>
      <w:tr w:rsidR="00BF542D" w:rsidRPr="00BF542D" w14:paraId="146358FD" w14:textId="77777777" w:rsidTr="003D2E48">
        <w:tc>
          <w:tcPr>
            <w:tcW w:w="0" w:type="auto"/>
          </w:tcPr>
          <w:p w14:paraId="31CF27E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7339C38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53</w:t>
            </w:r>
          </w:p>
        </w:tc>
        <w:tc>
          <w:tcPr>
            <w:tcW w:w="0" w:type="auto"/>
          </w:tcPr>
          <w:p w14:paraId="0A0F9F6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52,940646</w:t>
            </w:r>
          </w:p>
        </w:tc>
      </w:tr>
      <w:tr w:rsidR="00BF542D" w:rsidRPr="00BF542D" w14:paraId="7BBD586E" w14:textId="77777777" w:rsidTr="003D2E48">
        <w:tc>
          <w:tcPr>
            <w:tcW w:w="0" w:type="auto"/>
          </w:tcPr>
          <w:p w14:paraId="42598D3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008B76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Cr 54</w:t>
            </w:r>
          </w:p>
        </w:tc>
        <w:tc>
          <w:tcPr>
            <w:tcW w:w="0" w:type="auto"/>
          </w:tcPr>
          <w:p w14:paraId="0156D88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53,938877</w:t>
            </w:r>
          </w:p>
        </w:tc>
      </w:tr>
      <w:tr w:rsidR="00BF542D" w:rsidRPr="00BF542D" w14:paraId="28711496" w14:textId="77777777" w:rsidTr="003D2E48">
        <w:tc>
          <w:tcPr>
            <w:tcW w:w="0" w:type="auto"/>
          </w:tcPr>
          <w:p w14:paraId="29F671C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14:paraId="6E789E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Mn 55</w:t>
            </w:r>
          </w:p>
        </w:tc>
        <w:tc>
          <w:tcPr>
            <w:tcW w:w="0" w:type="auto"/>
          </w:tcPr>
          <w:p w14:paraId="245693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54,938043</w:t>
            </w:r>
          </w:p>
        </w:tc>
      </w:tr>
      <w:tr w:rsidR="00BF542D" w:rsidRPr="00BF542D" w14:paraId="57914353" w14:textId="77777777" w:rsidTr="003D2E48">
        <w:tc>
          <w:tcPr>
            <w:tcW w:w="0" w:type="auto"/>
          </w:tcPr>
          <w:p w14:paraId="152F94A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5D66ECE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54</w:t>
            </w:r>
          </w:p>
        </w:tc>
        <w:tc>
          <w:tcPr>
            <w:tcW w:w="0" w:type="auto"/>
          </w:tcPr>
          <w:p w14:paraId="509AA3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53,939608</w:t>
            </w:r>
          </w:p>
        </w:tc>
      </w:tr>
      <w:tr w:rsidR="00BF542D" w:rsidRPr="00BF542D" w14:paraId="305CAE05" w14:textId="77777777" w:rsidTr="003D2E48">
        <w:tc>
          <w:tcPr>
            <w:tcW w:w="0" w:type="auto"/>
          </w:tcPr>
          <w:p w14:paraId="7AD0A60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317D994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55</w:t>
            </w:r>
          </w:p>
        </w:tc>
        <w:tc>
          <w:tcPr>
            <w:tcW w:w="0" w:type="auto"/>
          </w:tcPr>
          <w:p w14:paraId="3A6E310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54,938291</w:t>
            </w:r>
          </w:p>
        </w:tc>
      </w:tr>
      <w:tr w:rsidR="00BF542D" w:rsidRPr="00BF542D" w14:paraId="694208BC" w14:textId="77777777" w:rsidTr="003D2E48">
        <w:tc>
          <w:tcPr>
            <w:tcW w:w="0" w:type="auto"/>
          </w:tcPr>
          <w:p w14:paraId="6E8CB7A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276F5B1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56</w:t>
            </w:r>
          </w:p>
        </w:tc>
        <w:tc>
          <w:tcPr>
            <w:tcW w:w="0" w:type="auto"/>
          </w:tcPr>
          <w:p w14:paraId="760642E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55,934936</w:t>
            </w:r>
          </w:p>
        </w:tc>
      </w:tr>
      <w:tr w:rsidR="00BF542D" w:rsidRPr="00BF542D" w14:paraId="5F5F0D16" w14:textId="77777777" w:rsidTr="003D2E48">
        <w:tc>
          <w:tcPr>
            <w:tcW w:w="0" w:type="auto"/>
          </w:tcPr>
          <w:p w14:paraId="25560CB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7132519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57</w:t>
            </w:r>
          </w:p>
        </w:tc>
        <w:tc>
          <w:tcPr>
            <w:tcW w:w="0" w:type="auto"/>
          </w:tcPr>
          <w:p w14:paraId="327220B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56,935392</w:t>
            </w:r>
          </w:p>
        </w:tc>
      </w:tr>
      <w:tr w:rsidR="00BF542D" w:rsidRPr="00BF542D" w14:paraId="4295F346" w14:textId="77777777" w:rsidTr="003D2E48">
        <w:tc>
          <w:tcPr>
            <w:tcW w:w="0" w:type="auto"/>
          </w:tcPr>
          <w:p w14:paraId="5C85ECB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18D62B2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58</w:t>
            </w:r>
          </w:p>
        </w:tc>
        <w:tc>
          <w:tcPr>
            <w:tcW w:w="0" w:type="auto"/>
          </w:tcPr>
          <w:p w14:paraId="6B4148E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57,933274</w:t>
            </w:r>
          </w:p>
        </w:tc>
      </w:tr>
      <w:tr w:rsidR="00BF542D" w:rsidRPr="00BF542D" w14:paraId="09CF76DC" w14:textId="77777777" w:rsidTr="003D2E48">
        <w:tc>
          <w:tcPr>
            <w:tcW w:w="0" w:type="auto"/>
          </w:tcPr>
          <w:p w14:paraId="0DA290E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309EE5C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59</w:t>
            </w:r>
          </w:p>
        </w:tc>
        <w:tc>
          <w:tcPr>
            <w:tcW w:w="0" w:type="auto"/>
          </w:tcPr>
          <w:p w14:paraId="5AE1218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58,934873</w:t>
            </w:r>
          </w:p>
        </w:tc>
      </w:tr>
      <w:tr w:rsidR="00BF542D" w:rsidRPr="00BF542D" w14:paraId="25B837C1" w14:textId="77777777" w:rsidTr="003D2E48">
        <w:tc>
          <w:tcPr>
            <w:tcW w:w="0" w:type="auto"/>
          </w:tcPr>
          <w:p w14:paraId="770F88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29EEA18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Fe 60</w:t>
            </w:r>
          </w:p>
        </w:tc>
        <w:tc>
          <w:tcPr>
            <w:tcW w:w="0" w:type="auto"/>
          </w:tcPr>
          <w:p w14:paraId="42B7F1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59,934070</w:t>
            </w:r>
          </w:p>
        </w:tc>
      </w:tr>
      <w:tr w:rsidR="00BF542D" w:rsidRPr="00BF542D" w14:paraId="57C177D9" w14:textId="77777777" w:rsidTr="003D2E48">
        <w:tc>
          <w:tcPr>
            <w:tcW w:w="0" w:type="auto"/>
          </w:tcPr>
          <w:p w14:paraId="273FBDC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536167B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55</w:t>
            </w:r>
          </w:p>
        </w:tc>
        <w:tc>
          <w:tcPr>
            <w:tcW w:w="0" w:type="auto"/>
          </w:tcPr>
          <w:p w14:paraId="5AD5D10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54,941996</w:t>
            </w:r>
          </w:p>
        </w:tc>
      </w:tr>
      <w:tr w:rsidR="00BF542D" w:rsidRPr="00BF542D" w14:paraId="7C23EEA6" w14:textId="77777777" w:rsidTr="003D2E48">
        <w:tc>
          <w:tcPr>
            <w:tcW w:w="0" w:type="auto"/>
          </w:tcPr>
          <w:p w14:paraId="341FAC6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3E25CCD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56</w:t>
            </w:r>
          </w:p>
        </w:tc>
        <w:tc>
          <w:tcPr>
            <w:tcW w:w="0" w:type="auto"/>
          </w:tcPr>
          <w:p w14:paraId="4B2F99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55,939838</w:t>
            </w:r>
          </w:p>
        </w:tc>
      </w:tr>
      <w:tr w:rsidR="00BF542D" w:rsidRPr="00BF542D" w14:paraId="7E89252E" w14:textId="77777777" w:rsidTr="003D2E48">
        <w:tc>
          <w:tcPr>
            <w:tcW w:w="0" w:type="auto"/>
          </w:tcPr>
          <w:p w14:paraId="09874A5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263CDFE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57</w:t>
            </w:r>
          </w:p>
        </w:tc>
        <w:tc>
          <w:tcPr>
            <w:tcW w:w="0" w:type="auto"/>
          </w:tcPr>
          <w:p w14:paraId="0867508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56,936290</w:t>
            </w:r>
          </w:p>
        </w:tc>
      </w:tr>
      <w:tr w:rsidR="00BF542D" w:rsidRPr="00BF542D" w14:paraId="50756A55" w14:textId="77777777" w:rsidTr="003D2E48">
        <w:tc>
          <w:tcPr>
            <w:tcW w:w="0" w:type="auto"/>
          </w:tcPr>
          <w:p w14:paraId="6E64434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1775040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58</w:t>
            </w:r>
          </w:p>
        </w:tc>
        <w:tc>
          <w:tcPr>
            <w:tcW w:w="0" w:type="auto"/>
          </w:tcPr>
          <w:p w14:paraId="7F2884A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57,935751</w:t>
            </w:r>
          </w:p>
        </w:tc>
      </w:tr>
      <w:tr w:rsidR="00BF542D" w:rsidRPr="00BF542D" w14:paraId="1097A15F" w14:textId="77777777" w:rsidTr="003D2E48">
        <w:tc>
          <w:tcPr>
            <w:tcW w:w="0" w:type="auto"/>
          </w:tcPr>
          <w:p w14:paraId="437D284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3380019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59</w:t>
            </w:r>
          </w:p>
        </w:tc>
        <w:tc>
          <w:tcPr>
            <w:tcW w:w="0" w:type="auto"/>
          </w:tcPr>
          <w:p w14:paraId="50CAD69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58,933194</w:t>
            </w:r>
          </w:p>
        </w:tc>
      </w:tr>
      <w:tr w:rsidR="00BF542D" w:rsidRPr="00BF542D" w14:paraId="4E907C81" w14:textId="77777777" w:rsidTr="003D2E48">
        <w:tc>
          <w:tcPr>
            <w:tcW w:w="0" w:type="auto"/>
          </w:tcPr>
          <w:p w14:paraId="241681A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0E7953E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Co 60</w:t>
            </w:r>
          </w:p>
        </w:tc>
        <w:tc>
          <w:tcPr>
            <w:tcW w:w="0" w:type="auto"/>
          </w:tcPr>
          <w:p w14:paraId="5F94125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59,933816</w:t>
            </w:r>
          </w:p>
        </w:tc>
      </w:tr>
      <w:tr w:rsidR="00BF542D" w:rsidRPr="00BF542D" w14:paraId="2BCF9FF0" w14:textId="77777777" w:rsidTr="003D2E48">
        <w:tc>
          <w:tcPr>
            <w:tcW w:w="0" w:type="auto"/>
          </w:tcPr>
          <w:p w14:paraId="1805461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1D5EC96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58</w:t>
            </w:r>
          </w:p>
        </w:tc>
        <w:tc>
          <w:tcPr>
            <w:tcW w:w="0" w:type="auto"/>
          </w:tcPr>
          <w:p w14:paraId="5861679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57,935342</w:t>
            </w:r>
          </w:p>
        </w:tc>
      </w:tr>
      <w:tr w:rsidR="00BF542D" w:rsidRPr="00BF542D" w14:paraId="2ECA367C" w14:textId="77777777" w:rsidTr="003D2E48">
        <w:tc>
          <w:tcPr>
            <w:tcW w:w="0" w:type="auto"/>
          </w:tcPr>
          <w:p w14:paraId="573787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085F376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60</w:t>
            </w:r>
          </w:p>
        </w:tc>
        <w:tc>
          <w:tcPr>
            <w:tcW w:w="0" w:type="auto"/>
          </w:tcPr>
          <w:p w14:paraId="47DE1B4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59,930785</w:t>
            </w:r>
          </w:p>
        </w:tc>
      </w:tr>
      <w:tr w:rsidR="00BF542D" w:rsidRPr="00BF542D" w14:paraId="34A2B3AB" w14:textId="77777777" w:rsidTr="003D2E48">
        <w:tc>
          <w:tcPr>
            <w:tcW w:w="0" w:type="auto"/>
          </w:tcPr>
          <w:p w14:paraId="1E9900E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6EC446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61</w:t>
            </w:r>
          </w:p>
        </w:tc>
        <w:tc>
          <w:tcPr>
            <w:tcW w:w="0" w:type="auto"/>
          </w:tcPr>
          <w:p w14:paraId="7ADE139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60,931055</w:t>
            </w:r>
          </w:p>
        </w:tc>
      </w:tr>
      <w:tr w:rsidR="00BF542D" w:rsidRPr="00BF542D" w14:paraId="04195CE8" w14:textId="77777777" w:rsidTr="003D2E48">
        <w:tc>
          <w:tcPr>
            <w:tcW w:w="0" w:type="auto"/>
          </w:tcPr>
          <w:p w14:paraId="60D36DE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2A2D0FE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62</w:t>
            </w:r>
          </w:p>
        </w:tc>
        <w:tc>
          <w:tcPr>
            <w:tcW w:w="0" w:type="auto"/>
          </w:tcPr>
          <w:p w14:paraId="1DC75BC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61,928345</w:t>
            </w:r>
          </w:p>
        </w:tc>
      </w:tr>
      <w:tr w:rsidR="00BF542D" w:rsidRPr="00BF542D" w14:paraId="7788191D" w14:textId="77777777" w:rsidTr="003D2E48">
        <w:tc>
          <w:tcPr>
            <w:tcW w:w="0" w:type="auto"/>
          </w:tcPr>
          <w:p w14:paraId="5C0DE1C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1B9C9E8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Ni 64</w:t>
            </w:r>
          </w:p>
        </w:tc>
        <w:tc>
          <w:tcPr>
            <w:tcW w:w="0" w:type="auto"/>
          </w:tcPr>
          <w:p w14:paraId="6279D90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63,927966</w:t>
            </w:r>
          </w:p>
        </w:tc>
      </w:tr>
      <w:tr w:rsidR="00BF542D" w:rsidRPr="00BF542D" w14:paraId="720B9435" w14:textId="77777777" w:rsidTr="003D2E48">
        <w:tc>
          <w:tcPr>
            <w:tcW w:w="0" w:type="auto"/>
          </w:tcPr>
          <w:p w14:paraId="3B386E7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7EF37C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Cu 63</w:t>
            </w:r>
          </w:p>
        </w:tc>
        <w:tc>
          <w:tcPr>
            <w:tcW w:w="0" w:type="auto"/>
          </w:tcPr>
          <w:p w14:paraId="5DED420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62,929597</w:t>
            </w:r>
          </w:p>
        </w:tc>
      </w:tr>
      <w:tr w:rsidR="00BF542D" w:rsidRPr="00BF542D" w14:paraId="092CD615" w14:textId="77777777" w:rsidTr="003D2E48">
        <w:tc>
          <w:tcPr>
            <w:tcW w:w="0" w:type="auto"/>
          </w:tcPr>
          <w:p w14:paraId="4141AAE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0F45CD9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Cu 65</w:t>
            </w:r>
          </w:p>
        </w:tc>
        <w:tc>
          <w:tcPr>
            <w:tcW w:w="0" w:type="auto"/>
          </w:tcPr>
          <w:p w14:paraId="03EBD3E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64,927789</w:t>
            </w:r>
          </w:p>
        </w:tc>
      </w:tr>
      <w:tr w:rsidR="00BF542D" w:rsidRPr="00BF542D" w14:paraId="115A6D28" w14:textId="77777777" w:rsidTr="003D2E48">
        <w:tc>
          <w:tcPr>
            <w:tcW w:w="0" w:type="auto"/>
          </w:tcPr>
          <w:p w14:paraId="181D879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3FE7B34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Cu 66</w:t>
            </w:r>
          </w:p>
        </w:tc>
        <w:tc>
          <w:tcPr>
            <w:tcW w:w="0" w:type="auto"/>
          </w:tcPr>
          <w:p w14:paraId="36D480B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65,928869</w:t>
            </w:r>
          </w:p>
        </w:tc>
      </w:tr>
      <w:tr w:rsidR="00BF542D" w:rsidRPr="00BF542D" w14:paraId="24D214B1" w14:textId="77777777" w:rsidTr="003D2E48">
        <w:tc>
          <w:tcPr>
            <w:tcW w:w="0" w:type="auto"/>
          </w:tcPr>
          <w:p w14:paraId="551A635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7062935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64</w:t>
            </w:r>
          </w:p>
        </w:tc>
        <w:tc>
          <w:tcPr>
            <w:tcW w:w="0" w:type="auto"/>
          </w:tcPr>
          <w:p w14:paraId="10BC59E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63,929142</w:t>
            </w:r>
          </w:p>
        </w:tc>
      </w:tr>
      <w:tr w:rsidR="00BF542D" w:rsidRPr="00BF542D" w14:paraId="1D662952" w14:textId="77777777" w:rsidTr="003D2E48">
        <w:tc>
          <w:tcPr>
            <w:tcW w:w="0" w:type="auto"/>
          </w:tcPr>
          <w:p w14:paraId="2A7083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3984A23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65</w:t>
            </w:r>
          </w:p>
        </w:tc>
        <w:tc>
          <w:tcPr>
            <w:tcW w:w="0" w:type="auto"/>
          </w:tcPr>
          <w:p w14:paraId="30508E0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64,929241</w:t>
            </w:r>
          </w:p>
        </w:tc>
      </w:tr>
      <w:tr w:rsidR="00BF542D" w:rsidRPr="00BF542D" w14:paraId="2492D838" w14:textId="77777777" w:rsidTr="003D2E48">
        <w:tc>
          <w:tcPr>
            <w:tcW w:w="0" w:type="auto"/>
          </w:tcPr>
          <w:p w14:paraId="734BE2C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41483B7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66</w:t>
            </w:r>
          </w:p>
        </w:tc>
        <w:tc>
          <w:tcPr>
            <w:tcW w:w="0" w:type="auto"/>
          </w:tcPr>
          <w:p w14:paraId="0B1E4D9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65,926034</w:t>
            </w:r>
          </w:p>
        </w:tc>
      </w:tr>
      <w:tr w:rsidR="00BF542D" w:rsidRPr="00BF542D" w14:paraId="15D0B65B" w14:textId="77777777" w:rsidTr="003D2E48">
        <w:tc>
          <w:tcPr>
            <w:tcW w:w="0" w:type="auto"/>
          </w:tcPr>
          <w:p w14:paraId="307DB1B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6116828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67</w:t>
            </w:r>
          </w:p>
        </w:tc>
        <w:tc>
          <w:tcPr>
            <w:tcW w:w="0" w:type="auto"/>
          </w:tcPr>
          <w:p w14:paraId="3799795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66,927127</w:t>
            </w:r>
          </w:p>
        </w:tc>
      </w:tr>
      <w:tr w:rsidR="00BF542D" w:rsidRPr="00BF542D" w14:paraId="264C2FE1" w14:textId="77777777" w:rsidTr="003D2E48">
        <w:tc>
          <w:tcPr>
            <w:tcW w:w="0" w:type="auto"/>
          </w:tcPr>
          <w:p w14:paraId="02F079E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5E82742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Zn 68</w:t>
            </w:r>
          </w:p>
        </w:tc>
        <w:tc>
          <w:tcPr>
            <w:tcW w:w="0" w:type="auto"/>
          </w:tcPr>
          <w:p w14:paraId="4DADF99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67,924844</w:t>
            </w:r>
          </w:p>
        </w:tc>
      </w:tr>
      <w:tr w:rsidR="00BF542D" w:rsidRPr="00BF542D" w14:paraId="106AEC64" w14:textId="77777777" w:rsidTr="003D2E48">
        <w:tc>
          <w:tcPr>
            <w:tcW w:w="0" w:type="auto"/>
          </w:tcPr>
          <w:p w14:paraId="53D59C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14:paraId="44DE418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Ga 69</w:t>
            </w:r>
          </w:p>
        </w:tc>
        <w:tc>
          <w:tcPr>
            <w:tcW w:w="0" w:type="auto"/>
          </w:tcPr>
          <w:p w14:paraId="1D84F2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68,925574</w:t>
            </w:r>
          </w:p>
        </w:tc>
      </w:tr>
      <w:tr w:rsidR="00BF542D" w:rsidRPr="00BF542D" w14:paraId="309698E0" w14:textId="77777777" w:rsidTr="003D2E48">
        <w:tc>
          <w:tcPr>
            <w:tcW w:w="0" w:type="auto"/>
          </w:tcPr>
          <w:p w14:paraId="70FB844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14:paraId="7C0F853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Ga 71</w:t>
            </w:r>
          </w:p>
        </w:tc>
        <w:tc>
          <w:tcPr>
            <w:tcW w:w="0" w:type="auto"/>
          </w:tcPr>
          <w:p w14:paraId="7A7689E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70,924703</w:t>
            </w:r>
          </w:p>
        </w:tc>
      </w:tr>
      <w:tr w:rsidR="00BF542D" w:rsidRPr="00BF542D" w14:paraId="4D2DE3A3" w14:textId="77777777" w:rsidTr="003D2E48">
        <w:tc>
          <w:tcPr>
            <w:tcW w:w="0" w:type="auto"/>
          </w:tcPr>
          <w:p w14:paraId="1C73976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19831B1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70</w:t>
            </w:r>
          </w:p>
        </w:tc>
        <w:tc>
          <w:tcPr>
            <w:tcW w:w="0" w:type="auto"/>
          </w:tcPr>
          <w:p w14:paraId="55B2F35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69,924249</w:t>
            </w:r>
          </w:p>
        </w:tc>
      </w:tr>
      <w:tr w:rsidR="00BF542D" w:rsidRPr="00BF542D" w14:paraId="759DD010" w14:textId="77777777" w:rsidTr="003D2E48">
        <w:tc>
          <w:tcPr>
            <w:tcW w:w="0" w:type="auto"/>
          </w:tcPr>
          <w:p w14:paraId="7482C34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578B27B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72</w:t>
            </w:r>
          </w:p>
        </w:tc>
        <w:tc>
          <w:tcPr>
            <w:tcW w:w="0" w:type="auto"/>
          </w:tcPr>
          <w:p w14:paraId="107F103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71,922076</w:t>
            </w:r>
          </w:p>
        </w:tc>
      </w:tr>
      <w:tr w:rsidR="00BF542D" w:rsidRPr="00BF542D" w14:paraId="7ADFC90F" w14:textId="77777777" w:rsidTr="003D2E48">
        <w:tc>
          <w:tcPr>
            <w:tcW w:w="0" w:type="auto"/>
          </w:tcPr>
          <w:p w14:paraId="4243FDF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45727B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73</w:t>
            </w:r>
          </w:p>
        </w:tc>
        <w:tc>
          <w:tcPr>
            <w:tcW w:w="0" w:type="auto"/>
          </w:tcPr>
          <w:p w14:paraId="53F8624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72,923459</w:t>
            </w:r>
          </w:p>
        </w:tc>
      </w:tr>
      <w:tr w:rsidR="00BF542D" w:rsidRPr="00BF542D" w14:paraId="5490A563" w14:textId="77777777" w:rsidTr="003D2E48">
        <w:tc>
          <w:tcPr>
            <w:tcW w:w="0" w:type="auto"/>
          </w:tcPr>
          <w:p w14:paraId="7631414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5AA2324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74</w:t>
            </w:r>
          </w:p>
        </w:tc>
        <w:tc>
          <w:tcPr>
            <w:tcW w:w="0" w:type="auto"/>
          </w:tcPr>
          <w:p w14:paraId="1B70E1B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73,921178</w:t>
            </w:r>
          </w:p>
        </w:tc>
      </w:tr>
      <w:tr w:rsidR="00BF542D" w:rsidRPr="00BF542D" w14:paraId="5F78B5C7" w14:textId="77777777" w:rsidTr="003D2E48">
        <w:tc>
          <w:tcPr>
            <w:tcW w:w="0" w:type="auto"/>
          </w:tcPr>
          <w:p w14:paraId="4C25BAB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5E7963C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Ge 76</w:t>
            </w:r>
          </w:p>
        </w:tc>
        <w:tc>
          <w:tcPr>
            <w:tcW w:w="0" w:type="auto"/>
          </w:tcPr>
          <w:p w14:paraId="71F502C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75,921403</w:t>
            </w:r>
          </w:p>
        </w:tc>
      </w:tr>
      <w:tr w:rsidR="00BF542D" w:rsidRPr="00BF542D" w14:paraId="146E482E" w14:textId="77777777" w:rsidTr="003D2E48">
        <w:tc>
          <w:tcPr>
            <w:tcW w:w="0" w:type="auto"/>
          </w:tcPr>
          <w:p w14:paraId="34E28EB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14:paraId="7289491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As 75</w:t>
            </w:r>
          </w:p>
        </w:tc>
        <w:tc>
          <w:tcPr>
            <w:tcW w:w="0" w:type="auto"/>
          </w:tcPr>
          <w:p w14:paraId="17C5A5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74,921595</w:t>
            </w:r>
          </w:p>
        </w:tc>
      </w:tr>
      <w:tr w:rsidR="00BF542D" w:rsidRPr="00BF542D" w14:paraId="7540141C" w14:textId="77777777" w:rsidTr="003D2E48">
        <w:tc>
          <w:tcPr>
            <w:tcW w:w="0" w:type="auto"/>
          </w:tcPr>
          <w:p w14:paraId="65D3DAA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0B77757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74</w:t>
            </w:r>
          </w:p>
        </w:tc>
        <w:tc>
          <w:tcPr>
            <w:tcW w:w="0" w:type="auto"/>
          </w:tcPr>
          <w:p w14:paraId="00E1E5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73,922476</w:t>
            </w:r>
          </w:p>
        </w:tc>
      </w:tr>
      <w:tr w:rsidR="00BF542D" w:rsidRPr="00BF542D" w14:paraId="2B96E65D" w14:textId="77777777" w:rsidTr="003D2E48">
        <w:tc>
          <w:tcPr>
            <w:tcW w:w="0" w:type="auto"/>
          </w:tcPr>
          <w:p w14:paraId="36507F2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492A6EF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76</w:t>
            </w:r>
          </w:p>
        </w:tc>
        <w:tc>
          <w:tcPr>
            <w:tcW w:w="0" w:type="auto"/>
          </w:tcPr>
          <w:p w14:paraId="7BEF6F8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75,919214</w:t>
            </w:r>
          </w:p>
        </w:tc>
      </w:tr>
      <w:tr w:rsidR="00BF542D" w:rsidRPr="00BF542D" w14:paraId="0F037347" w14:textId="77777777" w:rsidTr="003D2E48">
        <w:tc>
          <w:tcPr>
            <w:tcW w:w="0" w:type="auto"/>
          </w:tcPr>
          <w:p w14:paraId="5710408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25890EA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77</w:t>
            </w:r>
          </w:p>
        </w:tc>
        <w:tc>
          <w:tcPr>
            <w:tcW w:w="0" w:type="auto"/>
          </w:tcPr>
          <w:p w14:paraId="1603132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76,919914</w:t>
            </w:r>
          </w:p>
        </w:tc>
      </w:tr>
      <w:tr w:rsidR="00BF542D" w:rsidRPr="00BF542D" w14:paraId="2A75B137" w14:textId="77777777" w:rsidTr="003D2E48">
        <w:tc>
          <w:tcPr>
            <w:tcW w:w="0" w:type="auto"/>
          </w:tcPr>
          <w:p w14:paraId="126A1AA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0" w:type="auto"/>
          </w:tcPr>
          <w:p w14:paraId="0B8E14F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78</w:t>
            </w:r>
          </w:p>
        </w:tc>
        <w:tc>
          <w:tcPr>
            <w:tcW w:w="0" w:type="auto"/>
          </w:tcPr>
          <w:p w14:paraId="64C6674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77,917309</w:t>
            </w:r>
          </w:p>
        </w:tc>
      </w:tr>
      <w:tr w:rsidR="00BF542D" w:rsidRPr="00BF542D" w14:paraId="388B9625" w14:textId="77777777" w:rsidTr="003D2E48">
        <w:tc>
          <w:tcPr>
            <w:tcW w:w="0" w:type="auto"/>
          </w:tcPr>
          <w:p w14:paraId="001C665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5C8E1B5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Se 80</w:t>
            </w:r>
          </w:p>
        </w:tc>
        <w:tc>
          <w:tcPr>
            <w:tcW w:w="0" w:type="auto"/>
          </w:tcPr>
          <w:p w14:paraId="52BD059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79,916522</w:t>
            </w:r>
          </w:p>
        </w:tc>
      </w:tr>
      <w:tr w:rsidR="00BF542D" w:rsidRPr="00BF542D" w14:paraId="003C49F2" w14:textId="77777777" w:rsidTr="003D2E48">
        <w:tc>
          <w:tcPr>
            <w:tcW w:w="0" w:type="auto"/>
          </w:tcPr>
          <w:p w14:paraId="5E0BD6B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0738288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Br 79</w:t>
            </w:r>
          </w:p>
        </w:tc>
        <w:tc>
          <w:tcPr>
            <w:tcW w:w="0" w:type="auto"/>
          </w:tcPr>
          <w:p w14:paraId="1078AAC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78,918338</w:t>
            </w:r>
          </w:p>
        </w:tc>
      </w:tr>
      <w:tr w:rsidR="00BF542D" w:rsidRPr="00BF542D" w14:paraId="27EB7667" w14:textId="77777777" w:rsidTr="003D2E48">
        <w:tc>
          <w:tcPr>
            <w:tcW w:w="0" w:type="auto"/>
          </w:tcPr>
          <w:p w14:paraId="23ED7E7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691A566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Br 81</w:t>
            </w:r>
          </w:p>
        </w:tc>
        <w:tc>
          <w:tcPr>
            <w:tcW w:w="0" w:type="auto"/>
          </w:tcPr>
          <w:p w14:paraId="3270AEB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80,916288</w:t>
            </w:r>
          </w:p>
        </w:tc>
      </w:tr>
      <w:tr w:rsidR="00BF542D" w:rsidRPr="00BF542D" w14:paraId="4E37557E" w14:textId="77777777" w:rsidTr="003D2E48">
        <w:tc>
          <w:tcPr>
            <w:tcW w:w="0" w:type="auto"/>
          </w:tcPr>
          <w:p w14:paraId="0F2A11A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5BF505E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Br 82</w:t>
            </w:r>
          </w:p>
        </w:tc>
        <w:tc>
          <w:tcPr>
            <w:tcW w:w="0" w:type="auto"/>
          </w:tcPr>
          <w:p w14:paraId="61EFF9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81,916802</w:t>
            </w:r>
          </w:p>
        </w:tc>
      </w:tr>
      <w:tr w:rsidR="00BF542D" w:rsidRPr="00BF542D" w14:paraId="5BE039F7" w14:textId="77777777" w:rsidTr="003D2E48">
        <w:tc>
          <w:tcPr>
            <w:tcW w:w="0" w:type="auto"/>
          </w:tcPr>
          <w:p w14:paraId="3BD79F4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5A07800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78</w:t>
            </w:r>
          </w:p>
        </w:tc>
        <w:tc>
          <w:tcPr>
            <w:tcW w:w="0" w:type="auto"/>
          </w:tcPr>
          <w:p w14:paraId="6CC851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77,920366</w:t>
            </w:r>
          </w:p>
        </w:tc>
      </w:tr>
      <w:tr w:rsidR="00BF542D" w:rsidRPr="00BF542D" w14:paraId="4DA8CA84" w14:textId="77777777" w:rsidTr="003D2E48">
        <w:tc>
          <w:tcPr>
            <w:tcW w:w="0" w:type="auto"/>
          </w:tcPr>
          <w:p w14:paraId="441C9F2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1912A6F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80</w:t>
            </w:r>
          </w:p>
        </w:tc>
        <w:tc>
          <w:tcPr>
            <w:tcW w:w="0" w:type="auto"/>
          </w:tcPr>
          <w:p w14:paraId="7B9CE92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79,916378</w:t>
            </w:r>
          </w:p>
        </w:tc>
      </w:tr>
      <w:tr w:rsidR="00BF542D" w:rsidRPr="00BF542D" w14:paraId="2ECCBC77" w14:textId="77777777" w:rsidTr="003D2E48">
        <w:tc>
          <w:tcPr>
            <w:tcW w:w="0" w:type="auto"/>
          </w:tcPr>
          <w:p w14:paraId="5F6E0BE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1BCAC67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82</w:t>
            </w:r>
          </w:p>
        </w:tc>
        <w:tc>
          <w:tcPr>
            <w:tcW w:w="0" w:type="auto"/>
          </w:tcPr>
          <w:p w14:paraId="4D2C127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81,913481</w:t>
            </w:r>
          </w:p>
        </w:tc>
      </w:tr>
      <w:tr w:rsidR="00BF542D" w:rsidRPr="00BF542D" w14:paraId="3444D57F" w14:textId="77777777" w:rsidTr="003D2E48">
        <w:tc>
          <w:tcPr>
            <w:tcW w:w="0" w:type="auto"/>
          </w:tcPr>
          <w:p w14:paraId="7F66F04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2B1CC5D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83</w:t>
            </w:r>
          </w:p>
        </w:tc>
        <w:tc>
          <w:tcPr>
            <w:tcW w:w="0" w:type="auto"/>
          </w:tcPr>
          <w:p w14:paraId="09DE67E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82,914127</w:t>
            </w:r>
          </w:p>
        </w:tc>
      </w:tr>
      <w:tr w:rsidR="00BF542D" w:rsidRPr="00BF542D" w14:paraId="57D894D8" w14:textId="77777777" w:rsidTr="003D2E48">
        <w:tc>
          <w:tcPr>
            <w:tcW w:w="0" w:type="auto"/>
          </w:tcPr>
          <w:p w14:paraId="4FBF350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75629A8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84</w:t>
            </w:r>
          </w:p>
        </w:tc>
        <w:tc>
          <w:tcPr>
            <w:tcW w:w="0" w:type="auto"/>
          </w:tcPr>
          <w:p w14:paraId="62CFC57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83,911498</w:t>
            </w:r>
          </w:p>
        </w:tc>
      </w:tr>
      <w:tr w:rsidR="00BF542D" w:rsidRPr="00BF542D" w14:paraId="6E890595" w14:textId="77777777" w:rsidTr="003D2E48">
        <w:tc>
          <w:tcPr>
            <w:tcW w:w="0" w:type="auto"/>
          </w:tcPr>
          <w:p w14:paraId="2AD2F80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7A825B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85</w:t>
            </w:r>
          </w:p>
        </w:tc>
        <w:tc>
          <w:tcPr>
            <w:tcW w:w="0" w:type="auto"/>
          </w:tcPr>
          <w:p w14:paraId="7606662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84,912527</w:t>
            </w:r>
          </w:p>
        </w:tc>
      </w:tr>
      <w:tr w:rsidR="00BF542D" w:rsidRPr="00BF542D" w14:paraId="02B07A5E" w14:textId="77777777" w:rsidTr="003D2E48">
        <w:tc>
          <w:tcPr>
            <w:tcW w:w="0" w:type="auto"/>
          </w:tcPr>
          <w:p w14:paraId="19A820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61E9886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86</w:t>
            </w:r>
          </w:p>
        </w:tc>
        <w:tc>
          <w:tcPr>
            <w:tcW w:w="0" w:type="auto"/>
          </w:tcPr>
          <w:p w14:paraId="57235CE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85,910611</w:t>
            </w:r>
          </w:p>
        </w:tc>
      </w:tr>
      <w:tr w:rsidR="00BF542D" w:rsidRPr="00BF542D" w14:paraId="2E1DC20F" w14:textId="77777777" w:rsidTr="003D2E48">
        <w:tc>
          <w:tcPr>
            <w:tcW w:w="0" w:type="auto"/>
          </w:tcPr>
          <w:p w14:paraId="475317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59AE026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89</w:t>
            </w:r>
          </w:p>
        </w:tc>
        <w:tc>
          <w:tcPr>
            <w:tcW w:w="0" w:type="auto"/>
          </w:tcPr>
          <w:p w14:paraId="03A00CF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88,917835</w:t>
            </w:r>
          </w:p>
        </w:tc>
      </w:tr>
      <w:tr w:rsidR="00BF542D" w:rsidRPr="00BF542D" w14:paraId="4F4D3358" w14:textId="77777777" w:rsidTr="003D2E48">
        <w:tc>
          <w:tcPr>
            <w:tcW w:w="0" w:type="auto"/>
          </w:tcPr>
          <w:p w14:paraId="46AA95F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1948CAE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Kr 92</w:t>
            </w:r>
          </w:p>
        </w:tc>
        <w:tc>
          <w:tcPr>
            <w:tcW w:w="0" w:type="auto"/>
          </w:tcPr>
          <w:p w14:paraId="189CB80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91,926173</w:t>
            </w:r>
          </w:p>
        </w:tc>
      </w:tr>
      <w:tr w:rsidR="00BF542D" w:rsidRPr="00BF542D" w14:paraId="569669B5" w14:textId="77777777" w:rsidTr="003D2E48">
        <w:tc>
          <w:tcPr>
            <w:tcW w:w="0" w:type="auto"/>
          </w:tcPr>
          <w:p w14:paraId="5FB79D6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14:paraId="221E112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Rb 85</w:t>
            </w:r>
          </w:p>
        </w:tc>
        <w:tc>
          <w:tcPr>
            <w:tcW w:w="0" w:type="auto"/>
          </w:tcPr>
          <w:p w14:paraId="7684900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84,911790</w:t>
            </w:r>
          </w:p>
        </w:tc>
      </w:tr>
      <w:tr w:rsidR="00BF542D" w:rsidRPr="00BF542D" w14:paraId="2A786A78" w14:textId="77777777" w:rsidTr="003D2E48">
        <w:tc>
          <w:tcPr>
            <w:tcW w:w="0" w:type="auto"/>
          </w:tcPr>
          <w:p w14:paraId="636226A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14:paraId="4772F0E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Rb 94</w:t>
            </w:r>
          </w:p>
        </w:tc>
        <w:tc>
          <w:tcPr>
            <w:tcW w:w="0" w:type="auto"/>
          </w:tcPr>
          <w:p w14:paraId="1F9176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93,926395</w:t>
            </w:r>
          </w:p>
        </w:tc>
      </w:tr>
      <w:tr w:rsidR="00BF542D" w:rsidRPr="00BF542D" w14:paraId="170A8B93" w14:textId="77777777" w:rsidTr="003D2E48">
        <w:tc>
          <w:tcPr>
            <w:tcW w:w="0" w:type="auto"/>
          </w:tcPr>
          <w:p w14:paraId="68994CA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5C1E219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84</w:t>
            </w:r>
          </w:p>
        </w:tc>
        <w:tc>
          <w:tcPr>
            <w:tcW w:w="0" w:type="auto"/>
          </w:tcPr>
          <w:p w14:paraId="0AFC95C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83,913419</w:t>
            </w:r>
          </w:p>
        </w:tc>
      </w:tr>
      <w:tr w:rsidR="00BF542D" w:rsidRPr="00BF542D" w14:paraId="062E5597" w14:textId="77777777" w:rsidTr="003D2E48">
        <w:tc>
          <w:tcPr>
            <w:tcW w:w="0" w:type="auto"/>
          </w:tcPr>
          <w:p w14:paraId="0A99343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3273C8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86</w:t>
            </w:r>
          </w:p>
        </w:tc>
        <w:tc>
          <w:tcPr>
            <w:tcW w:w="0" w:type="auto"/>
          </w:tcPr>
          <w:p w14:paraId="1ED5ABD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85,909261</w:t>
            </w:r>
          </w:p>
        </w:tc>
      </w:tr>
      <w:tr w:rsidR="00BF542D" w:rsidRPr="00BF542D" w14:paraId="323705B5" w14:textId="77777777" w:rsidTr="003D2E48">
        <w:tc>
          <w:tcPr>
            <w:tcW w:w="0" w:type="auto"/>
          </w:tcPr>
          <w:p w14:paraId="3A96265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D49E96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87</w:t>
            </w:r>
          </w:p>
        </w:tc>
        <w:tc>
          <w:tcPr>
            <w:tcW w:w="0" w:type="auto"/>
          </w:tcPr>
          <w:p w14:paraId="078C737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86,908877</w:t>
            </w:r>
          </w:p>
        </w:tc>
      </w:tr>
      <w:tr w:rsidR="00BF542D" w:rsidRPr="00BF542D" w14:paraId="25F8AFC2" w14:textId="77777777" w:rsidTr="003D2E48">
        <w:tc>
          <w:tcPr>
            <w:tcW w:w="0" w:type="auto"/>
          </w:tcPr>
          <w:p w14:paraId="03E2CA4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E777B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88</w:t>
            </w:r>
          </w:p>
        </w:tc>
        <w:tc>
          <w:tcPr>
            <w:tcW w:w="0" w:type="auto"/>
          </w:tcPr>
          <w:p w14:paraId="38C62EA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87,905612</w:t>
            </w:r>
          </w:p>
        </w:tc>
      </w:tr>
      <w:tr w:rsidR="00BF542D" w:rsidRPr="00BF542D" w14:paraId="1FD1002F" w14:textId="77777777" w:rsidTr="003D2E48">
        <w:tc>
          <w:tcPr>
            <w:tcW w:w="0" w:type="auto"/>
          </w:tcPr>
          <w:p w14:paraId="507B7F5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CD0181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90</w:t>
            </w:r>
          </w:p>
        </w:tc>
        <w:tc>
          <w:tcPr>
            <w:tcW w:w="0" w:type="auto"/>
          </w:tcPr>
          <w:p w14:paraId="4639507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89,907728</w:t>
            </w:r>
          </w:p>
        </w:tc>
      </w:tr>
      <w:tr w:rsidR="00BF542D" w:rsidRPr="00BF542D" w14:paraId="31DB9E0D" w14:textId="77777777" w:rsidTr="003D2E48">
        <w:tc>
          <w:tcPr>
            <w:tcW w:w="0" w:type="auto"/>
          </w:tcPr>
          <w:p w14:paraId="3000D6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B3E4E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92</w:t>
            </w:r>
          </w:p>
        </w:tc>
        <w:tc>
          <w:tcPr>
            <w:tcW w:w="0" w:type="auto"/>
          </w:tcPr>
          <w:p w14:paraId="1069472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91,911038</w:t>
            </w:r>
          </w:p>
        </w:tc>
      </w:tr>
      <w:tr w:rsidR="00BF542D" w:rsidRPr="00BF542D" w14:paraId="60242D0E" w14:textId="77777777" w:rsidTr="003D2E48">
        <w:tc>
          <w:tcPr>
            <w:tcW w:w="0" w:type="auto"/>
          </w:tcPr>
          <w:p w14:paraId="514B2E5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4C3E973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94</w:t>
            </w:r>
          </w:p>
        </w:tc>
        <w:tc>
          <w:tcPr>
            <w:tcW w:w="0" w:type="auto"/>
          </w:tcPr>
          <w:p w14:paraId="183C661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93,915356</w:t>
            </w:r>
          </w:p>
        </w:tc>
      </w:tr>
      <w:tr w:rsidR="00BF542D" w:rsidRPr="00BF542D" w14:paraId="2647EF9A" w14:textId="77777777" w:rsidTr="003D2E48">
        <w:tc>
          <w:tcPr>
            <w:tcW w:w="0" w:type="auto"/>
          </w:tcPr>
          <w:p w14:paraId="66E1699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709CE18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96</w:t>
            </w:r>
          </w:p>
        </w:tc>
        <w:tc>
          <w:tcPr>
            <w:tcW w:w="0" w:type="auto"/>
          </w:tcPr>
          <w:p w14:paraId="4D85EFA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95,921719</w:t>
            </w:r>
          </w:p>
        </w:tc>
      </w:tr>
      <w:tr w:rsidR="00BF542D" w:rsidRPr="00BF542D" w14:paraId="5F39DFC3" w14:textId="77777777" w:rsidTr="003D2E48">
        <w:tc>
          <w:tcPr>
            <w:tcW w:w="0" w:type="auto"/>
          </w:tcPr>
          <w:p w14:paraId="30BFAC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443D34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Sr 98</w:t>
            </w:r>
          </w:p>
        </w:tc>
        <w:tc>
          <w:tcPr>
            <w:tcW w:w="0" w:type="auto"/>
          </w:tcPr>
          <w:p w14:paraId="7B0A8F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97,928693</w:t>
            </w:r>
          </w:p>
        </w:tc>
      </w:tr>
      <w:tr w:rsidR="00BF542D" w:rsidRPr="00BF542D" w14:paraId="7D1E933D" w14:textId="77777777" w:rsidTr="003D2E48">
        <w:tc>
          <w:tcPr>
            <w:tcW w:w="0" w:type="auto"/>
          </w:tcPr>
          <w:p w14:paraId="4A4A376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1C3C0BB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89</w:t>
            </w:r>
          </w:p>
        </w:tc>
        <w:tc>
          <w:tcPr>
            <w:tcW w:w="0" w:type="auto"/>
          </w:tcPr>
          <w:p w14:paraId="46992B4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88,905838</w:t>
            </w:r>
          </w:p>
        </w:tc>
      </w:tr>
      <w:tr w:rsidR="00BF542D" w:rsidRPr="00BF542D" w14:paraId="638907F7" w14:textId="77777777" w:rsidTr="003D2E48">
        <w:tc>
          <w:tcPr>
            <w:tcW w:w="0" w:type="auto"/>
          </w:tcPr>
          <w:p w14:paraId="190397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39E36B1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90</w:t>
            </w:r>
          </w:p>
        </w:tc>
        <w:tc>
          <w:tcPr>
            <w:tcW w:w="0" w:type="auto"/>
          </w:tcPr>
          <w:p w14:paraId="648F2B9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89,907142</w:t>
            </w:r>
          </w:p>
        </w:tc>
      </w:tr>
      <w:tr w:rsidR="00BF542D" w:rsidRPr="00BF542D" w14:paraId="39FB306D" w14:textId="77777777" w:rsidTr="003D2E48">
        <w:tc>
          <w:tcPr>
            <w:tcW w:w="0" w:type="auto"/>
          </w:tcPr>
          <w:p w14:paraId="1B03781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6F227FF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95</w:t>
            </w:r>
          </w:p>
        </w:tc>
        <w:tc>
          <w:tcPr>
            <w:tcW w:w="0" w:type="auto"/>
          </w:tcPr>
          <w:p w14:paraId="199310E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94,912820</w:t>
            </w:r>
          </w:p>
        </w:tc>
      </w:tr>
      <w:tr w:rsidR="00BF542D" w:rsidRPr="00BF542D" w14:paraId="7B2C8255" w14:textId="77777777" w:rsidTr="003D2E48">
        <w:tc>
          <w:tcPr>
            <w:tcW w:w="0" w:type="auto"/>
          </w:tcPr>
          <w:p w14:paraId="747D914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103B15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 96</w:t>
            </w:r>
          </w:p>
        </w:tc>
        <w:tc>
          <w:tcPr>
            <w:tcW w:w="0" w:type="auto"/>
          </w:tcPr>
          <w:p w14:paraId="45C03E8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95,915909</w:t>
            </w:r>
          </w:p>
        </w:tc>
      </w:tr>
      <w:tr w:rsidR="00BF542D" w:rsidRPr="00BF542D" w14:paraId="208EB3CC" w14:textId="77777777" w:rsidTr="003D2E48">
        <w:tc>
          <w:tcPr>
            <w:tcW w:w="0" w:type="auto"/>
          </w:tcPr>
          <w:p w14:paraId="7590F24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54ABBAA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90</w:t>
            </w:r>
          </w:p>
        </w:tc>
        <w:tc>
          <w:tcPr>
            <w:tcW w:w="0" w:type="auto"/>
          </w:tcPr>
          <w:p w14:paraId="5B24744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89,904699</w:t>
            </w:r>
          </w:p>
        </w:tc>
      </w:tr>
      <w:tr w:rsidR="00BF542D" w:rsidRPr="00BF542D" w14:paraId="2223B51D" w14:textId="77777777" w:rsidTr="003D2E48">
        <w:tc>
          <w:tcPr>
            <w:tcW w:w="0" w:type="auto"/>
          </w:tcPr>
          <w:p w14:paraId="1D945C5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5FA68D0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91</w:t>
            </w:r>
          </w:p>
        </w:tc>
        <w:tc>
          <w:tcPr>
            <w:tcW w:w="0" w:type="auto"/>
          </w:tcPr>
          <w:p w14:paraId="137C49B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90,905640</w:t>
            </w:r>
          </w:p>
        </w:tc>
      </w:tr>
      <w:tr w:rsidR="00BF542D" w:rsidRPr="00BF542D" w14:paraId="6E98998F" w14:textId="77777777" w:rsidTr="003D2E48">
        <w:tc>
          <w:tcPr>
            <w:tcW w:w="0" w:type="auto"/>
          </w:tcPr>
          <w:p w14:paraId="4EE7DAA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2FBBE63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92</w:t>
            </w:r>
          </w:p>
        </w:tc>
        <w:tc>
          <w:tcPr>
            <w:tcW w:w="0" w:type="auto"/>
          </w:tcPr>
          <w:p w14:paraId="567C035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91,905035</w:t>
            </w:r>
          </w:p>
        </w:tc>
      </w:tr>
      <w:tr w:rsidR="00BF542D" w:rsidRPr="00BF542D" w14:paraId="2326256C" w14:textId="77777777" w:rsidTr="003D2E48">
        <w:tc>
          <w:tcPr>
            <w:tcW w:w="0" w:type="auto"/>
          </w:tcPr>
          <w:p w14:paraId="6F48004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384085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94</w:t>
            </w:r>
          </w:p>
        </w:tc>
        <w:tc>
          <w:tcPr>
            <w:tcW w:w="0" w:type="auto"/>
          </w:tcPr>
          <w:p w14:paraId="1E5AF99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93,906313</w:t>
            </w:r>
          </w:p>
        </w:tc>
      </w:tr>
      <w:tr w:rsidR="00BF542D" w:rsidRPr="00BF542D" w14:paraId="2578D097" w14:textId="77777777" w:rsidTr="003D2E48">
        <w:tc>
          <w:tcPr>
            <w:tcW w:w="0" w:type="auto"/>
          </w:tcPr>
          <w:p w14:paraId="0976549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1B98BD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Zr 95</w:t>
            </w:r>
          </w:p>
        </w:tc>
        <w:tc>
          <w:tcPr>
            <w:tcW w:w="0" w:type="auto"/>
          </w:tcPr>
          <w:p w14:paraId="4DA09B7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94,908040</w:t>
            </w:r>
          </w:p>
        </w:tc>
      </w:tr>
      <w:tr w:rsidR="00BF542D" w:rsidRPr="00BF542D" w14:paraId="2A36506A" w14:textId="77777777" w:rsidTr="003D2E48">
        <w:tc>
          <w:tcPr>
            <w:tcW w:w="0" w:type="auto"/>
          </w:tcPr>
          <w:p w14:paraId="26E6F8B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14:paraId="05E03F6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Nb 93</w:t>
            </w:r>
          </w:p>
        </w:tc>
        <w:tc>
          <w:tcPr>
            <w:tcW w:w="0" w:type="auto"/>
          </w:tcPr>
          <w:p w14:paraId="06EC16E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92,906373</w:t>
            </w:r>
          </w:p>
        </w:tc>
      </w:tr>
      <w:tr w:rsidR="00BF542D" w:rsidRPr="00BF542D" w14:paraId="537EE9F7" w14:textId="77777777" w:rsidTr="003D2E48">
        <w:tc>
          <w:tcPr>
            <w:tcW w:w="0" w:type="auto"/>
          </w:tcPr>
          <w:p w14:paraId="00B7BF7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14:paraId="2438DA4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Nb 95</w:t>
            </w:r>
          </w:p>
        </w:tc>
        <w:tc>
          <w:tcPr>
            <w:tcW w:w="0" w:type="auto"/>
          </w:tcPr>
          <w:p w14:paraId="34198E9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94,906831</w:t>
            </w:r>
          </w:p>
        </w:tc>
      </w:tr>
      <w:tr w:rsidR="00BF542D" w:rsidRPr="00BF542D" w14:paraId="509F9118" w14:textId="77777777" w:rsidTr="003D2E48">
        <w:tc>
          <w:tcPr>
            <w:tcW w:w="0" w:type="auto"/>
          </w:tcPr>
          <w:p w14:paraId="46E27B0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799709B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92</w:t>
            </w:r>
          </w:p>
        </w:tc>
        <w:tc>
          <w:tcPr>
            <w:tcW w:w="0" w:type="auto"/>
          </w:tcPr>
          <w:p w14:paraId="325DB96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91,906807</w:t>
            </w:r>
          </w:p>
        </w:tc>
      </w:tr>
      <w:tr w:rsidR="00BF542D" w:rsidRPr="00BF542D" w14:paraId="4853C60E" w14:textId="77777777" w:rsidTr="003D2E48">
        <w:tc>
          <w:tcPr>
            <w:tcW w:w="0" w:type="auto"/>
          </w:tcPr>
          <w:p w14:paraId="148E214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2B9F9FA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94</w:t>
            </w:r>
          </w:p>
        </w:tc>
        <w:tc>
          <w:tcPr>
            <w:tcW w:w="0" w:type="auto"/>
          </w:tcPr>
          <w:p w14:paraId="25BC6AA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93,905084</w:t>
            </w:r>
          </w:p>
        </w:tc>
      </w:tr>
      <w:tr w:rsidR="00BF542D" w:rsidRPr="00BF542D" w14:paraId="523E6E5E" w14:textId="77777777" w:rsidTr="003D2E48">
        <w:tc>
          <w:tcPr>
            <w:tcW w:w="0" w:type="auto"/>
          </w:tcPr>
          <w:p w14:paraId="50E1F4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077E333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95</w:t>
            </w:r>
          </w:p>
        </w:tc>
        <w:tc>
          <w:tcPr>
            <w:tcW w:w="0" w:type="auto"/>
          </w:tcPr>
          <w:p w14:paraId="0F8090C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94,905837</w:t>
            </w:r>
          </w:p>
        </w:tc>
      </w:tr>
      <w:tr w:rsidR="00BF542D" w:rsidRPr="00BF542D" w14:paraId="65BA1E50" w14:textId="77777777" w:rsidTr="003D2E48">
        <w:tc>
          <w:tcPr>
            <w:tcW w:w="0" w:type="auto"/>
          </w:tcPr>
          <w:p w14:paraId="401CEAB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3065047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96</w:t>
            </w:r>
          </w:p>
        </w:tc>
        <w:tc>
          <w:tcPr>
            <w:tcW w:w="0" w:type="auto"/>
          </w:tcPr>
          <w:p w14:paraId="2E67F8A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95,904675</w:t>
            </w:r>
          </w:p>
        </w:tc>
      </w:tr>
      <w:tr w:rsidR="00BF542D" w:rsidRPr="00BF542D" w14:paraId="03A3AC52" w14:textId="77777777" w:rsidTr="003D2E48">
        <w:tc>
          <w:tcPr>
            <w:tcW w:w="0" w:type="auto"/>
          </w:tcPr>
          <w:p w14:paraId="3029DD7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5123235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97</w:t>
            </w:r>
          </w:p>
        </w:tc>
        <w:tc>
          <w:tcPr>
            <w:tcW w:w="0" w:type="auto"/>
          </w:tcPr>
          <w:p w14:paraId="4C0F57A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96,906017</w:t>
            </w:r>
          </w:p>
        </w:tc>
      </w:tr>
      <w:tr w:rsidR="00BF542D" w:rsidRPr="00BF542D" w14:paraId="2CCACAE8" w14:textId="77777777" w:rsidTr="003D2E48">
        <w:tc>
          <w:tcPr>
            <w:tcW w:w="0" w:type="auto"/>
          </w:tcPr>
          <w:p w14:paraId="39166DC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2C7F2B2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98</w:t>
            </w:r>
          </w:p>
        </w:tc>
        <w:tc>
          <w:tcPr>
            <w:tcW w:w="0" w:type="auto"/>
          </w:tcPr>
          <w:p w14:paraId="25A7AD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97,905404</w:t>
            </w:r>
          </w:p>
        </w:tc>
      </w:tr>
      <w:tr w:rsidR="00BF542D" w:rsidRPr="00BF542D" w14:paraId="21D8A29F" w14:textId="77777777" w:rsidTr="003D2E48">
        <w:tc>
          <w:tcPr>
            <w:tcW w:w="0" w:type="auto"/>
          </w:tcPr>
          <w:p w14:paraId="7AD6F3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23522C4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Mo 100</w:t>
            </w:r>
          </w:p>
        </w:tc>
        <w:tc>
          <w:tcPr>
            <w:tcW w:w="0" w:type="auto"/>
          </w:tcPr>
          <w:p w14:paraId="2279485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99,907468</w:t>
            </w:r>
          </w:p>
        </w:tc>
      </w:tr>
      <w:tr w:rsidR="00BF542D" w:rsidRPr="00BF542D" w14:paraId="34688F8B" w14:textId="77777777" w:rsidTr="003D2E48">
        <w:tc>
          <w:tcPr>
            <w:tcW w:w="0" w:type="auto"/>
          </w:tcPr>
          <w:p w14:paraId="0EE37B0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14:paraId="47F306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Tc 97</w:t>
            </w:r>
          </w:p>
        </w:tc>
        <w:tc>
          <w:tcPr>
            <w:tcW w:w="0" w:type="auto"/>
          </w:tcPr>
          <w:p w14:paraId="5147392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96,906361</w:t>
            </w:r>
          </w:p>
        </w:tc>
      </w:tr>
      <w:tr w:rsidR="00BF542D" w:rsidRPr="00BF542D" w14:paraId="7E295807" w14:textId="77777777" w:rsidTr="003D2E48">
        <w:tc>
          <w:tcPr>
            <w:tcW w:w="0" w:type="auto"/>
          </w:tcPr>
          <w:p w14:paraId="2A57A36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14:paraId="7F25AE4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Tc 99</w:t>
            </w:r>
          </w:p>
        </w:tc>
        <w:tc>
          <w:tcPr>
            <w:tcW w:w="0" w:type="auto"/>
          </w:tcPr>
          <w:p w14:paraId="639C4C5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98,906250</w:t>
            </w:r>
          </w:p>
        </w:tc>
      </w:tr>
      <w:tr w:rsidR="00BF542D" w:rsidRPr="00BF542D" w14:paraId="0B41B4AE" w14:textId="77777777" w:rsidTr="003D2E48">
        <w:tc>
          <w:tcPr>
            <w:tcW w:w="0" w:type="auto"/>
          </w:tcPr>
          <w:p w14:paraId="13230E1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42E134E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96</w:t>
            </w:r>
          </w:p>
        </w:tc>
        <w:tc>
          <w:tcPr>
            <w:tcW w:w="0" w:type="auto"/>
          </w:tcPr>
          <w:p w14:paraId="54B6FE2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95,907589</w:t>
            </w:r>
          </w:p>
        </w:tc>
      </w:tr>
      <w:tr w:rsidR="00BF542D" w:rsidRPr="00BF542D" w14:paraId="5770D155" w14:textId="77777777" w:rsidTr="003D2E48">
        <w:tc>
          <w:tcPr>
            <w:tcW w:w="0" w:type="auto"/>
          </w:tcPr>
          <w:p w14:paraId="72BD30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5F04492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98</w:t>
            </w:r>
          </w:p>
        </w:tc>
        <w:tc>
          <w:tcPr>
            <w:tcW w:w="0" w:type="auto"/>
          </w:tcPr>
          <w:p w14:paraId="4276824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97,905287</w:t>
            </w:r>
          </w:p>
        </w:tc>
      </w:tr>
      <w:tr w:rsidR="00BF542D" w:rsidRPr="00BF542D" w14:paraId="33FCF786" w14:textId="77777777" w:rsidTr="003D2E48">
        <w:tc>
          <w:tcPr>
            <w:tcW w:w="0" w:type="auto"/>
          </w:tcPr>
          <w:p w14:paraId="1E1B872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211D359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99</w:t>
            </w:r>
          </w:p>
        </w:tc>
        <w:tc>
          <w:tcPr>
            <w:tcW w:w="0" w:type="auto"/>
          </w:tcPr>
          <w:p w14:paraId="789CD74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98,905930</w:t>
            </w:r>
          </w:p>
        </w:tc>
      </w:tr>
      <w:tr w:rsidR="00BF542D" w:rsidRPr="00BF542D" w14:paraId="2741765F" w14:textId="77777777" w:rsidTr="003D2E48">
        <w:tc>
          <w:tcPr>
            <w:tcW w:w="0" w:type="auto"/>
          </w:tcPr>
          <w:p w14:paraId="0AB0930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3305CBC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100</w:t>
            </w:r>
          </w:p>
        </w:tc>
        <w:tc>
          <w:tcPr>
            <w:tcW w:w="0" w:type="auto"/>
          </w:tcPr>
          <w:p w14:paraId="0067C01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99,904210</w:t>
            </w:r>
          </w:p>
        </w:tc>
      </w:tr>
      <w:tr w:rsidR="00BF542D" w:rsidRPr="00BF542D" w14:paraId="0CAEE665" w14:textId="77777777" w:rsidTr="003D2E48">
        <w:tc>
          <w:tcPr>
            <w:tcW w:w="0" w:type="auto"/>
          </w:tcPr>
          <w:p w14:paraId="1566D4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24F637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101</w:t>
            </w:r>
          </w:p>
        </w:tc>
        <w:tc>
          <w:tcPr>
            <w:tcW w:w="0" w:type="auto"/>
          </w:tcPr>
          <w:p w14:paraId="14BF5F1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100,905573</w:t>
            </w:r>
          </w:p>
        </w:tc>
      </w:tr>
      <w:tr w:rsidR="00BF542D" w:rsidRPr="00BF542D" w14:paraId="7563B50C" w14:textId="77777777" w:rsidTr="003D2E48">
        <w:tc>
          <w:tcPr>
            <w:tcW w:w="0" w:type="auto"/>
          </w:tcPr>
          <w:p w14:paraId="2CC974A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478CFAD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102</w:t>
            </w:r>
          </w:p>
        </w:tc>
        <w:tc>
          <w:tcPr>
            <w:tcW w:w="0" w:type="auto"/>
          </w:tcPr>
          <w:p w14:paraId="067FF1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101,904340</w:t>
            </w:r>
          </w:p>
        </w:tc>
      </w:tr>
      <w:tr w:rsidR="00BF542D" w:rsidRPr="00BF542D" w14:paraId="149DAF0F" w14:textId="77777777" w:rsidTr="003D2E48">
        <w:tc>
          <w:tcPr>
            <w:tcW w:w="0" w:type="auto"/>
          </w:tcPr>
          <w:p w14:paraId="0D2577F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7178C44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Ru 104</w:t>
            </w:r>
          </w:p>
        </w:tc>
        <w:tc>
          <w:tcPr>
            <w:tcW w:w="0" w:type="auto"/>
          </w:tcPr>
          <w:p w14:paraId="410FC24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103,905425</w:t>
            </w:r>
          </w:p>
        </w:tc>
      </w:tr>
      <w:tr w:rsidR="00BF542D" w:rsidRPr="00BF542D" w14:paraId="73682DA4" w14:textId="77777777" w:rsidTr="003D2E48">
        <w:tc>
          <w:tcPr>
            <w:tcW w:w="0" w:type="auto"/>
          </w:tcPr>
          <w:p w14:paraId="005196F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14:paraId="551829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Rh 103</w:t>
            </w:r>
          </w:p>
        </w:tc>
        <w:tc>
          <w:tcPr>
            <w:tcW w:w="0" w:type="auto"/>
          </w:tcPr>
          <w:p w14:paraId="1AF9922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102,905494</w:t>
            </w:r>
          </w:p>
        </w:tc>
      </w:tr>
      <w:tr w:rsidR="00BF542D" w:rsidRPr="00BF542D" w14:paraId="588BDCE4" w14:textId="77777777" w:rsidTr="003D2E48">
        <w:tc>
          <w:tcPr>
            <w:tcW w:w="0" w:type="auto"/>
          </w:tcPr>
          <w:p w14:paraId="7EABE01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0" w:type="auto"/>
          </w:tcPr>
          <w:p w14:paraId="22C1BC5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102</w:t>
            </w:r>
          </w:p>
        </w:tc>
        <w:tc>
          <w:tcPr>
            <w:tcW w:w="0" w:type="auto"/>
          </w:tcPr>
          <w:p w14:paraId="7D62F63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101,905632</w:t>
            </w:r>
          </w:p>
        </w:tc>
      </w:tr>
      <w:tr w:rsidR="00BF542D" w:rsidRPr="00BF542D" w14:paraId="6FEB8D6D" w14:textId="77777777" w:rsidTr="003D2E48">
        <w:tc>
          <w:tcPr>
            <w:tcW w:w="0" w:type="auto"/>
          </w:tcPr>
          <w:p w14:paraId="08A5F31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616A9DA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104</w:t>
            </w:r>
          </w:p>
        </w:tc>
        <w:tc>
          <w:tcPr>
            <w:tcW w:w="0" w:type="auto"/>
          </w:tcPr>
          <w:p w14:paraId="522EFEA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103,904030</w:t>
            </w:r>
          </w:p>
        </w:tc>
      </w:tr>
      <w:tr w:rsidR="00BF542D" w:rsidRPr="00BF542D" w14:paraId="4D8DB7DD" w14:textId="77777777" w:rsidTr="003D2E48">
        <w:tc>
          <w:tcPr>
            <w:tcW w:w="0" w:type="auto"/>
          </w:tcPr>
          <w:p w14:paraId="3A9D831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47BBB46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105</w:t>
            </w:r>
          </w:p>
        </w:tc>
        <w:tc>
          <w:tcPr>
            <w:tcW w:w="0" w:type="auto"/>
          </w:tcPr>
          <w:p w14:paraId="07045DC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104,905079</w:t>
            </w:r>
          </w:p>
        </w:tc>
      </w:tr>
      <w:tr w:rsidR="00BF542D" w:rsidRPr="00BF542D" w14:paraId="40F5875F" w14:textId="77777777" w:rsidTr="003D2E48">
        <w:tc>
          <w:tcPr>
            <w:tcW w:w="0" w:type="auto"/>
          </w:tcPr>
          <w:p w14:paraId="50D371B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5ABDC6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106</w:t>
            </w:r>
          </w:p>
        </w:tc>
        <w:tc>
          <w:tcPr>
            <w:tcW w:w="0" w:type="auto"/>
          </w:tcPr>
          <w:p w14:paraId="3D7EB51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105,903480</w:t>
            </w:r>
          </w:p>
        </w:tc>
      </w:tr>
      <w:tr w:rsidR="00BF542D" w:rsidRPr="00BF542D" w14:paraId="59A5A9A4" w14:textId="77777777" w:rsidTr="003D2E48">
        <w:tc>
          <w:tcPr>
            <w:tcW w:w="0" w:type="auto"/>
          </w:tcPr>
          <w:p w14:paraId="26572FD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79D2126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108</w:t>
            </w:r>
          </w:p>
        </w:tc>
        <w:tc>
          <w:tcPr>
            <w:tcW w:w="0" w:type="auto"/>
          </w:tcPr>
          <w:p w14:paraId="0B19037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107,903892</w:t>
            </w:r>
          </w:p>
        </w:tc>
      </w:tr>
      <w:tr w:rsidR="00BF542D" w:rsidRPr="00BF542D" w14:paraId="1D73BCB0" w14:textId="77777777" w:rsidTr="003D2E48">
        <w:tc>
          <w:tcPr>
            <w:tcW w:w="0" w:type="auto"/>
          </w:tcPr>
          <w:p w14:paraId="4369DD2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4F55320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Pd 110</w:t>
            </w:r>
          </w:p>
        </w:tc>
        <w:tc>
          <w:tcPr>
            <w:tcW w:w="0" w:type="auto"/>
          </w:tcPr>
          <w:p w14:paraId="126DE84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109,905173</w:t>
            </w:r>
          </w:p>
        </w:tc>
      </w:tr>
      <w:tr w:rsidR="00BF542D" w:rsidRPr="00BF542D" w14:paraId="4FD1ED0F" w14:textId="77777777" w:rsidTr="003D2E48">
        <w:tc>
          <w:tcPr>
            <w:tcW w:w="0" w:type="auto"/>
          </w:tcPr>
          <w:p w14:paraId="7C1A72D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14:paraId="1DB3B5B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Ag 107</w:t>
            </w:r>
          </w:p>
        </w:tc>
        <w:tc>
          <w:tcPr>
            <w:tcW w:w="0" w:type="auto"/>
          </w:tcPr>
          <w:p w14:paraId="124DDA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106,905092</w:t>
            </w:r>
          </w:p>
        </w:tc>
      </w:tr>
      <w:tr w:rsidR="00BF542D" w:rsidRPr="00BF542D" w14:paraId="13CDED18" w14:textId="77777777" w:rsidTr="003D2E48">
        <w:tc>
          <w:tcPr>
            <w:tcW w:w="0" w:type="auto"/>
          </w:tcPr>
          <w:p w14:paraId="438028B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14:paraId="26A623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Ag 109</w:t>
            </w:r>
          </w:p>
        </w:tc>
        <w:tc>
          <w:tcPr>
            <w:tcW w:w="0" w:type="auto"/>
          </w:tcPr>
          <w:p w14:paraId="4E9DB8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108,904756</w:t>
            </w:r>
          </w:p>
        </w:tc>
      </w:tr>
      <w:tr w:rsidR="00BF542D" w:rsidRPr="00BF542D" w14:paraId="6A22AD51" w14:textId="77777777" w:rsidTr="003D2E48">
        <w:tc>
          <w:tcPr>
            <w:tcW w:w="0" w:type="auto"/>
          </w:tcPr>
          <w:p w14:paraId="5E0D73E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4523677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106</w:t>
            </w:r>
          </w:p>
        </w:tc>
        <w:tc>
          <w:tcPr>
            <w:tcW w:w="0" w:type="auto"/>
          </w:tcPr>
          <w:p w14:paraId="7A45FDB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105,906460</w:t>
            </w:r>
          </w:p>
        </w:tc>
      </w:tr>
      <w:tr w:rsidR="00BF542D" w:rsidRPr="00BF542D" w14:paraId="46444D70" w14:textId="77777777" w:rsidTr="003D2E48">
        <w:tc>
          <w:tcPr>
            <w:tcW w:w="0" w:type="auto"/>
          </w:tcPr>
          <w:p w14:paraId="4F5FEED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2E5A95F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110</w:t>
            </w:r>
          </w:p>
        </w:tc>
        <w:tc>
          <w:tcPr>
            <w:tcW w:w="0" w:type="auto"/>
          </w:tcPr>
          <w:p w14:paraId="6437A86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109,903007</w:t>
            </w:r>
          </w:p>
        </w:tc>
      </w:tr>
      <w:tr w:rsidR="00BF542D" w:rsidRPr="00BF542D" w14:paraId="22014BC4" w14:textId="77777777" w:rsidTr="003D2E48">
        <w:tc>
          <w:tcPr>
            <w:tcW w:w="0" w:type="auto"/>
          </w:tcPr>
          <w:p w14:paraId="455B893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63ACFB4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111</w:t>
            </w:r>
          </w:p>
        </w:tc>
        <w:tc>
          <w:tcPr>
            <w:tcW w:w="0" w:type="auto"/>
          </w:tcPr>
          <w:p w14:paraId="7E30678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110,904184</w:t>
            </w:r>
          </w:p>
        </w:tc>
      </w:tr>
      <w:tr w:rsidR="00BF542D" w:rsidRPr="00BF542D" w14:paraId="2701C73F" w14:textId="77777777" w:rsidTr="003D2E48">
        <w:tc>
          <w:tcPr>
            <w:tcW w:w="0" w:type="auto"/>
          </w:tcPr>
          <w:p w14:paraId="26C452E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54AC4FD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114</w:t>
            </w:r>
          </w:p>
        </w:tc>
        <w:tc>
          <w:tcPr>
            <w:tcW w:w="0" w:type="auto"/>
          </w:tcPr>
          <w:p w14:paraId="717EC2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113,903365</w:t>
            </w:r>
          </w:p>
        </w:tc>
      </w:tr>
      <w:tr w:rsidR="00BF542D" w:rsidRPr="00BF542D" w14:paraId="033A6174" w14:textId="77777777" w:rsidTr="003D2E48">
        <w:tc>
          <w:tcPr>
            <w:tcW w:w="0" w:type="auto"/>
          </w:tcPr>
          <w:p w14:paraId="0A4575A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25BF899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Cd 116</w:t>
            </w:r>
          </w:p>
        </w:tc>
        <w:tc>
          <w:tcPr>
            <w:tcW w:w="0" w:type="auto"/>
          </w:tcPr>
          <w:p w14:paraId="400E64B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115,904763</w:t>
            </w:r>
          </w:p>
        </w:tc>
      </w:tr>
      <w:tr w:rsidR="00BF542D" w:rsidRPr="00BF542D" w14:paraId="571A18D1" w14:textId="77777777" w:rsidTr="003D2E48">
        <w:tc>
          <w:tcPr>
            <w:tcW w:w="0" w:type="auto"/>
          </w:tcPr>
          <w:p w14:paraId="71B94F9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14:paraId="6D304E3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In 113</w:t>
            </w:r>
          </w:p>
        </w:tc>
        <w:tc>
          <w:tcPr>
            <w:tcW w:w="0" w:type="auto"/>
          </w:tcPr>
          <w:p w14:paraId="71369C6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112,904060</w:t>
            </w:r>
          </w:p>
        </w:tc>
      </w:tr>
      <w:tr w:rsidR="00BF542D" w:rsidRPr="00BF542D" w14:paraId="66255832" w14:textId="77777777" w:rsidTr="003D2E48">
        <w:tc>
          <w:tcPr>
            <w:tcW w:w="0" w:type="auto"/>
          </w:tcPr>
          <w:p w14:paraId="1F36F3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A1CCD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114</w:t>
            </w:r>
          </w:p>
        </w:tc>
        <w:tc>
          <w:tcPr>
            <w:tcW w:w="0" w:type="auto"/>
          </w:tcPr>
          <w:p w14:paraId="5DFA4B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113,902780</w:t>
            </w:r>
          </w:p>
        </w:tc>
      </w:tr>
      <w:tr w:rsidR="00BF542D" w:rsidRPr="00BF542D" w14:paraId="06577EA6" w14:textId="77777777" w:rsidTr="003D2E48">
        <w:tc>
          <w:tcPr>
            <w:tcW w:w="0" w:type="auto"/>
          </w:tcPr>
          <w:p w14:paraId="41B56BB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67F2982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115</w:t>
            </w:r>
          </w:p>
        </w:tc>
        <w:tc>
          <w:tcPr>
            <w:tcW w:w="0" w:type="auto"/>
          </w:tcPr>
          <w:p w14:paraId="60C526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114,903345</w:t>
            </w:r>
          </w:p>
        </w:tc>
      </w:tr>
      <w:tr w:rsidR="00BF542D" w:rsidRPr="00BF542D" w14:paraId="57A7FA09" w14:textId="77777777" w:rsidTr="003D2E48">
        <w:tc>
          <w:tcPr>
            <w:tcW w:w="0" w:type="auto"/>
          </w:tcPr>
          <w:p w14:paraId="65A24D0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E72755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116</w:t>
            </w:r>
          </w:p>
        </w:tc>
        <w:tc>
          <w:tcPr>
            <w:tcW w:w="0" w:type="auto"/>
          </w:tcPr>
          <w:p w14:paraId="280B61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115,901743</w:t>
            </w:r>
          </w:p>
        </w:tc>
      </w:tr>
      <w:tr w:rsidR="00BF542D" w:rsidRPr="00BF542D" w14:paraId="5D8D6DE2" w14:textId="77777777" w:rsidTr="003D2E48">
        <w:tc>
          <w:tcPr>
            <w:tcW w:w="0" w:type="auto"/>
          </w:tcPr>
          <w:p w14:paraId="62300E3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689F851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118</w:t>
            </w:r>
          </w:p>
        </w:tc>
        <w:tc>
          <w:tcPr>
            <w:tcW w:w="0" w:type="auto"/>
          </w:tcPr>
          <w:p w14:paraId="4AC0B28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117,901607</w:t>
            </w:r>
          </w:p>
        </w:tc>
      </w:tr>
      <w:tr w:rsidR="00BF542D" w:rsidRPr="00BF542D" w14:paraId="08ECA553" w14:textId="77777777" w:rsidTr="003D2E48">
        <w:tc>
          <w:tcPr>
            <w:tcW w:w="0" w:type="auto"/>
          </w:tcPr>
          <w:p w14:paraId="15BD619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1D55228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120</w:t>
            </w:r>
          </w:p>
        </w:tc>
        <w:tc>
          <w:tcPr>
            <w:tcW w:w="0" w:type="auto"/>
          </w:tcPr>
          <w:p w14:paraId="6619DA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119,902203</w:t>
            </w:r>
          </w:p>
        </w:tc>
      </w:tr>
      <w:tr w:rsidR="00BF542D" w:rsidRPr="00BF542D" w14:paraId="378A251C" w14:textId="77777777" w:rsidTr="003D2E48">
        <w:tc>
          <w:tcPr>
            <w:tcW w:w="0" w:type="auto"/>
          </w:tcPr>
          <w:p w14:paraId="798F1E5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028CE55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122</w:t>
            </w:r>
          </w:p>
        </w:tc>
        <w:tc>
          <w:tcPr>
            <w:tcW w:w="0" w:type="auto"/>
          </w:tcPr>
          <w:p w14:paraId="7247621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121,903445</w:t>
            </w:r>
          </w:p>
        </w:tc>
      </w:tr>
      <w:tr w:rsidR="00BF542D" w:rsidRPr="00BF542D" w14:paraId="2950DC12" w14:textId="77777777" w:rsidTr="003D2E48">
        <w:tc>
          <w:tcPr>
            <w:tcW w:w="0" w:type="auto"/>
          </w:tcPr>
          <w:p w14:paraId="49BE623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27C99C1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Sn 124</w:t>
            </w:r>
          </w:p>
        </w:tc>
        <w:tc>
          <w:tcPr>
            <w:tcW w:w="0" w:type="auto"/>
          </w:tcPr>
          <w:p w14:paraId="7C74D65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123,905280</w:t>
            </w:r>
          </w:p>
        </w:tc>
      </w:tr>
      <w:tr w:rsidR="00BF542D" w:rsidRPr="00BF542D" w14:paraId="3A512997" w14:textId="77777777" w:rsidTr="003D2E48">
        <w:tc>
          <w:tcPr>
            <w:tcW w:w="0" w:type="auto"/>
          </w:tcPr>
          <w:p w14:paraId="1E17653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14:paraId="0292140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Sb 121</w:t>
            </w:r>
          </w:p>
        </w:tc>
        <w:tc>
          <w:tcPr>
            <w:tcW w:w="0" w:type="auto"/>
          </w:tcPr>
          <w:p w14:paraId="3916CA0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120,903811</w:t>
            </w:r>
          </w:p>
        </w:tc>
      </w:tr>
      <w:tr w:rsidR="00BF542D" w:rsidRPr="00BF542D" w14:paraId="2E5A3E4D" w14:textId="77777777" w:rsidTr="003D2E48">
        <w:tc>
          <w:tcPr>
            <w:tcW w:w="0" w:type="auto"/>
          </w:tcPr>
          <w:p w14:paraId="56B5556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14:paraId="059B330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Sb 123</w:t>
            </w:r>
          </w:p>
        </w:tc>
        <w:tc>
          <w:tcPr>
            <w:tcW w:w="0" w:type="auto"/>
          </w:tcPr>
          <w:p w14:paraId="2E026E9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122,904215</w:t>
            </w:r>
          </w:p>
        </w:tc>
      </w:tr>
      <w:tr w:rsidR="00BF542D" w:rsidRPr="00BF542D" w14:paraId="1EF56A8B" w14:textId="77777777" w:rsidTr="003D2E48">
        <w:tc>
          <w:tcPr>
            <w:tcW w:w="0" w:type="auto"/>
          </w:tcPr>
          <w:p w14:paraId="5714CB7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53CE769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120</w:t>
            </w:r>
          </w:p>
        </w:tc>
        <w:tc>
          <w:tcPr>
            <w:tcW w:w="0" w:type="auto"/>
          </w:tcPr>
          <w:p w14:paraId="32A92B7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119,904066</w:t>
            </w:r>
          </w:p>
        </w:tc>
      </w:tr>
      <w:tr w:rsidR="00BF542D" w:rsidRPr="00BF542D" w14:paraId="6B01F99C" w14:textId="77777777" w:rsidTr="003D2E48">
        <w:tc>
          <w:tcPr>
            <w:tcW w:w="0" w:type="auto"/>
          </w:tcPr>
          <w:p w14:paraId="4805291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0905517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122</w:t>
            </w:r>
          </w:p>
        </w:tc>
        <w:tc>
          <w:tcPr>
            <w:tcW w:w="0" w:type="auto"/>
          </w:tcPr>
          <w:p w14:paraId="2C12DF0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121,903045</w:t>
            </w:r>
          </w:p>
        </w:tc>
      </w:tr>
      <w:tr w:rsidR="00BF542D" w:rsidRPr="00BF542D" w14:paraId="38E3FCB4" w14:textId="77777777" w:rsidTr="003D2E48">
        <w:tc>
          <w:tcPr>
            <w:tcW w:w="0" w:type="auto"/>
          </w:tcPr>
          <w:p w14:paraId="45D1C4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1B5D82D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124</w:t>
            </w:r>
          </w:p>
        </w:tc>
        <w:tc>
          <w:tcPr>
            <w:tcW w:w="0" w:type="auto"/>
          </w:tcPr>
          <w:p w14:paraId="6D71916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123,902818</w:t>
            </w:r>
          </w:p>
        </w:tc>
      </w:tr>
      <w:tr w:rsidR="00BF542D" w:rsidRPr="00BF542D" w14:paraId="21199285" w14:textId="77777777" w:rsidTr="003D2E48">
        <w:tc>
          <w:tcPr>
            <w:tcW w:w="0" w:type="auto"/>
          </w:tcPr>
          <w:p w14:paraId="1D62489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5E88132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125</w:t>
            </w:r>
          </w:p>
        </w:tc>
        <w:tc>
          <w:tcPr>
            <w:tcW w:w="0" w:type="auto"/>
          </w:tcPr>
          <w:p w14:paraId="2553F63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124,904431</w:t>
            </w:r>
          </w:p>
        </w:tc>
      </w:tr>
      <w:tr w:rsidR="00BF542D" w:rsidRPr="00BF542D" w14:paraId="22673378" w14:textId="77777777" w:rsidTr="003D2E48">
        <w:tc>
          <w:tcPr>
            <w:tcW w:w="0" w:type="auto"/>
          </w:tcPr>
          <w:p w14:paraId="6D16B96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1BD484E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126</w:t>
            </w:r>
          </w:p>
        </w:tc>
        <w:tc>
          <w:tcPr>
            <w:tcW w:w="0" w:type="auto"/>
          </w:tcPr>
          <w:p w14:paraId="42FA965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125,903312</w:t>
            </w:r>
          </w:p>
        </w:tc>
      </w:tr>
      <w:tr w:rsidR="00BF542D" w:rsidRPr="00BF542D" w14:paraId="1174DA11" w14:textId="77777777" w:rsidTr="003D2E48">
        <w:tc>
          <w:tcPr>
            <w:tcW w:w="0" w:type="auto"/>
          </w:tcPr>
          <w:p w14:paraId="6C2E599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492FA4E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Te 130</w:t>
            </w:r>
          </w:p>
        </w:tc>
        <w:tc>
          <w:tcPr>
            <w:tcW w:w="0" w:type="auto"/>
          </w:tcPr>
          <w:p w14:paraId="43D65B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129,906223</w:t>
            </w:r>
          </w:p>
        </w:tc>
      </w:tr>
      <w:tr w:rsidR="00BF542D" w:rsidRPr="00BF542D" w14:paraId="6270586E" w14:textId="77777777" w:rsidTr="003D2E48">
        <w:tc>
          <w:tcPr>
            <w:tcW w:w="0" w:type="auto"/>
          </w:tcPr>
          <w:p w14:paraId="4ADE764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536D1D5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 123</w:t>
            </w:r>
          </w:p>
        </w:tc>
        <w:tc>
          <w:tcPr>
            <w:tcW w:w="0" w:type="auto"/>
          </w:tcPr>
          <w:p w14:paraId="1C0AB93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122,905590</w:t>
            </w:r>
          </w:p>
        </w:tc>
      </w:tr>
      <w:tr w:rsidR="00BF542D" w:rsidRPr="00BF542D" w14:paraId="638DEA56" w14:textId="77777777" w:rsidTr="003D2E48">
        <w:tc>
          <w:tcPr>
            <w:tcW w:w="0" w:type="auto"/>
          </w:tcPr>
          <w:p w14:paraId="0AFD71E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380804C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 127</w:t>
            </w:r>
          </w:p>
        </w:tc>
        <w:tc>
          <w:tcPr>
            <w:tcW w:w="0" w:type="auto"/>
          </w:tcPr>
          <w:p w14:paraId="26AD5B2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126,904473</w:t>
            </w:r>
          </w:p>
        </w:tc>
      </w:tr>
      <w:tr w:rsidR="00BF542D" w:rsidRPr="00BF542D" w14:paraId="7ABD6728" w14:textId="77777777" w:rsidTr="003D2E48">
        <w:tc>
          <w:tcPr>
            <w:tcW w:w="0" w:type="auto"/>
          </w:tcPr>
          <w:p w14:paraId="5663CDE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4DDF80B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 131</w:t>
            </w:r>
          </w:p>
        </w:tc>
        <w:tc>
          <w:tcPr>
            <w:tcW w:w="0" w:type="auto"/>
          </w:tcPr>
          <w:p w14:paraId="1258FBB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130,906126</w:t>
            </w:r>
          </w:p>
        </w:tc>
      </w:tr>
      <w:tr w:rsidR="00BF542D" w:rsidRPr="00BF542D" w14:paraId="1BFC7DCC" w14:textId="77777777" w:rsidTr="003D2E48">
        <w:tc>
          <w:tcPr>
            <w:tcW w:w="0" w:type="auto"/>
          </w:tcPr>
          <w:p w14:paraId="4F2B54E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4C6506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124</w:t>
            </w:r>
          </w:p>
        </w:tc>
        <w:tc>
          <w:tcPr>
            <w:tcW w:w="0" w:type="auto"/>
          </w:tcPr>
          <w:p w14:paraId="5ACA3FC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123,905885</w:t>
            </w:r>
          </w:p>
        </w:tc>
      </w:tr>
      <w:tr w:rsidR="00BF542D" w:rsidRPr="00BF542D" w14:paraId="302FD55C" w14:textId="77777777" w:rsidTr="003D2E48">
        <w:tc>
          <w:tcPr>
            <w:tcW w:w="0" w:type="auto"/>
          </w:tcPr>
          <w:p w14:paraId="4072B4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0B8F176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126</w:t>
            </w:r>
          </w:p>
        </w:tc>
        <w:tc>
          <w:tcPr>
            <w:tcW w:w="0" w:type="auto"/>
          </w:tcPr>
          <w:p w14:paraId="0B82B39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125,904297</w:t>
            </w:r>
          </w:p>
        </w:tc>
      </w:tr>
      <w:tr w:rsidR="00BF542D" w:rsidRPr="00BF542D" w14:paraId="2E4DDA54" w14:textId="77777777" w:rsidTr="003D2E48">
        <w:tc>
          <w:tcPr>
            <w:tcW w:w="0" w:type="auto"/>
          </w:tcPr>
          <w:p w14:paraId="361904C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78D96F1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128</w:t>
            </w:r>
          </w:p>
        </w:tc>
        <w:tc>
          <w:tcPr>
            <w:tcW w:w="0" w:type="auto"/>
          </w:tcPr>
          <w:p w14:paraId="488841B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127,903531</w:t>
            </w:r>
          </w:p>
        </w:tc>
      </w:tr>
      <w:tr w:rsidR="00BF542D" w:rsidRPr="00BF542D" w14:paraId="6C3ECE3B" w14:textId="77777777" w:rsidTr="003D2E48">
        <w:tc>
          <w:tcPr>
            <w:tcW w:w="0" w:type="auto"/>
          </w:tcPr>
          <w:p w14:paraId="7BBDA1F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34FBEF6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129</w:t>
            </w:r>
          </w:p>
        </w:tc>
        <w:tc>
          <w:tcPr>
            <w:tcW w:w="0" w:type="auto"/>
          </w:tcPr>
          <w:p w14:paraId="401B23F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128,904781</w:t>
            </w:r>
          </w:p>
        </w:tc>
      </w:tr>
      <w:tr w:rsidR="00BF542D" w:rsidRPr="00BF542D" w14:paraId="0576E00E" w14:textId="77777777" w:rsidTr="003D2E48">
        <w:tc>
          <w:tcPr>
            <w:tcW w:w="0" w:type="auto"/>
          </w:tcPr>
          <w:p w14:paraId="407AAD0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3D4D18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130</w:t>
            </w:r>
          </w:p>
        </w:tc>
        <w:tc>
          <w:tcPr>
            <w:tcW w:w="0" w:type="auto"/>
          </w:tcPr>
          <w:p w14:paraId="51C4C99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129,903509</w:t>
            </w:r>
          </w:p>
        </w:tc>
      </w:tr>
      <w:tr w:rsidR="00BF542D" w:rsidRPr="00BF542D" w14:paraId="0EAD118D" w14:textId="77777777" w:rsidTr="003D2E48">
        <w:tc>
          <w:tcPr>
            <w:tcW w:w="0" w:type="auto"/>
          </w:tcPr>
          <w:p w14:paraId="3C7E3B0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51AB290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131</w:t>
            </w:r>
          </w:p>
        </w:tc>
        <w:tc>
          <w:tcPr>
            <w:tcW w:w="0" w:type="auto"/>
          </w:tcPr>
          <w:p w14:paraId="2E51AED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130,905084</w:t>
            </w:r>
          </w:p>
        </w:tc>
      </w:tr>
      <w:tr w:rsidR="00BF542D" w:rsidRPr="00BF542D" w14:paraId="2EDBA387" w14:textId="77777777" w:rsidTr="003D2E48">
        <w:tc>
          <w:tcPr>
            <w:tcW w:w="0" w:type="auto"/>
          </w:tcPr>
          <w:p w14:paraId="2086FE7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75DD67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132</w:t>
            </w:r>
          </w:p>
        </w:tc>
        <w:tc>
          <w:tcPr>
            <w:tcW w:w="0" w:type="auto"/>
          </w:tcPr>
          <w:p w14:paraId="49CF40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131,904155</w:t>
            </w:r>
          </w:p>
        </w:tc>
      </w:tr>
      <w:tr w:rsidR="00BF542D" w:rsidRPr="00BF542D" w14:paraId="24A93123" w14:textId="77777777" w:rsidTr="003D2E48">
        <w:tc>
          <w:tcPr>
            <w:tcW w:w="0" w:type="auto"/>
          </w:tcPr>
          <w:p w14:paraId="3B1D49B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6DA1928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134</w:t>
            </w:r>
          </w:p>
        </w:tc>
        <w:tc>
          <w:tcPr>
            <w:tcW w:w="0" w:type="auto"/>
          </w:tcPr>
          <w:p w14:paraId="6A7EFC7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133,905393</w:t>
            </w:r>
          </w:p>
        </w:tc>
      </w:tr>
      <w:tr w:rsidR="00BF542D" w:rsidRPr="00BF542D" w14:paraId="5FFB8E2C" w14:textId="77777777" w:rsidTr="003D2E48">
        <w:tc>
          <w:tcPr>
            <w:tcW w:w="0" w:type="auto"/>
          </w:tcPr>
          <w:p w14:paraId="09CECA8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5D3B98F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Xe 138</w:t>
            </w:r>
          </w:p>
        </w:tc>
        <w:tc>
          <w:tcPr>
            <w:tcW w:w="0" w:type="auto"/>
          </w:tcPr>
          <w:p w14:paraId="52674CD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137,914146</w:t>
            </w:r>
          </w:p>
        </w:tc>
      </w:tr>
      <w:tr w:rsidR="00BF542D" w:rsidRPr="00BF542D" w14:paraId="2CA4FAD1" w14:textId="77777777" w:rsidTr="003D2E48">
        <w:tc>
          <w:tcPr>
            <w:tcW w:w="0" w:type="auto"/>
          </w:tcPr>
          <w:p w14:paraId="508A256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5ECA68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133</w:t>
            </w:r>
          </w:p>
        </w:tc>
        <w:tc>
          <w:tcPr>
            <w:tcW w:w="0" w:type="auto"/>
          </w:tcPr>
          <w:p w14:paraId="160DDB5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132,905452</w:t>
            </w:r>
          </w:p>
        </w:tc>
      </w:tr>
      <w:tr w:rsidR="00BF542D" w:rsidRPr="00BF542D" w14:paraId="135CBF58" w14:textId="77777777" w:rsidTr="003D2E48">
        <w:tc>
          <w:tcPr>
            <w:tcW w:w="0" w:type="auto"/>
          </w:tcPr>
          <w:p w14:paraId="5036E5B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6517636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134</w:t>
            </w:r>
          </w:p>
        </w:tc>
        <w:tc>
          <w:tcPr>
            <w:tcW w:w="0" w:type="auto"/>
          </w:tcPr>
          <w:p w14:paraId="4D4CB8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133,906719</w:t>
            </w:r>
          </w:p>
        </w:tc>
      </w:tr>
      <w:tr w:rsidR="00BF542D" w:rsidRPr="00BF542D" w14:paraId="0E1AA62C" w14:textId="77777777" w:rsidTr="003D2E48">
        <w:tc>
          <w:tcPr>
            <w:tcW w:w="0" w:type="auto"/>
          </w:tcPr>
          <w:p w14:paraId="68254A4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799EEE7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135</w:t>
            </w:r>
          </w:p>
        </w:tc>
        <w:tc>
          <w:tcPr>
            <w:tcW w:w="0" w:type="auto"/>
          </w:tcPr>
          <w:p w14:paraId="61301E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134,905977</w:t>
            </w:r>
          </w:p>
        </w:tc>
      </w:tr>
      <w:tr w:rsidR="00BF542D" w:rsidRPr="00BF542D" w14:paraId="54DB95D6" w14:textId="77777777" w:rsidTr="003D2E48">
        <w:tc>
          <w:tcPr>
            <w:tcW w:w="0" w:type="auto"/>
          </w:tcPr>
          <w:p w14:paraId="2F6597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677538C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136</w:t>
            </w:r>
          </w:p>
        </w:tc>
        <w:tc>
          <w:tcPr>
            <w:tcW w:w="0" w:type="auto"/>
          </w:tcPr>
          <w:p w14:paraId="170FD1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135,907311</w:t>
            </w:r>
          </w:p>
        </w:tc>
      </w:tr>
      <w:tr w:rsidR="00BF542D" w:rsidRPr="00BF542D" w14:paraId="64194B02" w14:textId="77777777" w:rsidTr="003D2E48">
        <w:tc>
          <w:tcPr>
            <w:tcW w:w="0" w:type="auto"/>
          </w:tcPr>
          <w:p w14:paraId="071009D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0D5526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137</w:t>
            </w:r>
          </w:p>
        </w:tc>
        <w:tc>
          <w:tcPr>
            <w:tcW w:w="0" w:type="auto"/>
          </w:tcPr>
          <w:p w14:paraId="16B620E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136,907089</w:t>
            </w:r>
          </w:p>
        </w:tc>
      </w:tr>
      <w:tr w:rsidR="00BF542D" w:rsidRPr="00BF542D" w14:paraId="305F327A" w14:textId="77777777" w:rsidTr="003D2E48">
        <w:tc>
          <w:tcPr>
            <w:tcW w:w="0" w:type="auto"/>
          </w:tcPr>
          <w:p w14:paraId="395F66B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1BF35B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138</w:t>
            </w:r>
          </w:p>
        </w:tc>
        <w:tc>
          <w:tcPr>
            <w:tcW w:w="0" w:type="auto"/>
          </w:tcPr>
          <w:p w14:paraId="62068D1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137,911017</w:t>
            </w:r>
          </w:p>
        </w:tc>
      </w:tr>
      <w:tr w:rsidR="00BF542D" w:rsidRPr="00BF542D" w14:paraId="66866325" w14:textId="77777777" w:rsidTr="003D2E48">
        <w:tc>
          <w:tcPr>
            <w:tcW w:w="0" w:type="auto"/>
          </w:tcPr>
          <w:p w14:paraId="4F202F9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20CF63D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Cs 140</w:t>
            </w:r>
          </w:p>
        </w:tc>
        <w:tc>
          <w:tcPr>
            <w:tcW w:w="0" w:type="auto"/>
          </w:tcPr>
          <w:p w14:paraId="4F3605B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139,917284</w:t>
            </w:r>
          </w:p>
        </w:tc>
      </w:tr>
      <w:tr w:rsidR="00BF542D" w:rsidRPr="00BF542D" w14:paraId="3E42B811" w14:textId="77777777" w:rsidTr="003D2E48">
        <w:tc>
          <w:tcPr>
            <w:tcW w:w="0" w:type="auto"/>
          </w:tcPr>
          <w:p w14:paraId="4C96739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42DCFF9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130</w:t>
            </w:r>
          </w:p>
        </w:tc>
        <w:tc>
          <w:tcPr>
            <w:tcW w:w="0" w:type="auto"/>
          </w:tcPr>
          <w:p w14:paraId="3346CD6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129,906326</w:t>
            </w:r>
          </w:p>
        </w:tc>
      </w:tr>
      <w:tr w:rsidR="00BF542D" w:rsidRPr="00BF542D" w14:paraId="64CB0A65" w14:textId="77777777" w:rsidTr="003D2E48">
        <w:tc>
          <w:tcPr>
            <w:tcW w:w="0" w:type="auto"/>
          </w:tcPr>
          <w:p w14:paraId="209C41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257F8B9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132</w:t>
            </w:r>
          </w:p>
        </w:tc>
        <w:tc>
          <w:tcPr>
            <w:tcW w:w="0" w:type="auto"/>
          </w:tcPr>
          <w:p w14:paraId="2919FB5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131,905061</w:t>
            </w:r>
          </w:p>
        </w:tc>
      </w:tr>
      <w:tr w:rsidR="00BF542D" w:rsidRPr="00BF542D" w14:paraId="7F868B6D" w14:textId="77777777" w:rsidTr="003D2E48">
        <w:tc>
          <w:tcPr>
            <w:tcW w:w="0" w:type="auto"/>
          </w:tcPr>
          <w:p w14:paraId="5C5AB8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1F718BB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134</w:t>
            </w:r>
          </w:p>
        </w:tc>
        <w:tc>
          <w:tcPr>
            <w:tcW w:w="0" w:type="auto"/>
          </w:tcPr>
          <w:p w14:paraId="62089D4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133,904508</w:t>
            </w:r>
          </w:p>
        </w:tc>
      </w:tr>
      <w:tr w:rsidR="00BF542D" w:rsidRPr="00BF542D" w14:paraId="37561281" w14:textId="77777777" w:rsidTr="003D2E48">
        <w:tc>
          <w:tcPr>
            <w:tcW w:w="0" w:type="auto"/>
          </w:tcPr>
          <w:p w14:paraId="679FBE3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7652553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135</w:t>
            </w:r>
          </w:p>
        </w:tc>
        <w:tc>
          <w:tcPr>
            <w:tcW w:w="0" w:type="auto"/>
          </w:tcPr>
          <w:p w14:paraId="4F9C397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134,905688</w:t>
            </w:r>
          </w:p>
        </w:tc>
      </w:tr>
      <w:tr w:rsidR="00BF542D" w:rsidRPr="00BF542D" w14:paraId="2A37A24A" w14:textId="77777777" w:rsidTr="003D2E48">
        <w:tc>
          <w:tcPr>
            <w:tcW w:w="0" w:type="auto"/>
          </w:tcPr>
          <w:p w14:paraId="7C10AB2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26825A7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136</w:t>
            </w:r>
          </w:p>
        </w:tc>
        <w:tc>
          <w:tcPr>
            <w:tcW w:w="0" w:type="auto"/>
          </w:tcPr>
          <w:p w14:paraId="71D5981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135,904576</w:t>
            </w:r>
          </w:p>
        </w:tc>
      </w:tr>
      <w:tr w:rsidR="00BF542D" w:rsidRPr="00BF542D" w14:paraId="149FE000" w14:textId="77777777" w:rsidTr="003D2E48">
        <w:tc>
          <w:tcPr>
            <w:tcW w:w="0" w:type="auto"/>
          </w:tcPr>
          <w:p w14:paraId="3359A9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0" w:type="auto"/>
          </w:tcPr>
          <w:p w14:paraId="11D225C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137</w:t>
            </w:r>
          </w:p>
        </w:tc>
        <w:tc>
          <w:tcPr>
            <w:tcW w:w="0" w:type="auto"/>
          </w:tcPr>
          <w:p w14:paraId="46004D3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136,905827</w:t>
            </w:r>
          </w:p>
        </w:tc>
      </w:tr>
      <w:tr w:rsidR="00BF542D" w:rsidRPr="00BF542D" w14:paraId="406BAF6B" w14:textId="77777777" w:rsidTr="003D2E48">
        <w:tc>
          <w:tcPr>
            <w:tcW w:w="0" w:type="auto"/>
          </w:tcPr>
          <w:p w14:paraId="5461146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2B577F7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138</w:t>
            </w:r>
          </w:p>
        </w:tc>
        <w:tc>
          <w:tcPr>
            <w:tcW w:w="0" w:type="auto"/>
          </w:tcPr>
          <w:p w14:paraId="56C0E05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137,905247</w:t>
            </w:r>
          </w:p>
        </w:tc>
      </w:tr>
      <w:tr w:rsidR="00BF542D" w:rsidRPr="00BF542D" w14:paraId="06AB473C" w14:textId="77777777" w:rsidTr="003D2E48">
        <w:tc>
          <w:tcPr>
            <w:tcW w:w="0" w:type="auto"/>
          </w:tcPr>
          <w:p w14:paraId="7E3563B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613FB7D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Ba 144</w:t>
            </w:r>
          </w:p>
        </w:tc>
        <w:tc>
          <w:tcPr>
            <w:tcW w:w="0" w:type="auto"/>
          </w:tcPr>
          <w:p w14:paraId="647C112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143,922955</w:t>
            </w:r>
          </w:p>
        </w:tc>
      </w:tr>
      <w:tr w:rsidR="00BF542D" w:rsidRPr="00BF542D" w14:paraId="66C0679A" w14:textId="77777777" w:rsidTr="003D2E48">
        <w:tc>
          <w:tcPr>
            <w:tcW w:w="0" w:type="auto"/>
          </w:tcPr>
          <w:p w14:paraId="73D88D8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14:paraId="55B97D5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La 139</w:t>
            </w:r>
          </w:p>
        </w:tc>
        <w:tc>
          <w:tcPr>
            <w:tcW w:w="0" w:type="auto"/>
          </w:tcPr>
          <w:p w14:paraId="480AF0B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138,906363</w:t>
            </w:r>
          </w:p>
        </w:tc>
      </w:tr>
      <w:tr w:rsidR="00BF542D" w:rsidRPr="00BF542D" w14:paraId="72215576" w14:textId="77777777" w:rsidTr="003D2E48">
        <w:tc>
          <w:tcPr>
            <w:tcW w:w="0" w:type="auto"/>
          </w:tcPr>
          <w:p w14:paraId="7E536CB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14:paraId="617E864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Ce 136</w:t>
            </w:r>
          </w:p>
        </w:tc>
        <w:tc>
          <w:tcPr>
            <w:tcW w:w="0" w:type="auto"/>
          </w:tcPr>
          <w:p w14:paraId="4DF2AE9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135,907129</w:t>
            </w:r>
          </w:p>
        </w:tc>
      </w:tr>
      <w:tr w:rsidR="00BF542D" w:rsidRPr="00BF542D" w14:paraId="713C9454" w14:textId="77777777" w:rsidTr="003D2E48">
        <w:tc>
          <w:tcPr>
            <w:tcW w:w="0" w:type="auto"/>
          </w:tcPr>
          <w:p w14:paraId="03D871F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14:paraId="2198484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Ce 138</w:t>
            </w:r>
          </w:p>
        </w:tc>
        <w:tc>
          <w:tcPr>
            <w:tcW w:w="0" w:type="auto"/>
          </w:tcPr>
          <w:p w14:paraId="6A198C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137,905994</w:t>
            </w:r>
          </w:p>
        </w:tc>
      </w:tr>
      <w:tr w:rsidR="00BF542D" w:rsidRPr="00BF542D" w14:paraId="632D95BB" w14:textId="77777777" w:rsidTr="003D2E48">
        <w:tc>
          <w:tcPr>
            <w:tcW w:w="0" w:type="auto"/>
          </w:tcPr>
          <w:p w14:paraId="3C13494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14:paraId="4AEE54C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Ce 140</w:t>
            </w:r>
          </w:p>
        </w:tc>
        <w:tc>
          <w:tcPr>
            <w:tcW w:w="0" w:type="auto"/>
          </w:tcPr>
          <w:p w14:paraId="3437FE8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139,905448</w:t>
            </w:r>
          </w:p>
        </w:tc>
      </w:tr>
      <w:tr w:rsidR="00BF542D" w:rsidRPr="00BF542D" w14:paraId="396A83BA" w14:textId="77777777" w:rsidTr="003D2E48">
        <w:tc>
          <w:tcPr>
            <w:tcW w:w="0" w:type="auto"/>
          </w:tcPr>
          <w:p w14:paraId="66D602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14:paraId="3B24DAE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Pr 141</w:t>
            </w:r>
          </w:p>
        </w:tc>
        <w:tc>
          <w:tcPr>
            <w:tcW w:w="0" w:type="auto"/>
          </w:tcPr>
          <w:p w14:paraId="0FEE060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140,907660</w:t>
            </w:r>
          </w:p>
        </w:tc>
      </w:tr>
      <w:tr w:rsidR="00BF542D" w:rsidRPr="00BF542D" w14:paraId="15048730" w14:textId="77777777" w:rsidTr="003D2E48">
        <w:tc>
          <w:tcPr>
            <w:tcW w:w="0" w:type="auto"/>
          </w:tcPr>
          <w:p w14:paraId="464C451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7703915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142</w:t>
            </w:r>
          </w:p>
        </w:tc>
        <w:tc>
          <w:tcPr>
            <w:tcW w:w="0" w:type="auto"/>
          </w:tcPr>
          <w:p w14:paraId="5EEBBED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141,907729</w:t>
            </w:r>
          </w:p>
        </w:tc>
      </w:tr>
      <w:tr w:rsidR="00BF542D" w:rsidRPr="00BF542D" w14:paraId="7785DC5E" w14:textId="77777777" w:rsidTr="003D2E48">
        <w:tc>
          <w:tcPr>
            <w:tcW w:w="0" w:type="auto"/>
          </w:tcPr>
          <w:p w14:paraId="69C2EA7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75A8DF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143</w:t>
            </w:r>
          </w:p>
        </w:tc>
        <w:tc>
          <w:tcPr>
            <w:tcW w:w="0" w:type="auto"/>
          </w:tcPr>
          <w:p w14:paraId="6A847B9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142,909820</w:t>
            </w:r>
          </w:p>
        </w:tc>
      </w:tr>
      <w:tr w:rsidR="00BF542D" w:rsidRPr="00BF542D" w14:paraId="130B9600" w14:textId="77777777" w:rsidTr="003D2E48">
        <w:tc>
          <w:tcPr>
            <w:tcW w:w="0" w:type="auto"/>
          </w:tcPr>
          <w:p w14:paraId="6563E8C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44E6D49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145</w:t>
            </w:r>
          </w:p>
        </w:tc>
        <w:tc>
          <w:tcPr>
            <w:tcW w:w="0" w:type="auto"/>
          </w:tcPr>
          <w:p w14:paraId="66778A9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144,912579</w:t>
            </w:r>
          </w:p>
        </w:tc>
      </w:tr>
      <w:tr w:rsidR="00BF542D" w:rsidRPr="00BF542D" w14:paraId="19264E52" w14:textId="77777777" w:rsidTr="003D2E48">
        <w:tc>
          <w:tcPr>
            <w:tcW w:w="0" w:type="auto"/>
          </w:tcPr>
          <w:p w14:paraId="3E862F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3CE2C9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146</w:t>
            </w:r>
          </w:p>
        </w:tc>
        <w:tc>
          <w:tcPr>
            <w:tcW w:w="0" w:type="auto"/>
          </w:tcPr>
          <w:p w14:paraId="636AF42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145,913122</w:t>
            </w:r>
          </w:p>
        </w:tc>
      </w:tr>
      <w:tr w:rsidR="00BF542D" w:rsidRPr="00BF542D" w14:paraId="6CD1390D" w14:textId="77777777" w:rsidTr="003D2E48">
        <w:tc>
          <w:tcPr>
            <w:tcW w:w="0" w:type="auto"/>
          </w:tcPr>
          <w:p w14:paraId="6D976FC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65A9581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Nd 148</w:t>
            </w:r>
          </w:p>
        </w:tc>
        <w:tc>
          <w:tcPr>
            <w:tcW w:w="0" w:type="auto"/>
          </w:tcPr>
          <w:p w14:paraId="2CA5B9A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147,916899</w:t>
            </w:r>
          </w:p>
        </w:tc>
      </w:tr>
      <w:tr w:rsidR="00BF542D" w:rsidRPr="00BF542D" w14:paraId="7D0D067B" w14:textId="77777777" w:rsidTr="003D2E48">
        <w:tc>
          <w:tcPr>
            <w:tcW w:w="0" w:type="auto"/>
          </w:tcPr>
          <w:p w14:paraId="318696B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14:paraId="134FDE9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Pm 145</w:t>
            </w:r>
          </w:p>
        </w:tc>
        <w:tc>
          <w:tcPr>
            <w:tcW w:w="0" w:type="auto"/>
          </w:tcPr>
          <w:p w14:paraId="7A1B1BF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144,912755</w:t>
            </w:r>
          </w:p>
        </w:tc>
      </w:tr>
      <w:tr w:rsidR="00BF542D" w:rsidRPr="00BF542D" w14:paraId="5FE314A7" w14:textId="77777777" w:rsidTr="003D2E48">
        <w:tc>
          <w:tcPr>
            <w:tcW w:w="0" w:type="auto"/>
          </w:tcPr>
          <w:p w14:paraId="77BE93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6531123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144</w:t>
            </w:r>
          </w:p>
        </w:tc>
        <w:tc>
          <w:tcPr>
            <w:tcW w:w="0" w:type="auto"/>
          </w:tcPr>
          <w:p w14:paraId="2695E79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143,911999</w:t>
            </w:r>
          </w:p>
        </w:tc>
      </w:tr>
      <w:tr w:rsidR="00BF542D" w:rsidRPr="00BF542D" w14:paraId="336059B3" w14:textId="77777777" w:rsidTr="003D2E48">
        <w:tc>
          <w:tcPr>
            <w:tcW w:w="0" w:type="auto"/>
          </w:tcPr>
          <w:p w14:paraId="259C215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71B8A65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150</w:t>
            </w:r>
          </w:p>
        </w:tc>
        <w:tc>
          <w:tcPr>
            <w:tcW w:w="0" w:type="auto"/>
          </w:tcPr>
          <w:p w14:paraId="53D1D18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149,917282</w:t>
            </w:r>
          </w:p>
        </w:tc>
      </w:tr>
      <w:tr w:rsidR="00BF542D" w:rsidRPr="00BF542D" w14:paraId="6811C2AB" w14:textId="77777777" w:rsidTr="003D2E48">
        <w:tc>
          <w:tcPr>
            <w:tcW w:w="0" w:type="auto"/>
          </w:tcPr>
          <w:p w14:paraId="125DF53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3994A92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152</w:t>
            </w:r>
          </w:p>
        </w:tc>
        <w:tc>
          <w:tcPr>
            <w:tcW w:w="0" w:type="auto"/>
          </w:tcPr>
          <w:p w14:paraId="172B02A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151,919739</w:t>
            </w:r>
          </w:p>
        </w:tc>
      </w:tr>
      <w:tr w:rsidR="00BF542D" w:rsidRPr="00BF542D" w14:paraId="4DE0AE9D" w14:textId="77777777" w:rsidTr="003D2E48">
        <w:tc>
          <w:tcPr>
            <w:tcW w:w="0" w:type="auto"/>
          </w:tcPr>
          <w:p w14:paraId="0C65F99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3F248C5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Sm 154</w:t>
            </w:r>
          </w:p>
        </w:tc>
        <w:tc>
          <w:tcPr>
            <w:tcW w:w="0" w:type="auto"/>
          </w:tcPr>
          <w:p w14:paraId="7828BC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153,922216</w:t>
            </w:r>
          </w:p>
        </w:tc>
      </w:tr>
      <w:tr w:rsidR="00BF542D" w:rsidRPr="00BF542D" w14:paraId="367A1406" w14:textId="77777777" w:rsidTr="003D2E48">
        <w:tc>
          <w:tcPr>
            <w:tcW w:w="0" w:type="auto"/>
          </w:tcPr>
          <w:p w14:paraId="3F978D4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14:paraId="3413F19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Eu 151</w:t>
            </w:r>
          </w:p>
        </w:tc>
        <w:tc>
          <w:tcPr>
            <w:tcW w:w="0" w:type="auto"/>
          </w:tcPr>
          <w:p w14:paraId="7C2870B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150,919857</w:t>
            </w:r>
          </w:p>
        </w:tc>
      </w:tr>
      <w:tr w:rsidR="00BF542D" w:rsidRPr="00BF542D" w14:paraId="211837A0" w14:textId="77777777" w:rsidTr="003D2E48">
        <w:tc>
          <w:tcPr>
            <w:tcW w:w="0" w:type="auto"/>
          </w:tcPr>
          <w:p w14:paraId="045EEC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14:paraId="489DAE5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Eu 153</w:t>
            </w:r>
          </w:p>
        </w:tc>
        <w:tc>
          <w:tcPr>
            <w:tcW w:w="0" w:type="auto"/>
          </w:tcPr>
          <w:p w14:paraId="6436B05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152,921237</w:t>
            </w:r>
          </w:p>
        </w:tc>
      </w:tr>
      <w:tr w:rsidR="00BF542D" w:rsidRPr="00BF542D" w14:paraId="301F991E" w14:textId="77777777" w:rsidTr="003D2E48">
        <w:tc>
          <w:tcPr>
            <w:tcW w:w="0" w:type="auto"/>
          </w:tcPr>
          <w:p w14:paraId="391AC1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5271C33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154</w:t>
            </w:r>
          </w:p>
        </w:tc>
        <w:tc>
          <w:tcPr>
            <w:tcW w:w="0" w:type="auto"/>
          </w:tcPr>
          <w:p w14:paraId="715A4BE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153,920873</w:t>
            </w:r>
          </w:p>
        </w:tc>
      </w:tr>
      <w:tr w:rsidR="00BF542D" w:rsidRPr="00BF542D" w14:paraId="663D16D1" w14:textId="77777777" w:rsidTr="003D2E48">
        <w:tc>
          <w:tcPr>
            <w:tcW w:w="0" w:type="auto"/>
          </w:tcPr>
          <w:p w14:paraId="4741DB7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448CDCE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155</w:t>
            </w:r>
          </w:p>
        </w:tc>
        <w:tc>
          <w:tcPr>
            <w:tcW w:w="0" w:type="auto"/>
          </w:tcPr>
          <w:p w14:paraId="6B02D1F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154,922629</w:t>
            </w:r>
          </w:p>
        </w:tc>
      </w:tr>
      <w:tr w:rsidR="00BF542D" w:rsidRPr="00BF542D" w14:paraId="23452FAD" w14:textId="77777777" w:rsidTr="003D2E48">
        <w:tc>
          <w:tcPr>
            <w:tcW w:w="0" w:type="auto"/>
          </w:tcPr>
          <w:p w14:paraId="50A12AF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51FA13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156</w:t>
            </w:r>
          </w:p>
        </w:tc>
        <w:tc>
          <w:tcPr>
            <w:tcW w:w="0" w:type="auto"/>
          </w:tcPr>
          <w:p w14:paraId="01D6AA0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155,922130</w:t>
            </w:r>
          </w:p>
        </w:tc>
      </w:tr>
      <w:tr w:rsidR="00BF542D" w:rsidRPr="00BF542D" w14:paraId="6877E1AF" w14:textId="77777777" w:rsidTr="003D2E48">
        <w:tc>
          <w:tcPr>
            <w:tcW w:w="0" w:type="auto"/>
          </w:tcPr>
          <w:p w14:paraId="3042B99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0AD7D4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157</w:t>
            </w:r>
          </w:p>
        </w:tc>
        <w:tc>
          <w:tcPr>
            <w:tcW w:w="0" w:type="auto"/>
          </w:tcPr>
          <w:p w14:paraId="1511D72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156,923967</w:t>
            </w:r>
          </w:p>
        </w:tc>
      </w:tr>
      <w:tr w:rsidR="00BF542D" w:rsidRPr="00BF542D" w14:paraId="1446AD2D" w14:textId="77777777" w:rsidTr="003D2E48">
        <w:tc>
          <w:tcPr>
            <w:tcW w:w="0" w:type="auto"/>
          </w:tcPr>
          <w:p w14:paraId="5A19F3B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30A7274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158</w:t>
            </w:r>
          </w:p>
        </w:tc>
        <w:tc>
          <w:tcPr>
            <w:tcW w:w="0" w:type="auto"/>
          </w:tcPr>
          <w:p w14:paraId="179A449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157,924111</w:t>
            </w:r>
          </w:p>
        </w:tc>
      </w:tr>
      <w:tr w:rsidR="00BF542D" w:rsidRPr="00BF542D" w14:paraId="7E3902C1" w14:textId="77777777" w:rsidTr="003D2E48">
        <w:tc>
          <w:tcPr>
            <w:tcW w:w="0" w:type="auto"/>
          </w:tcPr>
          <w:p w14:paraId="766E5A0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0280D81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Gd 160</w:t>
            </w:r>
          </w:p>
        </w:tc>
        <w:tc>
          <w:tcPr>
            <w:tcW w:w="0" w:type="auto"/>
          </w:tcPr>
          <w:p w14:paraId="23EE0B6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159,927061</w:t>
            </w:r>
          </w:p>
        </w:tc>
      </w:tr>
      <w:tr w:rsidR="00BF542D" w:rsidRPr="00BF542D" w14:paraId="6D7BB1E9" w14:textId="77777777" w:rsidTr="003D2E48">
        <w:tc>
          <w:tcPr>
            <w:tcW w:w="0" w:type="auto"/>
          </w:tcPr>
          <w:p w14:paraId="6C2B92C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14:paraId="5EAA050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Tb 159</w:t>
            </w:r>
          </w:p>
        </w:tc>
        <w:tc>
          <w:tcPr>
            <w:tcW w:w="0" w:type="auto"/>
          </w:tcPr>
          <w:p w14:paraId="3B8EB9D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158,925354</w:t>
            </w:r>
          </w:p>
        </w:tc>
      </w:tr>
      <w:tr w:rsidR="00BF542D" w:rsidRPr="00BF542D" w14:paraId="7932B139" w14:textId="77777777" w:rsidTr="003D2E48">
        <w:tc>
          <w:tcPr>
            <w:tcW w:w="0" w:type="auto"/>
          </w:tcPr>
          <w:p w14:paraId="3D6524D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6C42326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156</w:t>
            </w:r>
          </w:p>
        </w:tc>
        <w:tc>
          <w:tcPr>
            <w:tcW w:w="0" w:type="auto"/>
          </w:tcPr>
          <w:p w14:paraId="42956AE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155,924284</w:t>
            </w:r>
          </w:p>
        </w:tc>
      </w:tr>
      <w:tr w:rsidR="00BF542D" w:rsidRPr="00BF542D" w14:paraId="2B0DBAAD" w14:textId="77777777" w:rsidTr="003D2E48">
        <w:tc>
          <w:tcPr>
            <w:tcW w:w="0" w:type="auto"/>
          </w:tcPr>
          <w:p w14:paraId="28C5D65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48BC7A2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158</w:t>
            </w:r>
          </w:p>
        </w:tc>
        <w:tc>
          <w:tcPr>
            <w:tcW w:w="0" w:type="auto"/>
          </w:tcPr>
          <w:p w14:paraId="01A827D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157,924415</w:t>
            </w:r>
          </w:p>
        </w:tc>
      </w:tr>
      <w:tr w:rsidR="00BF542D" w:rsidRPr="00BF542D" w14:paraId="726609BE" w14:textId="77777777" w:rsidTr="003D2E48">
        <w:tc>
          <w:tcPr>
            <w:tcW w:w="0" w:type="auto"/>
          </w:tcPr>
          <w:p w14:paraId="48BF489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6D5030E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160</w:t>
            </w:r>
          </w:p>
        </w:tc>
        <w:tc>
          <w:tcPr>
            <w:tcW w:w="0" w:type="auto"/>
          </w:tcPr>
          <w:p w14:paraId="38716C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159,925204</w:t>
            </w:r>
          </w:p>
        </w:tc>
      </w:tr>
      <w:tr w:rsidR="00BF542D" w:rsidRPr="00BF542D" w14:paraId="36C96535" w14:textId="77777777" w:rsidTr="003D2E48">
        <w:tc>
          <w:tcPr>
            <w:tcW w:w="0" w:type="auto"/>
          </w:tcPr>
          <w:p w14:paraId="4F90B1D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7D043E3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161</w:t>
            </w:r>
          </w:p>
        </w:tc>
        <w:tc>
          <w:tcPr>
            <w:tcW w:w="0" w:type="auto"/>
          </w:tcPr>
          <w:p w14:paraId="26D43A3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160,926939</w:t>
            </w:r>
          </w:p>
        </w:tc>
      </w:tr>
      <w:tr w:rsidR="00BF542D" w:rsidRPr="00BF542D" w14:paraId="14D468E7" w14:textId="77777777" w:rsidTr="003D2E48">
        <w:tc>
          <w:tcPr>
            <w:tcW w:w="0" w:type="auto"/>
          </w:tcPr>
          <w:p w14:paraId="673C824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17600BA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162</w:t>
            </w:r>
          </w:p>
        </w:tc>
        <w:tc>
          <w:tcPr>
            <w:tcW w:w="0" w:type="auto"/>
          </w:tcPr>
          <w:p w14:paraId="5AAC08A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161,926805</w:t>
            </w:r>
          </w:p>
        </w:tc>
      </w:tr>
      <w:tr w:rsidR="00BF542D" w:rsidRPr="00BF542D" w14:paraId="3646D3FE" w14:textId="77777777" w:rsidTr="003D2E48">
        <w:tc>
          <w:tcPr>
            <w:tcW w:w="0" w:type="auto"/>
          </w:tcPr>
          <w:p w14:paraId="33C919E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44F4287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163</w:t>
            </w:r>
          </w:p>
        </w:tc>
        <w:tc>
          <w:tcPr>
            <w:tcW w:w="0" w:type="auto"/>
          </w:tcPr>
          <w:p w14:paraId="65C0F36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162,928737</w:t>
            </w:r>
          </w:p>
        </w:tc>
      </w:tr>
      <w:tr w:rsidR="00BF542D" w:rsidRPr="00BF542D" w14:paraId="15332828" w14:textId="77777777" w:rsidTr="003D2E48">
        <w:tc>
          <w:tcPr>
            <w:tcW w:w="0" w:type="auto"/>
          </w:tcPr>
          <w:p w14:paraId="563F90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5FA077D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Dy 164</w:t>
            </w:r>
          </w:p>
        </w:tc>
        <w:tc>
          <w:tcPr>
            <w:tcW w:w="0" w:type="auto"/>
          </w:tcPr>
          <w:p w14:paraId="2A22D43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163,929181</w:t>
            </w:r>
          </w:p>
        </w:tc>
      </w:tr>
      <w:tr w:rsidR="00BF542D" w:rsidRPr="00BF542D" w14:paraId="4720A72B" w14:textId="77777777" w:rsidTr="003D2E48">
        <w:tc>
          <w:tcPr>
            <w:tcW w:w="0" w:type="auto"/>
          </w:tcPr>
          <w:p w14:paraId="66983D8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14:paraId="797D4A5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Ho 165</w:t>
            </w:r>
          </w:p>
        </w:tc>
        <w:tc>
          <w:tcPr>
            <w:tcW w:w="0" w:type="auto"/>
          </w:tcPr>
          <w:p w14:paraId="5699034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164,930329</w:t>
            </w:r>
          </w:p>
        </w:tc>
      </w:tr>
      <w:tr w:rsidR="00BF542D" w:rsidRPr="00BF542D" w14:paraId="59344CF4" w14:textId="77777777" w:rsidTr="003D2E48">
        <w:tc>
          <w:tcPr>
            <w:tcW w:w="0" w:type="auto"/>
          </w:tcPr>
          <w:p w14:paraId="4ABA02A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5D05697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162</w:t>
            </w:r>
          </w:p>
        </w:tc>
        <w:tc>
          <w:tcPr>
            <w:tcW w:w="0" w:type="auto"/>
          </w:tcPr>
          <w:p w14:paraId="33AB99B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161,928787</w:t>
            </w:r>
          </w:p>
        </w:tc>
      </w:tr>
      <w:tr w:rsidR="00BF542D" w:rsidRPr="00BF542D" w14:paraId="4A3AE98D" w14:textId="77777777" w:rsidTr="003D2E48">
        <w:tc>
          <w:tcPr>
            <w:tcW w:w="0" w:type="auto"/>
          </w:tcPr>
          <w:p w14:paraId="467920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2FD461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164</w:t>
            </w:r>
          </w:p>
        </w:tc>
        <w:tc>
          <w:tcPr>
            <w:tcW w:w="0" w:type="auto"/>
          </w:tcPr>
          <w:p w14:paraId="01C052F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163,929208</w:t>
            </w:r>
          </w:p>
        </w:tc>
      </w:tr>
      <w:tr w:rsidR="00BF542D" w:rsidRPr="00BF542D" w14:paraId="3BCF578E" w14:textId="77777777" w:rsidTr="003D2E48">
        <w:tc>
          <w:tcPr>
            <w:tcW w:w="0" w:type="auto"/>
          </w:tcPr>
          <w:p w14:paraId="511EA5A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1FC704C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166</w:t>
            </w:r>
          </w:p>
        </w:tc>
        <w:tc>
          <w:tcPr>
            <w:tcW w:w="0" w:type="auto"/>
          </w:tcPr>
          <w:p w14:paraId="310F878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165,930301</w:t>
            </w:r>
          </w:p>
        </w:tc>
      </w:tr>
      <w:tr w:rsidR="00BF542D" w:rsidRPr="00BF542D" w14:paraId="24525772" w14:textId="77777777" w:rsidTr="003D2E48">
        <w:tc>
          <w:tcPr>
            <w:tcW w:w="0" w:type="auto"/>
          </w:tcPr>
          <w:p w14:paraId="1C5EB2B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77F9C41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167</w:t>
            </w:r>
          </w:p>
        </w:tc>
        <w:tc>
          <w:tcPr>
            <w:tcW w:w="0" w:type="auto"/>
          </w:tcPr>
          <w:p w14:paraId="43E431A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166,932056</w:t>
            </w:r>
          </w:p>
        </w:tc>
      </w:tr>
      <w:tr w:rsidR="00BF542D" w:rsidRPr="00BF542D" w14:paraId="7E064CB6" w14:textId="77777777" w:rsidTr="003D2E48">
        <w:tc>
          <w:tcPr>
            <w:tcW w:w="0" w:type="auto"/>
          </w:tcPr>
          <w:p w14:paraId="05F180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1CDEE1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168</w:t>
            </w:r>
          </w:p>
        </w:tc>
        <w:tc>
          <w:tcPr>
            <w:tcW w:w="0" w:type="auto"/>
          </w:tcPr>
          <w:p w14:paraId="2D8FBB0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167,932378</w:t>
            </w:r>
          </w:p>
        </w:tc>
      </w:tr>
      <w:tr w:rsidR="00BF542D" w:rsidRPr="00BF542D" w14:paraId="73914470" w14:textId="77777777" w:rsidTr="003D2E48">
        <w:tc>
          <w:tcPr>
            <w:tcW w:w="0" w:type="auto"/>
          </w:tcPr>
          <w:p w14:paraId="52B9CE2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3D26F86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Er 170</w:t>
            </w:r>
          </w:p>
        </w:tc>
        <w:tc>
          <w:tcPr>
            <w:tcW w:w="0" w:type="auto"/>
          </w:tcPr>
          <w:p w14:paraId="1B14446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169,935472</w:t>
            </w:r>
          </w:p>
        </w:tc>
      </w:tr>
      <w:tr w:rsidR="00BF542D" w:rsidRPr="00BF542D" w14:paraId="61B7D820" w14:textId="77777777" w:rsidTr="003D2E48">
        <w:tc>
          <w:tcPr>
            <w:tcW w:w="0" w:type="auto"/>
          </w:tcPr>
          <w:p w14:paraId="26FB63C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14:paraId="153013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Tm 169</w:t>
            </w:r>
          </w:p>
        </w:tc>
        <w:tc>
          <w:tcPr>
            <w:tcW w:w="0" w:type="auto"/>
          </w:tcPr>
          <w:p w14:paraId="70755E8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168,934219</w:t>
            </w:r>
          </w:p>
        </w:tc>
      </w:tr>
      <w:tr w:rsidR="00BF542D" w:rsidRPr="00BF542D" w14:paraId="67E4CF12" w14:textId="77777777" w:rsidTr="003D2E48">
        <w:tc>
          <w:tcPr>
            <w:tcW w:w="0" w:type="auto"/>
          </w:tcPr>
          <w:p w14:paraId="64EB2C4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2D0F564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168</w:t>
            </w:r>
          </w:p>
        </w:tc>
        <w:tc>
          <w:tcPr>
            <w:tcW w:w="0" w:type="auto"/>
          </w:tcPr>
          <w:p w14:paraId="406E70A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167,933891</w:t>
            </w:r>
          </w:p>
        </w:tc>
      </w:tr>
      <w:tr w:rsidR="00BF542D" w:rsidRPr="00BF542D" w14:paraId="07F10FF2" w14:textId="77777777" w:rsidTr="003D2E48">
        <w:tc>
          <w:tcPr>
            <w:tcW w:w="0" w:type="auto"/>
          </w:tcPr>
          <w:p w14:paraId="4FE8D0E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31A35FA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170</w:t>
            </w:r>
          </w:p>
        </w:tc>
        <w:tc>
          <w:tcPr>
            <w:tcW w:w="0" w:type="auto"/>
          </w:tcPr>
          <w:p w14:paraId="6399377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169,934767</w:t>
            </w:r>
          </w:p>
        </w:tc>
      </w:tr>
      <w:tr w:rsidR="00BF542D" w:rsidRPr="00BF542D" w14:paraId="10EADF5F" w14:textId="77777777" w:rsidTr="003D2E48">
        <w:tc>
          <w:tcPr>
            <w:tcW w:w="0" w:type="auto"/>
          </w:tcPr>
          <w:p w14:paraId="45FD703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26C785E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171</w:t>
            </w:r>
          </w:p>
        </w:tc>
        <w:tc>
          <w:tcPr>
            <w:tcW w:w="0" w:type="auto"/>
          </w:tcPr>
          <w:p w14:paraId="4F692C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170,936332</w:t>
            </w:r>
          </w:p>
        </w:tc>
      </w:tr>
      <w:tr w:rsidR="00BF542D" w:rsidRPr="00BF542D" w14:paraId="6055739C" w14:textId="77777777" w:rsidTr="003D2E48">
        <w:tc>
          <w:tcPr>
            <w:tcW w:w="0" w:type="auto"/>
          </w:tcPr>
          <w:p w14:paraId="1D88051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0639464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172</w:t>
            </w:r>
          </w:p>
        </w:tc>
        <w:tc>
          <w:tcPr>
            <w:tcW w:w="0" w:type="auto"/>
          </w:tcPr>
          <w:p w14:paraId="5E4A380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171,936387</w:t>
            </w:r>
          </w:p>
        </w:tc>
      </w:tr>
      <w:tr w:rsidR="00BF542D" w:rsidRPr="00BF542D" w14:paraId="3264A68D" w14:textId="77777777" w:rsidTr="003D2E48">
        <w:tc>
          <w:tcPr>
            <w:tcW w:w="0" w:type="auto"/>
          </w:tcPr>
          <w:p w14:paraId="4941118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604AF4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173</w:t>
            </w:r>
          </w:p>
        </w:tc>
        <w:tc>
          <w:tcPr>
            <w:tcW w:w="0" w:type="auto"/>
          </w:tcPr>
          <w:p w14:paraId="3695F85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172,938216</w:t>
            </w:r>
          </w:p>
        </w:tc>
      </w:tr>
      <w:tr w:rsidR="00BF542D" w:rsidRPr="00BF542D" w14:paraId="675747B2" w14:textId="77777777" w:rsidTr="003D2E48">
        <w:tc>
          <w:tcPr>
            <w:tcW w:w="0" w:type="auto"/>
          </w:tcPr>
          <w:p w14:paraId="5A56489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3B2C7D4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174</w:t>
            </w:r>
          </w:p>
        </w:tc>
        <w:tc>
          <w:tcPr>
            <w:tcW w:w="0" w:type="auto"/>
          </w:tcPr>
          <w:p w14:paraId="34CE3F1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173,938868</w:t>
            </w:r>
          </w:p>
        </w:tc>
      </w:tr>
      <w:tr w:rsidR="00BF542D" w:rsidRPr="00BF542D" w14:paraId="39320E2E" w14:textId="77777777" w:rsidTr="003D2E48">
        <w:tc>
          <w:tcPr>
            <w:tcW w:w="0" w:type="auto"/>
          </w:tcPr>
          <w:p w14:paraId="1A66588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635FC76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Yb 176</w:t>
            </w:r>
          </w:p>
        </w:tc>
        <w:tc>
          <w:tcPr>
            <w:tcW w:w="0" w:type="auto"/>
          </w:tcPr>
          <w:p w14:paraId="6C70A9E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175,942575</w:t>
            </w:r>
          </w:p>
        </w:tc>
      </w:tr>
      <w:tr w:rsidR="00BF542D" w:rsidRPr="00BF542D" w14:paraId="1755CB2B" w14:textId="77777777" w:rsidTr="003D2E48">
        <w:tc>
          <w:tcPr>
            <w:tcW w:w="0" w:type="auto"/>
          </w:tcPr>
          <w:p w14:paraId="5056D4D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14:paraId="2E30766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Lu 175</w:t>
            </w:r>
          </w:p>
        </w:tc>
        <w:tc>
          <w:tcPr>
            <w:tcW w:w="0" w:type="auto"/>
          </w:tcPr>
          <w:p w14:paraId="143A302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174,940777</w:t>
            </w:r>
          </w:p>
        </w:tc>
      </w:tr>
      <w:tr w:rsidR="00BF542D" w:rsidRPr="00BF542D" w14:paraId="4465D3AA" w14:textId="77777777" w:rsidTr="003D2E48">
        <w:tc>
          <w:tcPr>
            <w:tcW w:w="0" w:type="auto"/>
          </w:tcPr>
          <w:p w14:paraId="515FEE4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6845532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176</w:t>
            </w:r>
          </w:p>
        </w:tc>
        <w:tc>
          <w:tcPr>
            <w:tcW w:w="0" w:type="auto"/>
          </w:tcPr>
          <w:p w14:paraId="46945AA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175,941410</w:t>
            </w:r>
          </w:p>
        </w:tc>
      </w:tr>
      <w:tr w:rsidR="00BF542D" w:rsidRPr="00BF542D" w14:paraId="0C057814" w14:textId="77777777" w:rsidTr="003D2E48">
        <w:tc>
          <w:tcPr>
            <w:tcW w:w="0" w:type="auto"/>
          </w:tcPr>
          <w:p w14:paraId="1176004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76F6076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177</w:t>
            </w:r>
          </w:p>
        </w:tc>
        <w:tc>
          <w:tcPr>
            <w:tcW w:w="0" w:type="auto"/>
          </w:tcPr>
          <w:p w14:paraId="5787B3B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176,943230</w:t>
            </w:r>
          </w:p>
        </w:tc>
      </w:tr>
      <w:tr w:rsidR="00BF542D" w:rsidRPr="00BF542D" w14:paraId="4DBB207B" w14:textId="77777777" w:rsidTr="003D2E48">
        <w:tc>
          <w:tcPr>
            <w:tcW w:w="0" w:type="auto"/>
          </w:tcPr>
          <w:p w14:paraId="48DC448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453D976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178</w:t>
            </w:r>
          </w:p>
        </w:tc>
        <w:tc>
          <w:tcPr>
            <w:tcW w:w="0" w:type="auto"/>
          </w:tcPr>
          <w:p w14:paraId="66E72D2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177,943708</w:t>
            </w:r>
          </w:p>
        </w:tc>
      </w:tr>
      <w:tr w:rsidR="00BF542D" w:rsidRPr="00BF542D" w14:paraId="45FDE060" w14:textId="77777777" w:rsidTr="003D2E48">
        <w:tc>
          <w:tcPr>
            <w:tcW w:w="0" w:type="auto"/>
          </w:tcPr>
          <w:p w14:paraId="1ED9F23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0" w:type="auto"/>
          </w:tcPr>
          <w:p w14:paraId="2A2CFDA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179</w:t>
            </w:r>
          </w:p>
        </w:tc>
        <w:tc>
          <w:tcPr>
            <w:tcW w:w="0" w:type="auto"/>
          </w:tcPr>
          <w:p w14:paraId="1B0C67F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178,945826</w:t>
            </w:r>
          </w:p>
        </w:tc>
      </w:tr>
      <w:tr w:rsidR="00BF542D" w:rsidRPr="00BF542D" w14:paraId="2C77BD7B" w14:textId="77777777" w:rsidTr="003D2E48">
        <w:tc>
          <w:tcPr>
            <w:tcW w:w="0" w:type="auto"/>
          </w:tcPr>
          <w:p w14:paraId="379594B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007657F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Hf 180</w:t>
            </w:r>
          </w:p>
        </w:tc>
        <w:tc>
          <w:tcPr>
            <w:tcW w:w="0" w:type="auto"/>
          </w:tcPr>
          <w:p w14:paraId="571A714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179,946560</w:t>
            </w:r>
          </w:p>
        </w:tc>
      </w:tr>
      <w:tr w:rsidR="00BF542D" w:rsidRPr="00BF542D" w14:paraId="582129BE" w14:textId="77777777" w:rsidTr="003D2E48">
        <w:tc>
          <w:tcPr>
            <w:tcW w:w="0" w:type="auto"/>
          </w:tcPr>
          <w:p w14:paraId="08ACE81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14:paraId="6C5043A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Ta 181</w:t>
            </w:r>
          </w:p>
        </w:tc>
        <w:tc>
          <w:tcPr>
            <w:tcW w:w="0" w:type="auto"/>
          </w:tcPr>
          <w:p w14:paraId="5E3FFE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180,947999</w:t>
            </w:r>
          </w:p>
        </w:tc>
      </w:tr>
      <w:tr w:rsidR="00BF542D" w:rsidRPr="00BF542D" w14:paraId="3C921275" w14:textId="77777777" w:rsidTr="003D2E48">
        <w:tc>
          <w:tcPr>
            <w:tcW w:w="0" w:type="auto"/>
          </w:tcPr>
          <w:p w14:paraId="0B4B467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61DB71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180</w:t>
            </w:r>
          </w:p>
        </w:tc>
        <w:tc>
          <w:tcPr>
            <w:tcW w:w="0" w:type="auto"/>
          </w:tcPr>
          <w:p w14:paraId="3AA73B1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179,946713</w:t>
            </w:r>
          </w:p>
        </w:tc>
      </w:tr>
      <w:tr w:rsidR="00BF542D" w:rsidRPr="00BF542D" w14:paraId="7DC9AD89" w14:textId="77777777" w:rsidTr="003D2E48">
        <w:tc>
          <w:tcPr>
            <w:tcW w:w="0" w:type="auto"/>
          </w:tcPr>
          <w:p w14:paraId="4ADAE21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4A1FEF5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182</w:t>
            </w:r>
          </w:p>
        </w:tc>
        <w:tc>
          <w:tcPr>
            <w:tcW w:w="0" w:type="auto"/>
          </w:tcPr>
          <w:p w14:paraId="462E6AF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181,948206</w:t>
            </w:r>
          </w:p>
        </w:tc>
      </w:tr>
      <w:tr w:rsidR="00BF542D" w:rsidRPr="00BF542D" w14:paraId="01FE01F2" w14:textId="77777777" w:rsidTr="003D2E48">
        <w:tc>
          <w:tcPr>
            <w:tcW w:w="0" w:type="auto"/>
          </w:tcPr>
          <w:p w14:paraId="3D1368F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2CAF947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183</w:t>
            </w:r>
          </w:p>
        </w:tc>
        <w:tc>
          <w:tcPr>
            <w:tcW w:w="0" w:type="auto"/>
          </w:tcPr>
          <w:p w14:paraId="66DE876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182,950224</w:t>
            </w:r>
          </w:p>
        </w:tc>
      </w:tr>
      <w:tr w:rsidR="00BF542D" w:rsidRPr="00BF542D" w14:paraId="0E1CDC3D" w14:textId="77777777" w:rsidTr="003D2E48">
        <w:tc>
          <w:tcPr>
            <w:tcW w:w="0" w:type="auto"/>
          </w:tcPr>
          <w:p w14:paraId="089D4DE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15C13D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185</w:t>
            </w:r>
          </w:p>
        </w:tc>
        <w:tc>
          <w:tcPr>
            <w:tcW w:w="0" w:type="auto"/>
          </w:tcPr>
          <w:p w14:paraId="3157BDE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184,953421</w:t>
            </w:r>
          </w:p>
        </w:tc>
      </w:tr>
      <w:tr w:rsidR="00BF542D" w:rsidRPr="00BF542D" w14:paraId="59F8C018" w14:textId="77777777" w:rsidTr="003D2E48">
        <w:tc>
          <w:tcPr>
            <w:tcW w:w="0" w:type="auto"/>
          </w:tcPr>
          <w:p w14:paraId="0439CA6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38173A2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W 186</w:t>
            </w:r>
          </w:p>
        </w:tc>
        <w:tc>
          <w:tcPr>
            <w:tcW w:w="0" w:type="auto"/>
          </w:tcPr>
          <w:p w14:paraId="6E1FEDF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185,954365</w:t>
            </w:r>
          </w:p>
        </w:tc>
      </w:tr>
      <w:tr w:rsidR="00BF542D" w:rsidRPr="00BF542D" w14:paraId="3846BCB6" w14:textId="77777777" w:rsidTr="003D2E48">
        <w:tc>
          <w:tcPr>
            <w:tcW w:w="0" w:type="auto"/>
          </w:tcPr>
          <w:p w14:paraId="36EE4EB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14:paraId="6F4F38F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Re 185</w:t>
            </w:r>
          </w:p>
        </w:tc>
        <w:tc>
          <w:tcPr>
            <w:tcW w:w="0" w:type="auto"/>
          </w:tcPr>
          <w:p w14:paraId="4D4A590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184,952958</w:t>
            </w:r>
          </w:p>
        </w:tc>
      </w:tr>
      <w:tr w:rsidR="00BF542D" w:rsidRPr="00BF542D" w14:paraId="513B4697" w14:textId="77777777" w:rsidTr="003D2E48">
        <w:tc>
          <w:tcPr>
            <w:tcW w:w="0" w:type="auto"/>
          </w:tcPr>
          <w:p w14:paraId="0CC2510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14:paraId="15AC761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Re 187</w:t>
            </w:r>
          </w:p>
        </w:tc>
        <w:tc>
          <w:tcPr>
            <w:tcW w:w="0" w:type="auto"/>
          </w:tcPr>
          <w:p w14:paraId="143BB2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186,955752</w:t>
            </w:r>
          </w:p>
        </w:tc>
      </w:tr>
      <w:tr w:rsidR="00BF542D" w:rsidRPr="00BF542D" w14:paraId="59B8241C" w14:textId="77777777" w:rsidTr="003D2E48">
        <w:tc>
          <w:tcPr>
            <w:tcW w:w="0" w:type="auto"/>
          </w:tcPr>
          <w:p w14:paraId="6A0FFF3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02BFFF6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187</w:t>
            </w:r>
          </w:p>
        </w:tc>
        <w:tc>
          <w:tcPr>
            <w:tcW w:w="0" w:type="auto"/>
          </w:tcPr>
          <w:p w14:paraId="1AB62BB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186,955750</w:t>
            </w:r>
          </w:p>
        </w:tc>
      </w:tr>
      <w:tr w:rsidR="00BF542D" w:rsidRPr="00BF542D" w14:paraId="06FFB21D" w14:textId="77777777" w:rsidTr="003D2E48">
        <w:tc>
          <w:tcPr>
            <w:tcW w:w="0" w:type="auto"/>
          </w:tcPr>
          <w:p w14:paraId="084E371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3BA43C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188</w:t>
            </w:r>
          </w:p>
        </w:tc>
        <w:tc>
          <w:tcPr>
            <w:tcW w:w="0" w:type="auto"/>
          </w:tcPr>
          <w:p w14:paraId="26C24C8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187,955837</w:t>
            </w:r>
          </w:p>
        </w:tc>
      </w:tr>
      <w:tr w:rsidR="00BF542D" w:rsidRPr="00BF542D" w14:paraId="6F95C6F7" w14:textId="77777777" w:rsidTr="003D2E48">
        <w:tc>
          <w:tcPr>
            <w:tcW w:w="0" w:type="auto"/>
          </w:tcPr>
          <w:p w14:paraId="1A60C3C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0D444A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189</w:t>
            </w:r>
          </w:p>
        </w:tc>
        <w:tc>
          <w:tcPr>
            <w:tcW w:w="0" w:type="auto"/>
          </w:tcPr>
          <w:p w14:paraId="0FFCC81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188,958146</w:t>
            </w:r>
          </w:p>
        </w:tc>
      </w:tr>
      <w:tr w:rsidR="00BF542D" w:rsidRPr="00BF542D" w14:paraId="3A14BC65" w14:textId="77777777" w:rsidTr="003D2E48">
        <w:tc>
          <w:tcPr>
            <w:tcW w:w="0" w:type="auto"/>
          </w:tcPr>
          <w:p w14:paraId="5FFEE80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5118C0A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190</w:t>
            </w:r>
          </w:p>
        </w:tc>
        <w:tc>
          <w:tcPr>
            <w:tcW w:w="0" w:type="auto"/>
          </w:tcPr>
          <w:p w14:paraId="3DA33A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189,958445</w:t>
            </w:r>
          </w:p>
        </w:tc>
      </w:tr>
      <w:tr w:rsidR="00BF542D" w:rsidRPr="00BF542D" w14:paraId="6C025D50" w14:textId="77777777" w:rsidTr="003D2E48">
        <w:tc>
          <w:tcPr>
            <w:tcW w:w="0" w:type="auto"/>
          </w:tcPr>
          <w:p w14:paraId="488C3F5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4765CAF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Os 192</w:t>
            </w:r>
          </w:p>
        </w:tc>
        <w:tc>
          <w:tcPr>
            <w:tcW w:w="0" w:type="auto"/>
          </w:tcPr>
          <w:p w14:paraId="2729071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191,961479</w:t>
            </w:r>
          </w:p>
        </w:tc>
      </w:tr>
      <w:tr w:rsidR="00BF542D" w:rsidRPr="00BF542D" w14:paraId="134C0306" w14:textId="77777777" w:rsidTr="003D2E48">
        <w:tc>
          <w:tcPr>
            <w:tcW w:w="0" w:type="auto"/>
          </w:tcPr>
          <w:p w14:paraId="31C2C3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17CCD56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Ir 191</w:t>
            </w:r>
          </w:p>
        </w:tc>
        <w:tc>
          <w:tcPr>
            <w:tcW w:w="0" w:type="auto"/>
          </w:tcPr>
          <w:p w14:paraId="28244A8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190,960592</w:t>
            </w:r>
          </w:p>
        </w:tc>
      </w:tr>
      <w:tr w:rsidR="00BF542D" w:rsidRPr="00BF542D" w14:paraId="20B61523" w14:textId="77777777" w:rsidTr="003D2E48">
        <w:tc>
          <w:tcPr>
            <w:tcW w:w="0" w:type="auto"/>
          </w:tcPr>
          <w:p w14:paraId="661CB8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76EB409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Ir 193</w:t>
            </w:r>
          </w:p>
        </w:tc>
        <w:tc>
          <w:tcPr>
            <w:tcW w:w="0" w:type="auto"/>
          </w:tcPr>
          <w:p w14:paraId="3A1A5ED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192,962924</w:t>
            </w:r>
          </w:p>
        </w:tc>
      </w:tr>
      <w:tr w:rsidR="00BF542D" w:rsidRPr="00BF542D" w14:paraId="53BCD28B" w14:textId="77777777" w:rsidTr="003D2E48">
        <w:tc>
          <w:tcPr>
            <w:tcW w:w="0" w:type="auto"/>
          </w:tcPr>
          <w:p w14:paraId="045592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61EE31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192</w:t>
            </w:r>
          </w:p>
        </w:tc>
        <w:tc>
          <w:tcPr>
            <w:tcW w:w="0" w:type="auto"/>
          </w:tcPr>
          <w:p w14:paraId="09DF39E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191,961043</w:t>
            </w:r>
          </w:p>
        </w:tc>
      </w:tr>
      <w:tr w:rsidR="00BF542D" w:rsidRPr="00BF542D" w14:paraId="1792FED0" w14:textId="77777777" w:rsidTr="003D2E48">
        <w:tc>
          <w:tcPr>
            <w:tcW w:w="0" w:type="auto"/>
          </w:tcPr>
          <w:p w14:paraId="0DE5FB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4AFBE6D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194</w:t>
            </w:r>
          </w:p>
        </w:tc>
        <w:tc>
          <w:tcPr>
            <w:tcW w:w="0" w:type="auto"/>
          </w:tcPr>
          <w:p w14:paraId="3CD377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193,962683</w:t>
            </w:r>
          </w:p>
        </w:tc>
      </w:tr>
      <w:tr w:rsidR="00BF542D" w:rsidRPr="00BF542D" w14:paraId="2E53B5B8" w14:textId="77777777" w:rsidTr="003D2E48">
        <w:tc>
          <w:tcPr>
            <w:tcW w:w="0" w:type="auto"/>
          </w:tcPr>
          <w:p w14:paraId="7D46314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08DC4D3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195</w:t>
            </w:r>
          </w:p>
        </w:tc>
        <w:tc>
          <w:tcPr>
            <w:tcW w:w="0" w:type="auto"/>
          </w:tcPr>
          <w:p w14:paraId="068B6FF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194,964794</w:t>
            </w:r>
          </w:p>
        </w:tc>
      </w:tr>
      <w:tr w:rsidR="00BF542D" w:rsidRPr="00BF542D" w14:paraId="7880AA98" w14:textId="77777777" w:rsidTr="003D2E48">
        <w:tc>
          <w:tcPr>
            <w:tcW w:w="0" w:type="auto"/>
          </w:tcPr>
          <w:p w14:paraId="5C6F1CE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2DB4813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196</w:t>
            </w:r>
          </w:p>
        </w:tc>
        <w:tc>
          <w:tcPr>
            <w:tcW w:w="0" w:type="auto"/>
          </w:tcPr>
          <w:p w14:paraId="00CDF6C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195,964955</w:t>
            </w:r>
          </w:p>
        </w:tc>
      </w:tr>
      <w:tr w:rsidR="00BF542D" w:rsidRPr="00BF542D" w14:paraId="33959BE9" w14:textId="77777777" w:rsidTr="003D2E48">
        <w:tc>
          <w:tcPr>
            <w:tcW w:w="0" w:type="auto"/>
          </w:tcPr>
          <w:p w14:paraId="7B1D90E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384D449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Pt 198</w:t>
            </w:r>
          </w:p>
        </w:tc>
        <w:tc>
          <w:tcPr>
            <w:tcW w:w="0" w:type="auto"/>
          </w:tcPr>
          <w:p w14:paraId="074D17C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197,967897</w:t>
            </w:r>
          </w:p>
        </w:tc>
      </w:tr>
      <w:tr w:rsidR="00BF542D" w:rsidRPr="00BF542D" w14:paraId="32DAEE6D" w14:textId="77777777" w:rsidTr="003D2E48">
        <w:tc>
          <w:tcPr>
            <w:tcW w:w="0" w:type="auto"/>
          </w:tcPr>
          <w:p w14:paraId="0D8B0E1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2AA8570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Au 197</w:t>
            </w:r>
          </w:p>
        </w:tc>
        <w:tc>
          <w:tcPr>
            <w:tcW w:w="0" w:type="auto"/>
          </w:tcPr>
          <w:p w14:paraId="171F9D1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196,966570</w:t>
            </w:r>
          </w:p>
        </w:tc>
      </w:tr>
      <w:tr w:rsidR="00BF542D" w:rsidRPr="00BF542D" w14:paraId="5EF3681D" w14:textId="77777777" w:rsidTr="003D2E48">
        <w:tc>
          <w:tcPr>
            <w:tcW w:w="0" w:type="auto"/>
          </w:tcPr>
          <w:p w14:paraId="13F9885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66F13D8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Au 198</w:t>
            </w:r>
          </w:p>
        </w:tc>
        <w:tc>
          <w:tcPr>
            <w:tcW w:w="0" w:type="auto"/>
          </w:tcPr>
          <w:p w14:paraId="4FD2A43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197,968244</w:t>
            </w:r>
          </w:p>
        </w:tc>
      </w:tr>
      <w:tr w:rsidR="00BF542D" w:rsidRPr="00BF542D" w14:paraId="6BB6396D" w14:textId="77777777" w:rsidTr="003D2E48">
        <w:tc>
          <w:tcPr>
            <w:tcW w:w="0" w:type="auto"/>
          </w:tcPr>
          <w:p w14:paraId="3AEE03F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81AF5F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196</w:t>
            </w:r>
          </w:p>
        </w:tc>
        <w:tc>
          <w:tcPr>
            <w:tcW w:w="0" w:type="auto"/>
          </w:tcPr>
          <w:p w14:paraId="1D5BF4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195,965833</w:t>
            </w:r>
          </w:p>
        </w:tc>
      </w:tr>
      <w:tr w:rsidR="00BF542D" w:rsidRPr="00BF542D" w14:paraId="25D6377B" w14:textId="77777777" w:rsidTr="003D2E48">
        <w:tc>
          <w:tcPr>
            <w:tcW w:w="0" w:type="auto"/>
          </w:tcPr>
          <w:p w14:paraId="48C6064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6FECB3F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198</w:t>
            </w:r>
          </w:p>
        </w:tc>
        <w:tc>
          <w:tcPr>
            <w:tcW w:w="0" w:type="auto"/>
          </w:tcPr>
          <w:p w14:paraId="66C16F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197,966769</w:t>
            </w:r>
          </w:p>
        </w:tc>
      </w:tr>
      <w:tr w:rsidR="00BF542D" w:rsidRPr="00BF542D" w14:paraId="1BAE3ABB" w14:textId="77777777" w:rsidTr="003D2E48">
        <w:tc>
          <w:tcPr>
            <w:tcW w:w="0" w:type="auto"/>
          </w:tcPr>
          <w:p w14:paraId="261B30D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7C2E7D8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199</w:t>
            </w:r>
          </w:p>
        </w:tc>
        <w:tc>
          <w:tcPr>
            <w:tcW w:w="0" w:type="auto"/>
          </w:tcPr>
          <w:p w14:paraId="1E93805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198,968281</w:t>
            </w:r>
          </w:p>
        </w:tc>
      </w:tr>
      <w:tr w:rsidR="00BF542D" w:rsidRPr="00BF542D" w14:paraId="1AC3DF8C" w14:textId="77777777" w:rsidTr="003D2E48">
        <w:tc>
          <w:tcPr>
            <w:tcW w:w="0" w:type="auto"/>
          </w:tcPr>
          <w:p w14:paraId="060FDE3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29CCCC5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200</w:t>
            </w:r>
          </w:p>
        </w:tc>
        <w:tc>
          <w:tcPr>
            <w:tcW w:w="0" w:type="auto"/>
          </w:tcPr>
          <w:p w14:paraId="30C899D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199,968327</w:t>
            </w:r>
          </w:p>
        </w:tc>
      </w:tr>
      <w:tr w:rsidR="00BF542D" w:rsidRPr="00BF542D" w14:paraId="56DFCFB8" w14:textId="77777777" w:rsidTr="003D2E48">
        <w:tc>
          <w:tcPr>
            <w:tcW w:w="0" w:type="auto"/>
          </w:tcPr>
          <w:p w14:paraId="6763C80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79FDFAB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201</w:t>
            </w:r>
          </w:p>
        </w:tc>
        <w:tc>
          <w:tcPr>
            <w:tcW w:w="0" w:type="auto"/>
          </w:tcPr>
          <w:p w14:paraId="1F889C4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200,970303</w:t>
            </w:r>
          </w:p>
        </w:tc>
      </w:tr>
      <w:tr w:rsidR="00BF542D" w:rsidRPr="00BF542D" w14:paraId="6164EF29" w14:textId="77777777" w:rsidTr="003D2E48">
        <w:tc>
          <w:tcPr>
            <w:tcW w:w="0" w:type="auto"/>
          </w:tcPr>
          <w:p w14:paraId="633098B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A5F7A4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202</w:t>
            </w:r>
          </w:p>
        </w:tc>
        <w:tc>
          <w:tcPr>
            <w:tcW w:w="0" w:type="auto"/>
          </w:tcPr>
          <w:p w14:paraId="1BE2A87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201,970644</w:t>
            </w:r>
          </w:p>
        </w:tc>
      </w:tr>
      <w:tr w:rsidR="00BF542D" w:rsidRPr="00BF542D" w14:paraId="180555C9" w14:textId="77777777" w:rsidTr="003D2E48">
        <w:tc>
          <w:tcPr>
            <w:tcW w:w="0" w:type="auto"/>
          </w:tcPr>
          <w:p w14:paraId="7837D84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116FFFB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Hg 204</w:t>
            </w:r>
          </w:p>
        </w:tc>
        <w:tc>
          <w:tcPr>
            <w:tcW w:w="0" w:type="auto"/>
          </w:tcPr>
          <w:p w14:paraId="10B2020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203,973494</w:t>
            </w:r>
          </w:p>
        </w:tc>
      </w:tr>
      <w:tr w:rsidR="00BF542D" w:rsidRPr="00BF542D" w14:paraId="34F76D0C" w14:textId="77777777" w:rsidTr="003D2E48">
        <w:tc>
          <w:tcPr>
            <w:tcW w:w="0" w:type="auto"/>
          </w:tcPr>
          <w:p w14:paraId="1FB8C8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0EE43D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203</w:t>
            </w:r>
          </w:p>
        </w:tc>
        <w:tc>
          <w:tcPr>
            <w:tcW w:w="0" w:type="auto"/>
          </w:tcPr>
          <w:p w14:paraId="6509686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202,972344</w:t>
            </w:r>
          </w:p>
        </w:tc>
      </w:tr>
      <w:tr w:rsidR="00BF542D" w:rsidRPr="00BF542D" w14:paraId="76E18699" w14:textId="77777777" w:rsidTr="003D2E48">
        <w:tc>
          <w:tcPr>
            <w:tcW w:w="0" w:type="auto"/>
          </w:tcPr>
          <w:p w14:paraId="131F243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2CBD87C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204</w:t>
            </w:r>
          </w:p>
        </w:tc>
        <w:tc>
          <w:tcPr>
            <w:tcW w:w="0" w:type="auto"/>
          </w:tcPr>
          <w:p w14:paraId="7E0DEA4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203,973863</w:t>
            </w:r>
          </w:p>
        </w:tc>
      </w:tr>
      <w:tr w:rsidR="00BF542D" w:rsidRPr="00BF542D" w14:paraId="34BC572A" w14:textId="77777777" w:rsidTr="003D2E48">
        <w:tc>
          <w:tcPr>
            <w:tcW w:w="0" w:type="auto"/>
          </w:tcPr>
          <w:p w14:paraId="44F58F7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1B8ED4F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205</w:t>
            </w:r>
          </w:p>
        </w:tc>
        <w:tc>
          <w:tcPr>
            <w:tcW w:w="0" w:type="auto"/>
          </w:tcPr>
          <w:p w14:paraId="518D4C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204,974427</w:t>
            </w:r>
          </w:p>
        </w:tc>
      </w:tr>
      <w:tr w:rsidR="00BF542D" w:rsidRPr="00BF542D" w14:paraId="47B2F4A9" w14:textId="77777777" w:rsidTr="003D2E48">
        <w:tc>
          <w:tcPr>
            <w:tcW w:w="0" w:type="auto"/>
          </w:tcPr>
          <w:p w14:paraId="3868B47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23E0C4C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207</w:t>
            </w:r>
          </w:p>
        </w:tc>
        <w:tc>
          <w:tcPr>
            <w:tcW w:w="0" w:type="auto"/>
          </w:tcPr>
          <w:p w14:paraId="00EAB87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206,977419</w:t>
            </w:r>
          </w:p>
        </w:tc>
      </w:tr>
      <w:tr w:rsidR="00BF542D" w:rsidRPr="00BF542D" w14:paraId="50E73CA5" w14:textId="77777777" w:rsidTr="003D2E48">
        <w:tc>
          <w:tcPr>
            <w:tcW w:w="0" w:type="auto"/>
          </w:tcPr>
          <w:p w14:paraId="3760CBE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177BB11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Tl 208</w:t>
            </w:r>
          </w:p>
        </w:tc>
        <w:tc>
          <w:tcPr>
            <w:tcW w:w="0" w:type="auto"/>
          </w:tcPr>
          <w:p w14:paraId="7F468EF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207,982018</w:t>
            </w:r>
          </w:p>
        </w:tc>
      </w:tr>
      <w:tr w:rsidR="00BF542D" w:rsidRPr="00BF542D" w14:paraId="44195DD3" w14:textId="77777777" w:rsidTr="003D2E48">
        <w:tc>
          <w:tcPr>
            <w:tcW w:w="0" w:type="auto"/>
          </w:tcPr>
          <w:p w14:paraId="520E78A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1037A26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204</w:t>
            </w:r>
          </w:p>
        </w:tc>
        <w:tc>
          <w:tcPr>
            <w:tcW w:w="0" w:type="auto"/>
          </w:tcPr>
          <w:p w14:paraId="415DBC9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203,973044</w:t>
            </w:r>
          </w:p>
        </w:tc>
      </w:tr>
      <w:tr w:rsidR="00BF542D" w:rsidRPr="00BF542D" w14:paraId="49010348" w14:textId="77777777" w:rsidTr="003D2E48">
        <w:tc>
          <w:tcPr>
            <w:tcW w:w="0" w:type="auto"/>
          </w:tcPr>
          <w:p w14:paraId="1C31477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990461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205</w:t>
            </w:r>
          </w:p>
        </w:tc>
        <w:tc>
          <w:tcPr>
            <w:tcW w:w="0" w:type="auto"/>
          </w:tcPr>
          <w:p w14:paraId="1EDE160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204,974482</w:t>
            </w:r>
          </w:p>
        </w:tc>
      </w:tr>
      <w:tr w:rsidR="00BF542D" w:rsidRPr="00BF542D" w14:paraId="3F167897" w14:textId="77777777" w:rsidTr="003D2E48">
        <w:tc>
          <w:tcPr>
            <w:tcW w:w="0" w:type="auto"/>
          </w:tcPr>
          <w:p w14:paraId="46E7C61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44A7072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206</w:t>
            </w:r>
          </w:p>
        </w:tc>
        <w:tc>
          <w:tcPr>
            <w:tcW w:w="0" w:type="auto"/>
          </w:tcPr>
          <w:p w14:paraId="56CAD9E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205,974465</w:t>
            </w:r>
          </w:p>
        </w:tc>
      </w:tr>
      <w:tr w:rsidR="00BF542D" w:rsidRPr="00BF542D" w14:paraId="69372DF1" w14:textId="77777777" w:rsidTr="003D2E48">
        <w:tc>
          <w:tcPr>
            <w:tcW w:w="0" w:type="auto"/>
          </w:tcPr>
          <w:p w14:paraId="5C1D14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62A8053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207</w:t>
            </w:r>
          </w:p>
        </w:tc>
        <w:tc>
          <w:tcPr>
            <w:tcW w:w="0" w:type="auto"/>
          </w:tcPr>
          <w:p w14:paraId="62DD920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206,975897</w:t>
            </w:r>
          </w:p>
        </w:tc>
      </w:tr>
      <w:tr w:rsidR="00BF542D" w:rsidRPr="00BF542D" w14:paraId="458FDA29" w14:textId="77777777" w:rsidTr="003D2E48">
        <w:tc>
          <w:tcPr>
            <w:tcW w:w="0" w:type="auto"/>
          </w:tcPr>
          <w:p w14:paraId="04EA60E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E93418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208</w:t>
            </w:r>
          </w:p>
        </w:tc>
        <w:tc>
          <w:tcPr>
            <w:tcW w:w="0" w:type="auto"/>
          </w:tcPr>
          <w:p w14:paraId="62467F5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207,976652</w:t>
            </w:r>
          </w:p>
        </w:tc>
      </w:tr>
      <w:tr w:rsidR="00BF542D" w:rsidRPr="00BF542D" w14:paraId="47703CB1" w14:textId="77777777" w:rsidTr="003D2E48">
        <w:tc>
          <w:tcPr>
            <w:tcW w:w="0" w:type="auto"/>
          </w:tcPr>
          <w:p w14:paraId="3AB1418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3D2B510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209</w:t>
            </w:r>
          </w:p>
        </w:tc>
        <w:tc>
          <w:tcPr>
            <w:tcW w:w="0" w:type="auto"/>
          </w:tcPr>
          <w:p w14:paraId="41CF43F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208,981090</w:t>
            </w:r>
          </w:p>
        </w:tc>
      </w:tr>
      <w:tr w:rsidR="00BF542D" w:rsidRPr="00BF542D" w14:paraId="003A7F9B" w14:textId="77777777" w:rsidTr="003D2E48">
        <w:tc>
          <w:tcPr>
            <w:tcW w:w="0" w:type="auto"/>
          </w:tcPr>
          <w:p w14:paraId="37D52ED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0872AE1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210</w:t>
            </w:r>
          </w:p>
        </w:tc>
        <w:tc>
          <w:tcPr>
            <w:tcW w:w="0" w:type="auto"/>
          </w:tcPr>
          <w:p w14:paraId="328DAD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209,984188</w:t>
            </w:r>
          </w:p>
        </w:tc>
      </w:tr>
      <w:tr w:rsidR="00BF542D" w:rsidRPr="00BF542D" w14:paraId="1D6820D6" w14:textId="77777777" w:rsidTr="003D2E48">
        <w:tc>
          <w:tcPr>
            <w:tcW w:w="0" w:type="auto"/>
          </w:tcPr>
          <w:p w14:paraId="5F3E1D5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6CF9AAF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211</w:t>
            </w:r>
          </w:p>
        </w:tc>
        <w:tc>
          <w:tcPr>
            <w:tcW w:w="0" w:type="auto"/>
          </w:tcPr>
          <w:p w14:paraId="4120ABB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210,988735</w:t>
            </w:r>
          </w:p>
        </w:tc>
      </w:tr>
      <w:tr w:rsidR="00BF542D" w:rsidRPr="00BF542D" w14:paraId="7C521587" w14:textId="77777777" w:rsidTr="003D2E48">
        <w:tc>
          <w:tcPr>
            <w:tcW w:w="0" w:type="auto"/>
          </w:tcPr>
          <w:p w14:paraId="3EC082A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A61943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212</w:t>
            </w:r>
          </w:p>
        </w:tc>
        <w:tc>
          <w:tcPr>
            <w:tcW w:w="0" w:type="auto"/>
          </w:tcPr>
          <w:p w14:paraId="0C7EECE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211,991896</w:t>
            </w:r>
          </w:p>
        </w:tc>
      </w:tr>
      <w:tr w:rsidR="00BF542D" w:rsidRPr="00BF542D" w14:paraId="17D69C2C" w14:textId="77777777" w:rsidTr="003D2E48">
        <w:tc>
          <w:tcPr>
            <w:tcW w:w="0" w:type="auto"/>
          </w:tcPr>
          <w:p w14:paraId="7410D92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4568540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Pb 214</w:t>
            </w:r>
          </w:p>
        </w:tc>
        <w:tc>
          <w:tcPr>
            <w:tcW w:w="0" w:type="auto"/>
          </w:tcPr>
          <w:p w14:paraId="4E6BC7A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213,999804</w:t>
            </w:r>
          </w:p>
        </w:tc>
      </w:tr>
      <w:tr w:rsidR="00BF542D" w:rsidRPr="00BF542D" w14:paraId="02D6C0F2" w14:textId="77777777" w:rsidTr="003D2E48">
        <w:tc>
          <w:tcPr>
            <w:tcW w:w="0" w:type="auto"/>
          </w:tcPr>
          <w:p w14:paraId="1F32034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5CB5671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209</w:t>
            </w:r>
          </w:p>
        </w:tc>
        <w:tc>
          <w:tcPr>
            <w:tcW w:w="0" w:type="auto"/>
          </w:tcPr>
          <w:p w14:paraId="3641513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208,980399</w:t>
            </w:r>
          </w:p>
        </w:tc>
      </w:tr>
      <w:tr w:rsidR="00BF542D" w:rsidRPr="00BF542D" w14:paraId="4C85BA38" w14:textId="77777777" w:rsidTr="003D2E48">
        <w:tc>
          <w:tcPr>
            <w:tcW w:w="0" w:type="auto"/>
          </w:tcPr>
          <w:p w14:paraId="03B4BC5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7AA007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210</w:t>
            </w:r>
          </w:p>
        </w:tc>
        <w:tc>
          <w:tcPr>
            <w:tcW w:w="0" w:type="auto"/>
          </w:tcPr>
          <w:p w14:paraId="5FE0C22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209,984120</w:t>
            </w:r>
          </w:p>
        </w:tc>
      </w:tr>
      <w:tr w:rsidR="00BF542D" w:rsidRPr="00BF542D" w14:paraId="037ECCB0" w14:textId="77777777" w:rsidTr="003D2E48">
        <w:tc>
          <w:tcPr>
            <w:tcW w:w="0" w:type="auto"/>
          </w:tcPr>
          <w:p w14:paraId="4145E4F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16CA8E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211</w:t>
            </w:r>
          </w:p>
        </w:tc>
        <w:tc>
          <w:tcPr>
            <w:tcW w:w="0" w:type="auto"/>
          </w:tcPr>
          <w:p w14:paraId="3099487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210,987269</w:t>
            </w:r>
          </w:p>
        </w:tc>
      </w:tr>
      <w:tr w:rsidR="00BF542D" w:rsidRPr="00BF542D" w14:paraId="165EDDF7" w14:textId="77777777" w:rsidTr="003D2E48">
        <w:tc>
          <w:tcPr>
            <w:tcW w:w="0" w:type="auto"/>
          </w:tcPr>
          <w:p w14:paraId="327F374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5578999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212</w:t>
            </w:r>
          </w:p>
        </w:tc>
        <w:tc>
          <w:tcPr>
            <w:tcW w:w="0" w:type="auto"/>
          </w:tcPr>
          <w:p w14:paraId="0EA977A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211,991285</w:t>
            </w:r>
          </w:p>
        </w:tc>
      </w:tr>
      <w:tr w:rsidR="00BF542D" w:rsidRPr="00BF542D" w14:paraId="366EB407" w14:textId="77777777" w:rsidTr="003D2E48">
        <w:tc>
          <w:tcPr>
            <w:tcW w:w="0" w:type="auto"/>
          </w:tcPr>
          <w:p w14:paraId="5075FFF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59EA235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213</w:t>
            </w:r>
          </w:p>
        </w:tc>
        <w:tc>
          <w:tcPr>
            <w:tcW w:w="0" w:type="auto"/>
          </w:tcPr>
          <w:p w14:paraId="065999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212,994384</w:t>
            </w:r>
          </w:p>
        </w:tc>
      </w:tr>
      <w:tr w:rsidR="00BF542D" w:rsidRPr="00BF542D" w14:paraId="13FF85FD" w14:textId="77777777" w:rsidTr="003D2E48">
        <w:tc>
          <w:tcPr>
            <w:tcW w:w="0" w:type="auto"/>
          </w:tcPr>
          <w:p w14:paraId="4FFD46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294495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Bi 214</w:t>
            </w:r>
          </w:p>
        </w:tc>
        <w:tc>
          <w:tcPr>
            <w:tcW w:w="0" w:type="auto"/>
          </w:tcPr>
          <w:p w14:paraId="4DCEDCF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213,998711</w:t>
            </w:r>
          </w:p>
        </w:tc>
      </w:tr>
      <w:tr w:rsidR="00BF542D" w:rsidRPr="00BF542D" w14:paraId="2ECAC60F" w14:textId="77777777" w:rsidTr="003D2E48">
        <w:tc>
          <w:tcPr>
            <w:tcW w:w="0" w:type="auto"/>
          </w:tcPr>
          <w:p w14:paraId="4CC3EC5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34F812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210</w:t>
            </w:r>
          </w:p>
        </w:tc>
        <w:tc>
          <w:tcPr>
            <w:tcW w:w="0" w:type="auto"/>
          </w:tcPr>
          <w:p w14:paraId="6C19A48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209,982874</w:t>
            </w:r>
          </w:p>
        </w:tc>
      </w:tr>
      <w:tr w:rsidR="00BF542D" w:rsidRPr="00BF542D" w14:paraId="41B85BCE" w14:textId="77777777" w:rsidTr="003D2E48">
        <w:tc>
          <w:tcPr>
            <w:tcW w:w="0" w:type="auto"/>
          </w:tcPr>
          <w:p w14:paraId="341D0BA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lastRenderedPageBreak/>
              <w:t>84</w:t>
            </w:r>
          </w:p>
        </w:tc>
        <w:tc>
          <w:tcPr>
            <w:tcW w:w="0" w:type="auto"/>
          </w:tcPr>
          <w:p w14:paraId="59542C0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211</w:t>
            </w:r>
          </w:p>
        </w:tc>
        <w:tc>
          <w:tcPr>
            <w:tcW w:w="0" w:type="auto"/>
          </w:tcPr>
          <w:p w14:paraId="0D2AE5A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210,986653</w:t>
            </w:r>
          </w:p>
        </w:tc>
      </w:tr>
      <w:tr w:rsidR="00BF542D" w:rsidRPr="00BF542D" w14:paraId="161ECA05" w14:textId="77777777" w:rsidTr="003D2E48">
        <w:tc>
          <w:tcPr>
            <w:tcW w:w="0" w:type="auto"/>
          </w:tcPr>
          <w:p w14:paraId="58A6D38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30D351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212</w:t>
            </w:r>
          </w:p>
        </w:tc>
        <w:tc>
          <w:tcPr>
            <w:tcW w:w="0" w:type="auto"/>
          </w:tcPr>
          <w:p w14:paraId="7CBA676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211,988868</w:t>
            </w:r>
          </w:p>
        </w:tc>
      </w:tr>
      <w:tr w:rsidR="00BF542D" w:rsidRPr="00BF542D" w14:paraId="7D024BDA" w14:textId="77777777" w:rsidTr="003D2E48">
        <w:tc>
          <w:tcPr>
            <w:tcW w:w="0" w:type="auto"/>
          </w:tcPr>
          <w:p w14:paraId="3638DA6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3E1EE72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213</w:t>
            </w:r>
          </w:p>
        </w:tc>
        <w:tc>
          <w:tcPr>
            <w:tcW w:w="0" w:type="auto"/>
          </w:tcPr>
          <w:p w14:paraId="4295845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212,992857</w:t>
            </w:r>
          </w:p>
        </w:tc>
      </w:tr>
      <w:tr w:rsidR="00BF542D" w:rsidRPr="00BF542D" w14:paraId="5D5C2A38" w14:textId="77777777" w:rsidTr="003D2E48">
        <w:tc>
          <w:tcPr>
            <w:tcW w:w="0" w:type="auto"/>
          </w:tcPr>
          <w:p w14:paraId="5C24D30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BC0452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214</w:t>
            </w:r>
          </w:p>
        </w:tc>
        <w:tc>
          <w:tcPr>
            <w:tcW w:w="0" w:type="auto"/>
          </w:tcPr>
          <w:p w14:paraId="6A29B6F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213,995201</w:t>
            </w:r>
          </w:p>
        </w:tc>
      </w:tr>
      <w:tr w:rsidR="00BF542D" w:rsidRPr="00BF542D" w14:paraId="5646E1EB" w14:textId="77777777" w:rsidTr="003D2E48">
        <w:tc>
          <w:tcPr>
            <w:tcW w:w="0" w:type="auto"/>
          </w:tcPr>
          <w:p w14:paraId="33CC8B0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8FF29F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215</w:t>
            </w:r>
          </w:p>
        </w:tc>
        <w:tc>
          <w:tcPr>
            <w:tcW w:w="0" w:type="auto"/>
          </w:tcPr>
          <w:p w14:paraId="7FFADEE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214,999418</w:t>
            </w:r>
          </w:p>
        </w:tc>
      </w:tr>
      <w:tr w:rsidR="00BF542D" w:rsidRPr="00BF542D" w14:paraId="5AF27450" w14:textId="77777777" w:rsidTr="003D2E48">
        <w:tc>
          <w:tcPr>
            <w:tcW w:w="0" w:type="auto"/>
          </w:tcPr>
          <w:p w14:paraId="7855DAA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0B1E9D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216</w:t>
            </w:r>
          </w:p>
        </w:tc>
        <w:tc>
          <w:tcPr>
            <w:tcW w:w="0" w:type="auto"/>
          </w:tcPr>
          <w:p w14:paraId="1463FD2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216,001913</w:t>
            </w:r>
          </w:p>
        </w:tc>
      </w:tr>
      <w:tr w:rsidR="00BF542D" w:rsidRPr="00BF542D" w14:paraId="20C6E313" w14:textId="77777777" w:rsidTr="003D2E48">
        <w:tc>
          <w:tcPr>
            <w:tcW w:w="0" w:type="auto"/>
          </w:tcPr>
          <w:p w14:paraId="22650A0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93EE77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Po 218</w:t>
            </w:r>
          </w:p>
        </w:tc>
        <w:tc>
          <w:tcPr>
            <w:tcW w:w="0" w:type="auto"/>
          </w:tcPr>
          <w:p w14:paraId="1D42A52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218,008971</w:t>
            </w:r>
          </w:p>
        </w:tc>
      </w:tr>
      <w:tr w:rsidR="00BF542D" w:rsidRPr="00BF542D" w14:paraId="02847DD3" w14:textId="77777777" w:rsidTr="003D2E48">
        <w:tc>
          <w:tcPr>
            <w:tcW w:w="0" w:type="auto"/>
          </w:tcPr>
          <w:p w14:paraId="090206D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2DCCABF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At 217</w:t>
            </w:r>
          </w:p>
        </w:tc>
        <w:tc>
          <w:tcPr>
            <w:tcW w:w="0" w:type="auto"/>
          </w:tcPr>
          <w:p w14:paraId="1FEDD80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217,004718</w:t>
            </w:r>
          </w:p>
        </w:tc>
      </w:tr>
      <w:tr w:rsidR="00BF542D" w:rsidRPr="00BF542D" w14:paraId="6FE8EE1F" w14:textId="77777777" w:rsidTr="003D2E48">
        <w:tc>
          <w:tcPr>
            <w:tcW w:w="0" w:type="auto"/>
          </w:tcPr>
          <w:p w14:paraId="2FDBCAD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1E02578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Rn 219</w:t>
            </w:r>
          </w:p>
        </w:tc>
        <w:tc>
          <w:tcPr>
            <w:tcW w:w="0" w:type="auto"/>
          </w:tcPr>
          <w:p w14:paraId="5AE3CAD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219,009479</w:t>
            </w:r>
          </w:p>
        </w:tc>
      </w:tr>
      <w:tr w:rsidR="00BF542D" w:rsidRPr="00BF542D" w14:paraId="54B3CC64" w14:textId="77777777" w:rsidTr="003D2E48">
        <w:tc>
          <w:tcPr>
            <w:tcW w:w="0" w:type="auto"/>
          </w:tcPr>
          <w:p w14:paraId="5604039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73097F2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Rn 220</w:t>
            </w:r>
          </w:p>
        </w:tc>
        <w:tc>
          <w:tcPr>
            <w:tcW w:w="0" w:type="auto"/>
          </w:tcPr>
          <w:p w14:paraId="4E60052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220,011392</w:t>
            </w:r>
          </w:p>
        </w:tc>
      </w:tr>
      <w:tr w:rsidR="00BF542D" w:rsidRPr="00BF542D" w14:paraId="7BF95B6F" w14:textId="77777777" w:rsidTr="003D2E48">
        <w:tc>
          <w:tcPr>
            <w:tcW w:w="0" w:type="auto"/>
          </w:tcPr>
          <w:p w14:paraId="10B4FCE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A563A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Rn 222</w:t>
            </w:r>
          </w:p>
        </w:tc>
        <w:tc>
          <w:tcPr>
            <w:tcW w:w="0" w:type="auto"/>
          </w:tcPr>
          <w:p w14:paraId="291A960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222,017576</w:t>
            </w:r>
          </w:p>
        </w:tc>
      </w:tr>
      <w:tr w:rsidR="00BF542D" w:rsidRPr="00BF542D" w14:paraId="5251BBB8" w14:textId="77777777" w:rsidTr="003D2E48">
        <w:tc>
          <w:tcPr>
            <w:tcW w:w="0" w:type="auto"/>
          </w:tcPr>
          <w:p w14:paraId="28359E9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2C111A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Fr 221</w:t>
            </w:r>
          </w:p>
        </w:tc>
        <w:tc>
          <w:tcPr>
            <w:tcW w:w="0" w:type="auto"/>
          </w:tcPr>
          <w:p w14:paraId="2735B44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221,014254</w:t>
            </w:r>
          </w:p>
        </w:tc>
      </w:tr>
      <w:tr w:rsidR="00BF542D" w:rsidRPr="00BF542D" w14:paraId="624C0164" w14:textId="77777777" w:rsidTr="003D2E48">
        <w:tc>
          <w:tcPr>
            <w:tcW w:w="0" w:type="auto"/>
          </w:tcPr>
          <w:p w14:paraId="249B56F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664026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223</w:t>
            </w:r>
          </w:p>
        </w:tc>
        <w:tc>
          <w:tcPr>
            <w:tcW w:w="0" w:type="auto"/>
          </w:tcPr>
          <w:p w14:paraId="75BCAD2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223,018501</w:t>
            </w:r>
          </w:p>
        </w:tc>
      </w:tr>
      <w:tr w:rsidR="00BF542D" w:rsidRPr="00BF542D" w14:paraId="422C248C" w14:textId="77777777" w:rsidTr="003D2E48">
        <w:tc>
          <w:tcPr>
            <w:tcW w:w="0" w:type="auto"/>
          </w:tcPr>
          <w:p w14:paraId="18DE512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3DB969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224</w:t>
            </w:r>
          </w:p>
        </w:tc>
        <w:tc>
          <w:tcPr>
            <w:tcW w:w="0" w:type="auto"/>
          </w:tcPr>
          <w:p w14:paraId="3A2BECE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224,020210</w:t>
            </w:r>
          </w:p>
        </w:tc>
      </w:tr>
      <w:tr w:rsidR="00BF542D" w:rsidRPr="00BF542D" w14:paraId="36F2D62D" w14:textId="77777777" w:rsidTr="003D2E48">
        <w:tc>
          <w:tcPr>
            <w:tcW w:w="0" w:type="auto"/>
          </w:tcPr>
          <w:p w14:paraId="3282E56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2A7726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225</w:t>
            </w:r>
          </w:p>
        </w:tc>
        <w:tc>
          <w:tcPr>
            <w:tcW w:w="0" w:type="auto"/>
          </w:tcPr>
          <w:p w14:paraId="4CDC353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225,023611</w:t>
            </w:r>
          </w:p>
        </w:tc>
      </w:tr>
      <w:tr w:rsidR="00BF542D" w:rsidRPr="00BF542D" w14:paraId="024AC88D" w14:textId="77777777" w:rsidTr="003D2E48">
        <w:tc>
          <w:tcPr>
            <w:tcW w:w="0" w:type="auto"/>
          </w:tcPr>
          <w:p w14:paraId="1D0F499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E8756D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226</w:t>
            </w:r>
          </w:p>
        </w:tc>
        <w:tc>
          <w:tcPr>
            <w:tcW w:w="0" w:type="auto"/>
          </w:tcPr>
          <w:p w14:paraId="591B2A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226,025408</w:t>
            </w:r>
          </w:p>
        </w:tc>
      </w:tr>
      <w:tr w:rsidR="00BF542D" w:rsidRPr="00BF542D" w14:paraId="079487EB" w14:textId="77777777" w:rsidTr="003D2E48">
        <w:tc>
          <w:tcPr>
            <w:tcW w:w="0" w:type="auto"/>
          </w:tcPr>
          <w:p w14:paraId="09FC85C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37A4810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Ra 228</w:t>
            </w:r>
          </w:p>
        </w:tc>
        <w:tc>
          <w:tcPr>
            <w:tcW w:w="0" w:type="auto"/>
          </w:tcPr>
          <w:p w14:paraId="3CF7C02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228,031069</w:t>
            </w:r>
          </w:p>
        </w:tc>
      </w:tr>
      <w:tr w:rsidR="00BF542D" w:rsidRPr="00BF542D" w14:paraId="1C238403" w14:textId="77777777" w:rsidTr="003D2E48">
        <w:tc>
          <w:tcPr>
            <w:tcW w:w="0" w:type="auto"/>
          </w:tcPr>
          <w:p w14:paraId="682F08B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F6EB6E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Ac 225</w:t>
            </w:r>
          </w:p>
        </w:tc>
        <w:tc>
          <w:tcPr>
            <w:tcW w:w="0" w:type="auto"/>
          </w:tcPr>
          <w:p w14:paraId="056C05B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225,023229</w:t>
            </w:r>
          </w:p>
        </w:tc>
      </w:tr>
      <w:tr w:rsidR="00BF542D" w:rsidRPr="00BF542D" w14:paraId="7B375F32" w14:textId="77777777" w:rsidTr="003D2E48">
        <w:tc>
          <w:tcPr>
            <w:tcW w:w="0" w:type="auto"/>
          </w:tcPr>
          <w:p w14:paraId="198C34B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2CF313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Ac 227</w:t>
            </w:r>
          </w:p>
        </w:tc>
        <w:tc>
          <w:tcPr>
            <w:tcW w:w="0" w:type="auto"/>
          </w:tcPr>
          <w:p w14:paraId="519FD19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227,027751</w:t>
            </w:r>
          </w:p>
        </w:tc>
      </w:tr>
      <w:tr w:rsidR="00BF542D" w:rsidRPr="00BF542D" w14:paraId="047FD89E" w14:textId="77777777" w:rsidTr="003D2E48">
        <w:tc>
          <w:tcPr>
            <w:tcW w:w="0" w:type="auto"/>
          </w:tcPr>
          <w:p w14:paraId="164BF1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A8A3F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Ac 228</w:t>
            </w:r>
          </w:p>
        </w:tc>
        <w:tc>
          <w:tcPr>
            <w:tcW w:w="0" w:type="auto"/>
          </w:tcPr>
          <w:p w14:paraId="24B6665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228,031020</w:t>
            </w:r>
          </w:p>
        </w:tc>
      </w:tr>
      <w:tr w:rsidR="00BF542D" w:rsidRPr="00BF542D" w14:paraId="3B2D27C6" w14:textId="77777777" w:rsidTr="003D2E48">
        <w:tc>
          <w:tcPr>
            <w:tcW w:w="0" w:type="auto"/>
          </w:tcPr>
          <w:p w14:paraId="37A5D8C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07AFB2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227</w:t>
            </w:r>
          </w:p>
        </w:tc>
        <w:tc>
          <w:tcPr>
            <w:tcW w:w="0" w:type="auto"/>
          </w:tcPr>
          <w:p w14:paraId="3902CAD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227,027703</w:t>
            </w:r>
          </w:p>
        </w:tc>
      </w:tr>
      <w:tr w:rsidR="00BF542D" w:rsidRPr="00BF542D" w14:paraId="1D686ADC" w14:textId="77777777" w:rsidTr="003D2E48">
        <w:tc>
          <w:tcPr>
            <w:tcW w:w="0" w:type="auto"/>
          </w:tcPr>
          <w:p w14:paraId="4E5BA63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D03F97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228</w:t>
            </w:r>
          </w:p>
        </w:tc>
        <w:tc>
          <w:tcPr>
            <w:tcW w:w="0" w:type="auto"/>
          </w:tcPr>
          <w:p w14:paraId="0C8675F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228,028740</w:t>
            </w:r>
          </w:p>
        </w:tc>
      </w:tr>
      <w:tr w:rsidR="00BF542D" w:rsidRPr="00BF542D" w14:paraId="2AE03A69" w14:textId="77777777" w:rsidTr="003D2E48">
        <w:tc>
          <w:tcPr>
            <w:tcW w:w="0" w:type="auto"/>
          </w:tcPr>
          <w:p w14:paraId="49D8438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8A26D9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229</w:t>
            </w:r>
          </w:p>
        </w:tc>
        <w:tc>
          <w:tcPr>
            <w:tcW w:w="0" w:type="auto"/>
          </w:tcPr>
          <w:p w14:paraId="5A5285B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229,031761</w:t>
            </w:r>
          </w:p>
        </w:tc>
      </w:tr>
      <w:tr w:rsidR="00BF542D" w:rsidRPr="00BF542D" w14:paraId="26C184F6" w14:textId="77777777" w:rsidTr="003D2E48">
        <w:tc>
          <w:tcPr>
            <w:tcW w:w="0" w:type="auto"/>
          </w:tcPr>
          <w:p w14:paraId="772D96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AFFFDD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230</w:t>
            </w:r>
          </w:p>
        </w:tc>
        <w:tc>
          <w:tcPr>
            <w:tcW w:w="0" w:type="auto"/>
          </w:tcPr>
          <w:p w14:paraId="39B9C4D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230,033132</w:t>
            </w:r>
          </w:p>
        </w:tc>
      </w:tr>
      <w:tr w:rsidR="00BF542D" w:rsidRPr="00BF542D" w14:paraId="34E64C98" w14:textId="77777777" w:rsidTr="003D2E48">
        <w:tc>
          <w:tcPr>
            <w:tcW w:w="0" w:type="auto"/>
          </w:tcPr>
          <w:p w14:paraId="691699D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317FF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231</w:t>
            </w:r>
          </w:p>
        </w:tc>
        <w:tc>
          <w:tcPr>
            <w:tcW w:w="0" w:type="auto"/>
          </w:tcPr>
          <w:p w14:paraId="6AC223D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231,036303</w:t>
            </w:r>
          </w:p>
        </w:tc>
      </w:tr>
      <w:tr w:rsidR="00BF542D" w:rsidRPr="00BF542D" w14:paraId="08ECF497" w14:textId="77777777" w:rsidTr="003D2E48">
        <w:tc>
          <w:tcPr>
            <w:tcW w:w="0" w:type="auto"/>
          </w:tcPr>
          <w:p w14:paraId="02153A5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36CBEC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232</w:t>
            </w:r>
          </w:p>
        </w:tc>
        <w:tc>
          <w:tcPr>
            <w:tcW w:w="0" w:type="auto"/>
          </w:tcPr>
          <w:p w14:paraId="7DDFAC9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232,038054</w:t>
            </w:r>
          </w:p>
        </w:tc>
      </w:tr>
      <w:tr w:rsidR="00BF542D" w:rsidRPr="00BF542D" w14:paraId="17EF5CE5" w14:textId="77777777" w:rsidTr="003D2E48">
        <w:tc>
          <w:tcPr>
            <w:tcW w:w="0" w:type="auto"/>
          </w:tcPr>
          <w:p w14:paraId="0570040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557126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233</w:t>
            </w:r>
          </w:p>
        </w:tc>
        <w:tc>
          <w:tcPr>
            <w:tcW w:w="0" w:type="auto"/>
          </w:tcPr>
          <w:p w14:paraId="6868CF8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233,041580</w:t>
            </w:r>
          </w:p>
        </w:tc>
      </w:tr>
      <w:tr w:rsidR="00BF542D" w:rsidRPr="00BF542D" w14:paraId="5ECF2762" w14:textId="77777777" w:rsidTr="003D2E48">
        <w:tc>
          <w:tcPr>
            <w:tcW w:w="0" w:type="auto"/>
          </w:tcPr>
          <w:p w14:paraId="54CB7CA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D7A0D1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Th 234</w:t>
            </w:r>
          </w:p>
        </w:tc>
        <w:tc>
          <w:tcPr>
            <w:tcW w:w="0" w:type="auto"/>
          </w:tcPr>
          <w:p w14:paraId="6E5570A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234,043600</w:t>
            </w:r>
          </w:p>
        </w:tc>
      </w:tr>
      <w:tr w:rsidR="00BF542D" w:rsidRPr="00BF542D" w14:paraId="38B14421" w14:textId="77777777" w:rsidTr="003D2E48">
        <w:tc>
          <w:tcPr>
            <w:tcW w:w="0" w:type="auto"/>
          </w:tcPr>
          <w:p w14:paraId="4C26B25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0394A85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Pa 231</w:t>
            </w:r>
          </w:p>
        </w:tc>
        <w:tc>
          <w:tcPr>
            <w:tcW w:w="0" w:type="auto"/>
          </w:tcPr>
          <w:p w14:paraId="790B11A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231,035883</w:t>
            </w:r>
          </w:p>
        </w:tc>
      </w:tr>
      <w:tr w:rsidR="00BF542D" w:rsidRPr="00BF542D" w14:paraId="2694EFD5" w14:textId="77777777" w:rsidTr="003D2E48">
        <w:tc>
          <w:tcPr>
            <w:tcW w:w="0" w:type="auto"/>
          </w:tcPr>
          <w:p w14:paraId="038F87A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3452AC3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Pa 233</w:t>
            </w:r>
          </w:p>
        </w:tc>
        <w:tc>
          <w:tcPr>
            <w:tcW w:w="0" w:type="auto"/>
          </w:tcPr>
          <w:p w14:paraId="62A672F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233,040247</w:t>
            </w:r>
          </w:p>
        </w:tc>
      </w:tr>
      <w:tr w:rsidR="00BF542D" w:rsidRPr="00BF542D" w14:paraId="498655CD" w14:textId="77777777" w:rsidTr="003D2E48">
        <w:tc>
          <w:tcPr>
            <w:tcW w:w="0" w:type="auto"/>
          </w:tcPr>
          <w:p w14:paraId="3AC1752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AB82A8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Pa 234</w:t>
            </w:r>
          </w:p>
        </w:tc>
        <w:tc>
          <w:tcPr>
            <w:tcW w:w="0" w:type="auto"/>
          </w:tcPr>
          <w:p w14:paraId="7644D40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234,043306</w:t>
            </w:r>
          </w:p>
        </w:tc>
      </w:tr>
      <w:tr w:rsidR="00BF542D" w:rsidRPr="00BF542D" w14:paraId="4522D1FD" w14:textId="77777777" w:rsidTr="003D2E48">
        <w:tc>
          <w:tcPr>
            <w:tcW w:w="0" w:type="auto"/>
          </w:tcPr>
          <w:p w14:paraId="419663B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17CB0A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233</w:t>
            </w:r>
          </w:p>
        </w:tc>
        <w:tc>
          <w:tcPr>
            <w:tcW w:w="0" w:type="auto"/>
          </w:tcPr>
          <w:p w14:paraId="67911D6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233,039634</w:t>
            </w:r>
          </w:p>
        </w:tc>
      </w:tr>
      <w:tr w:rsidR="00BF542D" w:rsidRPr="00BF542D" w14:paraId="2420D30A" w14:textId="77777777" w:rsidTr="003D2E48">
        <w:tc>
          <w:tcPr>
            <w:tcW w:w="0" w:type="auto"/>
          </w:tcPr>
          <w:p w14:paraId="63DEA6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F9D198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234</w:t>
            </w:r>
          </w:p>
        </w:tc>
        <w:tc>
          <w:tcPr>
            <w:tcW w:w="0" w:type="auto"/>
          </w:tcPr>
          <w:p w14:paraId="78E92A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234,040950</w:t>
            </w:r>
          </w:p>
        </w:tc>
      </w:tr>
      <w:tr w:rsidR="00BF542D" w:rsidRPr="00BF542D" w14:paraId="611A837E" w14:textId="77777777" w:rsidTr="003D2E48">
        <w:tc>
          <w:tcPr>
            <w:tcW w:w="0" w:type="auto"/>
          </w:tcPr>
          <w:p w14:paraId="1A4CF3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152F499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235</w:t>
            </w:r>
          </w:p>
        </w:tc>
        <w:tc>
          <w:tcPr>
            <w:tcW w:w="0" w:type="auto"/>
          </w:tcPr>
          <w:p w14:paraId="5227EF77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235,043928</w:t>
            </w:r>
          </w:p>
        </w:tc>
      </w:tr>
      <w:tr w:rsidR="00BF542D" w:rsidRPr="00BF542D" w14:paraId="0A7DB968" w14:textId="77777777" w:rsidTr="003D2E48">
        <w:tc>
          <w:tcPr>
            <w:tcW w:w="0" w:type="auto"/>
          </w:tcPr>
          <w:p w14:paraId="51335B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3A53D2E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236</w:t>
            </w:r>
          </w:p>
        </w:tc>
        <w:tc>
          <w:tcPr>
            <w:tcW w:w="0" w:type="auto"/>
          </w:tcPr>
          <w:p w14:paraId="3CCFC9C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236,045566</w:t>
            </w:r>
          </w:p>
        </w:tc>
      </w:tr>
      <w:tr w:rsidR="00BF542D" w:rsidRPr="00BF542D" w14:paraId="129CCFE8" w14:textId="77777777" w:rsidTr="003D2E48">
        <w:tc>
          <w:tcPr>
            <w:tcW w:w="0" w:type="auto"/>
          </w:tcPr>
          <w:p w14:paraId="143E8EE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3EFC9EF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237</w:t>
            </w:r>
          </w:p>
        </w:tc>
        <w:tc>
          <w:tcPr>
            <w:tcW w:w="0" w:type="auto"/>
          </w:tcPr>
          <w:p w14:paraId="7C6A3C6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237,048728</w:t>
            </w:r>
          </w:p>
        </w:tc>
      </w:tr>
      <w:tr w:rsidR="00BF542D" w:rsidRPr="00BF542D" w14:paraId="1D377C28" w14:textId="77777777" w:rsidTr="003D2E48">
        <w:tc>
          <w:tcPr>
            <w:tcW w:w="0" w:type="auto"/>
          </w:tcPr>
          <w:p w14:paraId="24E0B4A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5B7F151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238</w:t>
            </w:r>
          </w:p>
        </w:tc>
        <w:tc>
          <w:tcPr>
            <w:tcW w:w="0" w:type="auto"/>
          </w:tcPr>
          <w:p w14:paraId="355872C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238,050787</w:t>
            </w:r>
          </w:p>
        </w:tc>
      </w:tr>
      <w:tr w:rsidR="00BF542D" w:rsidRPr="00BF542D" w14:paraId="5C2AF6E9" w14:textId="77777777" w:rsidTr="003D2E48">
        <w:tc>
          <w:tcPr>
            <w:tcW w:w="0" w:type="auto"/>
          </w:tcPr>
          <w:p w14:paraId="74A2D1C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25570242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239</w:t>
            </w:r>
          </w:p>
        </w:tc>
        <w:tc>
          <w:tcPr>
            <w:tcW w:w="0" w:type="auto"/>
          </w:tcPr>
          <w:p w14:paraId="15FE69BB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239,054292</w:t>
            </w:r>
          </w:p>
        </w:tc>
      </w:tr>
      <w:tr w:rsidR="00BF542D" w:rsidRPr="00BF542D" w14:paraId="6FE33B14" w14:textId="77777777" w:rsidTr="003D2E48">
        <w:tc>
          <w:tcPr>
            <w:tcW w:w="0" w:type="auto"/>
          </w:tcPr>
          <w:p w14:paraId="774F298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32F8F49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U 240</w:t>
            </w:r>
          </w:p>
        </w:tc>
        <w:tc>
          <w:tcPr>
            <w:tcW w:w="0" w:type="auto"/>
          </w:tcPr>
          <w:p w14:paraId="13CB0DF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240,056592</w:t>
            </w:r>
          </w:p>
        </w:tc>
      </w:tr>
      <w:tr w:rsidR="00BF542D" w:rsidRPr="00BF542D" w14:paraId="271D0E30" w14:textId="77777777" w:rsidTr="003D2E48">
        <w:tc>
          <w:tcPr>
            <w:tcW w:w="0" w:type="auto"/>
          </w:tcPr>
          <w:p w14:paraId="7B5E6E9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0C6831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Np 237</w:t>
            </w:r>
          </w:p>
        </w:tc>
        <w:tc>
          <w:tcPr>
            <w:tcW w:w="0" w:type="auto"/>
          </w:tcPr>
          <w:p w14:paraId="0A9F94D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237,048172</w:t>
            </w:r>
          </w:p>
        </w:tc>
      </w:tr>
      <w:tr w:rsidR="00BF542D" w:rsidRPr="00BF542D" w14:paraId="71017986" w14:textId="77777777" w:rsidTr="003D2E48">
        <w:tc>
          <w:tcPr>
            <w:tcW w:w="0" w:type="auto"/>
          </w:tcPr>
          <w:p w14:paraId="20B60F5F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0378716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238</w:t>
            </w:r>
          </w:p>
        </w:tc>
        <w:tc>
          <w:tcPr>
            <w:tcW w:w="0" w:type="auto"/>
          </w:tcPr>
          <w:p w14:paraId="3EA23CC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238,049558</w:t>
            </w:r>
          </w:p>
        </w:tc>
      </w:tr>
      <w:tr w:rsidR="00BF542D" w:rsidRPr="00BF542D" w14:paraId="2C0360C2" w14:textId="77777777" w:rsidTr="003D2E48">
        <w:tc>
          <w:tcPr>
            <w:tcW w:w="0" w:type="auto"/>
          </w:tcPr>
          <w:p w14:paraId="609FF979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7432711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239</w:t>
            </w:r>
          </w:p>
        </w:tc>
        <w:tc>
          <w:tcPr>
            <w:tcW w:w="0" w:type="auto"/>
          </w:tcPr>
          <w:p w14:paraId="4E299343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239,052162</w:t>
            </w:r>
          </w:p>
        </w:tc>
      </w:tr>
      <w:tr w:rsidR="00BF542D" w:rsidRPr="00BF542D" w14:paraId="23F67B86" w14:textId="77777777" w:rsidTr="003D2E48">
        <w:tc>
          <w:tcPr>
            <w:tcW w:w="0" w:type="auto"/>
          </w:tcPr>
          <w:p w14:paraId="18A3D024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F74AA8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240</w:t>
            </w:r>
          </w:p>
        </w:tc>
        <w:tc>
          <w:tcPr>
            <w:tcW w:w="0" w:type="auto"/>
          </w:tcPr>
          <w:p w14:paraId="19BDDDE6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240,053812</w:t>
            </w:r>
          </w:p>
        </w:tc>
      </w:tr>
      <w:tr w:rsidR="00BF542D" w:rsidRPr="00BF542D" w14:paraId="010C6222" w14:textId="77777777" w:rsidTr="003D2E48">
        <w:tc>
          <w:tcPr>
            <w:tcW w:w="0" w:type="auto"/>
          </w:tcPr>
          <w:p w14:paraId="41ED9BA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378EC3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241</w:t>
            </w:r>
          </w:p>
        </w:tc>
        <w:tc>
          <w:tcPr>
            <w:tcW w:w="0" w:type="auto"/>
          </w:tcPr>
          <w:p w14:paraId="610B1408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241,056850</w:t>
            </w:r>
          </w:p>
        </w:tc>
      </w:tr>
      <w:tr w:rsidR="00BF542D" w:rsidRPr="00BF542D" w14:paraId="52BA0D73" w14:textId="77777777" w:rsidTr="003D2E48">
        <w:tc>
          <w:tcPr>
            <w:tcW w:w="0" w:type="auto"/>
          </w:tcPr>
          <w:p w14:paraId="531D630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296DEC7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242</w:t>
            </w:r>
          </w:p>
        </w:tc>
        <w:tc>
          <w:tcPr>
            <w:tcW w:w="0" w:type="auto"/>
          </w:tcPr>
          <w:p w14:paraId="7915C1D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242,058741</w:t>
            </w:r>
          </w:p>
        </w:tc>
      </w:tr>
      <w:tr w:rsidR="00BF542D" w:rsidRPr="00BF542D" w14:paraId="079FF268" w14:textId="77777777" w:rsidTr="003D2E48">
        <w:tc>
          <w:tcPr>
            <w:tcW w:w="0" w:type="auto"/>
          </w:tcPr>
          <w:p w14:paraId="46A2E56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72472DC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Pu 244</w:t>
            </w:r>
          </w:p>
        </w:tc>
        <w:tc>
          <w:tcPr>
            <w:tcW w:w="0" w:type="auto"/>
          </w:tcPr>
          <w:p w14:paraId="2FB32BB1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244,064204</w:t>
            </w:r>
          </w:p>
        </w:tc>
      </w:tr>
      <w:tr w:rsidR="00BF542D" w:rsidRPr="00BF542D" w14:paraId="294C125C" w14:textId="77777777" w:rsidTr="003D2E48">
        <w:tc>
          <w:tcPr>
            <w:tcW w:w="0" w:type="auto"/>
          </w:tcPr>
          <w:p w14:paraId="1E232FBD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46EB22BA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Am 241</w:t>
            </w:r>
          </w:p>
        </w:tc>
        <w:tc>
          <w:tcPr>
            <w:tcW w:w="0" w:type="auto"/>
          </w:tcPr>
          <w:p w14:paraId="45A014D5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241,056827</w:t>
            </w:r>
          </w:p>
        </w:tc>
      </w:tr>
      <w:tr w:rsidR="00BF542D" w:rsidRPr="00BF542D" w14:paraId="1AC40096" w14:textId="77777777" w:rsidTr="003D2E48">
        <w:tc>
          <w:tcPr>
            <w:tcW w:w="0" w:type="auto"/>
          </w:tcPr>
          <w:p w14:paraId="66692B3C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6BAC9880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Am 242</w:t>
            </w:r>
          </w:p>
        </w:tc>
        <w:tc>
          <w:tcPr>
            <w:tcW w:w="0" w:type="auto"/>
          </w:tcPr>
          <w:p w14:paraId="5763626E" w14:textId="77777777" w:rsidR="00BF542D" w:rsidRPr="00BF542D" w:rsidRDefault="00BF542D" w:rsidP="003D2E48">
            <w:pPr>
              <w:rPr>
                <w:sz w:val="20"/>
                <w:szCs w:val="20"/>
              </w:rPr>
            </w:pPr>
            <w:r w:rsidRPr="00BF542D">
              <w:rPr>
                <w:sz w:val="20"/>
                <w:szCs w:val="20"/>
              </w:rPr>
              <w:t>242,059547</w:t>
            </w:r>
          </w:p>
        </w:tc>
      </w:tr>
    </w:tbl>
    <w:p w14:paraId="4F62AEBE" w14:textId="17D6820C" w:rsidR="00BF542D" w:rsidRDefault="00BF542D" w:rsidP="00C737BC">
      <w:r>
        <w:t>&lt;/Tabelle&gt;</w:t>
      </w:r>
    </w:p>
    <w:p w14:paraId="4CCC1E79" w14:textId="2BEA1CE1" w:rsidR="00BF542D" w:rsidRDefault="00BF542D" w:rsidP="00C737BC"/>
    <w:p w14:paraId="076D4E09" w14:textId="4DB9D55C" w:rsidR="00C737BC" w:rsidRDefault="00C737BC" w:rsidP="000C11DE">
      <w:pPr>
        <w:pStyle w:val="berschrift3"/>
      </w:pPr>
      <w:r>
        <w:t>Auszug aus der Nuklidkarte</w:t>
      </w:r>
    </w:p>
    <w:p w14:paraId="4A963EB4" w14:textId="2FE2E412" w:rsidR="000E1A57" w:rsidRDefault="00D20E85" w:rsidP="00C737BC">
      <w:r>
        <w:t>Legende zu</w:t>
      </w:r>
      <w:r w:rsidR="00A21D42">
        <w:t xml:space="preserve"> den beiden</w:t>
      </w:r>
      <w:r>
        <w:t xml:space="preserve"> folgenden Tabelle</w:t>
      </w:r>
      <w:r w:rsidR="00A21D42">
        <w:t>n</w:t>
      </w:r>
      <w:r>
        <w:t>:</w:t>
      </w:r>
    </w:p>
    <w:p w14:paraId="0D025B1D" w14:textId="3047F4A4" w:rsidR="00D20E85" w:rsidRDefault="00D20E85" w:rsidP="00D20E85">
      <w:pPr>
        <w:pStyle w:val="Liste"/>
      </w:pPr>
      <w:r>
        <w:lastRenderedPageBreak/>
        <w:t>Z = Ordnungszahl</w:t>
      </w:r>
    </w:p>
    <w:p w14:paraId="1A57DE1B" w14:textId="103085BA" w:rsidR="00D20E85" w:rsidRDefault="00D20E85" w:rsidP="00D20E85">
      <w:pPr>
        <w:pStyle w:val="Liste"/>
      </w:pPr>
      <w:r>
        <w:t>N = Anzahl der Neutronen</w:t>
      </w:r>
    </w:p>
    <w:p w14:paraId="72C38048" w14:textId="78E8A5E0" w:rsidR="00A21D42" w:rsidRDefault="00D20E85" w:rsidP="00D20E85">
      <w:pPr>
        <w:pStyle w:val="Liste"/>
      </w:pPr>
      <w:r>
        <w:t xml:space="preserve">Zerfall/E in MeV </w:t>
      </w:r>
      <w:r w:rsidR="00415FED">
        <w:t xml:space="preserve">(Spalte 5) </w:t>
      </w:r>
      <w:r>
        <w:t>= Zerfallsart/Energie in MeV</w:t>
      </w:r>
      <w:r>
        <w:br/>
        <w:t>v = vorherrschende Zerfallsart</w:t>
      </w:r>
      <w:r w:rsidR="00E42FC8">
        <w:t xml:space="preserve"> (In einigen Fällen herrschen zwei Zerfallsarten vor, diese sind entsprechend jeweils mit v gekennzeichnet.)</w:t>
      </w:r>
      <w:r w:rsidR="00415FED">
        <w:br/>
        <w:t>F</w:t>
      </w:r>
      <w:r w:rsidR="00A21D42">
        <w:t>alls vorhanden</w:t>
      </w:r>
      <w:r w:rsidR="00415FED">
        <w:t xml:space="preserve"> sind</w:t>
      </w:r>
      <w:r w:rsidR="00A21D42">
        <w:t xml:space="preserve"> mehrere Zerfallsarten zu einem Nuklid mit Semikolon getrennt in eine Zeile geschrieben.</w:t>
      </w:r>
    </w:p>
    <w:p w14:paraId="641007BA" w14:textId="77777777" w:rsidR="00D20E85" w:rsidRDefault="00D20E85" w:rsidP="00C737BC"/>
    <w:p w14:paraId="379F49EC" w14:textId="47E4AF9C" w:rsidR="00F977E7" w:rsidRDefault="00F977E7" w:rsidP="00F977E7">
      <w:pPr>
        <w:pStyle w:val="berschrift4"/>
      </w:pPr>
      <w:r>
        <w:t>Z 0 bis 8</w:t>
      </w:r>
    </w:p>
    <w:p w14:paraId="5AF34CA9" w14:textId="1F207F03" w:rsidR="00D20E85" w:rsidRDefault="00D20E85" w:rsidP="00C737BC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337"/>
        <w:gridCol w:w="937"/>
        <w:gridCol w:w="457"/>
        <w:gridCol w:w="1777"/>
        <w:gridCol w:w="2977"/>
      </w:tblGrid>
      <w:tr w:rsidR="001B6138" w:rsidRPr="001B6138" w14:paraId="36BCED6E" w14:textId="77777777" w:rsidTr="001B6138">
        <w:tc>
          <w:tcPr>
            <w:tcW w:w="0" w:type="auto"/>
          </w:tcPr>
          <w:p w14:paraId="2804F55F" w14:textId="77777777" w:rsidR="001B6138" w:rsidRPr="001B6138" w:rsidRDefault="001B6138" w:rsidP="000E7A6E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61460178" w14:textId="77777777" w:rsidR="001B6138" w:rsidRPr="001B6138" w:rsidRDefault="001B6138" w:rsidP="000E7A6E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55B34F21" w14:textId="3F9C5AFA" w:rsidR="001B6138" w:rsidRPr="001B6138" w:rsidRDefault="009A07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5AEF8C77" w14:textId="77777777" w:rsidR="001B6138" w:rsidRPr="001B6138" w:rsidRDefault="001B6138" w:rsidP="000E7A6E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Halbwertszeit</w:t>
            </w:r>
          </w:p>
        </w:tc>
        <w:tc>
          <w:tcPr>
            <w:tcW w:w="0" w:type="auto"/>
          </w:tcPr>
          <w:p w14:paraId="32EC8527" w14:textId="77777777" w:rsidR="001B6138" w:rsidRPr="001B6138" w:rsidRDefault="001B6138" w:rsidP="000E7A6E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Zerfall/E in MeV</w:t>
            </w:r>
          </w:p>
        </w:tc>
      </w:tr>
      <w:tr w:rsidR="001B6138" w:rsidRPr="001B6138" w14:paraId="476EA6E7" w14:textId="77777777" w:rsidTr="001B6138">
        <w:tc>
          <w:tcPr>
            <w:tcW w:w="0" w:type="auto"/>
          </w:tcPr>
          <w:p w14:paraId="08ED5AA6" w14:textId="77777777" w:rsidR="001B6138" w:rsidRPr="001B6138" w:rsidRDefault="001B6138" w:rsidP="000E7A6E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4BB42F0" w14:textId="64BE0C7E" w:rsidR="001B6138" w:rsidRPr="001B6138" w:rsidRDefault="001B6138" w:rsidP="000E7A6E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n</w:t>
            </w:r>
            <w:r w:rsidR="00B66AF2">
              <w:rPr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</w:tcPr>
          <w:p w14:paraId="6F03A03D" w14:textId="33D42D03" w:rsidR="001B6138" w:rsidRPr="001B6138" w:rsidRDefault="001B613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927470F" w14:textId="4FBA10B8" w:rsidR="001B6138" w:rsidRPr="001B6138" w:rsidRDefault="001B613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10,25min</w:t>
            </w:r>
          </w:p>
        </w:tc>
        <w:tc>
          <w:tcPr>
            <w:tcW w:w="0" w:type="auto"/>
          </w:tcPr>
          <w:p w14:paraId="72DDF0E0" w14:textId="2F0A9C18" w:rsidR="001B6138" w:rsidRPr="001B6138" w:rsidRDefault="001B613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CE2302" w:rsidRPr="00D20E85">
              <w:rPr>
                <w:sz w:val="20"/>
                <w:szCs w:val="20"/>
              </w:rPr>
              <w:t>0,8</w:t>
            </w:r>
            <w:r w:rsidR="00CE2302">
              <w:rPr>
                <w:sz w:val="20"/>
                <w:szCs w:val="20"/>
              </w:rPr>
              <w:t xml:space="preserve"> v</w:t>
            </w:r>
          </w:p>
        </w:tc>
      </w:tr>
      <w:tr w:rsidR="00CE2302" w:rsidRPr="001B6138" w14:paraId="509A267E" w14:textId="77777777" w:rsidTr="001B6138">
        <w:tc>
          <w:tcPr>
            <w:tcW w:w="0" w:type="auto"/>
          </w:tcPr>
          <w:p w14:paraId="0075FB68" w14:textId="44C38604" w:rsidR="00CE2302" w:rsidRPr="001B6138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93A6B98" w14:textId="1835C381" w:rsidR="00CE2302" w:rsidRPr="001B6138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13E8381" w14:textId="62137A97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3647D6A3" w14:textId="5785243B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7D01FED5" w14:textId="0D2A5443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4461F540" w14:textId="77777777" w:rsidTr="001B6138">
        <w:tc>
          <w:tcPr>
            <w:tcW w:w="0" w:type="auto"/>
          </w:tcPr>
          <w:p w14:paraId="6849F314" w14:textId="7D0A82B8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7FF32E9" w14:textId="6199F49E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1450FD06" w14:textId="69A5FB10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20783B5" w14:textId="3BF8AF90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755476E4" w14:textId="5123E072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07E66450" w14:textId="77777777" w:rsidTr="001B6138">
        <w:tc>
          <w:tcPr>
            <w:tcW w:w="0" w:type="auto"/>
          </w:tcPr>
          <w:p w14:paraId="5A2F8FD4" w14:textId="53673A9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DADA9FB" w14:textId="6A4A398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3A5EE697" w14:textId="13576AF0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5C0F19D" w14:textId="08944976" w:rsidR="00CE2302" w:rsidRDefault="00CE2302" w:rsidP="000E7A6E">
            <w:pPr>
              <w:rPr>
                <w:sz w:val="20"/>
                <w:szCs w:val="20"/>
              </w:rPr>
            </w:pPr>
            <w:r w:rsidRPr="00CE2302">
              <w:rPr>
                <w:sz w:val="20"/>
                <w:szCs w:val="20"/>
              </w:rPr>
              <w:t>12,323a</w:t>
            </w:r>
          </w:p>
        </w:tc>
        <w:tc>
          <w:tcPr>
            <w:tcW w:w="0" w:type="auto"/>
          </w:tcPr>
          <w:p w14:paraId="36020E2B" w14:textId="67E8C508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 0,02 v</w:t>
            </w:r>
          </w:p>
        </w:tc>
      </w:tr>
      <w:tr w:rsidR="00CE2302" w:rsidRPr="001B6138" w14:paraId="2DBBFA8A" w14:textId="77777777" w:rsidTr="001B6138">
        <w:tc>
          <w:tcPr>
            <w:tcW w:w="0" w:type="auto"/>
          </w:tcPr>
          <w:p w14:paraId="77EE335C" w14:textId="67DBBDE3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83547F0" w14:textId="3C8E9C22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F156ADF" w14:textId="1770A46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3B1DF0D" w14:textId="07C660FA" w:rsidR="00CE2302" w:rsidRP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09C6E140" w14:textId="7C750B18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5E83F97C" w14:textId="77777777" w:rsidTr="001B6138">
        <w:tc>
          <w:tcPr>
            <w:tcW w:w="0" w:type="auto"/>
          </w:tcPr>
          <w:p w14:paraId="7E791117" w14:textId="7410A293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5919838" w14:textId="460889E3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D894F5F" w14:textId="57609428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7B6BDBC" w14:textId="5DA78882" w:rsidR="00CE2302" w:rsidRP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1899C76A" w14:textId="084967B5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20EA495D" w14:textId="77777777" w:rsidTr="001B6138">
        <w:tc>
          <w:tcPr>
            <w:tcW w:w="0" w:type="auto"/>
          </w:tcPr>
          <w:p w14:paraId="702E18ED" w14:textId="3D39DDEF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337F38EE" w14:textId="509E9285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2B7CD9D" w14:textId="2F20A2F7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57E0FE" w14:textId="6C499A2B" w:rsidR="00CE2302" w:rsidRP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806,7ms</w:t>
            </w:r>
          </w:p>
        </w:tc>
        <w:tc>
          <w:tcPr>
            <w:tcW w:w="0" w:type="auto"/>
          </w:tcPr>
          <w:p w14:paraId="565F4BC3" w14:textId="6C07F581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BC4D77">
              <w:rPr>
                <w:sz w:val="20"/>
                <w:szCs w:val="20"/>
              </w:rPr>
              <w:t xml:space="preserve"> 3,5 v</w:t>
            </w:r>
          </w:p>
        </w:tc>
      </w:tr>
      <w:tr w:rsidR="00CE2302" w:rsidRPr="001B6138" w14:paraId="097B5A43" w14:textId="77777777" w:rsidTr="001B6138">
        <w:tc>
          <w:tcPr>
            <w:tcW w:w="0" w:type="auto"/>
          </w:tcPr>
          <w:p w14:paraId="10ECA5E6" w14:textId="7003EF77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1A5349B" w14:textId="6E67D5F9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9E00629" w14:textId="1218AECE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259234B" w14:textId="5EAC6146" w:rsidR="00CE2302" w:rsidRP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119ms</w:t>
            </w:r>
          </w:p>
        </w:tc>
        <w:tc>
          <w:tcPr>
            <w:tcW w:w="0" w:type="auto"/>
          </w:tcPr>
          <w:p w14:paraId="70ABCA43" w14:textId="69706F36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BC4D77">
              <w:rPr>
                <w:sz w:val="20"/>
                <w:szCs w:val="20"/>
              </w:rPr>
              <w:t xml:space="preserve"> 9,7 v</w:t>
            </w:r>
            <w:r w:rsidR="00167F6A">
              <w:rPr>
                <w:sz w:val="20"/>
                <w:szCs w:val="20"/>
              </w:rPr>
              <w:t xml:space="preserve">; </w:t>
            </w:r>
            <w:r w:rsidR="00507A43">
              <w:rPr>
                <w:sz w:val="20"/>
                <w:szCs w:val="20"/>
              </w:rPr>
              <w:t>~c: 0,981</w:t>
            </w:r>
          </w:p>
        </w:tc>
      </w:tr>
      <w:tr w:rsidR="00CE2302" w:rsidRPr="001B6138" w14:paraId="7808737B" w14:textId="77777777" w:rsidTr="001B6138">
        <w:tc>
          <w:tcPr>
            <w:tcW w:w="0" w:type="auto"/>
          </w:tcPr>
          <w:p w14:paraId="1EA7D9F5" w14:textId="0BB82551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286153DD" w14:textId="2088B39C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8DB002E" w14:textId="385C2D34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4A2B5B5" w14:textId="7E18F0A6" w:rsidR="00CE2302" w:rsidRP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121C828" w14:textId="7E97F577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08C334C1" w14:textId="77777777" w:rsidTr="001B6138">
        <w:tc>
          <w:tcPr>
            <w:tcW w:w="0" w:type="auto"/>
          </w:tcPr>
          <w:p w14:paraId="50A2F9FB" w14:textId="327C5C82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175CEBA7" w14:textId="375F2EC8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62C9147F" w14:textId="433EFD0E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7243A21" w14:textId="7C9F95E9" w:rsidR="00CE2302" w:rsidRP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23D6F6B5" w14:textId="3DF4384C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254DB1EF" w14:textId="77777777" w:rsidTr="001B6138">
        <w:tc>
          <w:tcPr>
            <w:tcW w:w="0" w:type="auto"/>
          </w:tcPr>
          <w:p w14:paraId="0C534229" w14:textId="67F5B706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11DE600" w14:textId="59927098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30D764D" w14:textId="627EE1C5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6803BD1" w14:textId="6C00761D" w:rsidR="00CE2302" w:rsidRPr="00CE2302" w:rsidRDefault="000A53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840,3ms</w:t>
            </w:r>
          </w:p>
        </w:tc>
        <w:tc>
          <w:tcPr>
            <w:tcW w:w="0" w:type="auto"/>
          </w:tcPr>
          <w:p w14:paraId="1083A495" w14:textId="20793DB8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0A5317">
              <w:rPr>
                <w:sz w:val="20"/>
                <w:szCs w:val="20"/>
              </w:rPr>
              <w:t xml:space="preserve"> 12,5 v</w:t>
            </w:r>
          </w:p>
        </w:tc>
      </w:tr>
      <w:tr w:rsidR="00CE2302" w:rsidRPr="001B6138" w14:paraId="424B9392" w14:textId="77777777" w:rsidTr="001B6138">
        <w:tc>
          <w:tcPr>
            <w:tcW w:w="0" w:type="auto"/>
          </w:tcPr>
          <w:p w14:paraId="0083D86A" w14:textId="587B4C2D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D121134" w14:textId="61F64B10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92AE8A9" w14:textId="38A81AAF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E2C6880" w14:textId="68C02C18" w:rsidR="00CE2302" w:rsidRPr="00CE2302" w:rsidRDefault="000A53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178,3ms</w:t>
            </w:r>
          </w:p>
        </w:tc>
        <w:tc>
          <w:tcPr>
            <w:tcW w:w="0" w:type="auto"/>
          </w:tcPr>
          <w:p w14:paraId="28B1A675" w14:textId="775B4E54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0A5317">
              <w:rPr>
                <w:sz w:val="20"/>
                <w:szCs w:val="20"/>
              </w:rPr>
              <w:t xml:space="preserve"> 13,6 v</w:t>
            </w:r>
          </w:p>
        </w:tc>
      </w:tr>
      <w:tr w:rsidR="00CE2302" w:rsidRPr="001B6138" w14:paraId="5EF3359B" w14:textId="77777777" w:rsidTr="001B6138">
        <w:tc>
          <w:tcPr>
            <w:tcW w:w="0" w:type="auto"/>
          </w:tcPr>
          <w:p w14:paraId="43168587" w14:textId="0D2642E0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20D6A3A" w14:textId="40AA8878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  <w:r w:rsidR="00F93D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67B11945" w14:textId="2414766E" w:rsidR="00CE2302" w:rsidRDefault="00BC4D7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02362FB" w14:textId="2F6894C6" w:rsidR="00CE2302" w:rsidRPr="00CE2302" w:rsidRDefault="000A53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8,5ms</w:t>
            </w:r>
          </w:p>
        </w:tc>
        <w:tc>
          <w:tcPr>
            <w:tcW w:w="0" w:type="auto"/>
          </w:tcPr>
          <w:p w14:paraId="3898F4C7" w14:textId="13E0778E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0A5317">
              <w:rPr>
                <w:sz w:val="20"/>
                <w:szCs w:val="20"/>
              </w:rPr>
              <w:t xml:space="preserve"> 18,5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A5317">
              <w:rPr>
                <w:sz w:val="20"/>
                <w:szCs w:val="20"/>
              </w:rPr>
              <w:t>3,368</w:t>
            </w:r>
          </w:p>
        </w:tc>
      </w:tr>
      <w:tr w:rsidR="00CE2302" w:rsidRPr="001B6138" w14:paraId="08970D2C" w14:textId="77777777" w:rsidTr="001B6138">
        <w:tc>
          <w:tcPr>
            <w:tcW w:w="0" w:type="auto"/>
          </w:tcPr>
          <w:p w14:paraId="063698AC" w14:textId="5FC26AC9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78BBFE5" w14:textId="1E2DB0CF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7</w:t>
            </w:r>
          </w:p>
        </w:tc>
        <w:tc>
          <w:tcPr>
            <w:tcW w:w="0" w:type="auto"/>
          </w:tcPr>
          <w:p w14:paraId="474DA3FC" w14:textId="4B31D67B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898D4B0" w14:textId="4F03A240" w:rsidR="00CE2302" w:rsidRP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53,29d</w:t>
            </w:r>
          </w:p>
        </w:tc>
        <w:tc>
          <w:tcPr>
            <w:tcW w:w="0" w:type="auto"/>
          </w:tcPr>
          <w:p w14:paraId="6A242B1E" w14:textId="23A67118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D76061">
              <w:rPr>
                <w:sz w:val="20"/>
                <w:szCs w:val="20"/>
              </w:rPr>
              <w:t>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D76061">
              <w:rPr>
                <w:sz w:val="20"/>
                <w:szCs w:val="20"/>
              </w:rPr>
              <w:t>0,478</w:t>
            </w:r>
          </w:p>
        </w:tc>
      </w:tr>
      <w:tr w:rsidR="00CE2302" w:rsidRPr="001B6138" w14:paraId="5B1918B8" w14:textId="77777777" w:rsidTr="001B6138">
        <w:tc>
          <w:tcPr>
            <w:tcW w:w="0" w:type="auto"/>
          </w:tcPr>
          <w:p w14:paraId="7E3A75E0" w14:textId="40879708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3C902FF" w14:textId="338F6D60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9</w:t>
            </w:r>
          </w:p>
        </w:tc>
        <w:tc>
          <w:tcPr>
            <w:tcW w:w="0" w:type="auto"/>
          </w:tcPr>
          <w:p w14:paraId="7184A469" w14:textId="51FE1B47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8A43DB2" w14:textId="024BBB86" w:rsidR="00CE2302" w:rsidRP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1FDF785C" w14:textId="504CD5D6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6C792AB2" w14:textId="77777777" w:rsidTr="001B6138">
        <w:tc>
          <w:tcPr>
            <w:tcW w:w="0" w:type="auto"/>
          </w:tcPr>
          <w:p w14:paraId="0927A47A" w14:textId="2CB9EAF8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DDA18E" w14:textId="71143DF0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10</w:t>
            </w:r>
          </w:p>
        </w:tc>
        <w:tc>
          <w:tcPr>
            <w:tcW w:w="0" w:type="auto"/>
          </w:tcPr>
          <w:p w14:paraId="618B9821" w14:textId="1C695088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3581822" w14:textId="1B138DAF" w:rsidR="00CE2302" w:rsidRP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1,6E6a</w:t>
            </w:r>
          </w:p>
        </w:tc>
        <w:tc>
          <w:tcPr>
            <w:tcW w:w="0" w:type="auto"/>
          </w:tcPr>
          <w:p w14:paraId="25A2AAA4" w14:textId="56B69FA6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D76061">
              <w:rPr>
                <w:sz w:val="20"/>
                <w:szCs w:val="20"/>
              </w:rPr>
              <w:t>0,6 v</w:t>
            </w:r>
          </w:p>
        </w:tc>
      </w:tr>
      <w:tr w:rsidR="00CE2302" w:rsidRPr="001B6138" w14:paraId="0ACE5E6A" w14:textId="77777777" w:rsidTr="001B6138">
        <w:tc>
          <w:tcPr>
            <w:tcW w:w="0" w:type="auto"/>
          </w:tcPr>
          <w:p w14:paraId="609E3747" w14:textId="7377F67F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0BB7616" w14:textId="309913F4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11</w:t>
            </w:r>
          </w:p>
        </w:tc>
        <w:tc>
          <w:tcPr>
            <w:tcW w:w="0" w:type="auto"/>
          </w:tcPr>
          <w:p w14:paraId="22ADF4EC" w14:textId="0F432DCD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699CDCA" w14:textId="100E00F9" w:rsidR="00CE2302" w:rsidRP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13,8s</w:t>
            </w:r>
          </w:p>
        </w:tc>
        <w:tc>
          <w:tcPr>
            <w:tcW w:w="0" w:type="auto"/>
          </w:tcPr>
          <w:p w14:paraId="55787FDF" w14:textId="2513324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D76061">
              <w:rPr>
                <w:sz w:val="20"/>
                <w:szCs w:val="20"/>
              </w:rPr>
              <w:t>11,5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D76061">
              <w:rPr>
                <w:sz w:val="20"/>
                <w:szCs w:val="20"/>
              </w:rPr>
              <w:t>2,125</w:t>
            </w:r>
          </w:p>
        </w:tc>
      </w:tr>
      <w:tr w:rsidR="00CE2302" w:rsidRPr="001B6138" w14:paraId="52229E09" w14:textId="77777777" w:rsidTr="001B6138">
        <w:tc>
          <w:tcPr>
            <w:tcW w:w="0" w:type="auto"/>
          </w:tcPr>
          <w:p w14:paraId="066A98F3" w14:textId="5C384E23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427A45DE" w14:textId="7B9F438A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12</w:t>
            </w:r>
          </w:p>
        </w:tc>
        <w:tc>
          <w:tcPr>
            <w:tcW w:w="0" w:type="auto"/>
          </w:tcPr>
          <w:p w14:paraId="67D73A33" w14:textId="1F40D463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46E0AD97" w14:textId="55A019CF" w:rsidR="00CE2302" w:rsidRP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23,6ms</w:t>
            </w:r>
          </w:p>
        </w:tc>
        <w:tc>
          <w:tcPr>
            <w:tcW w:w="0" w:type="auto"/>
          </w:tcPr>
          <w:p w14:paraId="34704562" w14:textId="7197D716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D76061">
              <w:rPr>
                <w:sz w:val="20"/>
                <w:szCs w:val="20"/>
              </w:rPr>
              <w:t>11,7 v</w:t>
            </w:r>
          </w:p>
        </w:tc>
      </w:tr>
      <w:tr w:rsidR="00CE2302" w:rsidRPr="001B6138" w14:paraId="29343DBA" w14:textId="77777777" w:rsidTr="001B6138">
        <w:tc>
          <w:tcPr>
            <w:tcW w:w="0" w:type="auto"/>
          </w:tcPr>
          <w:p w14:paraId="2B48F4D9" w14:textId="771A730C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28E5E3BA" w14:textId="3EE0A54A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 14</w:t>
            </w:r>
          </w:p>
        </w:tc>
        <w:tc>
          <w:tcPr>
            <w:tcW w:w="0" w:type="auto"/>
          </w:tcPr>
          <w:p w14:paraId="165E2792" w14:textId="1E0CCC25" w:rsidR="00CE2302" w:rsidRDefault="002879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520CD14" w14:textId="7B343993" w:rsidR="00CE2302" w:rsidRP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4,35ms</w:t>
            </w:r>
          </w:p>
        </w:tc>
        <w:tc>
          <w:tcPr>
            <w:tcW w:w="0" w:type="auto"/>
          </w:tcPr>
          <w:p w14:paraId="46684538" w14:textId="0CAE0CC3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D76061">
              <w:rPr>
                <w:sz w:val="20"/>
                <w:szCs w:val="20"/>
              </w:rPr>
              <w:t>v</w:t>
            </w:r>
          </w:p>
        </w:tc>
      </w:tr>
      <w:tr w:rsidR="00CE2302" w:rsidRPr="001B6138" w14:paraId="1A20FC4D" w14:textId="77777777" w:rsidTr="001B6138">
        <w:tc>
          <w:tcPr>
            <w:tcW w:w="0" w:type="auto"/>
          </w:tcPr>
          <w:p w14:paraId="3216599C" w14:textId="0C2C4818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E788446" w14:textId="44EFCC0A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8</w:t>
            </w:r>
          </w:p>
        </w:tc>
        <w:tc>
          <w:tcPr>
            <w:tcW w:w="0" w:type="auto"/>
          </w:tcPr>
          <w:p w14:paraId="107739AA" w14:textId="526E9322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8EBE621" w14:textId="582F2C92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770ms</w:t>
            </w:r>
          </w:p>
        </w:tc>
        <w:tc>
          <w:tcPr>
            <w:tcW w:w="0" w:type="auto"/>
          </w:tcPr>
          <w:p w14:paraId="1CE862BF" w14:textId="024B3EC2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FE7B4B">
              <w:rPr>
                <w:sz w:val="20"/>
                <w:szCs w:val="20"/>
              </w:rPr>
              <w:t>14,1 v</w:t>
            </w:r>
          </w:p>
        </w:tc>
      </w:tr>
      <w:tr w:rsidR="00CE2302" w:rsidRPr="001B6138" w14:paraId="74AB9242" w14:textId="77777777" w:rsidTr="001B6138">
        <w:tc>
          <w:tcPr>
            <w:tcW w:w="0" w:type="auto"/>
          </w:tcPr>
          <w:p w14:paraId="209413BE" w14:textId="19D67D7D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BC61C43" w14:textId="1D1D9C0E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10</w:t>
            </w:r>
          </w:p>
        </w:tc>
        <w:tc>
          <w:tcPr>
            <w:tcW w:w="0" w:type="auto"/>
          </w:tcPr>
          <w:p w14:paraId="2A37380B" w14:textId="770F53CB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36DC1A9" w14:textId="707B31F3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4AB24B2" w14:textId="5044EAC5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63F21FE4" w14:textId="77777777" w:rsidTr="001B6138">
        <w:tc>
          <w:tcPr>
            <w:tcW w:w="0" w:type="auto"/>
          </w:tcPr>
          <w:p w14:paraId="2F84AE0F" w14:textId="5498E3CC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01632D2" w14:textId="65E19A74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11</w:t>
            </w:r>
          </w:p>
        </w:tc>
        <w:tc>
          <w:tcPr>
            <w:tcW w:w="0" w:type="auto"/>
          </w:tcPr>
          <w:p w14:paraId="3EA84CB3" w14:textId="220E87C9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9934186" w14:textId="79B843C7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01458B00" w14:textId="5BE78FA5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74A2DAE8" w14:textId="77777777" w:rsidTr="001B6138">
        <w:tc>
          <w:tcPr>
            <w:tcW w:w="0" w:type="auto"/>
          </w:tcPr>
          <w:p w14:paraId="62E5A74F" w14:textId="0867FC94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F506F2C" w14:textId="5CADD101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12</w:t>
            </w:r>
          </w:p>
        </w:tc>
        <w:tc>
          <w:tcPr>
            <w:tcW w:w="0" w:type="auto"/>
          </w:tcPr>
          <w:p w14:paraId="6BC5ACEB" w14:textId="227BF95F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1987AD95" w14:textId="6554B112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20,20ms</w:t>
            </w:r>
          </w:p>
        </w:tc>
        <w:tc>
          <w:tcPr>
            <w:tcW w:w="0" w:type="auto"/>
          </w:tcPr>
          <w:p w14:paraId="051AEA80" w14:textId="58F87FF6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FE7B4B">
              <w:rPr>
                <w:sz w:val="20"/>
                <w:szCs w:val="20"/>
              </w:rPr>
              <w:t>13,4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7B4B">
              <w:rPr>
                <w:sz w:val="20"/>
                <w:szCs w:val="20"/>
              </w:rPr>
              <w:t>4,439</w:t>
            </w:r>
          </w:p>
        </w:tc>
      </w:tr>
      <w:tr w:rsidR="00CE2302" w:rsidRPr="001B6138" w14:paraId="0F4F4BD2" w14:textId="77777777" w:rsidTr="001B6138">
        <w:tc>
          <w:tcPr>
            <w:tcW w:w="0" w:type="auto"/>
          </w:tcPr>
          <w:p w14:paraId="6BAD5035" w14:textId="185169B9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2EAF803" w14:textId="68836626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13</w:t>
            </w:r>
          </w:p>
        </w:tc>
        <w:tc>
          <w:tcPr>
            <w:tcW w:w="0" w:type="auto"/>
          </w:tcPr>
          <w:p w14:paraId="3B39878C" w14:textId="091A72B4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911D476" w14:textId="3E50DDF3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17,33ms</w:t>
            </w:r>
          </w:p>
        </w:tc>
        <w:tc>
          <w:tcPr>
            <w:tcW w:w="0" w:type="auto"/>
          </w:tcPr>
          <w:p w14:paraId="2C107B19" w14:textId="408299F0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FE7B4B">
              <w:rPr>
                <w:sz w:val="20"/>
                <w:szCs w:val="20"/>
              </w:rPr>
              <w:t>13,4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7B4B">
              <w:rPr>
                <w:sz w:val="20"/>
                <w:szCs w:val="20"/>
              </w:rPr>
              <w:t>3,684</w:t>
            </w:r>
          </w:p>
        </w:tc>
      </w:tr>
      <w:tr w:rsidR="00CE2302" w:rsidRPr="001B6138" w14:paraId="6BA4A9A9" w14:textId="77777777" w:rsidTr="001B6138">
        <w:tc>
          <w:tcPr>
            <w:tcW w:w="0" w:type="auto"/>
          </w:tcPr>
          <w:p w14:paraId="0620269B" w14:textId="06519B47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A75BF02" w14:textId="18226A5F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14</w:t>
            </w:r>
          </w:p>
        </w:tc>
        <w:tc>
          <w:tcPr>
            <w:tcW w:w="0" w:type="auto"/>
          </w:tcPr>
          <w:p w14:paraId="322D7A22" w14:textId="56AF17EA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15B32BFE" w14:textId="3F5F9489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13,8ms</w:t>
            </w:r>
          </w:p>
        </w:tc>
        <w:tc>
          <w:tcPr>
            <w:tcW w:w="0" w:type="auto"/>
          </w:tcPr>
          <w:p w14:paraId="15AB673F" w14:textId="47634C86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FE7B4B">
              <w:rPr>
                <w:sz w:val="20"/>
                <w:szCs w:val="20"/>
              </w:rPr>
              <w:t>14,0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7B4B">
              <w:rPr>
                <w:sz w:val="20"/>
                <w:szCs w:val="20"/>
              </w:rPr>
              <w:t>6,090</w:t>
            </w:r>
          </w:p>
        </w:tc>
      </w:tr>
      <w:tr w:rsidR="00CE2302" w:rsidRPr="001B6138" w14:paraId="30476D5F" w14:textId="77777777" w:rsidTr="001B6138">
        <w:tc>
          <w:tcPr>
            <w:tcW w:w="0" w:type="auto"/>
          </w:tcPr>
          <w:p w14:paraId="42C5E5E9" w14:textId="03BEA7B2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3D11FDF3" w14:textId="793C4720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15</w:t>
            </w:r>
          </w:p>
        </w:tc>
        <w:tc>
          <w:tcPr>
            <w:tcW w:w="0" w:type="auto"/>
          </w:tcPr>
          <w:p w14:paraId="7648391A" w14:textId="16AB31A7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4BC394E1" w14:textId="50D21CC4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10,4ms</w:t>
            </w:r>
          </w:p>
        </w:tc>
        <w:tc>
          <w:tcPr>
            <w:tcW w:w="0" w:type="auto"/>
          </w:tcPr>
          <w:p w14:paraId="29334E16" w14:textId="4950177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FE7B4B">
              <w:rPr>
                <w:sz w:val="20"/>
                <w:szCs w:val="20"/>
              </w:rPr>
              <w:t>v</w:t>
            </w:r>
          </w:p>
        </w:tc>
      </w:tr>
      <w:tr w:rsidR="00CE2302" w:rsidRPr="001B6138" w14:paraId="106256D4" w14:textId="77777777" w:rsidTr="001B6138">
        <w:tc>
          <w:tcPr>
            <w:tcW w:w="0" w:type="auto"/>
          </w:tcPr>
          <w:p w14:paraId="2CB5BC21" w14:textId="44341448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2FF02EC" w14:textId="17905658" w:rsidR="00CE2302" w:rsidRDefault="00D7606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17</w:t>
            </w:r>
          </w:p>
        </w:tc>
        <w:tc>
          <w:tcPr>
            <w:tcW w:w="0" w:type="auto"/>
          </w:tcPr>
          <w:p w14:paraId="1C1FF5C6" w14:textId="4F05131B" w:rsid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11245ED6" w14:textId="27A6729B" w:rsidR="00CE2302" w:rsidRPr="00CE2302" w:rsidRDefault="00FE7B4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5,1ms</w:t>
            </w:r>
          </w:p>
        </w:tc>
        <w:tc>
          <w:tcPr>
            <w:tcW w:w="0" w:type="auto"/>
          </w:tcPr>
          <w:p w14:paraId="3B56EA2B" w14:textId="189997D7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FE7B4B">
              <w:rPr>
                <w:sz w:val="20"/>
                <w:szCs w:val="20"/>
              </w:rPr>
              <w:t>v</w:t>
            </w:r>
          </w:p>
        </w:tc>
      </w:tr>
      <w:tr w:rsidR="00CE2302" w:rsidRPr="001B6138" w14:paraId="3CD45C10" w14:textId="77777777" w:rsidTr="001B6138">
        <w:tc>
          <w:tcPr>
            <w:tcW w:w="0" w:type="auto"/>
          </w:tcPr>
          <w:p w14:paraId="03CC4C15" w14:textId="516AB2AA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F8F6179" w14:textId="3CD36BEB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 </w:t>
            </w:r>
            <w:r w:rsidR="00B317C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4A9B405D" w14:textId="0B374BE5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41010EB8" w14:textId="37877143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126,5ms</w:t>
            </w:r>
          </w:p>
        </w:tc>
        <w:tc>
          <w:tcPr>
            <w:tcW w:w="0" w:type="auto"/>
          </w:tcPr>
          <w:p w14:paraId="609E8800" w14:textId="7278D17D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055A76">
              <w:rPr>
                <w:sz w:val="20"/>
                <w:szCs w:val="20"/>
              </w:rPr>
              <w:t>15,5 v</w:t>
            </w:r>
          </w:p>
        </w:tc>
      </w:tr>
      <w:tr w:rsidR="00CE2302" w:rsidRPr="001B6138" w14:paraId="2F58A077" w14:textId="77777777" w:rsidTr="001B6138">
        <w:tc>
          <w:tcPr>
            <w:tcW w:w="0" w:type="auto"/>
          </w:tcPr>
          <w:p w14:paraId="611DDC4D" w14:textId="055517AD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1995821" w14:textId="113407A1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0" w:type="auto"/>
          </w:tcPr>
          <w:p w14:paraId="02D6C1E2" w14:textId="63673667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3D8B10E" w14:textId="6210DFB8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19,3s</w:t>
            </w:r>
          </w:p>
        </w:tc>
        <w:tc>
          <w:tcPr>
            <w:tcW w:w="0" w:type="auto"/>
          </w:tcPr>
          <w:p w14:paraId="2B0D112C" w14:textId="17BBB7C2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055A76">
              <w:rPr>
                <w:sz w:val="20"/>
                <w:szCs w:val="20"/>
              </w:rPr>
              <w:t>1,9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c: </w:t>
            </w:r>
            <w:r w:rsidR="00055A76">
              <w:rPr>
                <w:sz w:val="20"/>
                <w:szCs w:val="20"/>
              </w:rPr>
              <w:t>0,718</w:t>
            </w:r>
          </w:p>
        </w:tc>
      </w:tr>
      <w:tr w:rsidR="00CE2302" w:rsidRPr="001B6138" w14:paraId="54DCF3CA" w14:textId="77777777" w:rsidTr="001B6138">
        <w:tc>
          <w:tcPr>
            <w:tcW w:w="0" w:type="auto"/>
          </w:tcPr>
          <w:p w14:paraId="118440BD" w14:textId="2C79FB40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9B44C22" w14:textId="244A9BD5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0" w:type="auto"/>
          </w:tcPr>
          <w:p w14:paraId="34D9740B" w14:textId="099EFFB0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5458C9C" w14:textId="3C638184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20,38min</w:t>
            </w:r>
          </w:p>
        </w:tc>
        <w:tc>
          <w:tcPr>
            <w:tcW w:w="0" w:type="auto"/>
          </w:tcPr>
          <w:p w14:paraId="28300282" w14:textId="0748DBFB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055A76">
              <w:rPr>
                <w:sz w:val="20"/>
                <w:szCs w:val="20"/>
              </w:rPr>
              <w:t>1,0 v</w:t>
            </w:r>
          </w:p>
        </w:tc>
      </w:tr>
      <w:tr w:rsidR="00CE2302" w:rsidRPr="001B6138" w14:paraId="26C7BA8B" w14:textId="77777777" w:rsidTr="001B6138">
        <w:tc>
          <w:tcPr>
            <w:tcW w:w="0" w:type="auto"/>
          </w:tcPr>
          <w:p w14:paraId="6FFB18D5" w14:textId="5EA890F4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0EF48889" w14:textId="420ECBDE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</w:tcPr>
          <w:p w14:paraId="5626ABA3" w14:textId="33C3B67D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4936B13" w14:textId="5BFCE8E2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67F9018" w14:textId="10968129" w:rsid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6273E212" w14:textId="77777777" w:rsidTr="001B6138">
        <w:tc>
          <w:tcPr>
            <w:tcW w:w="0" w:type="auto"/>
          </w:tcPr>
          <w:p w14:paraId="5A07E7AF" w14:textId="03CDBE28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C4FFD5C" w14:textId="256B5321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13</w:t>
            </w:r>
          </w:p>
        </w:tc>
        <w:tc>
          <w:tcPr>
            <w:tcW w:w="0" w:type="auto"/>
          </w:tcPr>
          <w:p w14:paraId="23B7BBFE" w14:textId="763CB20C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AB3C5A1" w14:textId="0D7B5A89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DB1A0D5" w14:textId="48F18ABE" w:rsid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7F5FCF69" w14:textId="77777777" w:rsidTr="001B6138">
        <w:tc>
          <w:tcPr>
            <w:tcW w:w="0" w:type="auto"/>
          </w:tcPr>
          <w:p w14:paraId="78126439" w14:textId="0704AC06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49BE43A" w14:textId="02638AD3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0" w:type="auto"/>
          </w:tcPr>
          <w:p w14:paraId="1B8F7949" w14:textId="118771FF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6A2CB4DE" w14:textId="506C7F77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5730a</w:t>
            </w:r>
          </w:p>
        </w:tc>
        <w:tc>
          <w:tcPr>
            <w:tcW w:w="0" w:type="auto"/>
          </w:tcPr>
          <w:p w14:paraId="50239033" w14:textId="5889C696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55A76">
              <w:rPr>
                <w:sz w:val="20"/>
                <w:szCs w:val="20"/>
              </w:rPr>
              <w:t>0,2 v</w:t>
            </w:r>
          </w:p>
        </w:tc>
      </w:tr>
      <w:tr w:rsidR="00CE2302" w:rsidRPr="001B6138" w14:paraId="0D38B362" w14:textId="77777777" w:rsidTr="001B6138">
        <w:tc>
          <w:tcPr>
            <w:tcW w:w="0" w:type="auto"/>
          </w:tcPr>
          <w:p w14:paraId="4DD31196" w14:textId="59480B17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556920B" w14:textId="169EB93F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15</w:t>
            </w:r>
          </w:p>
        </w:tc>
        <w:tc>
          <w:tcPr>
            <w:tcW w:w="0" w:type="auto"/>
          </w:tcPr>
          <w:p w14:paraId="552D6EB6" w14:textId="142CEC07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4AFD173B" w14:textId="6D62E240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2,45s</w:t>
            </w:r>
          </w:p>
        </w:tc>
        <w:tc>
          <w:tcPr>
            <w:tcW w:w="0" w:type="auto"/>
          </w:tcPr>
          <w:p w14:paraId="6A71077A" w14:textId="0D908686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55A76">
              <w:rPr>
                <w:sz w:val="20"/>
                <w:szCs w:val="20"/>
              </w:rPr>
              <w:t>4,5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55A76">
              <w:rPr>
                <w:sz w:val="20"/>
                <w:szCs w:val="20"/>
              </w:rPr>
              <w:t>5,298</w:t>
            </w:r>
          </w:p>
        </w:tc>
      </w:tr>
      <w:tr w:rsidR="00CE2302" w:rsidRPr="001B6138" w14:paraId="3371B584" w14:textId="77777777" w:rsidTr="001B6138">
        <w:tc>
          <w:tcPr>
            <w:tcW w:w="0" w:type="auto"/>
          </w:tcPr>
          <w:p w14:paraId="0D148E26" w14:textId="3BDE51F0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89DF941" w14:textId="0B0EEA5A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16</w:t>
            </w:r>
          </w:p>
        </w:tc>
        <w:tc>
          <w:tcPr>
            <w:tcW w:w="0" w:type="auto"/>
          </w:tcPr>
          <w:p w14:paraId="0F702E53" w14:textId="0E80C3D4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5DADD55B" w14:textId="058EB248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0,747s</w:t>
            </w:r>
          </w:p>
        </w:tc>
        <w:tc>
          <w:tcPr>
            <w:tcW w:w="0" w:type="auto"/>
          </w:tcPr>
          <w:p w14:paraId="70DEEE87" w14:textId="66810B4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55A76">
              <w:rPr>
                <w:sz w:val="20"/>
                <w:szCs w:val="20"/>
              </w:rPr>
              <w:t>4,7 v</w:t>
            </w:r>
          </w:p>
        </w:tc>
      </w:tr>
      <w:tr w:rsidR="00CE2302" w:rsidRPr="001B6138" w14:paraId="4920898A" w14:textId="77777777" w:rsidTr="001B6138">
        <w:tc>
          <w:tcPr>
            <w:tcW w:w="0" w:type="auto"/>
          </w:tcPr>
          <w:p w14:paraId="434A5034" w14:textId="5AFA4332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4F3A932" w14:textId="542604A5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0" w:type="auto"/>
          </w:tcPr>
          <w:p w14:paraId="62AE8F85" w14:textId="059A35C4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5DC4CF89" w14:textId="7FB62CCF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193ms</w:t>
            </w:r>
          </w:p>
        </w:tc>
        <w:tc>
          <w:tcPr>
            <w:tcW w:w="0" w:type="auto"/>
          </w:tcPr>
          <w:p w14:paraId="625A9C06" w14:textId="690D8D71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55A76">
              <w:rPr>
                <w:sz w:val="20"/>
                <w:szCs w:val="20"/>
              </w:rPr>
              <w:t>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55A76">
              <w:rPr>
                <w:sz w:val="20"/>
                <w:szCs w:val="20"/>
              </w:rPr>
              <w:t>1,375</w:t>
            </w:r>
          </w:p>
        </w:tc>
      </w:tr>
      <w:tr w:rsidR="00CE2302" w:rsidRPr="001B6138" w14:paraId="70AD1C1E" w14:textId="77777777" w:rsidTr="001B6138">
        <w:tc>
          <w:tcPr>
            <w:tcW w:w="0" w:type="auto"/>
          </w:tcPr>
          <w:p w14:paraId="4988EA18" w14:textId="4DF0BB4A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48965E0" w14:textId="1A5D5FF7" w:rsidR="00CE2302" w:rsidRDefault="00EC4C5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17C3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0" w:type="auto"/>
          </w:tcPr>
          <w:p w14:paraId="4615FCF8" w14:textId="03138318" w:rsidR="00CE2302" w:rsidRDefault="00B317C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54969195" w14:textId="642F7F75" w:rsidR="00CE2302" w:rsidRPr="00CE2302" w:rsidRDefault="00055A76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92ms</w:t>
            </w:r>
          </w:p>
        </w:tc>
        <w:tc>
          <w:tcPr>
            <w:tcW w:w="0" w:type="auto"/>
          </w:tcPr>
          <w:p w14:paraId="2F5BD2A7" w14:textId="2C63F7A1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55A76">
              <w:rPr>
                <w:sz w:val="20"/>
                <w:szCs w:val="20"/>
              </w:rPr>
              <w:t>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55A76">
              <w:rPr>
                <w:sz w:val="20"/>
                <w:szCs w:val="20"/>
              </w:rPr>
              <w:t>2,614</w:t>
            </w:r>
          </w:p>
        </w:tc>
      </w:tr>
      <w:tr w:rsidR="00CE2302" w:rsidRPr="001B6138" w14:paraId="160BF49C" w14:textId="77777777" w:rsidTr="001B6138">
        <w:tc>
          <w:tcPr>
            <w:tcW w:w="0" w:type="auto"/>
          </w:tcPr>
          <w:p w14:paraId="4A843FF8" w14:textId="7EE813E6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4E96E67C" w14:textId="4901F93D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12</w:t>
            </w:r>
          </w:p>
        </w:tc>
        <w:tc>
          <w:tcPr>
            <w:tcW w:w="0" w:type="auto"/>
          </w:tcPr>
          <w:p w14:paraId="0E14F146" w14:textId="0D9CB7E8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478D62E" w14:textId="36F3AD86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11,0ms</w:t>
            </w:r>
          </w:p>
        </w:tc>
        <w:tc>
          <w:tcPr>
            <w:tcW w:w="0" w:type="auto"/>
          </w:tcPr>
          <w:p w14:paraId="3ABD950D" w14:textId="6D761072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0B356D">
              <w:rPr>
                <w:sz w:val="20"/>
                <w:szCs w:val="20"/>
              </w:rPr>
              <w:t>16,4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B356D">
              <w:rPr>
                <w:sz w:val="20"/>
                <w:szCs w:val="20"/>
              </w:rPr>
              <w:t>4,439</w:t>
            </w:r>
          </w:p>
        </w:tc>
      </w:tr>
      <w:tr w:rsidR="00CE2302" w:rsidRPr="001B6138" w14:paraId="10978ED6" w14:textId="77777777" w:rsidTr="001B6138">
        <w:tc>
          <w:tcPr>
            <w:tcW w:w="0" w:type="auto"/>
          </w:tcPr>
          <w:p w14:paraId="3DFD9D9C" w14:textId="28506CB2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45943965" w14:textId="2A4B5640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13</w:t>
            </w:r>
          </w:p>
        </w:tc>
        <w:tc>
          <w:tcPr>
            <w:tcW w:w="0" w:type="auto"/>
          </w:tcPr>
          <w:p w14:paraId="626ABBB8" w14:textId="50480111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3B06E7E" w14:textId="3D54C4BF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9,96min</w:t>
            </w:r>
          </w:p>
        </w:tc>
        <w:tc>
          <w:tcPr>
            <w:tcW w:w="0" w:type="auto"/>
          </w:tcPr>
          <w:p w14:paraId="128B99CA" w14:textId="794C71B1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0B356D">
              <w:rPr>
                <w:sz w:val="20"/>
                <w:szCs w:val="20"/>
              </w:rPr>
              <w:t>1,2 v</w:t>
            </w:r>
          </w:p>
        </w:tc>
      </w:tr>
      <w:tr w:rsidR="00CE2302" w:rsidRPr="001B6138" w14:paraId="746B9638" w14:textId="77777777" w:rsidTr="001B6138">
        <w:tc>
          <w:tcPr>
            <w:tcW w:w="0" w:type="auto"/>
          </w:tcPr>
          <w:p w14:paraId="1F85AE80" w14:textId="3066B22C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6684368B" w14:textId="4895F78E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14</w:t>
            </w:r>
          </w:p>
        </w:tc>
        <w:tc>
          <w:tcPr>
            <w:tcW w:w="0" w:type="auto"/>
          </w:tcPr>
          <w:p w14:paraId="792D6EB9" w14:textId="755DD572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EFDB58D" w14:textId="503D2B9E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62AD649" w14:textId="1B640723" w:rsid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4072B340" w14:textId="77777777" w:rsidTr="001B6138">
        <w:tc>
          <w:tcPr>
            <w:tcW w:w="0" w:type="auto"/>
          </w:tcPr>
          <w:p w14:paraId="0989CD2E" w14:textId="6ECDFCBA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69111A4" w14:textId="76965F8E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15</w:t>
            </w:r>
          </w:p>
        </w:tc>
        <w:tc>
          <w:tcPr>
            <w:tcW w:w="0" w:type="auto"/>
          </w:tcPr>
          <w:p w14:paraId="065E6F56" w14:textId="2BD26250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6FE1F6E7" w14:textId="64607830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AC9F2C1" w14:textId="55801210" w:rsid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CE2302" w:rsidRPr="001B6138" w14:paraId="1C218178" w14:textId="77777777" w:rsidTr="001B6138">
        <w:tc>
          <w:tcPr>
            <w:tcW w:w="0" w:type="auto"/>
          </w:tcPr>
          <w:p w14:paraId="27517DDF" w14:textId="6F6554FE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C56A109" w14:textId="2CA562A2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16</w:t>
            </w:r>
          </w:p>
        </w:tc>
        <w:tc>
          <w:tcPr>
            <w:tcW w:w="0" w:type="auto"/>
          </w:tcPr>
          <w:p w14:paraId="226CCBFC" w14:textId="4112601E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42DA43CF" w14:textId="6F699D15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7,13s</w:t>
            </w:r>
          </w:p>
        </w:tc>
        <w:tc>
          <w:tcPr>
            <w:tcW w:w="0" w:type="auto"/>
          </w:tcPr>
          <w:p w14:paraId="4A683E0E" w14:textId="0440C9FF" w:rsidR="00CE2302" w:rsidRDefault="00CE2302" w:rsidP="000B3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B356D">
              <w:rPr>
                <w:sz w:val="20"/>
                <w:szCs w:val="20"/>
              </w:rPr>
              <w:t>4,3 v</w:t>
            </w:r>
            <w:r w:rsidR="00167F6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B356D">
              <w:rPr>
                <w:sz w:val="20"/>
                <w:szCs w:val="20"/>
              </w:rPr>
              <w:t>6,129</w:t>
            </w:r>
          </w:p>
        </w:tc>
      </w:tr>
      <w:tr w:rsidR="00CE2302" w:rsidRPr="001B6138" w14:paraId="5230CAD9" w14:textId="77777777" w:rsidTr="001B6138">
        <w:tc>
          <w:tcPr>
            <w:tcW w:w="0" w:type="auto"/>
          </w:tcPr>
          <w:p w14:paraId="1BB6F900" w14:textId="1D7A83FE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</w:tcPr>
          <w:p w14:paraId="557B3D14" w14:textId="0571F611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17</w:t>
            </w:r>
          </w:p>
        </w:tc>
        <w:tc>
          <w:tcPr>
            <w:tcW w:w="0" w:type="auto"/>
          </w:tcPr>
          <w:p w14:paraId="73E31E6D" w14:textId="4C6615BC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B132698" w14:textId="41BC349A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4,17s</w:t>
            </w:r>
          </w:p>
        </w:tc>
        <w:tc>
          <w:tcPr>
            <w:tcW w:w="0" w:type="auto"/>
          </w:tcPr>
          <w:p w14:paraId="58BC7DBE" w14:textId="14B1DF8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B356D">
              <w:rPr>
                <w:sz w:val="20"/>
                <w:szCs w:val="20"/>
              </w:rPr>
              <w:t>3,2 v</w:t>
            </w:r>
            <w:r w:rsidR="009214F6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B356D">
              <w:rPr>
                <w:sz w:val="20"/>
                <w:szCs w:val="20"/>
              </w:rPr>
              <w:t>0,871</w:t>
            </w:r>
          </w:p>
        </w:tc>
      </w:tr>
      <w:tr w:rsidR="00CE2302" w:rsidRPr="001B6138" w14:paraId="2D7D18D2" w14:textId="77777777" w:rsidTr="001B6138">
        <w:tc>
          <w:tcPr>
            <w:tcW w:w="0" w:type="auto"/>
          </w:tcPr>
          <w:p w14:paraId="29400FB9" w14:textId="00267A86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19A7E228" w14:textId="20800694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18</w:t>
            </w:r>
          </w:p>
        </w:tc>
        <w:tc>
          <w:tcPr>
            <w:tcW w:w="0" w:type="auto"/>
          </w:tcPr>
          <w:p w14:paraId="589BE9FA" w14:textId="1775D982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706C06AA" w14:textId="6C3AC917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0,63s</w:t>
            </w:r>
          </w:p>
        </w:tc>
        <w:tc>
          <w:tcPr>
            <w:tcW w:w="0" w:type="auto"/>
          </w:tcPr>
          <w:p w14:paraId="7B48A8B5" w14:textId="7F96DEAC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B356D">
              <w:rPr>
                <w:sz w:val="20"/>
                <w:szCs w:val="20"/>
              </w:rPr>
              <w:t>9,4 v</w:t>
            </w:r>
            <w:r w:rsidR="009214F6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B356D">
              <w:rPr>
                <w:sz w:val="20"/>
                <w:szCs w:val="20"/>
              </w:rPr>
              <w:t>1,982</w:t>
            </w:r>
          </w:p>
        </w:tc>
      </w:tr>
      <w:tr w:rsidR="00CE2302" w:rsidRPr="001B6138" w14:paraId="540E77E1" w14:textId="77777777" w:rsidTr="001B6138">
        <w:tc>
          <w:tcPr>
            <w:tcW w:w="0" w:type="auto"/>
          </w:tcPr>
          <w:p w14:paraId="75D2A2E0" w14:textId="5F371296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CBF5D31" w14:textId="6799AD5D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 19</w:t>
            </w:r>
          </w:p>
        </w:tc>
        <w:tc>
          <w:tcPr>
            <w:tcW w:w="0" w:type="auto"/>
          </w:tcPr>
          <w:p w14:paraId="4466F758" w14:textId="0F82EC69" w:rsidR="00CE2302" w:rsidRDefault="00060F5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3D2BBCF1" w14:textId="26416CB2" w:rsidR="00CE2302" w:rsidRPr="00CE2302" w:rsidRDefault="000B356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329ms</w:t>
            </w:r>
          </w:p>
        </w:tc>
        <w:tc>
          <w:tcPr>
            <w:tcW w:w="0" w:type="auto"/>
          </w:tcPr>
          <w:p w14:paraId="51FC3873" w14:textId="759E322B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</w:t>
            </w:r>
            <w:r w:rsidR="0028790B">
              <w:rPr>
                <w:sz w:val="20"/>
                <w:szCs w:val="20"/>
              </w:rPr>
              <w:t xml:space="preserve"> </w:t>
            </w:r>
            <w:r w:rsidR="000B356D">
              <w:rPr>
                <w:sz w:val="20"/>
                <w:szCs w:val="20"/>
              </w:rPr>
              <w:t>v</w:t>
            </w:r>
            <w:r w:rsidR="009214F6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B356D">
              <w:rPr>
                <w:sz w:val="20"/>
                <w:szCs w:val="20"/>
              </w:rPr>
              <w:t>0,096</w:t>
            </w:r>
          </w:p>
        </w:tc>
      </w:tr>
      <w:tr w:rsidR="00CE2302" w:rsidRPr="001B6138" w14:paraId="65F4F673" w14:textId="77777777" w:rsidTr="001B6138">
        <w:tc>
          <w:tcPr>
            <w:tcW w:w="0" w:type="auto"/>
          </w:tcPr>
          <w:p w14:paraId="537CF1E9" w14:textId="0990B775" w:rsidR="00CE2302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7B5957B3" w14:textId="43C61B5F" w:rsidR="00CE2302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13</w:t>
            </w:r>
          </w:p>
        </w:tc>
        <w:tc>
          <w:tcPr>
            <w:tcW w:w="0" w:type="auto"/>
          </w:tcPr>
          <w:p w14:paraId="2D8668FC" w14:textId="37CEBDAF" w:rsidR="00CE2302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876683C" w14:textId="70E0C4E8" w:rsidR="00CE2302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8,58ms</w:t>
            </w:r>
          </w:p>
        </w:tc>
        <w:tc>
          <w:tcPr>
            <w:tcW w:w="0" w:type="auto"/>
          </w:tcPr>
          <w:p w14:paraId="118993BA" w14:textId="79EEFA81" w:rsidR="00CE2302" w:rsidRDefault="00CE230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59445F">
              <w:rPr>
                <w:sz w:val="20"/>
                <w:szCs w:val="20"/>
              </w:rPr>
              <w:t>16,7 v</w:t>
            </w:r>
          </w:p>
        </w:tc>
      </w:tr>
      <w:tr w:rsidR="00337C7E" w:rsidRPr="001B6138" w14:paraId="2738603F" w14:textId="77777777" w:rsidTr="001B6138">
        <w:tc>
          <w:tcPr>
            <w:tcW w:w="0" w:type="auto"/>
          </w:tcPr>
          <w:p w14:paraId="72C54BB2" w14:textId="0FDAB290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5F5E460" w14:textId="3CAD573C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14</w:t>
            </w:r>
          </w:p>
        </w:tc>
        <w:tc>
          <w:tcPr>
            <w:tcW w:w="0" w:type="auto"/>
          </w:tcPr>
          <w:p w14:paraId="15470255" w14:textId="114FAF27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03126FB" w14:textId="37AE0B19" w:rsidR="00337C7E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70,59s</w:t>
            </w:r>
          </w:p>
        </w:tc>
        <w:tc>
          <w:tcPr>
            <w:tcW w:w="0" w:type="auto"/>
          </w:tcPr>
          <w:p w14:paraId="58B15C8D" w14:textId="0A684FF8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59445F">
              <w:rPr>
                <w:sz w:val="20"/>
                <w:szCs w:val="20"/>
              </w:rPr>
              <w:t>1,8 v</w:t>
            </w:r>
            <w:r w:rsidR="009214F6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59445F">
              <w:rPr>
                <w:sz w:val="20"/>
                <w:szCs w:val="20"/>
              </w:rPr>
              <w:t>2,313</w:t>
            </w:r>
          </w:p>
        </w:tc>
      </w:tr>
      <w:tr w:rsidR="00337C7E" w:rsidRPr="001B6138" w14:paraId="34664199" w14:textId="77777777" w:rsidTr="001B6138">
        <w:tc>
          <w:tcPr>
            <w:tcW w:w="0" w:type="auto"/>
          </w:tcPr>
          <w:p w14:paraId="4F06C832" w14:textId="43B01F66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23B11AF" w14:textId="23FFB053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15</w:t>
            </w:r>
          </w:p>
        </w:tc>
        <w:tc>
          <w:tcPr>
            <w:tcW w:w="0" w:type="auto"/>
          </w:tcPr>
          <w:p w14:paraId="3F225984" w14:textId="38FF3712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23D0E8DC" w14:textId="600D1B60" w:rsidR="00337C7E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2,03min</w:t>
            </w:r>
          </w:p>
        </w:tc>
        <w:tc>
          <w:tcPr>
            <w:tcW w:w="0" w:type="auto"/>
          </w:tcPr>
          <w:p w14:paraId="2081F37A" w14:textId="15A4817E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59445F">
              <w:rPr>
                <w:sz w:val="20"/>
                <w:szCs w:val="20"/>
              </w:rPr>
              <w:t>1,7 v</w:t>
            </w:r>
          </w:p>
        </w:tc>
      </w:tr>
      <w:tr w:rsidR="00337C7E" w:rsidRPr="001B6138" w14:paraId="1AA16BF6" w14:textId="77777777" w:rsidTr="001B6138">
        <w:tc>
          <w:tcPr>
            <w:tcW w:w="0" w:type="auto"/>
          </w:tcPr>
          <w:p w14:paraId="78D330EA" w14:textId="5400F47C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9086999" w14:textId="5AEF7299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16</w:t>
            </w:r>
          </w:p>
        </w:tc>
        <w:tc>
          <w:tcPr>
            <w:tcW w:w="0" w:type="auto"/>
          </w:tcPr>
          <w:p w14:paraId="32C7F32A" w14:textId="31F08774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BC87144" w14:textId="6C21DD38" w:rsidR="00337C7E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13AE23D5" w14:textId="5FA65D38" w:rsidR="00337C7E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337C7E" w:rsidRPr="001B6138" w14:paraId="078BDEB7" w14:textId="77777777" w:rsidTr="001B6138">
        <w:tc>
          <w:tcPr>
            <w:tcW w:w="0" w:type="auto"/>
          </w:tcPr>
          <w:p w14:paraId="7A64E571" w14:textId="56B16A8A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BC31923" w14:textId="77C3F61A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17</w:t>
            </w:r>
          </w:p>
        </w:tc>
        <w:tc>
          <w:tcPr>
            <w:tcW w:w="0" w:type="auto"/>
          </w:tcPr>
          <w:p w14:paraId="56A81B92" w14:textId="738945C7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0A36914D" w14:textId="725A05D9" w:rsidR="00337C7E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6A70E19B" w14:textId="0E8A194F" w:rsidR="00337C7E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337C7E" w:rsidRPr="001B6138" w14:paraId="4FD9E2A2" w14:textId="77777777" w:rsidTr="001B6138">
        <w:tc>
          <w:tcPr>
            <w:tcW w:w="0" w:type="auto"/>
          </w:tcPr>
          <w:p w14:paraId="4C906684" w14:textId="6F510BD8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AB9BCD4" w14:textId="06EEDFB9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18</w:t>
            </w:r>
          </w:p>
        </w:tc>
        <w:tc>
          <w:tcPr>
            <w:tcW w:w="0" w:type="auto"/>
          </w:tcPr>
          <w:p w14:paraId="228DF9EB" w14:textId="5DE2F8D9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BB96B3D" w14:textId="4A74B1BA" w:rsidR="00337C7E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5353C5D8" w14:textId="1ADA76D4" w:rsidR="00337C7E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337C7E" w:rsidRPr="001B6138" w14:paraId="4DD7E4A8" w14:textId="77777777" w:rsidTr="001B6138">
        <w:tc>
          <w:tcPr>
            <w:tcW w:w="0" w:type="auto"/>
          </w:tcPr>
          <w:p w14:paraId="118936E0" w14:textId="134043E6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80AFC07" w14:textId="68850780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19</w:t>
            </w:r>
          </w:p>
        </w:tc>
        <w:tc>
          <w:tcPr>
            <w:tcW w:w="0" w:type="auto"/>
          </w:tcPr>
          <w:p w14:paraId="38736B6A" w14:textId="06587C5E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3EEC974D" w14:textId="6308741F" w:rsidR="00337C7E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27,1s</w:t>
            </w:r>
          </w:p>
        </w:tc>
        <w:tc>
          <w:tcPr>
            <w:tcW w:w="0" w:type="auto"/>
          </w:tcPr>
          <w:p w14:paraId="15753DFE" w14:textId="6767264A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59445F">
              <w:rPr>
                <w:sz w:val="20"/>
                <w:szCs w:val="20"/>
              </w:rPr>
              <w:t>3,3 v</w:t>
            </w:r>
            <w:r w:rsidR="009214F6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59445F">
              <w:rPr>
                <w:sz w:val="20"/>
                <w:szCs w:val="20"/>
              </w:rPr>
              <w:t>0,197</w:t>
            </w:r>
          </w:p>
        </w:tc>
      </w:tr>
      <w:tr w:rsidR="00337C7E" w:rsidRPr="001B6138" w14:paraId="6262007E" w14:textId="77777777" w:rsidTr="001B6138">
        <w:tc>
          <w:tcPr>
            <w:tcW w:w="0" w:type="auto"/>
          </w:tcPr>
          <w:p w14:paraId="1FAFAD14" w14:textId="23798DB9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18F9136" w14:textId="58F4863D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20</w:t>
            </w:r>
          </w:p>
        </w:tc>
        <w:tc>
          <w:tcPr>
            <w:tcW w:w="0" w:type="auto"/>
          </w:tcPr>
          <w:p w14:paraId="6BC2A041" w14:textId="418FE33A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248ABD13" w14:textId="565BAFB0" w:rsidR="00337C7E" w:rsidRPr="00CE2302" w:rsidRDefault="0059445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13,5s</w:t>
            </w:r>
          </w:p>
        </w:tc>
        <w:tc>
          <w:tcPr>
            <w:tcW w:w="0" w:type="auto"/>
          </w:tcPr>
          <w:p w14:paraId="79844542" w14:textId="51A8BC4A" w:rsidR="00337C7E" w:rsidRDefault="00337C7E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59445F">
              <w:rPr>
                <w:sz w:val="20"/>
                <w:szCs w:val="20"/>
              </w:rPr>
              <w:t>2,8 v</w:t>
            </w:r>
            <w:r w:rsidR="009214F6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59445F">
              <w:rPr>
                <w:sz w:val="20"/>
                <w:szCs w:val="20"/>
              </w:rPr>
              <w:t>1,057</w:t>
            </w:r>
          </w:p>
        </w:tc>
      </w:tr>
    </w:tbl>
    <w:p w14:paraId="2982C61A" w14:textId="0ABED90B" w:rsidR="00711D60" w:rsidRDefault="00F977E7">
      <w:r>
        <w:t>&lt;/Tabelle&gt;</w:t>
      </w:r>
    </w:p>
    <w:p w14:paraId="4C25DA50" w14:textId="77777777" w:rsidR="00F977E7" w:rsidRDefault="00F977E7"/>
    <w:p w14:paraId="5F726E5F" w14:textId="4511709C" w:rsidR="00415FED" w:rsidRDefault="00F977E7" w:rsidP="00415FED">
      <w:pPr>
        <w:pStyle w:val="berschrift4"/>
      </w:pPr>
      <w:r>
        <w:t>Z: 77 bis 95</w:t>
      </w:r>
    </w:p>
    <w:p w14:paraId="5A54AB63" w14:textId="5078A823" w:rsidR="00F977E7" w:rsidRPr="00F977E7" w:rsidRDefault="00F977E7" w:rsidP="00F977E7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7"/>
        <w:gridCol w:w="937"/>
        <w:gridCol w:w="577"/>
        <w:gridCol w:w="2137"/>
        <w:gridCol w:w="5257"/>
      </w:tblGrid>
      <w:tr w:rsidR="00ED3CE7" w:rsidRPr="001B6138" w14:paraId="01C8F4E0" w14:textId="77777777" w:rsidTr="001B6138">
        <w:tc>
          <w:tcPr>
            <w:tcW w:w="0" w:type="auto"/>
          </w:tcPr>
          <w:p w14:paraId="04243288" w14:textId="76022907" w:rsidR="00ED3CE7" w:rsidRDefault="00711D6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7BB33D01" w14:textId="1EAAA696" w:rsidR="00ED3CE7" w:rsidRDefault="00711D6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Nuklid</w:t>
            </w:r>
          </w:p>
        </w:tc>
        <w:tc>
          <w:tcPr>
            <w:tcW w:w="0" w:type="auto"/>
          </w:tcPr>
          <w:p w14:paraId="26385902" w14:textId="13C58D0E" w:rsidR="00ED3CE7" w:rsidRDefault="00711D6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ABB6F20" w14:textId="5D2917B7" w:rsidR="00ED3CE7" w:rsidRPr="00CE2302" w:rsidRDefault="00711D6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Halbwertszeit</w:t>
            </w:r>
          </w:p>
        </w:tc>
        <w:tc>
          <w:tcPr>
            <w:tcW w:w="0" w:type="auto"/>
          </w:tcPr>
          <w:p w14:paraId="63A310D0" w14:textId="206A4F4A" w:rsidR="00ED3CE7" w:rsidRDefault="00711D60" w:rsidP="000E7A6E">
            <w:pPr>
              <w:rPr>
                <w:sz w:val="20"/>
                <w:szCs w:val="20"/>
              </w:rPr>
            </w:pPr>
            <w:r w:rsidRPr="001B6138">
              <w:rPr>
                <w:sz w:val="20"/>
                <w:szCs w:val="20"/>
              </w:rPr>
              <w:t>Zerfall/E in MeV</w:t>
            </w:r>
          </w:p>
        </w:tc>
      </w:tr>
      <w:tr w:rsidR="00ED3CE7" w:rsidRPr="001B6138" w14:paraId="1A8CBD4C" w14:textId="77777777" w:rsidTr="001B6138">
        <w:tc>
          <w:tcPr>
            <w:tcW w:w="0" w:type="auto"/>
          </w:tcPr>
          <w:p w14:paraId="5AE5FE6D" w14:textId="73052B62" w:rsidR="00ED3CE7" w:rsidRDefault="00F977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445E71D7" w14:textId="370E4F85" w:rsidR="00ED3CE7" w:rsidRDefault="00F977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 197</w:t>
            </w:r>
          </w:p>
        </w:tc>
        <w:tc>
          <w:tcPr>
            <w:tcW w:w="0" w:type="auto"/>
          </w:tcPr>
          <w:p w14:paraId="76422190" w14:textId="6569BB20" w:rsidR="00ED3C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20E970F" w14:textId="08856198" w:rsidR="00ED3CE7" w:rsidRPr="00CE2302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8,9min</w:t>
            </w:r>
          </w:p>
        </w:tc>
        <w:tc>
          <w:tcPr>
            <w:tcW w:w="0" w:type="auto"/>
          </w:tcPr>
          <w:p w14:paraId="64C5FD21" w14:textId="2B341DB0" w:rsidR="00ED3CE7" w:rsidRDefault="00ED3CE7" w:rsidP="002068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27012">
              <w:rPr>
                <w:sz w:val="20"/>
                <w:szCs w:val="20"/>
              </w:rPr>
              <w:t>2,0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27012">
              <w:rPr>
                <w:sz w:val="20"/>
                <w:szCs w:val="20"/>
              </w:rPr>
              <w:t>0,470</w:t>
            </w:r>
          </w:p>
        </w:tc>
      </w:tr>
      <w:tr w:rsidR="00F977E7" w:rsidRPr="001B6138" w14:paraId="01812745" w14:textId="77777777" w:rsidTr="001B6138">
        <w:tc>
          <w:tcPr>
            <w:tcW w:w="0" w:type="auto"/>
          </w:tcPr>
          <w:p w14:paraId="6EA9ED06" w14:textId="437286DF" w:rsidR="00F977E7" w:rsidRDefault="00F977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14:paraId="07F6FD10" w14:textId="72158D77" w:rsidR="00F977E7" w:rsidRDefault="00F977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 198</w:t>
            </w:r>
          </w:p>
        </w:tc>
        <w:tc>
          <w:tcPr>
            <w:tcW w:w="0" w:type="auto"/>
          </w:tcPr>
          <w:p w14:paraId="29570849" w14:textId="10CB1090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0AE59836" w14:textId="7FFDC853" w:rsidR="00F977E7" w:rsidRPr="00CE2302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8s</w:t>
            </w:r>
          </w:p>
        </w:tc>
        <w:tc>
          <w:tcPr>
            <w:tcW w:w="0" w:type="auto"/>
          </w:tcPr>
          <w:p w14:paraId="250D123B" w14:textId="0E5B4CA3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~b^-: 4,0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~c: 0,507</w:t>
            </w:r>
          </w:p>
        </w:tc>
      </w:tr>
      <w:tr w:rsidR="00F977E7" w:rsidRPr="001B6138" w14:paraId="1BBF36B7" w14:textId="77777777" w:rsidTr="001B6138">
        <w:tc>
          <w:tcPr>
            <w:tcW w:w="0" w:type="auto"/>
          </w:tcPr>
          <w:p w14:paraId="00A94608" w14:textId="20EBF45B" w:rsidR="00CE256A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78F046BE" w14:textId="134A0B35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198</w:t>
            </w:r>
          </w:p>
        </w:tc>
        <w:tc>
          <w:tcPr>
            <w:tcW w:w="0" w:type="auto"/>
          </w:tcPr>
          <w:p w14:paraId="34D6DCD0" w14:textId="0D5CF597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31E1EB42" w14:textId="54C406A5" w:rsidR="00F977E7" w:rsidRPr="00CE2302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30B18B2" w14:textId="65052721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342E7239" w14:textId="77777777" w:rsidTr="001B6138">
        <w:tc>
          <w:tcPr>
            <w:tcW w:w="0" w:type="auto"/>
          </w:tcPr>
          <w:p w14:paraId="08DFF9C9" w14:textId="54C9B291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137E5549" w14:textId="5E244099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199</w:t>
            </w:r>
          </w:p>
        </w:tc>
        <w:tc>
          <w:tcPr>
            <w:tcW w:w="0" w:type="auto"/>
          </w:tcPr>
          <w:p w14:paraId="709A8D03" w14:textId="074F5CAC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74208E78" w14:textId="3A52A6B2" w:rsidR="00F977E7" w:rsidRPr="00CE2302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30,8min</w:t>
            </w:r>
          </w:p>
        </w:tc>
        <w:tc>
          <w:tcPr>
            <w:tcW w:w="0" w:type="auto"/>
          </w:tcPr>
          <w:p w14:paraId="20067E78" w14:textId="1376AC76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CE256A">
              <w:rPr>
                <w:sz w:val="20"/>
                <w:szCs w:val="20"/>
              </w:rPr>
              <w:t>1,7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CE256A">
              <w:rPr>
                <w:sz w:val="20"/>
                <w:szCs w:val="20"/>
              </w:rPr>
              <w:t>0,543</w:t>
            </w:r>
          </w:p>
        </w:tc>
      </w:tr>
      <w:tr w:rsidR="00F977E7" w:rsidRPr="001B6138" w14:paraId="3DB2B5C6" w14:textId="77777777" w:rsidTr="001B6138">
        <w:tc>
          <w:tcPr>
            <w:tcW w:w="0" w:type="auto"/>
          </w:tcPr>
          <w:p w14:paraId="5A562B19" w14:textId="7F3C339E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36C03C45" w14:textId="59531BD7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200</w:t>
            </w:r>
          </w:p>
        </w:tc>
        <w:tc>
          <w:tcPr>
            <w:tcW w:w="0" w:type="auto"/>
          </w:tcPr>
          <w:p w14:paraId="07D4E2E9" w14:textId="7CF55737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0D11AED5" w14:textId="0FD1D51B" w:rsidR="00F977E7" w:rsidRPr="00CE2302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12,5h</w:t>
            </w:r>
          </w:p>
        </w:tc>
        <w:tc>
          <w:tcPr>
            <w:tcW w:w="0" w:type="auto"/>
          </w:tcPr>
          <w:p w14:paraId="7A6CDEF7" w14:textId="5AA874FA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CE256A">
              <w:rPr>
                <w:sz w:val="20"/>
                <w:szCs w:val="20"/>
              </w:rPr>
              <w:t>0,6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CE256A">
              <w:rPr>
                <w:sz w:val="20"/>
                <w:szCs w:val="20"/>
              </w:rPr>
              <w:t>0,076</w:t>
            </w:r>
          </w:p>
        </w:tc>
      </w:tr>
      <w:tr w:rsidR="00F977E7" w:rsidRPr="001B6138" w14:paraId="5C6C3907" w14:textId="77777777" w:rsidTr="001B6138">
        <w:tc>
          <w:tcPr>
            <w:tcW w:w="0" w:type="auto"/>
          </w:tcPr>
          <w:p w14:paraId="58B7ABE5" w14:textId="4E6BC58E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194A5905" w14:textId="35B75F57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 201</w:t>
            </w:r>
          </w:p>
        </w:tc>
        <w:tc>
          <w:tcPr>
            <w:tcW w:w="0" w:type="auto"/>
          </w:tcPr>
          <w:p w14:paraId="5445CCB6" w14:textId="58852FBE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4CB4F4A" w14:textId="156853E0" w:rsidR="00F977E7" w:rsidRPr="00CE2302" w:rsidRDefault="00CE256A" w:rsidP="00CE25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2,5min</w:t>
            </w:r>
          </w:p>
        </w:tc>
        <w:tc>
          <w:tcPr>
            <w:tcW w:w="0" w:type="auto"/>
          </w:tcPr>
          <w:p w14:paraId="56AD964F" w14:textId="26B00E89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CE256A">
              <w:rPr>
                <w:sz w:val="20"/>
                <w:szCs w:val="20"/>
              </w:rPr>
              <w:t>2,7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CE256A">
              <w:rPr>
                <w:sz w:val="20"/>
                <w:szCs w:val="20"/>
              </w:rPr>
              <w:t>1,706</w:t>
            </w:r>
          </w:p>
        </w:tc>
      </w:tr>
      <w:tr w:rsidR="00F977E7" w:rsidRPr="001B6138" w14:paraId="40C8A3B7" w14:textId="77777777" w:rsidTr="001B6138">
        <w:tc>
          <w:tcPr>
            <w:tcW w:w="0" w:type="auto"/>
          </w:tcPr>
          <w:p w14:paraId="0D3EC959" w14:textId="1786A82A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3CBF25F6" w14:textId="5FFF0AE1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199</w:t>
            </w:r>
          </w:p>
        </w:tc>
        <w:tc>
          <w:tcPr>
            <w:tcW w:w="0" w:type="auto"/>
          </w:tcPr>
          <w:p w14:paraId="0C2024EA" w14:textId="5ED545FF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4834D09E" w14:textId="1310D17A" w:rsidR="00F977E7" w:rsidRPr="00CE2302" w:rsidRDefault="004F3F4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3,139d</w:t>
            </w:r>
          </w:p>
        </w:tc>
        <w:tc>
          <w:tcPr>
            <w:tcW w:w="0" w:type="auto"/>
          </w:tcPr>
          <w:p w14:paraId="2D340C4D" w14:textId="46EA1913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4F3F47">
              <w:rPr>
                <w:sz w:val="20"/>
                <w:szCs w:val="20"/>
              </w:rPr>
              <w:t>0,3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4F3F47">
              <w:rPr>
                <w:sz w:val="20"/>
                <w:szCs w:val="20"/>
              </w:rPr>
              <w:t>0,158</w:t>
            </w:r>
          </w:p>
        </w:tc>
      </w:tr>
      <w:tr w:rsidR="00F977E7" w:rsidRPr="001B6138" w14:paraId="5C17AD52" w14:textId="77777777" w:rsidTr="001B6138">
        <w:tc>
          <w:tcPr>
            <w:tcW w:w="0" w:type="auto"/>
          </w:tcPr>
          <w:p w14:paraId="3D8FA9DC" w14:textId="18D3A9A9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4B742DB2" w14:textId="325E20F3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200</w:t>
            </w:r>
          </w:p>
        </w:tc>
        <w:tc>
          <w:tcPr>
            <w:tcW w:w="0" w:type="auto"/>
          </w:tcPr>
          <w:p w14:paraId="4309D829" w14:textId="48898392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BB67635" w14:textId="074103DA" w:rsidR="00F977E7" w:rsidRPr="00CE2302" w:rsidRDefault="004F3F4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48,4min</w:t>
            </w:r>
          </w:p>
        </w:tc>
        <w:tc>
          <w:tcPr>
            <w:tcW w:w="0" w:type="auto"/>
          </w:tcPr>
          <w:p w14:paraId="51E1BCE0" w14:textId="5465A398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4F3F47">
              <w:rPr>
                <w:sz w:val="20"/>
                <w:szCs w:val="20"/>
              </w:rPr>
              <w:t>2,3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4F3F47">
              <w:rPr>
                <w:sz w:val="20"/>
                <w:szCs w:val="20"/>
              </w:rPr>
              <w:t>0,368</w:t>
            </w:r>
          </w:p>
        </w:tc>
      </w:tr>
      <w:tr w:rsidR="00F977E7" w:rsidRPr="001B6138" w14:paraId="70536F4F" w14:textId="77777777" w:rsidTr="001B6138">
        <w:tc>
          <w:tcPr>
            <w:tcW w:w="0" w:type="auto"/>
          </w:tcPr>
          <w:p w14:paraId="7BE0883A" w14:textId="77EAE3C1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6FD70411" w14:textId="01AE3607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201</w:t>
            </w:r>
          </w:p>
        </w:tc>
        <w:tc>
          <w:tcPr>
            <w:tcW w:w="0" w:type="auto"/>
          </w:tcPr>
          <w:p w14:paraId="26C3E8B4" w14:textId="78614BEA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44C303DA" w14:textId="643D7418" w:rsidR="00F977E7" w:rsidRPr="00CE2302" w:rsidRDefault="004F3F4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26,4min</w:t>
            </w:r>
          </w:p>
        </w:tc>
        <w:tc>
          <w:tcPr>
            <w:tcW w:w="0" w:type="auto"/>
          </w:tcPr>
          <w:p w14:paraId="0877A075" w14:textId="2E57A559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4F3F47">
              <w:rPr>
                <w:sz w:val="20"/>
                <w:szCs w:val="20"/>
              </w:rPr>
              <w:t>1,3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4F3F47">
              <w:rPr>
                <w:sz w:val="20"/>
                <w:szCs w:val="20"/>
              </w:rPr>
              <w:t>0,543</w:t>
            </w:r>
          </w:p>
        </w:tc>
      </w:tr>
      <w:tr w:rsidR="00F977E7" w:rsidRPr="001B6138" w14:paraId="436D838F" w14:textId="77777777" w:rsidTr="001B6138">
        <w:tc>
          <w:tcPr>
            <w:tcW w:w="0" w:type="auto"/>
          </w:tcPr>
          <w:p w14:paraId="37039B9C" w14:textId="2108849F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20757429" w14:textId="5E32E5F9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202</w:t>
            </w:r>
          </w:p>
        </w:tc>
        <w:tc>
          <w:tcPr>
            <w:tcW w:w="0" w:type="auto"/>
          </w:tcPr>
          <w:p w14:paraId="54F5FD1E" w14:textId="18D47219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7BFC58E3" w14:textId="249BBBE0" w:rsidR="00F977E7" w:rsidRPr="00CE2302" w:rsidRDefault="004F3F4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28s</w:t>
            </w:r>
          </w:p>
        </w:tc>
        <w:tc>
          <w:tcPr>
            <w:tcW w:w="0" w:type="auto"/>
          </w:tcPr>
          <w:p w14:paraId="1AEAF95F" w14:textId="21AB4FE2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4F3F47">
              <w:rPr>
                <w:sz w:val="20"/>
                <w:szCs w:val="20"/>
              </w:rPr>
              <w:t>3,5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4F3F47">
              <w:rPr>
                <w:sz w:val="20"/>
                <w:szCs w:val="20"/>
              </w:rPr>
              <w:t>0,440</w:t>
            </w:r>
          </w:p>
        </w:tc>
      </w:tr>
      <w:tr w:rsidR="00F977E7" w:rsidRPr="001B6138" w14:paraId="0897BC85" w14:textId="77777777" w:rsidTr="001B6138">
        <w:tc>
          <w:tcPr>
            <w:tcW w:w="0" w:type="auto"/>
          </w:tcPr>
          <w:p w14:paraId="601593D7" w14:textId="189CC3EE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36D58BAD" w14:textId="56FC0C74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203</w:t>
            </w:r>
          </w:p>
        </w:tc>
        <w:tc>
          <w:tcPr>
            <w:tcW w:w="0" w:type="auto"/>
          </w:tcPr>
          <w:p w14:paraId="395C4D41" w14:textId="0417FF43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250C958D" w14:textId="05833D38" w:rsidR="00F977E7" w:rsidRPr="00CE2302" w:rsidRDefault="004F3F4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60s</w:t>
            </w:r>
          </w:p>
        </w:tc>
        <w:tc>
          <w:tcPr>
            <w:tcW w:w="0" w:type="auto"/>
          </w:tcPr>
          <w:p w14:paraId="6ED1FB04" w14:textId="1B4ABCD2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4F3F47">
              <w:rPr>
                <w:sz w:val="20"/>
                <w:szCs w:val="20"/>
              </w:rPr>
              <w:t>2,0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4F3F47">
              <w:rPr>
                <w:sz w:val="20"/>
                <w:szCs w:val="20"/>
              </w:rPr>
              <w:t>0,218</w:t>
            </w:r>
          </w:p>
        </w:tc>
      </w:tr>
      <w:tr w:rsidR="00F977E7" w:rsidRPr="001B6138" w14:paraId="5C922F3D" w14:textId="77777777" w:rsidTr="001B6138">
        <w:tc>
          <w:tcPr>
            <w:tcW w:w="0" w:type="auto"/>
          </w:tcPr>
          <w:p w14:paraId="5A3ACA89" w14:textId="36F87D36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1C78CDCD" w14:textId="67E04E95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204</w:t>
            </w:r>
          </w:p>
        </w:tc>
        <w:tc>
          <w:tcPr>
            <w:tcW w:w="0" w:type="auto"/>
          </w:tcPr>
          <w:p w14:paraId="617BF7C1" w14:textId="34ADE867" w:rsidR="00F977E7" w:rsidRDefault="00CE25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BDC8F7C" w14:textId="16D053B4" w:rsidR="00F977E7" w:rsidRPr="00CE2302" w:rsidRDefault="004F3F4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39,8s</w:t>
            </w:r>
          </w:p>
        </w:tc>
        <w:tc>
          <w:tcPr>
            <w:tcW w:w="0" w:type="auto"/>
          </w:tcPr>
          <w:p w14:paraId="0779893A" w14:textId="0099C766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4F3F47">
              <w:rPr>
                <w:sz w:val="20"/>
                <w:szCs w:val="20"/>
              </w:rPr>
              <w:t>4,3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4F3F47">
              <w:rPr>
                <w:sz w:val="20"/>
                <w:szCs w:val="20"/>
              </w:rPr>
              <w:t>0,437</w:t>
            </w:r>
          </w:p>
        </w:tc>
      </w:tr>
      <w:tr w:rsidR="00F977E7" w:rsidRPr="001B6138" w14:paraId="6C93827E" w14:textId="77777777" w:rsidTr="001B6138">
        <w:tc>
          <w:tcPr>
            <w:tcW w:w="0" w:type="auto"/>
          </w:tcPr>
          <w:p w14:paraId="2B0C32DC" w14:textId="31A3EBAD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0E07F76B" w14:textId="455F7E53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200</w:t>
            </w:r>
          </w:p>
        </w:tc>
        <w:tc>
          <w:tcPr>
            <w:tcW w:w="0" w:type="auto"/>
          </w:tcPr>
          <w:p w14:paraId="62AB8103" w14:textId="5CE3C4E4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8813252" w14:textId="0D2184A3" w:rsidR="00F977E7" w:rsidRPr="00CE2302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F7452A6" w14:textId="2EE9DFE7" w:rsidR="00F977E7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2865C485" w14:textId="77777777" w:rsidTr="001B6138">
        <w:tc>
          <w:tcPr>
            <w:tcW w:w="0" w:type="auto"/>
          </w:tcPr>
          <w:p w14:paraId="3455CCAA" w14:textId="2F10C6BF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A996A80" w14:textId="6F85EF92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201</w:t>
            </w:r>
          </w:p>
        </w:tc>
        <w:tc>
          <w:tcPr>
            <w:tcW w:w="0" w:type="auto"/>
          </w:tcPr>
          <w:p w14:paraId="4A979B0C" w14:textId="0B978313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35240070" w14:textId="0DC2E05A" w:rsidR="00F977E7" w:rsidRPr="00CE2302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131A3CD" w14:textId="2DAA007D" w:rsidR="00F977E7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24DD47C4" w14:textId="77777777" w:rsidTr="001B6138">
        <w:tc>
          <w:tcPr>
            <w:tcW w:w="0" w:type="auto"/>
          </w:tcPr>
          <w:p w14:paraId="62B7870B" w14:textId="08A092FB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35C48FC8" w14:textId="10685A66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202</w:t>
            </w:r>
          </w:p>
        </w:tc>
        <w:tc>
          <w:tcPr>
            <w:tcW w:w="0" w:type="auto"/>
          </w:tcPr>
          <w:p w14:paraId="50CCBCE1" w14:textId="7B739898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5976D9AE" w14:textId="35C06655" w:rsidR="00F977E7" w:rsidRPr="00CE2302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F89CF2A" w14:textId="772EDBB5" w:rsidR="00F977E7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15659D5A" w14:textId="77777777" w:rsidTr="001B6138">
        <w:tc>
          <w:tcPr>
            <w:tcW w:w="0" w:type="auto"/>
          </w:tcPr>
          <w:p w14:paraId="0013DCF9" w14:textId="351B4C34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1510FA47" w14:textId="64E98DEF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203</w:t>
            </w:r>
          </w:p>
        </w:tc>
        <w:tc>
          <w:tcPr>
            <w:tcW w:w="0" w:type="auto"/>
          </w:tcPr>
          <w:p w14:paraId="475E23A6" w14:textId="3BE44731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018A8519" w14:textId="15B7961B" w:rsidR="00F977E7" w:rsidRPr="00CE2302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46,59d</w:t>
            </w:r>
          </w:p>
        </w:tc>
        <w:tc>
          <w:tcPr>
            <w:tcW w:w="0" w:type="auto"/>
          </w:tcPr>
          <w:p w14:paraId="3A20BFAA" w14:textId="0AC4B93F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8D1E28">
              <w:rPr>
                <w:sz w:val="20"/>
                <w:szCs w:val="20"/>
              </w:rPr>
              <w:t>0,2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8D1E28">
              <w:rPr>
                <w:sz w:val="20"/>
                <w:szCs w:val="20"/>
              </w:rPr>
              <w:t>0,279</w:t>
            </w:r>
          </w:p>
        </w:tc>
      </w:tr>
      <w:tr w:rsidR="00F977E7" w:rsidRPr="001B6138" w14:paraId="7E611E7B" w14:textId="77777777" w:rsidTr="001B6138">
        <w:tc>
          <w:tcPr>
            <w:tcW w:w="0" w:type="auto"/>
          </w:tcPr>
          <w:p w14:paraId="72B48605" w14:textId="0F5759F0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12866AE0" w14:textId="3A24AF13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204</w:t>
            </w:r>
          </w:p>
        </w:tc>
        <w:tc>
          <w:tcPr>
            <w:tcW w:w="0" w:type="auto"/>
          </w:tcPr>
          <w:p w14:paraId="49BECCFF" w14:textId="553F9198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37CB2043" w14:textId="5CC8EDD7" w:rsidR="00F977E7" w:rsidRPr="00CE2302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06A18B13" w14:textId="708D5246" w:rsidR="00F977E7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C58245C" w14:textId="77777777" w:rsidTr="001B6138">
        <w:tc>
          <w:tcPr>
            <w:tcW w:w="0" w:type="auto"/>
          </w:tcPr>
          <w:p w14:paraId="23CFED92" w14:textId="23E6F39B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7AD9B53B" w14:textId="10F525A0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205</w:t>
            </w:r>
          </w:p>
        </w:tc>
        <w:tc>
          <w:tcPr>
            <w:tcW w:w="0" w:type="auto"/>
          </w:tcPr>
          <w:p w14:paraId="0D0A854F" w14:textId="18D49F29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7A8D853" w14:textId="3F065470" w:rsidR="00F977E7" w:rsidRPr="00CE2302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5,2min</w:t>
            </w:r>
          </w:p>
        </w:tc>
        <w:tc>
          <w:tcPr>
            <w:tcW w:w="0" w:type="auto"/>
          </w:tcPr>
          <w:p w14:paraId="537FE3EF" w14:textId="3B3A5BD0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8D1E28">
              <w:rPr>
                <w:sz w:val="20"/>
                <w:szCs w:val="20"/>
              </w:rPr>
              <w:t>1,5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8D1E28">
              <w:rPr>
                <w:sz w:val="20"/>
                <w:szCs w:val="20"/>
              </w:rPr>
              <w:t>0,204</w:t>
            </w:r>
          </w:p>
        </w:tc>
      </w:tr>
      <w:tr w:rsidR="00F977E7" w:rsidRPr="001B6138" w14:paraId="26C57773" w14:textId="77777777" w:rsidTr="001B6138">
        <w:tc>
          <w:tcPr>
            <w:tcW w:w="0" w:type="auto"/>
          </w:tcPr>
          <w:p w14:paraId="2D4A0605" w14:textId="4CC581CF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0BD5A74A" w14:textId="52484A53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 206</w:t>
            </w:r>
          </w:p>
        </w:tc>
        <w:tc>
          <w:tcPr>
            <w:tcW w:w="0" w:type="auto"/>
          </w:tcPr>
          <w:p w14:paraId="1E7F8193" w14:textId="21A05058" w:rsidR="00F977E7" w:rsidRDefault="00BC191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1C9AA704" w14:textId="70E2233A" w:rsidR="00F977E7" w:rsidRPr="00CE2302" w:rsidRDefault="008D1E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8,15min</w:t>
            </w:r>
          </w:p>
        </w:tc>
        <w:tc>
          <w:tcPr>
            <w:tcW w:w="0" w:type="auto"/>
          </w:tcPr>
          <w:p w14:paraId="74060A49" w14:textId="1FDCAF5F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8D1E28">
              <w:rPr>
                <w:sz w:val="20"/>
                <w:szCs w:val="20"/>
              </w:rPr>
              <w:t>1,5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8D1E28">
              <w:rPr>
                <w:sz w:val="20"/>
                <w:szCs w:val="20"/>
              </w:rPr>
              <w:t>0,305</w:t>
            </w:r>
          </w:p>
        </w:tc>
      </w:tr>
      <w:tr w:rsidR="00F977E7" w:rsidRPr="001B6138" w14:paraId="34099FB1" w14:textId="77777777" w:rsidTr="001B6138">
        <w:tc>
          <w:tcPr>
            <w:tcW w:w="0" w:type="auto"/>
          </w:tcPr>
          <w:p w14:paraId="2DF8D40D" w14:textId="675A5397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3DEBBD28" w14:textId="52B6231F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201</w:t>
            </w:r>
          </w:p>
        </w:tc>
        <w:tc>
          <w:tcPr>
            <w:tcW w:w="0" w:type="auto"/>
          </w:tcPr>
          <w:p w14:paraId="17C4777C" w14:textId="5C2884E5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7287C41" w14:textId="1BCD0A90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73,1h</w:t>
            </w:r>
          </w:p>
        </w:tc>
        <w:tc>
          <w:tcPr>
            <w:tcW w:w="0" w:type="auto"/>
          </w:tcPr>
          <w:p w14:paraId="1733A9E6" w14:textId="4A69A07F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445B5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445B5">
              <w:rPr>
                <w:sz w:val="20"/>
                <w:szCs w:val="20"/>
              </w:rPr>
              <w:t>0,167</w:t>
            </w:r>
          </w:p>
        </w:tc>
      </w:tr>
      <w:tr w:rsidR="00F977E7" w:rsidRPr="001B6138" w14:paraId="78BA2B69" w14:textId="77777777" w:rsidTr="001B6138">
        <w:tc>
          <w:tcPr>
            <w:tcW w:w="0" w:type="auto"/>
          </w:tcPr>
          <w:p w14:paraId="3C7A19B7" w14:textId="7FEB3DB7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333951BB" w14:textId="0B8F575A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202</w:t>
            </w:r>
          </w:p>
        </w:tc>
        <w:tc>
          <w:tcPr>
            <w:tcW w:w="0" w:type="auto"/>
          </w:tcPr>
          <w:p w14:paraId="39013B04" w14:textId="07529A49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7F41D840" w14:textId="17493ED1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12,23d</w:t>
            </w:r>
          </w:p>
        </w:tc>
        <w:tc>
          <w:tcPr>
            <w:tcW w:w="0" w:type="auto"/>
          </w:tcPr>
          <w:p w14:paraId="1C11FA40" w14:textId="2B95A2DA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445B5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445B5">
              <w:rPr>
                <w:sz w:val="20"/>
                <w:szCs w:val="20"/>
              </w:rPr>
              <w:t>0,440</w:t>
            </w:r>
          </w:p>
        </w:tc>
      </w:tr>
      <w:tr w:rsidR="00F977E7" w:rsidRPr="001B6138" w14:paraId="17661A60" w14:textId="77777777" w:rsidTr="001B6138">
        <w:tc>
          <w:tcPr>
            <w:tcW w:w="0" w:type="auto"/>
          </w:tcPr>
          <w:p w14:paraId="1B1DC36C" w14:textId="19D632AA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5FDED967" w14:textId="3CDCE4EF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203</w:t>
            </w:r>
          </w:p>
        </w:tc>
        <w:tc>
          <w:tcPr>
            <w:tcW w:w="0" w:type="auto"/>
          </w:tcPr>
          <w:p w14:paraId="03473617" w14:textId="4F0860AD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5DF2B285" w14:textId="0A00D3DA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42B791ED" w14:textId="4530D519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3A479459" w14:textId="77777777" w:rsidTr="001B6138">
        <w:tc>
          <w:tcPr>
            <w:tcW w:w="0" w:type="auto"/>
          </w:tcPr>
          <w:p w14:paraId="57129972" w14:textId="5C96EC05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7F959303" w14:textId="25EF4BB3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204</w:t>
            </w:r>
          </w:p>
        </w:tc>
        <w:tc>
          <w:tcPr>
            <w:tcW w:w="0" w:type="auto"/>
          </w:tcPr>
          <w:p w14:paraId="2835C9CF" w14:textId="5514A9E6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328BDD72" w14:textId="53F0F01B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3,78a</w:t>
            </w:r>
          </w:p>
        </w:tc>
        <w:tc>
          <w:tcPr>
            <w:tcW w:w="0" w:type="auto"/>
          </w:tcPr>
          <w:p w14:paraId="3ABB30B0" w14:textId="14C0F46F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6445B5">
              <w:rPr>
                <w:sz w:val="20"/>
                <w:szCs w:val="20"/>
              </w:rPr>
              <w:t>0,8 v</w:t>
            </w:r>
          </w:p>
        </w:tc>
      </w:tr>
      <w:tr w:rsidR="00F977E7" w:rsidRPr="001B6138" w14:paraId="604D10B0" w14:textId="77777777" w:rsidTr="001B6138">
        <w:tc>
          <w:tcPr>
            <w:tcW w:w="0" w:type="auto"/>
          </w:tcPr>
          <w:p w14:paraId="5DF8A081" w14:textId="28200D57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263253CD" w14:textId="53FF608B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205</w:t>
            </w:r>
          </w:p>
        </w:tc>
        <w:tc>
          <w:tcPr>
            <w:tcW w:w="0" w:type="auto"/>
          </w:tcPr>
          <w:p w14:paraId="73C59844" w14:textId="0E18465B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7E6F5CC3" w14:textId="626D766A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1146B2FB" w14:textId="0ADB467A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1E22C36D" w14:textId="77777777" w:rsidTr="001B6138">
        <w:tc>
          <w:tcPr>
            <w:tcW w:w="0" w:type="auto"/>
          </w:tcPr>
          <w:p w14:paraId="5EA28029" w14:textId="737E3100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1B1B7BBD" w14:textId="0465289D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206</w:t>
            </w:r>
          </w:p>
        </w:tc>
        <w:tc>
          <w:tcPr>
            <w:tcW w:w="0" w:type="auto"/>
          </w:tcPr>
          <w:p w14:paraId="0866C925" w14:textId="2476DC40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A3F4EDB" w14:textId="72EEF319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4,20min</w:t>
            </w:r>
          </w:p>
        </w:tc>
        <w:tc>
          <w:tcPr>
            <w:tcW w:w="0" w:type="auto"/>
          </w:tcPr>
          <w:p w14:paraId="19C10D2A" w14:textId="33938A71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6445B5">
              <w:rPr>
                <w:sz w:val="20"/>
                <w:szCs w:val="20"/>
              </w:rPr>
              <w:t>1,5 v</w:t>
            </w:r>
          </w:p>
        </w:tc>
      </w:tr>
      <w:tr w:rsidR="00F977E7" w:rsidRPr="001B6138" w14:paraId="0903FA64" w14:textId="77777777" w:rsidTr="001B6138">
        <w:tc>
          <w:tcPr>
            <w:tcW w:w="0" w:type="auto"/>
          </w:tcPr>
          <w:p w14:paraId="17D0D1B4" w14:textId="6D367DFD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4109A3E8" w14:textId="4C172930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207</w:t>
            </w:r>
          </w:p>
        </w:tc>
        <w:tc>
          <w:tcPr>
            <w:tcW w:w="0" w:type="auto"/>
          </w:tcPr>
          <w:p w14:paraId="29E1D9FE" w14:textId="38F29001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5874AF87" w14:textId="0871058F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4,77min</w:t>
            </w:r>
          </w:p>
        </w:tc>
        <w:tc>
          <w:tcPr>
            <w:tcW w:w="0" w:type="auto"/>
          </w:tcPr>
          <w:p w14:paraId="0F7EA81C" w14:textId="5FCD22DB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6445B5">
              <w:rPr>
                <w:sz w:val="20"/>
                <w:szCs w:val="20"/>
              </w:rPr>
              <w:t>1,4 v</w:t>
            </w:r>
          </w:p>
        </w:tc>
      </w:tr>
      <w:tr w:rsidR="00F977E7" w:rsidRPr="001B6138" w14:paraId="73EA0462" w14:textId="77777777" w:rsidTr="001B6138">
        <w:tc>
          <w:tcPr>
            <w:tcW w:w="0" w:type="auto"/>
          </w:tcPr>
          <w:p w14:paraId="3CA3C7A9" w14:textId="47CD97C0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722F6619" w14:textId="363201D8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208</w:t>
            </w:r>
          </w:p>
        </w:tc>
        <w:tc>
          <w:tcPr>
            <w:tcW w:w="0" w:type="auto"/>
          </w:tcPr>
          <w:p w14:paraId="1F6CC6C5" w14:textId="518BE18F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2B122672" w14:textId="20C6DF4B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3,053min</w:t>
            </w:r>
          </w:p>
        </w:tc>
        <w:tc>
          <w:tcPr>
            <w:tcW w:w="0" w:type="auto"/>
          </w:tcPr>
          <w:p w14:paraId="7259A3B3" w14:textId="7F21EE37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6445B5">
              <w:rPr>
                <w:sz w:val="20"/>
                <w:szCs w:val="20"/>
              </w:rPr>
              <w:t>1,8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445B5">
              <w:rPr>
                <w:sz w:val="20"/>
                <w:szCs w:val="20"/>
              </w:rPr>
              <w:t>2,615</w:t>
            </w:r>
          </w:p>
        </w:tc>
      </w:tr>
      <w:tr w:rsidR="00F977E7" w:rsidRPr="001B6138" w14:paraId="355CC390" w14:textId="77777777" w:rsidTr="001B6138">
        <w:tc>
          <w:tcPr>
            <w:tcW w:w="0" w:type="auto"/>
          </w:tcPr>
          <w:p w14:paraId="4CA5D670" w14:textId="4B2ABF91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112063AD" w14:textId="19F86896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209</w:t>
            </w:r>
          </w:p>
        </w:tc>
        <w:tc>
          <w:tcPr>
            <w:tcW w:w="0" w:type="auto"/>
          </w:tcPr>
          <w:p w14:paraId="229CA749" w14:textId="71C8F3E2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6ECA6146" w14:textId="4EA811FC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2,16min</w:t>
            </w:r>
          </w:p>
        </w:tc>
        <w:tc>
          <w:tcPr>
            <w:tcW w:w="0" w:type="auto"/>
          </w:tcPr>
          <w:p w14:paraId="6502BEC0" w14:textId="1306BAE0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6445B5">
              <w:rPr>
                <w:sz w:val="20"/>
                <w:szCs w:val="20"/>
              </w:rPr>
              <w:t>1,8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445B5">
              <w:rPr>
                <w:sz w:val="20"/>
                <w:szCs w:val="20"/>
              </w:rPr>
              <w:t>1,567</w:t>
            </w:r>
          </w:p>
        </w:tc>
      </w:tr>
      <w:tr w:rsidR="00F977E7" w:rsidRPr="001B6138" w14:paraId="79EDB56D" w14:textId="77777777" w:rsidTr="001B6138">
        <w:tc>
          <w:tcPr>
            <w:tcW w:w="0" w:type="auto"/>
          </w:tcPr>
          <w:p w14:paraId="544C01B8" w14:textId="2BAEA679" w:rsidR="00F977E7" w:rsidRDefault="00657EF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02EAD6CD" w14:textId="243B82FF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 210</w:t>
            </w:r>
          </w:p>
        </w:tc>
        <w:tc>
          <w:tcPr>
            <w:tcW w:w="0" w:type="auto"/>
          </w:tcPr>
          <w:p w14:paraId="063F199E" w14:textId="33DB32B6" w:rsidR="00F977E7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3DC67D25" w14:textId="061AD69E" w:rsidR="00F977E7" w:rsidRPr="00CE2302" w:rsidRDefault="006445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1,3min</w:t>
            </w:r>
          </w:p>
        </w:tc>
        <w:tc>
          <w:tcPr>
            <w:tcW w:w="0" w:type="auto"/>
          </w:tcPr>
          <w:p w14:paraId="02BBCE80" w14:textId="76716ED3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6445B5">
              <w:rPr>
                <w:sz w:val="20"/>
                <w:szCs w:val="20"/>
              </w:rPr>
              <w:t>1,9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445B5">
              <w:rPr>
                <w:sz w:val="20"/>
                <w:szCs w:val="20"/>
              </w:rPr>
              <w:t>0,800</w:t>
            </w:r>
          </w:p>
        </w:tc>
      </w:tr>
      <w:tr w:rsidR="00F977E7" w:rsidRPr="001B6138" w14:paraId="3ED70E33" w14:textId="77777777" w:rsidTr="001B6138">
        <w:tc>
          <w:tcPr>
            <w:tcW w:w="0" w:type="auto"/>
          </w:tcPr>
          <w:p w14:paraId="2728B810" w14:textId="4EE79741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6029F2B6" w14:textId="793225BD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202</w:t>
            </w:r>
          </w:p>
        </w:tc>
        <w:tc>
          <w:tcPr>
            <w:tcW w:w="0" w:type="auto"/>
          </w:tcPr>
          <w:p w14:paraId="44511319" w14:textId="61BF1F1F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75567DE5" w14:textId="1EE1F05A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5,25E4a</w:t>
            </w:r>
          </w:p>
        </w:tc>
        <w:tc>
          <w:tcPr>
            <w:tcW w:w="0" w:type="auto"/>
          </w:tcPr>
          <w:p w14:paraId="1228B5E7" w14:textId="33E473F4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48636A">
              <w:rPr>
                <w:sz w:val="20"/>
                <w:szCs w:val="20"/>
              </w:rPr>
              <w:t>v</w:t>
            </w:r>
          </w:p>
        </w:tc>
      </w:tr>
      <w:tr w:rsidR="00F977E7" w:rsidRPr="001B6138" w14:paraId="625666FE" w14:textId="77777777" w:rsidTr="001B6138">
        <w:tc>
          <w:tcPr>
            <w:tcW w:w="0" w:type="auto"/>
          </w:tcPr>
          <w:p w14:paraId="2BB4DB9C" w14:textId="062A42F6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5459C6BD" w14:textId="029A3445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203</w:t>
            </w:r>
          </w:p>
        </w:tc>
        <w:tc>
          <w:tcPr>
            <w:tcW w:w="0" w:type="auto"/>
          </w:tcPr>
          <w:p w14:paraId="132A1D0D" w14:textId="0FB63A34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51A92DC6" w14:textId="3E9ADA01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51,9h</w:t>
            </w:r>
          </w:p>
        </w:tc>
        <w:tc>
          <w:tcPr>
            <w:tcW w:w="0" w:type="auto"/>
          </w:tcPr>
          <w:p w14:paraId="624DEBA8" w14:textId="7A3A687D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48636A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48636A">
              <w:rPr>
                <w:sz w:val="20"/>
                <w:szCs w:val="20"/>
              </w:rPr>
              <w:t>0,279</w:t>
            </w:r>
          </w:p>
        </w:tc>
      </w:tr>
      <w:tr w:rsidR="00F977E7" w:rsidRPr="001B6138" w14:paraId="5932AD57" w14:textId="77777777" w:rsidTr="001B6138">
        <w:tc>
          <w:tcPr>
            <w:tcW w:w="0" w:type="auto"/>
          </w:tcPr>
          <w:p w14:paraId="501A6D57" w14:textId="1CDB7026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0E17B8C" w14:textId="2B99ED7F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204</w:t>
            </w:r>
          </w:p>
        </w:tc>
        <w:tc>
          <w:tcPr>
            <w:tcW w:w="0" w:type="auto"/>
          </w:tcPr>
          <w:p w14:paraId="054D74A4" w14:textId="3A8BD02A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078075B3" w14:textId="6AEB89B8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1,4E17a</w:t>
            </w:r>
          </w:p>
        </w:tc>
        <w:tc>
          <w:tcPr>
            <w:tcW w:w="0" w:type="auto"/>
          </w:tcPr>
          <w:p w14:paraId="662FF764" w14:textId="59FEF896" w:rsidR="00F977E7" w:rsidRDefault="0003255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  <w:r w:rsidR="00E27012">
              <w:rPr>
                <w:sz w:val="20"/>
                <w:szCs w:val="20"/>
              </w:rPr>
              <w:t xml:space="preserve">a: </w:t>
            </w:r>
            <w:r>
              <w:rPr>
                <w:sz w:val="20"/>
                <w:szCs w:val="20"/>
              </w:rPr>
              <w:t>v</w:t>
            </w:r>
          </w:p>
        </w:tc>
      </w:tr>
      <w:tr w:rsidR="00F977E7" w:rsidRPr="001B6138" w14:paraId="5A534FAE" w14:textId="77777777" w:rsidTr="001B6138">
        <w:tc>
          <w:tcPr>
            <w:tcW w:w="0" w:type="auto"/>
          </w:tcPr>
          <w:p w14:paraId="6D875F85" w14:textId="653B02C6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D685605" w14:textId="3ACF5836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205</w:t>
            </w:r>
          </w:p>
        </w:tc>
        <w:tc>
          <w:tcPr>
            <w:tcW w:w="0" w:type="auto"/>
          </w:tcPr>
          <w:p w14:paraId="26B8EAD7" w14:textId="7921A6DF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F15F8AC" w14:textId="7C777084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1,5E7a</w:t>
            </w:r>
          </w:p>
        </w:tc>
        <w:tc>
          <w:tcPr>
            <w:tcW w:w="0" w:type="auto"/>
          </w:tcPr>
          <w:p w14:paraId="28F1ABAA" w14:textId="5C251683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032551">
              <w:rPr>
                <w:sz w:val="20"/>
                <w:szCs w:val="20"/>
              </w:rPr>
              <w:t>v</w:t>
            </w:r>
          </w:p>
        </w:tc>
      </w:tr>
      <w:tr w:rsidR="00F977E7" w:rsidRPr="001B6138" w14:paraId="20F1A8B2" w14:textId="77777777" w:rsidTr="001B6138">
        <w:tc>
          <w:tcPr>
            <w:tcW w:w="0" w:type="auto"/>
          </w:tcPr>
          <w:p w14:paraId="34CCC136" w14:textId="58817CAE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2E1D04CB" w14:textId="0C20F4ED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206</w:t>
            </w:r>
          </w:p>
        </w:tc>
        <w:tc>
          <w:tcPr>
            <w:tcW w:w="0" w:type="auto"/>
          </w:tcPr>
          <w:p w14:paraId="2A4DA0DC" w14:textId="1DFE84E5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7F20EBD7" w14:textId="0D248220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2D0481BB" w14:textId="7C903FB5" w:rsidR="00F977E7" w:rsidRDefault="0003255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8C5DFA9" w14:textId="77777777" w:rsidTr="001B6138">
        <w:tc>
          <w:tcPr>
            <w:tcW w:w="0" w:type="auto"/>
          </w:tcPr>
          <w:p w14:paraId="3F86E848" w14:textId="58C282F7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3589E3D4" w14:textId="57A03215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207</w:t>
            </w:r>
          </w:p>
        </w:tc>
        <w:tc>
          <w:tcPr>
            <w:tcW w:w="0" w:type="auto"/>
          </w:tcPr>
          <w:p w14:paraId="05F61569" w14:textId="4453D93C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CA00502" w14:textId="4CA0B701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31ECE97B" w14:textId="3860BBFE" w:rsidR="00F977E7" w:rsidRDefault="0003255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9F2145E" w14:textId="77777777" w:rsidTr="001B6138">
        <w:tc>
          <w:tcPr>
            <w:tcW w:w="0" w:type="auto"/>
          </w:tcPr>
          <w:p w14:paraId="74C33DC1" w14:textId="2B6411DA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01250CA1" w14:textId="3B409DF5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208</w:t>
            </w:r>
          </w:p>
        </w:tc>
        <w:tc>
          <w:tcPr>
            <w:tcW w:w="0" w:type="auto"/>
          </w:tcPr>
          <w:p w14:paraId="0562252E" w14:textId="52C89646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2138FB07" w14:textId="4C996FBD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</w:p>
        </w:tc>
        <w:tc>
          <w:tcPr>
            <w:tcW w:w="0" w:type="auto"/>
          </w:tcPr>
          <w:p w14:paraId="22030C0D" w14:textId="0EE68BFA" w:rsidR="00F977E7" w:rsidRDefault="0003255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F977E7" w:rsidRPr="001B6138" w14:paraId="654E9F2D" w14:textId="77777777" w:rsidTr="001B6138">
        <w:tc>
          <w:tcPr>
            <w:tcW w:w="0" w:type="auto"/>
          </w:tcPr>
          <w:p w14:paraId="0936205F" w14:textId="5A26BAF6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0" w:type="auto"/>
          </w:tcPr>
          <w:p w14:paraId="7C8487E4" w14:textId="5BF37BB6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209</w:t>
            </w:r>
          </w:p>
        </w:tc>
        <w:tc>
          <w:tcPr>
            <w:tcW w:w="0" w:type="auto"/>
          </w:tcPr>
          <w:p w14:paraId="035E3C8E" w14:textId="31785C43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5145B77A" w14:textId="35607F5A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3,253h</w:t>
            </w:r>
          </w:p>
        </w:tc>
        <w:tc>
          <w:tcPr>
            <w:tcW w:w="0" w:type="auto"/>
          </w:tcPr>
          <w:p w14:paraId="7A9C9D62" w14:textId="16A7AF21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032551">
              <w:rPr>
                <w:sz w:val="20"/>
                <w:szCs w:val="20"/>
              </w:rPr>
              <w:t>0,6 v</w:t>
            </w:r>
          </w:p>
        </w:tc>
      </w:tr>
      <w:tr w:rsidR="00F977E7" w:rsidRPr="001B6138" w14:paraId="02E12C47" w14:textId="77777777" w:rsidTr="001B6138">
        <w:tc>
          <w:tcPr>
            <w:tcW w:w="0" w:type="auto"/>
          </w:tcPr>
          <w:p w14:paraId="0C5E0286" w14:textId="064FA22B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0D9384A2" w14:textId="688FBC73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210</w:t>
            </w:r>
          </w:p>
        </w:tc>
        <w:tc>
          <w:tcPr>
            <w:tcW w:w="0" w:type="auto"/>
          </w:tcPr>
          <w:p w14:paraId="6F53E5EF" w14:textId="04D460FD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00A8ECAD" w14:textId="5202636E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22,3a</w:t>
            </w:r>
          </w:p>
        </w:tc>
        <w:tc>
          <w:tcPr>
            <w:tcW w:w="0" w:type="auto"/>
          </w:tcPr>
          <w:p w14:paraId="6B8C5D38" w14:textId="0D975727" w:rsidR="00F977E7" w:rsidRDefault="0003255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</w:t>
            </w:r>
            <w:r w:rsidR="00E27012">
              <w:rPr>
                <w:sz w:val="20"/>
                <w:szCs w:val="20"/>
              </w:rPr>
              <w:t xml:space="preserve">a: </w:t>
            </w:r>
            <w:r>
              <w:rPr>
                <w:sz w:val="20"/>
                <w:szCs w:val="20"/>
              </w:rPr>
              <w:t>3,72</w:t>
            </w:r>
            <w:r w:rsidR="00206850">
              <w:rPr>
                <w:sz w:val="20"/>
                <w:szCs w:val="20"/>
              </w:rPr>
              <w:t xml:space="preserve">; </w:t>
            </w:r>
            <w:r w:rsidR="00E27012">
              <w:rPr>
                <w:sz w:val="20"/>
                <w:szCs w:val="20"/>
              </w:rPr>
              <w:t xml:space="preserve">~b^-: </w:t>
            </w:r>
            <w:r>
              <w:rPr>
                <w:sz w:val="20"/>
                <w:szCs w:val="20"/>
              </w:rPr>
              <w:t>0,02 v</w:t>
            </w:r>
            <w:r w:rsidR="00206850">
              <w:rPr>
                <w:sz w:val="20"/>
                <w:szCs w:val="20"/>
              </w:rPr>
              <w:t xml:space="preserve">; </w:t>
            </w:r>
            <w:r w:rsidR="00E27012">
              <w:rPr>
                <w:sz w:val="20"/>
                <w:szCs w:val="20"/>
              </w:rPr>
              <w:t>~</w:t>
            </w:r>
            <w:r w:rsidR="00132BE1">
              <w:rPr>
                <w:sz w:val="20"/>
                <w:szCs w:val="20"/>
              </w:rPr>
              <w:t>c</w:t>
            </w:r>
            <w:r w:rsidR="00E2701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0,047</w:t>
            </w:r>
          </w:p>
        </w:tc>
      </w:tr>
      <w:tr w:rsidR="00F977E7" w:rsidRPr="001B6138" w14:paraId="227B8526" w14:textId="77777777" w:rsidTr="001B6138">
        <w:tc>
          <w:tcPr>
            <w:tcW w:w="0" w:type="auto"/>
          </w:tcPr>
          <w:p w14:paraId="7835E621" w14:textId="63758CD7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46CA8044" w14:textId="7FA53BE8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211</w:t>
            </w:r>
          </w:p>
        </w:tc>
        <w:tc>
          <w:tcPr>
            <w:tcW w:w="0" w:type="auto"/>
          </w:tcPr>
          <w:p w14:paraId="61A78957" w14:textId="21A5CAFE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734CCA3C" w14:textId="40AD5498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36,1min</w:t>
            </w:r>
          </w:p>
        </w:tc>
        <w:tc>
          <w:tcPr>
            <w:tcW w:w="0" w:type="auto"/>
          </w:tcPr>
          <w:p w14:paraId="63F754C2" w14:textId="0C3C1D09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032551">
              <w:rPr>
                <w:sz w:val="20"/>
                <w:szCs w:val="20"/>
              </w:rPr>
              <w:t>1,4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32551">
              <w:rPr>
                <w:sz w:val="20"/>
                <w:szCs w:val="20"/>
              </w:rPr>
              <w:t>0,405</w:t>
            </w:r>
          </w:p>
        </w:tc>
      </w:tr>
      <w:tr w:rsidR="00F977E7" w:rsidRPr="001B6138" w14:paraId="739A62DA" w14:textId="77777777" w:rsidTr="001B6138">
        <w:tc>
          <w:tcPr>
            <w:tcW w:w="0" w:type="auto"/>
          </w:tcPr>
          <w:p w14:paraId="670CCB5F" w14:textId="037FF7C1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0E2E2E9" w14:textId="7AC04DCB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212</w:t>
            </w:r>
          </w:p>
        </w:tc>
        <w:tc>
          <w:tcPr>
            <w:tcW w:w="0" w:type="auto"/>
          </w:tcPr>
          <w:p w14:paraId="4B27F7F5" w14:textId="7FE7D7D4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576060D2" w14:textId="45309E37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10,64h</w:t>
            </w:r>
          </w:p>
        </w:tc>
        <w:tc>
          <w:tcPr>
            <w:tcW w:w="0" w:type="auto"/>
          </w:tcPr>
          <w:p w14:paraId="276F4AEE" w14:textId="7D193A4B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032551">
              <w:rPr>
                <w:sz w:val="20"/>
                <w:szCs w:val="20"/>
              </w:rPr>
              <w:t>0,3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32551">
              <w:rPr>
                <w:sz w:val="20"/>
                <w:szCs w:val="20"/>
              </w:rPr>
              <w:t>0,239</w:t>
            </w:r>
          </w:p>
        </w:tc>
      </w:tr>
      <w:tr w:rsidR="00F977E7" w:rsidRPr="001B6138" w14:paraId="1201B0A6" w14:textId="77777777" w:rsidTr="001B6138">
        <w:tc>
          <w:tcPr>
            <w:tcW w:w="0" w:type="auto"/>
          </w:tcPr>
          <w:p w14:paraId="4D4C0EA9" w14:textId="2B39C74D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79DB4242" w14:textId="09E32617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213</w:t>
            </w:r>
          </w:p>
        </w:tc>
        <w:tc>
          <w:tcPr>
            <w:tcW w:w="0" w:type="auto"/>
          </w:tcPr>
          <w:p w14:paraId="6B89C826" w14:textId="2B56A9EF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1FD0427B" w14:textId="2EFA5CFA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10,2min</w:t>
            </w:r>
          </w:p>
        </w:tc>
        <w:tc>
          <w:tcPr>
            <w:tcW w:w="0" w:type="auto"/>
          </w:tcPr>
          <w:p w14:paraId="13933916" w14:textId="59F1B6FE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~b^</w:t>
            </w:r>
            <w:r w:rsidR="00132BE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: </w:t>
            </w:r>
            <w:r w:rsidR="00032551">
              <w:rPr>
                <w:sz w:val="20"/>
                <w:szCs w:val="20"/>
              </w:rPr>
              <w:t>v</w:t>
            </w:r>
          </w:p>
        </w:tc>
      </w:tr>
      <w:tr w:rsidR="00F977E7" w:rsidRPr="001B6138" w14:paraId="77650C40" w14:textId="77777777" w:rsidTr="001B6138">
        <w:tc>
          <w:tcPr>
            <w:tcW w:w="0" w:type="auto"/>
          </w:tcPr>
          <w:p w14:paraId="2DD4E017" w14:textId="2158C660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5AA59052" w14:textId="4FECC973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 214</w:t>
            </w:r>
          </w:p>
        </w:tc>
        <w:tc>
          <w:tcPr>
            <w:tcW w:w="0" w:type="auto"/>
          </w:tcPr>
          <w:p w14:paraId="1C9E7BF3" w14:textId="2071ED39" w:rsidR="00F977E7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0705CACF" w14:textId="55CDB22B" w:rsidR="00F977E7" w:rsidRPr="00CE2302" w:rsidRDefault="0048636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26,8min</w:t>
            </w:r>
          </w:p>
        </w:tc>
        <w:tc>
          <w:tcPr>
            <w:tcW w:w="0" w:type="auto"/>
          </w:tcPr>
          <w:p w14:paraId="04421D27" w14:textId="361F44CB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032551">
              <w:rPr>
                <w:sz w:val="20"/>
                <w:szCs w:val="20"/>
              </w:rPr>
              <w:t>0,7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032551">
              <w:rPr>
                <w:sz w:val="20"/>
                <w:szCs w:val="20"/>
              </w:rPr>
              <w:t>0,352</w:t>
            </w:r>
          </w:p>
        </w:tc>
      </w:tr>
      <w:tr w:rsidR="00F977E7" w:rsidRPr="001B6138" w14:paraId="3E5D29B9" w14:textId="77777777" w:rsidTr="001B6138">
        <w:tc>
          <w:tcPr>
            <w:tcW w:w="0" w:type="auto"/>
          </w:tcPr>
          <w:p w14:paraId="62B0C9BD" w14:textId="6317ECDE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3385385" w14:textId="78B549B5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203</w:t>
            </w:r>
          </w:p>
        </w:tc>
        <w:tc>
          <w:tcPr>
            <w:tcW w:w="0" w:type="auto"/>
          </w:tcPr>
          <w:p w14:paraId="12E8D276" w14:textId="2540E40B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08DEB4BD" w14:textId="034A91AE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11,76h</w:t>
            </w:r>
          </w:p>
        </w:tc>
        <w:tc>
          <w:tcPr>
            <w:tcW w:w="0" w:type="auto"/>
          </w:tcPr>
          <w:p w14:paraId="62C86F27" w14:textId="232E51EF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051E7">
              <w:rPr>
                <w:sz w:val="20"/>
                <w:szCs w:val="20"/>
              </w:rPr>
              <w:t>1,4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051E7">
              <w:rPr>
                <w:sz w:val="20"/>
                <w:szCs w:val="20"/>
              </w:rPr>
              <w:t>0,820</w:t>
            </w:r>
          </w:p>
        </w:tc>
      </w:tr>
      <w:tr w:rsidR="00F977E7" w:rsidRPr="001B6138" w14:paraId="2177B81A" w14:textId="77777777" w:rsidTr="001B6138">
        <w:tc>
          <w:tcPr>
            <w:tcW w:w="0" w:type="auto"/>
          </w:tcPr>
          <w:p w14:paraId="1EBBF121" w14:textId="5A042C6F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2B1E30E4" w14:textId="25D81038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204</w:t>
            </w:r>
          </w:p>
        </w:tc>
        <w:tc>
          <w:tcPr>
            <w:tcW w:w="0" w:type="auto"/>
          </w:tcPr>
          <w:p w14:paraId="4046739E" w14:textId="22945BAB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9CE579A" w14:textId="5EC36DB1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11,22h</w:t>
            </w:r>
          </w:p>
        </w:tc>
        <w:tc>
          <w:tcPr>
            <w:tcW w:w="0" w:type="auto"/>
          </w:tcPr>
          <w:p w14:paraId="2C039BAB" w14:textId="4F5C0FB1" w:rsidR="00F977E7" w:rsidRDefault="00E2701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051E7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051E7">
              <w:rPr>
                <w:sz w:val="20"/>
                <w:szCs w:val="20"/>
              </w:rPr>
              <w:t>0,899</w:t>
            </w:r>
          </w:p>
        </w:tc>
      </w:tr>
      <w:tr w:rsidR="00F977E7" w:rsidRPr="001B6138" w14:paraId="1421B552" w14:textId="77777777" w:rsidTr="001B6138">
        <w:tc>
          <w:tcPr>
            <w:tcW w:w="0" w:type="auto"/>
          </w:tcPr>
          <w:p w14:paraId="065EA598" w14:textId="48ABE387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780377C1" w14:textId="0D944D4B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205</w:t>
            </w:r>
          </w:p>
        </w:tc>
        <w:tc>
          <w:tcPr>
            <w:tcW w:w="0" w:type="auto"/>
          </w:tcPr>
          <w:p w14:paraId="38162884" w14:textId="111BE3DD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451D1E1A" w14:textId="0A5402F6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15,31d</w:t>
            </w:r>
          </w:p>
        </w:tc>
        <w:tc>
          <w:tcPr>
            <w:tcW w:w="0" w:type="auto"/>
          </w:tcPr>
          <w:p w14:paraId="0918B699" w14:textId="0818D0E4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051E7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051E7">
              <w:rPr>
                <w:sz w:val="20"/>
                <w:szCs w:val="20"/>
              </w:rPr>
              <w:t>1,764</w:t>
            </w:r>
          </w:p>
        </w:tc>
      </w:tr>
      <w:tr w:rsidR="00F977E7" w:rsidRPr="001B6138" w14:paraId="0FDFB813" w14:textId="77777777" w:rsidTr="001B6138">
        <w:tc>
          <w:tcPr>
            <w:tcW w:w="0" w:type="auto"/>
          </w:tcPr>
          <w:p w14:paraId="47E89CD5" w14:textId="735D083A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1D58201" w14:textId="6958E67B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206</w:t>
            </w:r>
          </w:p>
        </w:tc>
        <w:tc>
          <w:tcPr>
            <w:tcW w:w="0" w:type="auto"/>
          </w:tcPr>
          <w:p w14:paraId="36E9260C" w14:textId="32DC2764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2965715A" w14:textId="540251CF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6,24d</w:t>
            </w:r>
          </w:p>
        </w:tc>
        <w:tc>
          <w:tcPr>
            <w:tcW w:w="0" w:type="auto"/>
          </w:tcPr>
          <w:p w14:paraId="33BA5F1D" w14:textId="1F1AF4D2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051E7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051E7">
              <w:rPr>
                <w:sz w:val="20"/>
                <w:szCs w:val="20"/>
              </w:rPr>
              <w:t>0,803</w:t>
            </w:r>
          </w:p>
        </w:tc>
      </w:tr>
      <w:tr w:rsidR="00F977E7" w:rsidRPr="001B6138" w14:paraId="55D899A6" w14:textId="77777777" w:rsidTr="001B6138">
        <w:tc>
          <w:tcPr>
            <w:tcW w:w="0" w:type="auto"/>
          </w:tcPr>
          <w:p w14:paraId="05D4C42F" w14:textId="47449694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E76FF83" w14:textId="7BF3A8D8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207</w:t>
            </w:r>
          </w:p>
        </w:tc>
        <w:tc>
          <w:tcPr>
            <w:tcW w:w="0" w:type="auto"/>
          </w:tcPr>
          <w:p w14:paraId="46352685" w14:textId="78C53C7C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0013A5AB" w14:textId="7809661C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31,55a</w:t>
            </w:r>
          </w:p>
        </w:tc>
        <w:tc>
          <w:tcPr>
            <w:tcW w:w="0" w:type="auto"/>
          </w:tcPr>
          <w:p w14:paraId="0CC75370" w14:textId="34441E3D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051E7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051E7">
              <w:rPr>
                <w:sz w:val="20"/>
                <w:szCs w:val="20"/>
              </w:rPr>
              <w:t>0,570</w:t>
            </w:r>
          </w:p>
        </w:tc>
      </w:tr>
      <w:tr w:rsidR="00F977E7" w:rsidRPr="001B6138" w14:paraId="66B0DF2D" w14:textId="77777777" w:rsidTr="001B6138">
        <w:tc>
          <w:tcPr>
            <w:tcW w:w="0" w:type="auto"/>
          </w:tcPr>
          <w:p w14:paraId="4C84FFCA" w14:textId="7411553C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2555CF69" w14:textId="3FA66A9E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208</w:t>
            </w:r>
          </w:p>
        </w:tc>
        <w:tc>
          <w:tcPr>
            <w:tcW w:w="0" w:type="auto"/>
          </w:tcPr>
          <w:p w14:paraId="6802BF9E" w14:textId="7BE9983F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C7DED62" w14:textId="1B9F404D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3,68E5a</w:t>
            </w:r>
          </w:p>
        </w:tc>
        <w:tc>
          <w:tcPr>
            <w:tcW w:w="0" w:type="auto"/>
          </w:tcPr>
          <w:p w14:paraId="1608B267" w14:textId="55375A2C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~b^+: </w:t>
            </w:r>
            <w:r w:rsidR="006051E7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051E7">
              <w:rPr>
                <w:sz w:val="20"/>
                <w:szCs w:val="20"/>
              </w:rPr>
              <w:t>2,615</w:t>
            </w:r>
          </w:p>
        </w:tc>
      </w:tr>
      <w:tr w:rsidR="00F977E7" w:rsidRPr="001B6138" w14:paraId="34CC0DEC" w14:textId="77777777" w:rsidTr="001B6138">
        <w:tc>
          <w:tcPr>
            <w:tcW w:w="0" w:type="auto"/>
          </w:tcPr>
          <w:p w14:paraId="18514073" w14:textId="30DD2FD7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0022382C" w14:textId="5BC7A13C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209</w:t>
            </w:r>
          </w:p>
        </w:tc>
        <w:tc>
          <w:tcPr>
            <w:tcW w:w="0" w:type="auto"/>
          </w:tcPr>
          <w:p w14:paraId="3BD1B2E5" w14:textId="54E05705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76C8DCE5" w14:textId="3AEE1EAD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1,9E19a</w:t>
            </w:r>
          </w:p>
        </w:tc>
        <w:tc>
          <w:tcPr>
            <w:tcW w:w="0" w:type="auto"/>
          </w:tcPr>
          <w:p w14:paraId="12CF4663" w14:textId="20318BEC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6051E7">
              <w:rPr>
                <w:sz w:val="20"/>
                <w:szCs w:val="20"/>
              </w:rPr>
              <w:t>3,137 v</w:t>
            </w:r>
          </w:p>
        </w:tc>
      </w:tr>
      <w:tr w:rsidR="00F977E7" w:rsidRPr="001B6138" w14:paraId="6B19F4AD" w14:textId="77777777" w:rsidTr="001B6138">
        <w:tc>
          <w:tcPr>
            <w:tcW w:w="0" w:type="auto"/>
          </w:tcPr>
          <w:p w14:paraId="62D0309E" w14:textId="57CB2507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67E5FD9B" w14:textId="2EEBF72B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210</w:t>
            </w:r>
          </w:p>
        </w:tc>
        <w:tc>
          <w:tcPr>
            <w:tcW w:w="0" w:type="auto"/>
          </w:tcPr>
          <w:p w14:paraId="7D3F05D6" w14:textId="73F5B4DA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5CFDD79" w14:textId="11C44E1A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5,013d</w:t>
            </w:r>
          </w:p>
        </w:tc>
        <w:tc>
          <w:tcPr>
            <w:tcW w:w="0" w:type="auto"/>
          </w:tcPr>
          <w:p w14:paraId="4270592D" w14:textId="6D7445FB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6051E7">
              <w:rPr>
                <w:sz w:val="20"/>
                <w:szCs w:val="20"/>
              </w:rPr>
              <w:t>4,649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~b^-: </w:t>
            </w:r>
            <w:r w:rsidR="006051E7">
              <w:rPr>
                <w:sz w:val="20"/>
                <w:szCs w:val="20"/>
              </w:rPr>
              <w:t>1,2 v</w:t>
            </w:r>
          </w:p>
        </w:tc>
      </w:tr>
      <w:tr w:rsidR="00F977E7" w:rsidRPr="001B6138" w14:paraId="61A607F7" w14:textId="77777777" w:rsidTr="001B6138">
        <w:tc>
          <w:tcPr>
            <w:tcW w:w="0" w:type="auto"/>
          </w:tcPr>
          <w:p w14:paraId="4D5EF01E" w14:textId="53777BDC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4E2E8477" w14:textId="7F9A9CF4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211</w:t>
            </w:r>
          </w:p>
        </w:tc>
        <w:tc>
          <w:tcPr>
            <w:tcW w:w="0" w:type="auto"/>
          </w:tcPr>
          <w:p w14:paraId="699CB3B4" w14:textId="56376537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3BA6DE80" w14:textId="32F5010E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2,17min</w:t>
            </w:r>
          </w:p>
        </w:tc>
        <w:tc>
          <w:tcPr>
            <w:tcW w:w="0" w:type="auto"/>
          </w:tcPr>
          <w:p w14:paraId="0BB2B3BD" w14:textId="2BDCC1BC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6051E7">
              <w:rPr>
                <w:sz w:val="20"/>
                <w:szCs w:val="20"/>
              </w:rPr>
              <w:t>6,6229</w:t>
            </w:r>
            <w:r w:rsidR="00D033A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6051E7">
              <w:rPr>
                <w:sz w:val="20"/>
                <w:szCs w:val="20"/>
              </w:rPr>
              <w:t>0,351</w:t>
            </w:r>
          </w:p>
        </w:tc>
      </w:tr>
      <w:tr w:rsidR="00F977E7" w:rsidRPr="001B6138" w14:paraId="0FC425C6" w14:textId="77777777" w:rsidTr="001B6138">
        <w:tc>
          <w:tcPr>
            <w:tcW w:w="0" w:type="auto"/>
          </w:tcPr>
          <w:p w14:paraId="2A4DF602" w14:textId="1C2F0D60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0BE37297" w14:textId="3F68D29C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212</w:t>
            </w:r>
          </w:p>
        </w:tc>
        <w:tc>
          <w:tcPr>
            <w:tcW w:w="0" w:type="auto"/>
          </w:tcPr>
          <w:p w14:paraId="2FAFB664" w14:textId="775B92D3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02F4E243" w14:textId="7C36461B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60,60min</w:t>
            </w:r>
          </w:p>
        </w:tc>
        <w:tc>
          <w:tcPr>
            <w:tcW w:w="0" w:type="auto"/>
          </w:tcPr>
          <w:p w14:paraId="0798E635" w14:textId="24ECF2C7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6051E7">
              <w:rPr>
                <w:sz w:val="20"/>
                <w:szCs w:val="20"/>
              </w:rPr>
              <w:t xml:space="preserve">6,051 </w:t>
            </w:r>
            <w:r w:rsidR="00132BE1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~b^-: </w:t>
            </w:r>
            <w:r w:rsidR="00D033A3">
              <w:rPr>
                <w:sz w:val="20"/>
                <w:szCs w:val="20"/>
              </w:rPr>
              <w:t>2,3</w:t>
            </w:r>
            <w:r w:rsidR="003D0DFC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D033A3">
              <w:rPr>
                <w:sz w:val="20"/>
                <w:szCs w:val="20"/>
              </w:rPr>
              <w:t>0,727</w:t>
            </w:r>
          </w:p>
        </w:tc>
      </w:tr>
      <w:tr w:rsidR="00F977E7" w:rsidRPr="001B6138" w14:paraId="781063B5" w14:textId="77777777" w:rsidTr="001B6138">
        <w:tc>
          <w:tcPr>
            <w:tcW w:w="0" w:type="auto"/>
          </w:tcPr>
          <w:p w14:paraId="1D64C8BA" w14:textId="657DB199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E753B7F" w14:textId="2B115A62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213</w:t>
            </w:r>
          </w:p>
        </w:tc>
        <w:tc>
          <w:tcPr>
            <w:tcW w:w="0" w:type="auto"/>
          </w:tcPr>
          <w:p w14:paraId="32784C42" w14:textId="51A9AE16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4C1240A4" w14:textId="492C79B6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45,59min</w:t>
            </w:r>
          </w:p>
        </w:tc>
        <w:tc>
          <w:tcPr>
            <w:tcW w:w="0" w:type="auto"/>
          </w:tcPr>
          <w:p w14:paraId="7346A40C" w14:textId="35D1802B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D033A3">
              <w:rPr>
                <w:sz w:val="20"/>
                <w:szCs w:val="20"/>
              </w:rPr>
              <w:t>5,87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~b^-: </w:t>
            </w:r>
            <w:r w:rsidR="00D033A3">
              <w:rPr>
                <w:sz w:val="20"/>
                <w:szCs w:val="20"/>
              </w:rPr>
              <w:t>1,4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D033A3">
              <w:rPr>
                <w:sz w:val="20"/>
                <w:szCs w:val="20"/>
              </w:rPr>
              <w:t>0,440</w:t>
            </w:r>
          </w:p>
        </w:tc>
      </w:tr>
      <w:tr w:rsidR="00F977E7" w:rsidRPr="001B6138" w14:paraId="1683750C" w14:textId="77777777" w:rsidTr="001B6138">
        <w:tc>
          <w:tcPr>
            <w:tcW w:w="0" w:type="auto"/>
          </w:tcPr>
          <w:p w14:paraId="1F201713" w14:textId="00DE1B04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2D21EB0D" w14:textId="4ACE8AD5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214</w:t>
            </w:r>
          </w:p>
        </w:tc>
        <w:tc>
          <w:tcPr>
            <w:tcW w:w="0" w:type="auto"/>
          </w:tcPr>
          <w:p w14:paraId="09431F94" w14:textId="3F2AEA66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6F1F19AD" w14:textId="4A46175B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19,9min</w:t>
            </w:r>
          </w:p>
        </w:tc>
        <w:tc>
          <w:tcPr>
            <w:tcW w:w="0" w:type="auto"/>
          </w:tcPr>
          <w:p w14:paraId="1728E26F" w14:textId="7EC831CB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D033A3">
              <w:rPr>
                <w:sz w:val="20"/>
                <w:szCs w:val="20"/>
              </w:rPr>
              <w:t>5,450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~b^-: </w:t>
            </w:r>
            <w:r w:rsidR="00D033A3">
              <w:rPr>
                <w:sz w:val="20"/>
                <w:szCs w:val="20"/>
              </w:rPr>
              <w:t>1,5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D033A3">
              <w:rPr>
                <w:sz w:val="20"/>
                <w:szCs w:val="20"/>
              </w:rPr>
              <w:t>0,609</w:t>
            </w:r>
          </w:p>
        </w:tc>
      </w:tr>
      <w:tr w:rsidR="00F977E7" w:rsidRPr="001B6138" w14:paraId="19E91F31" w14:textId="77777777" w:rsidTr="001B6138">
        <w:tc>
          <w:tcPr>
            <w:tcW w:w="0" w:type="auto"/>
          </w:tcPr>
          <w:p w14:paraId="42AD0E14" w14:textId="4B0395F1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0401E4D8" w14:textId="5534CD1D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 215</w:t>
            </w:r>
          </w:p>
        </w:tc>
        <w:tc>
          <w:tcPr>
            <w:tcW w:w="0" w:type="auto"/>
          </w:tcPr>
          <w:p w14:paraId="57B4E232" w14:textId="2085BC1E" w:rsidR="00F977E7" w:rsidRDefault="00870A04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51568D0D" w14:textId="7DFAC889" w:rsidR="00F977E7" w:rsidRPr="00CE2302" w:rsidRDefault="006051E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7,7min</w:t>
            </w:r>
          </w:p>
        </w:tc>
        <w:tc>
          <w:tcPr>
            <w:tcW w:w="0" w:type="auto"/>
          </w:tcPr>
          <w:p w14:paraId="006E135A" w14:textId="4E75C96F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D033A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D033A3">
              <w:rPr>
                <w:sz w:val="20"/>
                <w:szCs w:val="20"/>
              </w:rPr>
              <w:t>0,294</w:t>
            </w:r>
          </w:p>
        </w:tc>
      </w:tr>
      <w:tr w:rsidR="00F977E7" w:rsidRPr="001B6138" w14:paraId="04373ABD" w14:textId="77777777" w:rsidTr="001B6138">
        <w:tc>
          <w:tcPr>
            <w:tcW w:w="0" w:type="auto"/>
          </w:tcPr>
          <w:p w14:paraId="1D1F9B3B" w14:textId="4BA3AD58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6092F52E" w14:textId="44C0FD35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204</w:t>
            </w:r>
          </w:p>
        </w:tc>
        <w:tc>
          <w:tcPr>
            <w:tcW w:w="0" w:type="auto"/>
          </w:tcPr>
          <w:p w14:paraId="00D4E23F" w14:textId="4A5C0A0F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01F83A05" w14:textId="423FE818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3,53h</w:t>
            </w:r>
          </w:p>
        </w:tc>
        <w:tc>
          <w:tcPr>
            <w:tcW w:w="0" w:type="auto"/>
          </w:tcPr>
          <w:p w14:paraId="2AD68EF6" w14:textId="1D8C77E8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37439C" w:rsidRPr="0037439C">
              <w:rPr>
                <w:sz w:val="20"/>
                <w:szCs w:val="20"/>
              </w:rPr>
              <w:t>5,377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73289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37439C" w:rsidRPr="0037439C">
              <w:rPr>
                <w:sz w:val="20"/>
                <w:szCs w:val="20"/>
              </w:rPr>
              <w:t>0,884</w:t>
            </w:r>
          </w:p>
        </w:tc>
      </w:tr>
      <w:tr w:rsidR="00F977E7" w:rsidRPr="001B6138" w14:paraId="5AC0D5E3" w14:textId="77777777" w:rsidTr="001B6138">
        <w:tc>
          <w:tcPr>
            <w:tcW w:w="0" w:type="auto"/>
          </w:tcPr>
          <w:p w14:paraId="44BA37F8" w14:textId="482E1306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3702012E" w14:textId="09D54A95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205</w:t>
            </w:r>
          </w:p>
        </w:tc>
        <w:tc>
          <w:tcPr>
            <w:tcW w:w="0" w:type="auto"/>
          </w:tcPr>
          <w:p w14:paraId="62F4249D" w14:textId="35A897DF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4B2D923F" w14:textId="28B7AF9F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1,66h</w:t>
            </w:r>
          </w:p>
        </w:tc>
        <w:tc>
          <w:tcPr>
            <w:tcW w:w="0" w:type="auto"/>
          </w:tcPr>
          <w:p w14:paraId="2E50545A" w14:textId="15EA36B3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37439C" w:rsidRPr="0037439C">
              <w:rPr>
                <w:sz w:val="20"/>
                <w:szCs w:val="20"/>
              </w:rPr>
              <w:t>5,22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73289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c: </w:t>
            </w:r>
            <w:r w:rsidR="0037439C" w:rsidRPr="0037439C">
              <w:rPr>
                <w:sz w:val="20"/>
                <w:szCs w:val="20"/>
              </w:rPr>
              <w:t>0,872</w:t>
            </w:r>
          </w:p>
        </w:tc>
      </w:tr>
      <w:tr w:rsidR="00F977E7" w:rsidRPr="001B6138" w14:paraId="01A7EC13" w14:textId="77777777" w:rsidTr="001B6138">
        <w:tc>
          <w:tcPr>
            <w:tcW w:w="0" w:type="auto"/>
          </w:tcPr>
          <w:p w14:paraId="7CEAF9D3" w14:textId="2A9CB9FA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5D7F20D1" w14:textId="037DDA8F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206</w:t>
            </w:r>
          </w:p>
        </w:tc>
        <w:tc>
          <w:tcPr>
            <w:tcW w:w="0" w:type="auto"/>
          </w:tcPr>
          <w:p w14:paraId="711AD3DB" w14:textId="10663B3A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2D3E61E9" w14:textId="29D92481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8,8d</w:t>
            </w:r>
          </w:p>
        </w:tc>
        <w:tc>
          <w:tcPr>
            <w:tcW w:w="0" w:type="auto"/>
          </w:tcPr>
          <w:p w14:paraId="4D3EEA1B" w14:textId="186A647B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37439C" w:rsidRPr="0037439C">
              <w:rPr>
                <w:sz w:val="20"/>
                <w:szCs w:val="20"/>
              </w:rPr>
              <w:t>5,2233</w:t>
            </w:r>
            <w:r w:rsidR="0073289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73289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37439C" w:rsidRPr="0037439C">
              <w:rPr>
                <w:sz w:val="20"/>
                <w:szCs w:val="20"/>
              </w:rPr>
              <w:t>1,032</w:t>
            </w:r>
          </w:p>
        </w:tc>
      </w:tr>
      <w:tr w:rsidR="00F977E7" w:rsidRPr="001B6138" w14:paraId="026C6394" w14:textId="77777777" w:rsidTr="001B6138">
        <w:tc>
          <w:tcPr>
            <w:tcW w:w="0" w:type="auto"/>
          </w:tcPr>
          <w:p w14:paraId="7AB7E7BA" w14:textId="59977BC4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7C41D58F" w14:textId="4BB63747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207</w:t>
            </w:r>
          </w:p>
        </w:tc>
        <w:tc>
          <w:tcPr>
            <w:tcW w:w="0" w:type="auto"/>
          </w:tcPr>
          <w:p w14:paraId="04AACD0F" w14:textId="2B174FB3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2789608A" w14:textId="0A5A361E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5,84h</w:t>
            </w:r>
          </w:p>
        </w:tc>
        <w:tc>
          <w:tcPr>
            <w:tcW w:w="0" w:type="auto"/>
          </w:tcPr>
          <w:p w14:paraId="5C49486D" w14:textId="39A8DDEC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5,116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73289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732893" w:rsidRPr="00732893">
              <w:rPr>
                <w:sz w:val="20"/>
                <w:szCs w:val="20"/>
              </w:rPr>
              <w:t>0,992</w:t>
            </w:r>
          </w:p>
        </w:tc>
      </w:tr>
      <w:tr w:rsidR="00F977E7" w:rsidRPr="001B6138" w14:paraId="4BCBBCF2" w14:textId="77777777" w:rsidTr="001B6138">
        <w:tc>
          <w:tcPr>
            <w:tcW w:w="0" w:type="auto"/>
          </w:tcPr>
          <w:p w14:paraId="6291A337" w14:textId="23740724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82F5784" w14:textId="1CA49BCA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208</w:t>
            </w:r>
          </w:p>
        </w:tc>
        <w:tc>
          <w:tcPr>
            <w:tcW w:w="0" w:type="auto"/>
          </w:tcPr>
          <w:p w14:paraId="1B3D10F6" w14:textId="0A7704AF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10C07514" w14:textId="41DADACA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2,898a</w:t>
            </w:r>
          </w:p>
        </w:tc>
        <w:tc>
          <w:tcPr>
            <w:tcW w:w="0" w:type="auto"/>
          </w:tcPr>
          <w:p w14:paraId="42582D39" w14:textId="12691113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5,1152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0391520D" w14:textId="77777777" w:rsidTr="001B6138">
        <w:tc>
          <w:tcPr>
            <w:tcW w:w="0" w:type="auto"/>
          </w:tcPr>
          <w:p w14:paraId="4DD049AE" w14:textId="3542AA00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AA78681" w14:textId="399B5D96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209</w:t>
            </w:r>
          </w:p>
        </w:tc>
        <w:tc>
          <w:tcPr>
            <w:tcW w:w="0" w:type="auto"/>
          </w:tcPr>
          <w:p w14:paraId="17DFEB17" w14:textId="17019C8E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044A9E3C" w14:textId="04085293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102a</w:t>
            </w:r>
          </w:p>
        </w:tc>
        <w:tc>
          <w:tcPr>
            <w:tcW w:w="0" w:type="auto"/>
          </w:tcPr>
          <w:p w14:paraId="3DA52536" w14:textId="63C0C657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4,881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0A30C840" w14:textId="77777777" w:rsidTr="001B6138">
        <w:tc>
          <w:tcPr>
            <w:tcW w:w="0" w:type="auto"/>
          </w:tcPr>
          <w:p w14:paraId="43A5F440" w14:textId="59808522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50981C95" w14:textId="5AF28565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210</w:t>
            </w:r>
          </w:p>
        </w:tc>
        <w:tc>
          <w:tcPr>
            <w:tcW w:w="0" w:type="auto"/>
          </w:tcPr>
          <w:p w14:paraId="768D5817" w14:textId="5E58BCBE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27797400" w14:textId="4E54870D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138,38d</w:t>
            </w:r>
          </w:p>
        </w:tc>
        <w:tc>
          <w:tcPr>
            <w:tcW w:w="0" w:type="auto"/>
          </w:tcPr>
          <w:p w14:paraId="7963F166" w14:textId="7585D989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5,30438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413BD7A3" w14:textId="77777777" w:rsidTr="001B6138">
        <w:tc>
          <w:tcPr>
            <w:tcW w:w="0" w:type="auto"/>
          </w:tcPr>
          <w:p w14:paraId="47188192" w14:textId="32805FF7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122F884C" w14:textId="1F12C69C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211</w:t>
            </w:r>
          </w:p>
        </w:tc>
        <w:tc>
          <w:tcPr>
            <w:tcW w:w="0" w:type="auto"/>
          </w:tcPr>
          <w:p w14:paraId="448C7F4F" w14:textId="34D8C9D5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5CFCE046" w14:textId="1BCDD9AA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0,516s</w:t>
            </w:r>
          </w:p>
        </w:tc>
        <w:tc>
          <w:tcPr>
            <w:tcW w:w="0" w:type="auto"/>
          </w:tcPr>
          <w:p w14:paraId="6C34D0D1" w14:textId="2AF7461F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7,450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51557FCD" w14:textId="77777777" w:rsidTr="001B6138">
        <w:tc>
          <w:tcPr>
            <w:tcW w:w="0" w:type="auto"/>
          </w:tcPr>
          <w:p w14:paraId="72991ABF" w14:textId="01EE4ED1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76A41808" w14:textId="21EA8F5B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212</w:t>
            </w:r>
          </w:p>
        </w:tc>
        <w:tc>
          <w:tcPr>
            <w:tcW w:w="0" w:type="auto"/>
          </w:tcPr>
          <w:p w14:paraId="103AD47C" w14:textId="12C5B1DF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3BF649FA" w14:textId="68F86571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0,3</w:t>
            </w:r>
            <w:r w:rsidR="00DA5199">
              <w:rPr>
                <w:sz w:val="20"/>
                <w:szCs w:val="20"/>
              </w:rPr>
              <w:t>~m</w:t>
            </w:r>
            <w:r w:rsidRPr="0037439C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7280C6BF" w14:textId="6B49D5B9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8,785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4671F5CE" w14:textId="77777777" w:rsidTr="001B6138">
        <w:tc>
          <w:tcPr>
            <w:tcW w:w="0" w:type="auto"/>
          </w:tcPr>
          <w:p w14:paraId="5527B27A" w14:textId="2E52515D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6EF6DA18" w14:textId="57AAA899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213</w:t>
            </w:r>
          </w:p>
        </w:tc>
        <w:tc>
          <w:tcPr>
            <w:tcW w:w="0" w:type="auto"/>
          </w:tcPr>
          <w:p w14:paraId="0F19BA84" w14:textId="2EADD121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69150DBA" w14:textId="468E9350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4,2</w:t>
            </w:r>
            <w:r w:rsidR="00DA5199">
              <w:rPr>
                <w:sz w:val="20"/>
                <w:szCs w:val="20"/>
              </w:rPr>
              <w:t>~m</w:t>
            </w:r>
            <w:r w:rsidRPr="0037439C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7BC861D" w14:textId="0A98F878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8,376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0C7A9156" w14:textId="77777777" w:rsidTr="001B6138">
        <w:tc>
          <w:tcPr>
            <w:tcW w:w="0" w:type="auto"/>
          </w:tcPr>
          <w:p w14:paraId="264E9DCC" w14:textId="2708216C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3108655D" w14:textId="09742A6C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214</w:t>
            </w:r>
          </w:p>
        </w:tc>
        <w:tc>
          <w:tcPr>
            <w:tcW w:w="0" w:type="auto"/>
          </w:tcPr>
          <w:p w14:paraId="2A257ADA" w14:textId="7D2000D1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7AE6BD68" w14:textId="6A56AC71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164</w:t>
            </w:r>
            <w:r w:rsidR="00DA5199">
              <w:rPr>
                <w:sz w:val="20"/>
                <w:szCs w:val="20"/>
              </w:rPr>
              <w:t>~m</w:t>
            </w:r>
            <w:r w:rsidRPr="0037439C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00FD322D" w14:textId="2980DA8D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7,6869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2B0AE74E" w14:textId="77777777" w:rsidTr="001B6138">
        <w:tc>
          <w:tcPr>
            <w:tcW w:w="0" w:type="auto"/>
          </w:tcPr>
          <w:p w14:paraId="06C4E579" w14:textId="7DF70565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AA40B4E" w14:textId="29586564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215</w:t>
            </w:r>
          </w:p>
        </w:tc>
        <w:tc>
          <w:tcPr>
            <w:tcW w:w="0" w:type="auto"/>
          </w:tcPr>
          <w:p w14:paraId="12527998" w14:textId="68C63A00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010F6FEC" w14:textId="18B3C998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1,78ms</w:t>
            </w:r>
          </w:p>
        </w:tc>
        <w:tc>
          <w:tcPr>
            <w:tcW w:w="0" w:type="auto"/>
          </w:tcPr>
          <w:p w14:paraId="484570F3" w14:textId="4F4D2D96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7,3862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F977E7" w:rsidRPr="001B6138" w14:paraId="6F78965F" w14:textId="77777777" w:rsidTr="001B6138">
        <w:tc>
          <w:tcPr>
            <w:tcW w:w="0" w:type="auto"/>
          </w:tcPr>
          <w:p w14:paraId="1014E174" w14:textId="0896F9BE" w:rsidR="00F977E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C19CBA7" w14:textId="057B25B6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216</w:t>
            </w:r>
          </w:p>
        </w:tc>
        <w:tc>
          <w:tcPr>
            <w:tcW w:w="0" w:type="auto"/>
          </w:tcPr>
          <w:p w14:paraId="54A67519" w14:textId="4FD95C60" w:rsidR="00F977E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10E7191A" w14:textId="444996C6" w:rsidR="00F977E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0,15s</w:t>
            </w:r>
          </w:p>
        </w:tc>
        <w:tc>
          <w:tcPr>
            <w:tcW w:w="0" w:type="auto"/>
          </w:tcPr>
          <w:p w14:paraId="0CBAA5D5" w14:textId="5EDAAF94" w:rsidR="00F977E7" w:rsidRDefault="007F3C9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6,7783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870017" w:rsidRPr="001B6138" w14:paraId="56D72532" w14:textId="77777777" w:rsidTr="001B6138">
        <w:tc>
          <w:tcPr>
            <w:tcW w:w="0" w:type="auto"/>
          </w:tcPr>
          <w:p w14:paraId="2682CB01" w14:textId="16BAC21D" w:rsidR="0087001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02B2B2C5" w14:textId="0C0B868F" w:rsidR="0087001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217</w:t>
            </w:r>
          </w:p>
        </w:tc>
        <w:tc>
          <w:tcPr>
            <w:tcW w:w="0" w:type="auto"/>
          </w:tcPr>
          <w:p w14:paraId="1C80D508" w14:textId="03C5C5F4" w:rsidR="0087001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57966DB" w14:textId="5629F981" w:rsidR="0087001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1,53s</w:t>
            </w:r>
          </w:p>
        </w:tc>
        <w:tc>
          <w:tcPr>
            <w:tcW w:w="0" w:type="auto"/>
          </w:tcPr>
          <w:p w14:paraId="6D6BACF5" w14:textId="068EA3AD" w:rsidR="0087001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732893" w:rsidRPr="00732893">
              <w:rPr>
                <w:sz w:val="20"/>
                <w:szCs w:val="20"/>
              </w:rPr>
              <w:t>6,543</w:t>
            </w:r>
            <w:r w:rsidR="00732893">
              <w:rPr>
                <w:sz w:val="20"/>
                <w:szCs w:val="20"/>
              </w:rPr>
              <w:t xml:space="preserve"> v</w:t>
            </w:r>
          </w:p>
        </w:tc>
      </w:tr>
      <w:tr w:rsidR="00870017" w:rsidRPr="001B6138" w14:paraId="72EFA2AA" w14:textId="77777777" w:rsidTr="001B6138">
        <w:tc>
          <w:tcPr>
            <w:tcW w:w="0" w:type="auto"/>
          </w:tcPr>
          <w:p w14:paraId="698F965F" w14:textId="15B588F0" w:rsidR="00870017" w:rsidRDefault="0087001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44889DCB" w14:textId="4FC3A720" w:rsidR="0087001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218</w:t>
            </w:r>
          </w:p>
        </w:tc>
        <w:tc>
          <w:tcPr>
            <w:tcW w:w="0" w:type="auto"/>
          </w:tcPr>
          <w:p w14:paraId="481A4212" w14:textId="7A9E9A9B" w:rsidR="0087001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17A7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26597C3" w14:textId="23559FF5" w:rsidR="00870017" w:rsidRPr="00CE2302" w:rsidRDefault="0037439C" w:rsidP="000E7A6E">
            <w:pPr>
              <w:rPr>
                <w:sz w:val="20"/>
                <w:szCs w:val="20"/>
              </w:rPr>
            </w:pPr>
            <w:r w:rsidRPr="0037439C">
              <w:rPr>
                <w:sz w:val="20"/>
                <w:szCs w:val="20"/>
              </w:rPr>
              <w:t>3,05min</w:t>
            </w:r>
          </w:p>
        </w:tc>
        <w:tc>
          <w:tcPr>
            <w:tcW w:w="0" w:type="auto"/>
          </w:tcPr>
          <w:p w14:paraId="7E7BEAE7" w14:textId="2929CE55" w:rsidR="00870017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37439C" w:rsidRPr="0037439C">
              <w:rPr>
                <w:sz w:val="20"/>
                <w:szCs w:val="20"/>
              </w:rPr>
              <w:t>6,0024</w:t>
            </w:r>
            <w:r w:rsidR="0037439C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6D0ACAD3" w14:textId="77777777" w:rsidTr="001B6138">
        <w:tc>
          <w:tcPr>
            <w:tcW w:w="0" w:type="auto"/>
          </w:tcPr>
          <w:p w14:paraId="6A59F1C7" w14:textId="36C6CDC1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79D4739" w14:textId="3EF82561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205</w:t>
            </w:r>
          </w:p>
        </w:tc>
        <w:tc>
          <w:tcPr>
            <w:tcW w:w="0" w:type="auto"/>
          </w:tcPr>
          <w:p w14:paraId="07C206B7" w14:textId="0E131451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39884604" w14:textId="4B310297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26,2min</w:t>
            </w:r>
          </w:p>
        </w:tc>
        <w:tc>
          <w:tcPr>
            <w:tcW w:w="0" w:type="auto"/>
          </w:tcPr>
          <w:p w14:paraId="3BF2CF63" w14:textId="0A2617C2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5,902</w:t>
            </w:r>
            <w:r w:rsidR="00B15DB6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B15DB6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B26091" w:rsidRPr="00B26091">
              <w:rPr>
                <w:sz w:val="20"/>
                <w:szCs w:val="20"/>
              </w:rPr>
              <w:t>0,719</w:t>
            </w:r>
          </w:p>
        </w:tc>
      </w:tr>
      <w:tr w:rsidR="00846ED1" w:rsidRPr="001B6138" w14:paraId="57C8CFB5" w14:textId="77777777" w:rsidTr="001B6138">
        <w:tc>
          <w:tcPr>
            <w:tcW w:w="0" w:type="auto"/>
          </w:tcPr>
          <w:p w14:paraId="5A84EB8B" w14:textId="0E4603BE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384D229E" w14:textId="2410E86E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206</w:t>
            </w:r>
          </w:p>
        </w:tc>
        <w:tc>
          <w:tcPr>
            <w:tcW w:w="0" w:type="auto"/>
          </w:tcPr>
          <w:p w14:paraId="0235C931" w14:textId="2F6FDECF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473FC58" w14:textId="323D28EF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29,4min</w:t>
            </w:r>
          </w:p>
        </w:tc>
        <w:tc>
          <w:tcPr>
            <w:tcW w:w="0" w:type="auto"/>
          </w:tcPr>
          <w:p w14:paraId="50A4A7DE" w14:textId="50E8EA1E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5,703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B15DB6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B26091" w:rsidRPr="00B26091">
              <w:rPr>
                <w:sz w:val="20"/>
                <w:szCs w:val="20"/>
              </w:rPr>
              <w:t>0,701</w:t>
            </w:r>
          </w:p>
        </w:tc>
      </w:tr>
      <w:tr w:rsidR="00846ED1" w:rsidRPr="001B6138" w14:paraId="0C9C86C1" w14:textId="77777777" w:rsidTr="001B6138">
        <w:tc>
          <w:tcPr>
            <w:tcW w:w="0" w:type="auto"/>
          </w:tcPr>
          <w:p w14:paraId="13CF9247" w14:textId="2F0A5B2E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D2B5848" w14:textId="464FA210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207</w:t>
            </w:r>
          </w:p>
        </w:tc>
        <w:tc>
          <w:tcPr>
            <w:tcW w:w="0" w:type="auto"/>
          </w:tcPr>
          <w:p w14:paraId="22E67542" w14:textId="4EE48C8F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7E2D3A2B" w14:textId="6F5816A3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1,8h</w:t>
            </w:r>
          </w:p>
        </w:tc>
        <w:tc>
          <w:tcPr>
            <w:tcW w:w="0" w:type="auto"/>
          </w:tcPr>
          <w:p w14:paraId="281D719E" w14:textId="5E646DFB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5,759</w:t>
            </w:r>
            <w:r w:rsidR="00B15DB6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B15DB6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B26091" w:rsidRPr="00B26091">
              <w:rPr>
                <w:sz w:val="20"/>
                <w:szCs w:val="20"/>
              </w:rPr>
              <w:t>0,815</w:t>
            </w:r>
          </w:p>
        </w:tc>
      </w:tr>
      <w:tr w:rsidR="00846ED1" w:rsidRPr="001B6138" w14:paraId="54D5AFDB" w14:textId="77777777" w:rsidTr="001B6138">
        <w:tc>
          <w:tcPr>
            <w:tcW w:w="0" w:type="auto"/>
          </w:tcPr>
          <w:p w14:paraId="37F5469B" w14:textId="3B58AE4E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57A26A9E" w14:textId="64E1F645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208</w:t>
            </w:r>
          </w:p>
        </w:tc>
        <w:tc>
          <w:tcPr>
            <w:tcW w:w="0" w:type="auto"/>
          </w:tcPr>
          <w:p w14:paraId="0CE12617" w14:textId="7F82E8FC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347EE90B" w14:textId="216965CD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1,63h</w:t>
            </w:r>
          </w:p>
        </w:tc>
        <w:tc>
          <w:tcPr>
            <w:tcW w:w="0" w:type="auto"/>
          </w:tcPr>
          <w:p w14:paraId="03BF16AD" w14:textId="61092070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5,640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B15DB6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B26091" w:rsidRPr="00B26091">
              <w:rPr>
                <w:sz w:val="20"/>
                <w:szCs w:val="20"/>
              </w:rPr>
              <w:t>0,686</w:t>
            </w:r>
          </w:p>
        </w:tc>
      </w:tr>
      <w:tr w:rsidR="00846ED1" w:rsidRPr="001B6138" w14:paraId="540B22FE" w14:textId="77777777" w:rsidTr="001B6138">
        <w:tc>
          <w:tcPr>
            <w:tcW w:w="0" w:type="auto"/>
          </w:tcPr>
          <w:p w14:paraId="6B69927E" w14:textId="5423C1D3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4C25D738" w14:textId="50780ED4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209</w:t>
            </w:r>
          </w:p>
        </w:tc>
        <w:tc>
          <w:tcPr>
            <w:tcW w:w="0" w:type="auto"/>
          </w:tcPr>
          <w:p w14:paraId="62BE6B77" w14:textId="5339B411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3E2D9231" w14:textId="6373233E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5,4h</w:t>
            </w:r>
          </w:p>
        </w:tc>
        <w:tc>
          <w:tcPr>
            <w:tcW w:w="0" w:type="auto"/>
          </w:tcPr>
          <w:p w14:paraId="754E3318" w14:textId="4B671E8C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5,647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B15DB6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B26091" w:rsidRPr="00B26091">
              <w:rPr>
                <w:sz w:val="20"/>
                <w:szCs w:val="20"/>
              </w:rPr>
              <w:t>0,545</w:t>
            </w:r>
          </w:p>
        </w:tc>
      </w:tr>
      <w:tr w:rsidR="00846ED1" w:rsidRPr="001B6138" w14:paraId="600A7A9E" w14:textId="77777777" w:rsidTr="001B6138">
        <w:tc>
          <w:tcPr>
            <w:tcW w:w="0" w:type="auto"/>
          </w:tcPr>
          <w:p w14:paraId="46C7ACA0" w14:textId="7ACF8D2C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7536519C" w14:textId="15553BC6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210</w:t>
            </w:r>
          </w:p>
        </w:tc>
        <w:tc>
          <w:tcPr>
            <w:tcW w:w="0" w:type="auto"/>
          </w:tcPr>
          <w:p w14:paraId="3FE5C58F" w14:textId="7BA13C3C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6CD8CA66" w14:textId="531BDD16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8,3h</w:t>
            </w:r>
          </w:p>
        </w:tc>
        <w:tc>
          <w:tcPr>
            <w:tcW w:w="0" w:type="auto"/>
          </w:tcPr>
          <w:p w14:paraId="53D9A7E2" w14:textId="3D9E9DF6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5,524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B15DB6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B26091" w:rsidRPr="00B26091">
              <w:rPr>
                <w:sz w:val="20"/>
                <w:szCs w:val="20"/>
              </w:rPr>
              <w:t>1,181</w:t>
            </w:r>
          </w:p>
        </w:tc>
      </w:tr>
      <w:tr w:rsidR="00846ED1" w:rsidRPr="001B6138" w14:paraId="73355370" w14:textId="77777777" w:rsidTr="001B6138">
        <w:tc>
          <w:tcPr>
            <w:tcW w:w="0" w:type="auto"/>
          </w:tcPr>
          <w:p w14:paraId="5E0CB296" w14:textId="0767C2CE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282C1DE1" w14:textId="4328B72C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211</w:t>
            </w:r>
          </w:p>
        </w:tc>
        <w:tc>
          <w:tcPr>
            <w:tcW w:w="0" w:type="auto"/>
          </w:tcPr>
          <w:p w14:paraId="3F82FE1B" w14:textId="2BC122C2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1F5B2295" w14:textId="6EFD6D7B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7,22h</w:t>
            </w:r>
          </w:p>
        </w:tc>
        <w:tc>
          <w:tcPr>
            <w:tcW w:w="0" w:type="auto"/>
          </w:tcPr>
          <w:p w14:paraId="064A80A1" w14:textId="29DAF252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5,867</w:t>
            </w:r>
            <w:r w:rsidR="00B15DB6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B15DB6">
              <w:rPr>
                <w:sz w:val="20"/>
                <w:szCs w:val="20"/>
              </w:rPr>
              <w:t>v</w:t>
            </w:r>
          </w:p>
        </w:tc>
      </w:tr>
      <w:tr w:rsidR="00846ED1" w:rsidRPr="001B6138" w14:paraId="0DADC760" w14:textId="77777777" w:rsidTr="001B6138">
        <w:tc>
          <w:tcPr>
            <w:tcW w:w="0" w:type="auto"/>
          </w:tcPr>
          <w:p w14:paraId="5CA66186" w14:textId="32A90904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75F83C00" w14:textId="33C22C01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212</w:t>
            </w:r>
          </w:p>
        </w:tc>
        <w:tc>
          <w:tcPr>
            <w:tcW w:w="0" w:type="auto"/>
          </w:tcPr>
          <w:p w14:paraId="4F22CE00" w14:textId="564AB5F2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0545B58A" w14:textId="0B5DF562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314ms</w:t>
            </w:r>
          </w:p>
        </w:tc>
        <w:tc>
          <w:tcPr>
            <w:tcW w:w="0" w:type="auto"/>
          </w:tcPr>
          <w:p w14:paraId="5E5212F2" w14:textId="2AA18859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7,68</w:t>
            </w:r>
            <w:r w:rsidR="00B15DB6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B26091" w:rsidRPr="00B26091">
              <w:rPr>
                <w:sz w:val="20"/>
                <w:szCs w:val="20"/>
              </w:rPr>
              <w:t>0,063</w:t>
            </w:r>
          </w:p>
        </w:tc>
      </w:tr>
      <w:tr w:rsidR="00846ED1" w:rsidRPr="001B6138" w14:paraId="3EBDF238" w14:textId="77777777" w:rsidTr="001B6138">
        <w:tc>
          <w:tcPr>
            <w:tcW w:w="0" w:type="auto"/>
          </w:tcPr>
          <w:p w14:paraId="4E1BCF0E" w14:textId="19CBB06D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BE32D45" w14:textId="6C5BE8FC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213</w:t>
            </w:r>
          </w:p>
        </w:tc>
        <w:tc>
          <w:tcPr>
            <w:tcW w:w="0" w:type="auto"/>
          </w:tcPr>
          <w:p w14:paraId="754C7A18" w14:textId="599DEAC7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11F4D63E" w14:textId="42A5AD17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0,11</w:t>
            </w:r>
            <w:r>
              <w:rPr>
                <w:sz w:val="20"/>
                <w:szCs w:val="20"/>
              </w:rPr>
              <w:t>~m</w:t>
            </w:r>
            <w:r w:rsidRPr="00217A71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78CBD52C" w14:textId="1F9C2E91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9,08</w:t>
            </w:r>
            <w:r w:rsidR="00B15DB6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40244ECB" w14:textId="77777777" w:rsidTr="001B6138">
        <w:tc>
          <w:tcPr>
            <w:tcW w:w="0" w:type="auto"/>
          </w:tcPr>
          <w:p w14:paraId="370A1562" w14:textId="363C1480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18E31CCE" w14:textId="096561EC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214</w:t>
            </w:r>
          </w:p>
        </w:tc>
        <w:tc>
          <w:tcPr>
            <w:tcW w:w="0" w:type="auto"/>
          </w:tcPr>
          <w:p w14:paraId="5BD4DA42" w14:textId="15ACBB6A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0FC60480" w14:textId="1965D18E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0,56</w:t>
            </w:r>
            <w:r>
              <w:rPr>
                <w:sz w:val="20"/>
                <w:szCs w:val="20"/>
              </w:rPr>
              <w:t>~m</w:t>
            </w:r>
            <w:r w:rsidRPr="00217A71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3AA752E8" w14:textId="45B33BFB" w:rsidR="00846ED1" w:rsidRDefault="00846ED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8,819</w:t>
            </w:r>
            <w:r w:rsidR="00B15DB6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500F1FC0" w14:textId="77777777" w:rsidTr="001B6138">
        <w:tc>
          <w:tcPr>
            <w:tcW w:w="0" w:type="auto"/>
          </w:tcPr>
          <w:p w14:paraId="4EB28EF0" w14:textId="39EB303E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332262D5" w14:textId="4E49FF70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215</w:t>
            </w:r>
          </w:p>
        </w:tc>
        <w:tc>
          <w:tcPr>
            <w:tcW w:w="0" w:type="auto"/>
          </w:tcPr>
          <w:p w14:paraId="49365075" w14:textId="4F5758D4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43B9727E" w14:textId="7AA458F2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0,1ms</w:t>
            </w:r>
          </w:p>
        </w:tc>
        <w:tc>
          <w:tcPr>
            <w:tcW w:w="0" w:type="auto"/>
          </w:tcPr>
          <w:p w14:paraId="3C6A2B62" w14:textId="0810D4B8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8,026</w:t>
            </w:r>
            <w:r w:rsidR="00B15DB6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1344D99C" w14:textId="77777777" w:rsidTr="001B6138">
        <w:tc>
          <w:tcPr>
            <w:tcW w:w="0" w:type="auto"/>
          </w:tcPr>
          <w:p w14:paraId="1AC409A5" w14:textId="0EA687C7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6DB2B9E8" w14:textId="13FEFE9B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216</w:t>
            </w:r>
          </w:p>
        </w:tc>
        <w:tc>
          <w:tcPr>
            <w:tcW w:w="0" w:type="auto"/>
          </w:tcPr>
          <w:p w14:paraId="7C92F79B" w14:textId="44A03F40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2D31FF1A" w14:textId="0DF547E2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0,3ms</w:t>
            </w:r>
          </w:p>
        </w:tc>
        <w:tc>
          <w:tcPr>
            <w:tcW w:w="0" w:type="auto"/>
          </w:tcPr>
          <w:p w14:paraId="721463C8" w14:textId="08BD43BB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7,804</w:t>
            </w:r>
            <w:r w:rsidR="00B15DB6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5FF86FD6" w14:textId="77777777" w:rsidTr="001B6138">
        <w:tc>
          <w:tcPr>
            <w:tcW w:w="0" w:type="auto"/>
          </w:tcPr>
          <w:p w14:paraId="4376CCBE" w14:textId="25B39B30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3F998079" w14:textId="0DC53451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217</w:t>
            </w:r>
          </w:p>
        </w:tc>
        <w:tc>
          <w:tcPr>
            <w:tcW w:w="0" w:type="auto"/>
          </w:tcPr>
          <w:p w14:paraId="7EE26790" w14:textId="53257FFE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4EABF5B3" w14:textId="15D36845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32,3ms</w:t>
            </w:r>
          </w:p>
        </w:tc>
        <w:tc>
          <w:tcPr>
            <w:tcW w:w="0" w:type="auto"/>
          </w:tcPr>
          <w:p w14:paraId="35FDAD91" w14:textId="5FDC08D7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26091" w:rsidRPr="00B26091">
              <w:rPr>
                <w:sz w:val="20"/>
                <w:szCs w:val="20"/>
              </w:rPr>
              <w:t>7,069</w:t>
            </w:r>
            <w:r w:rsidR="00B15DB6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4447CC44" w14:textId="77777777" w:rsidTr="001B6138">
        <w:tc>
          <w:tcPr>
            <w:tcW w:w="0" w:type="auto"/>
          </w:tcPr>
          <w:p w14:paraId="61283EEC" w14:textId="76553542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6002D5D9" w14:textId="3CFC8252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218</w:t>
            </w:r>
          </w:p>
        </w:tc>
        <w:tc>
          <w:tcPr>
            <w:tcW w:w="0" w:type="auto"/>
          </w:tcPr>
          <w:p w14:paraId="67D2D82C" w14:textId="2C2E10CC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EBBF0DE" w14:textId="6A53D743" w:rsidR="00846ED1" w:rsidRPr="00CE2302" w:rsidRDefault="00217A71" w:rsidP="000E7A6E">
            <w:pPr>
              <w:rPr>
                <w:sz w:val="20"/>
                <w:szCs w:val="20"/>
              </w:rPr>
            </w:pPr>
            <w:r w:rsidRPr="00217A71">
              <w:rPr>
                <w:sz w:val="20"/>
                <w:szCs w:val="20"/>
              </w:rPr>
              <w:t>2s</w:t>
            </w:r>
          </w:p>
        </w:tc>
        <w:tc>
          <w:tcPr>
            <w:tcW w:w="0" w:type="auto"/>
          </w:tcPr>
          <w:p w14:paraId="2B14492B" w14:textId="174C0AE2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15DB6" w:rsidRPr="00B26091">
              <w:rPr>
                <w:sz w:val="20"/>
                <w:szCs w:val="20"/>
              </w:rPr>
              <w:t>6,694</w:t>
            </w:r>
            <w:r w:rsidR="00B15DB6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5AE18CA3" w14:textId="77777777" w:rsidTr="001B6138">
        <w:tc>
          <w:tcPr>
            <w:tcW w:w="0" w:type="auto"/>
          </w:tcPr>
          <w:p w14:paraId="18FA3B1F" w14:textId="3DE9275A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52BADD64" w14:textId="0688EFA1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 219</w:t>
            </w:r>
          </w:p>
        </w:tc>
        <w:tc>
          <w:tcPr>
            <w:tcW w:w="0" w:type="auto"/>
          </w:tcPr>
          <w:p w14:paraId="65CC29F4" w14:textId="243CBC79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647273AB" w14:textId="42AB92F1" w:rsidR="00846ED1" w:rsidRPr="00CE2302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0,9min</w:t>
            </w:r>
          </w:p>
        </w:tc>
        <w:tc>
          <w:tcPr>
            <w:tcW w:w="0" w:type="auto"/>
          </w:tcPr>
          <w:p w14:paraId="15CC54E5" w14:textId="5B4A2D5B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B15DB6">
              <w:rPr>
                <w:sz w:val="20"/>
                <w:szCs w:val="20"/>
              </w:rPr>
              <w:t>6,27 v</w:t>
            </w:r>
          </w:p>
        </w:tc>
      </w:tr>
      <w:tr w:rsidR="00846ED1" w:rsidRPr="001B6138" w14:paraId="36B4599F" w14:textId="77777777" w:rsidTr="001B6138">
        <w:tc>
          <w:tcPr>
            <w:tcW w:w="0" w:type="auto"/>
          </w:tcPr>
          <w:p w14:paraId="0B071922" w14:textId="55D5FD2C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2A5BF582" w14:textId="02736DBB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206</w:t>
            </w:r>
          </w:p>
        </w:tc>
        <w:tc>
          <w:tcPr>
            <w:tcW w:w="0" w:type="auto"/>
          </w:tcPr>
          <w:p w14:paraId="24E652FF" w14:textId="1771BDD2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330AC127" w14:textId="2BEA3D7E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5,67min</w:t>
            </w:r>
          </w:p>
        </w:tc>
        <w:tc>
          <w:tcPr>
            <w:tcW w:w="0" w:type="auto"/>
          </w:tcPr>
          <w:p w14:paraId="3EA0B7B4" w14:textId="3C520C57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6,260</w:t>
            </w:r>
            <w:r w:rsidR="00873CE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873CE9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176F" w:rsidRPr="00FE176F">
              <w:rPr>
                <w:sz w:val="20"/>
                <w:szCs w:val="20"/>
              </w:rPr>
              <w:t>0,498</w:t>
            </w:r>
          </w:p>
        </w:tc>
      </w:tr>
      <w:tr w:rsidR="00846ED1" w:rsidRPr="001B6138" w14:paraId="0A1DDB69" w14:textId="77777777" w:rsidTr="001B6138">
        <w:tc>
          <w:tcPr>
            <w:tcW w:w="0" w:type="auto"/>
          </w:tcPr>
          <w:p w14:paraId="3FFA935B" w14:textId="39923E6C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AF3E374" w14:textId="53B1D1AA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207</w:t>
            </w:r>
          </w:p>
        </w:tc>
        <w:tc>
          <w:tcPr>
            <w:tcW w:w="0" w:type="auto"/>
          </w:tcPr>
          <w:p w14:paraId="49698101" w14:textId="2D00C560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6F86CF1D" w14:textId="5445E0B7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9,3min</w:t>
            </w:r>
          </w:p>
        </w:tc>
        <w:tc>
          <w:tcPr>
            <w:tcW w:w="0" w:type="auto"/>
          </w:tcPr>
          <w:p w14:paraId="21C47DE1" w14:textId="5576E11D" w:rsidR="00846ED1" w:rsidRDefault="00217A7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6,133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E956B0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176F" w:rsidRPr="00FE176F">
              <w:rPr>
                <w:sz w:val="20"/>
                <w:szCs w:val="20"/>
              </w:rPr>
              <w:t>0,345</w:t>
            </w:r>
          </w:p>
        </w:tc>
      </w:tr>
      <w:tr w:rsidR="00846ED1" w:rsidRPr="001B6138" w14:paraId="213C7A21" w14:textId="77777777" w:rsidTr="001B6138">
        <w:tc>
          <w:tcPr>
            <w:tcW w:w="0" w:type="auto"/>
          </w:tcPr>
          <w:p w14:paraId="21848072" w14:textId="00EB049B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7340679C" w14:textId="5C73A9B1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208</w:t>
            </w:r>
          </w:p>
        </w:tc>
        <w:tc>
          <w:tcPr>
            <w:tcW w:w="0" w:type="auto"/>
          </w:tcPr>
          <w:p w14:paraId="08D3AF7B" w14:textId="5A875D83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3BFFB310" w14:textId="17CAB36F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24,4min</w:t>
            </w:r>
          </w:p>
        </w:tc>
        <w:tc>
          <w:tcPr>
            <w:tcW w:w="0" w:type="auto"/>
          </w:tcPr>
          <w:p w14:paraId="5B853B30" w14:textId="6F292FF9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6,138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E956B0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176F" w:rsidRPr="00FE176F">
              <w:rPr>
                <w:sz w:val="20"/>
                <w:szCs w:val="20"/>
              </w:rPr>
              <w:t>0,427</w:t>
            </w:r>
          </w:p>
        </w:tc>
      </w:tr>
      <w:tr w:rsidR="00846ED1" w:rsidRPr="001B6138" w14:paraId="184A31FB" w14:textId="77777777" w:rsidTr="001B6138">
        <w:tc>
          <w:tcPr>
            <w:tcW w:w="0" w:type="auto"/>
          </w:tcPr>
          <w:p w14:paraId="32CE28DF" w14:textId="74C88BC7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2A02C463" w14:textId="09C2FB8B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209</w:t>
            </w:r>
          </w:p>
        </w:tc>
        <w:tc>
          <w:tcPr>
            <w:tcW w:w="0" w:type="auto"/>
          </w:tcPr>
          <w:p w14:paraId="4734C77B" w14:textId="78AA750B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4ED59864" w14:textId="565272D4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28,5min</w:t>
            </w:r>
          </w:p>
        </w:tc>
        <w:tc>
          <w:tcPr>
            <w:tcW w:w="0" w:type="auto"/>
          </w:tcPr>
          <w:p w14:paraId="734424F1" w14:textId="798DCC26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6,039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~b^+: </w:t>
            </w:r>
            <w:r w:rsidR="00E956B0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176F" w:rsidRPr="00FE176F">
              <w:rPr>
                <w:sz w:val="20"/>
                <w:szCs w:val="20"/>
              </w:rPr>
              <w:t>0,408</w:t>
            </w:r>
          </w:p>
        </w:tc>
      </w:tr>
      <w:tr w:rsidR="00846ED1" w:rsidRPr="001B6138" w14:paraId="4B102BF7" w14:textId="77777777" w:rsidTr="001B6138">
        <w:tc>
          <w:tcPr>
            <w:tcW w:w="0" w:type="auto"/>
          </w:tcPr>
          <w:p w14:paraId="01671AC7" w14:textId="48DC6E7A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0" w:type="auto"/>
          </w:tcPr>
          <w:p w14:paraId="6B7B070D" w14:textId="575EB548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</w:tcPr>
          <w:p w14:paraId="69CA77DB" w14:textId="34B904B8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1764F4C9" w14:textId="340C1020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2,4h</w:t>
            </w:r>
          </w:p>
        </w:tc>
        <w:tc>
          <w:tcPr>
            <w:tcW w:w="0" w:type="auto"/>
          </w:tcPr>
          <w:p w14:paraId="170F8FE6" w14:textId="7DCFD67A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6,040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176F" w:rsidRPr="00FE176F">
              <w:rPr>
                <w:sz w:val="20"/>
                <w:szCs w:val="20"/>
              </w:rPr>
              <w:t>0,458</w:t>
            </w:r>
          </w:p>
        </w:tc>
      </w:tr>
      <w:tr w:rsidR="00846ED1" w:rsidRPr="001B6138" w14:paraId="74D8DFC5" w14:textId="77777777" w:rsidTr="001B6138">
        <w:tc>
          <w:tcPr>
            <w:tcW w:w="0" w:type="auto"/>
          </w:tcPr>
          <w:p w14:paraId="000AF3A1" w14:textId="7EF094A2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3F3129A6" w14:textId="40E81894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211</w:t>
            </w:r>
          </w:p>
        </w:tc>
        <w:tc>
          <w:tcPr>
            <w:tcW w:w="0" w:type="auto"/>
          </w:tcPr>
          <w:p w14:paraId="5C17AE0E" w14:textId="280381B7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137D3404" w14:textId="4DD35EAF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14,6h</w:t>
            </w:r>
          </w:p>
        </w:tc>
        <w:tc>
          <w:tcPr>
            <w:tcW w:w="0" w:type="auto"/>
          </w:tcPr>
          <w:p w14:paraId="45414AA1" w14:textId="482E5B25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5,783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="00F04A17">
              <w:rPr>
                <w:sz w:val="20"/>
                <w:szCs w:val="20"/>
              </w:rPr>
              <w:t>~b^+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176F" w:rsidRPr="00FE176F">
              <w:rPr>
                <w:sz w:val="20"/>
                <w:szCs w:val="20"/>
              </w:rPr>
              <w:t>0,674</w:t>
            </w:r>
          </w:p>
        </w:tc>
      </w:tr>
      <w:tr w:rsidR="00846ED1" w:rsidRPr="001B6138" w14:paraId="35E62DFA" w14:textId="77777777" w:rsidTr="001B6138">
        <w:tc>
          <w:tcPr>
            <w:tcW w:w="0" w:type="auto"/>
          </w:tcPr>
          <w:p w14:paraId="4D63538E" w14:textId="0DEE78D2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76893EC2" w14:textId="241075F1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</w:tcPr>
          <w:p w14:paraId="0A397FF5" w14:textId="5989D948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5AEE87A2" w14:textId="40E44F38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24min</w:t>
            </w:r>
          </w:p>
        </w:tc>
        <w:tc>
          <w:tcPr>
            <w:tcW w:w="0" w:type="auto"/>
          </w:tcPr>
          <w:p w14:paraId="0BD64372" w14:textId="6082EFC0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6,264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39FCAA78" w14:textId="77777777" w:rsidTr="001B6138">
        <w:tc>
          <w:tcPr>
            <w:tcW w:w="0" w:type="auto"/>
          </w:tcPr>
          <w:p w14:paraId="0DE6828D" w14:textId="2BA0ECF5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5F2B24BA" w14:textId="7BB0C3B3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</w:tcPr>
          <w:p w14:paraId="152CD4AE" w14:textId="43AB6633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3E7DA45" w14:textId="11BFE38D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19,5ms</w:t>
            </w:r>
          </w:p>
        </w:tc>
        <w:tc>
          <w:tcPr>
            <w:tcW w:w="0" w:type="auto"/>
          </w:tcPr>
          <w:p w14:paraId="20AD78B6" w14:textId="16E77CCE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8,088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FE176F" w:rsidRPr="00FE176F">
              <w:rPr>
                <w:sz w:val="20"/>
                <w:szCs w:val="20"/>
              </w:rPr>
              <w:t>540</w:t>
            </w:r>
          </w:p>
        </w:tc>
      </w:tr>
      <w:tr w:rsidR="00846ED1" w:rsidRPr="001B6138" w14:paraId="2C7888C8" w14:textId="77777777" w:rsidTr="001B6138">
        <w:tc>
          <w:tcPr>
            <w:tcW w:w="0" w:type="auto"/>
          </w:tcPr>
          <w:p w14:paraId="6EA9F384" w14:textId="6D6B0BAC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8F0092A" w14:textId="003D957F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14:paraId="7B9C4D9F" w14:textId="385FFA2C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365AC3E6" w14:textId="03ACC8B4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0,27</w:t>
            </w:r>
            <w:r w:rsidR="00FE176F">
              <w:rPr>
                <w:sz w:val="20"/>
                <w:szCs w:val="20"/>
              </w:rPr>
              <w:t>~m</w:t>
            </w:r>
            <w:r w:rsidRPr="002E1EF6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531A2133" w14:textId="3FB5ED7E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9,037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4905A0A2" w14:textId="77777777" w:rsidTr="001B6138">
        <w:tc>
          <w:tcPr>
            <w:tcW w:w="0" w:type="auto"/>
          </w:tcPr>
          <w:p w14:paraId="772BD025" w14:textId="4557DBB3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6DD1739" w14:textId="737F5E76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14:paraId="4AD0C23E" w14:textId="5AB91EFF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45B8AAE0" w14:textId="63DDA0CE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2,3</w:t>
            </w:r>
            <w:r w:rsidR="00FE176F">
              <w:rPr>
                <w:sz w:val="20"/>
                <w:szCs w:val="20"/>
              </w:rPr>
              <w:t>~m</w:t>
            </w:r>
            <w:r w:rsidRPr="002E1EF6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588031DC" w14:textId="4164CBD9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8,67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56120DE4" w14:textId="77777777" w:rsidTr="001B6138">
        <w:tc>
          <w:tcPr>
            <w:tcW w:w="0" w:type="auto"/>
          </w:tcPr>
          <w:p w14:paraId="49521D4C" w14:textId="38F56EB4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E3AC625" w14:textId="40E0CC7A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14:paraId="5FD07BF7" w14:textId="64F98FAB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5C309CC1" w14:textId="774802C8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45</w:t>
            </w:r>
            <w:r w:rsidR="00FE176F">
              <w:rPr>
                <w:sz w:val="20"/>
                <w:szCs w:val="20"/>
              </w:rPr>
              <w:t>~m</w:t>
            </w:r>
            <w:r w:rsidRPr="002E1EF6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4FFA72C7" w14:textId="52ED0BD6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8,05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35629BC6" w14:textId="77777777" w:rsidTr="001B6138">
        <w:tc>
          <w:tcPr>
            <w:tcW w:w="0" w:type="auto"/>
          </w:tcPr>
          <w:p w14:paraId="7A524093" w14:textId="71A04E9D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0842EA7" w14:textId="7304BF83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14:paraId="29FEA233" w14:textId="5FCDE9FC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28A136BA" w14:textId="47190210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0,54ms</w:t>
            </w:r>
          </w:p>
        </w:tc>
        <w:tc>
          <w:tcPr>
            <w:tcW w:w="0" w:type="auto"/>
          </w:tcPr>
          <w:p w14:paraId="4BBD39E3" w14:textId="6AEBFFEF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7,740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4E0FE691" w14:textId="77777777" w:rsidTr="001B6138">
        <w:tc>
          <w:tcPr>
            <w:tcW w:w="0" w:type="auto"/>
          </w:tcPr>
          <w:p w14:paraId="7DD19C50" w14:textId="3D30057A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D66A91D" w14:textId="25B75758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14:paraId="1672A7B6" w14:textId="65591055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4798B36E" w14:textId="2570F04A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35ms</w:t>
            </w:r>
          </w:p>
        </w:tc>
        <w:tc>
          <w:tcPr>
            <w:tcW w:w="0" w:type="auto"/>
          </w:tcPr>
          <w:p w14:paraId="48285349" w14:textId="7AC662F1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7,133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846ED1" w:rsidRPr="001B6138" w14:paraId="34F30C09" w14:textId="77777777" w:rsidTr="001B6138">
        <w:tc>
          <w:tcPr>
            <w:tcW w:w="0" w:type="auto"/>
          </w:tcPr>
          <w:p w14:paraId="389C43FD" w14:textId="18C943A4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5DE91906" w14:textId="5594E272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14:paraId="5271EC65" w14:textId="6AC0DDE6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7786CA23" w14:textId="78BEFD81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3,96s</w:t>
            </w:r>
          </w:p>
        </w:tc>
        <w:tc>
          <w:tcPr>
            <w:tcW w:w="0" w:type="auto"/>
          </w:tcPr>
          <w:p w14:paraId="09058CB1" w14:textId="74F5F792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FE176F" w:rsidRPr="00FE176F">
              <w:rPr>
                <w:sz w:val="20"/>
                <w:szCs w:val="20"/>
              </w:rPr>
              <w:t>6,819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873CE9" w:rsidRPr="00873CE9">
              <w:rPr>
                <w:sz w:val="20"/>
                <w:szCs w:val="20"/>
              </w:rPr>
              <w:t>0,271</w:t>
            </w:r>
          </w:p>
        </w:tc>
      </w:tr>
      <w:tr w:rsidR="00846ED1" w:rsidRPr="001B6138" w14:paraId="77F7D815" w14:textId="77777777" w:rsidTr="001B6138">
        <w:tc>
          <w:tcPr>
            <w:tcW w:w="0" w:type="auto"/>
          </w:tcPr>
          <w:p w14:paraId="43DA0D19" w14:textId="371ACFC8" w:rsidR="00846ED1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1F356388" w14:textId="07D0252E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14:paraId="5E381E03" w14:textId="576DEE33" w:rsidR="00846ED1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29E44F7A" w14:textId="521027A9" w:rsidR="00846ED1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55,6s</w:t>
            </w:r>
          </w:p>
        </w:tc>
        <w:tc>
          <w:tcPr>
            <w:tcW w:w="0" w:type="auto"/>
          </w:tcPr>
          <w:p w14:paraId="36C9D4DC" w14:textId="3CD4623F" w:rsidR="00846ED1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873CE9" w:rsidRPr="00873CE9">
              <w:rPr>
                <w:sz w:val="20"/>
                <w:szCs w:val="20"/>
              </w:rPr>
              <w:t>6,288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0247B5F8" w14:textId="77777777" w:rsidTr="001B6138">
        <w:tc>
          <w:tcPr>
            <w:tcW w:w="0" w:type="auto"/>
          </w:tcPr>
          <w:p w14:paraId="5BD7D459" w14:textId="0380BC40" w:rsidR="005E3423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01FA36A6" w14:textId="621ACAD7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14:paraId="770F2963" w14:textId="3AE4B357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1BB3A5D1" w14:textId="50CE6A84" w:rsidR="005E3423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25min</w:t>
            </w:r>
          </w:p>
        </w:tc>
        <w:tc>
          <w:tcPr>
            <w:tcW w:w="0" w:type="auto"/>
          </w:tcPr>
          <w:p w14:paraId="55ED0E3A" w14:textId="7B94E5A8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873CE9" w:rsidRPr="00873CE9">
              <w:rPr>
                <w:sz w:val="20"/>
                <w:szCs w:val="20"/>
              </w:rPr>
              <w:t>6,037</w:t>
            </w:r>
            <w:r w:rsidR="00E956B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~b^-: </w:t>
            </w:r>
            <w:r w:rsidR="00873CE9">
              <w:rPr>
                <w:sz w:val="20"/>
                <w:szCs w:val="20"/>
              </w:rPr>
              <w:t>0,8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873CE9" w:rsidRPr="00873CE9">
              <w:rPr>
                <w:sz w:val="20"/>
                <w:szCs w:val="20"/>
              </w:rPr>
              <w:t>0,186</w:t>
            </w:r>
          </w:p>
        </w:tc>
      </w:tr>
      <w:tr w:rsidR="005E3423" w:rsidRPr="001B6138" w14:paraId="797FE607" w14:textId="77777777" w:rsidTr="001B6138">
        <w:tc>
          <w:tcPr>
            <w:tcW w:w="0" w:type="auto"/>
          </w:tcPr>
          <w:p w14:paraId="6AE73FA6" w14:textId="2F3A29AD" w:rsidR="005E3423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481A77C" w14:textId="114ADF41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14:paraId="3D031457" w14:textId="6A40C25E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A3034B5" w14:textId="19D927EA" w:rsidR="005E3423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3,825d</w:t>
            </w:r>
          </w:p>
        </w:tc>
        <w:tc>
          <w:tcPr>
            <w:tcW w:w="0" w:type="auto"/>
          </w:tcPr>
          <w:p w14:paraId="6662DB31" w14:textId="4163ADAD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873CE9" w:rsidRPr="00873CE9">
              <w:rPr>
                <w:sz w:val="20"/>
                <w:szCs w:val="20"/>
              </w:rPr>
              <w:t>5,48948</w:t>
            </w:r>
            <w:r w:rsidR="00E956B0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6E42EE9B" w14:textId="77777777" w:rsidTr="001B6138">
        <w:tc>
          <w:tcPr>
            <w:tcW w:w="0" w:type="auto"/>
          </w:tcPr>
          <w:p w14:paraId="0B197CB5" w14:textId="69DA4DA6" w:rsidR="005E3423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6BD1EA64" w14:textId="192D1DAE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14:paraId="6F19F8D5" w14:textId="7C8381CF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526C02FB" w14:textId="3ADD0D4E" w:rsidR="005E3423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23,2min</w:t>
            </w:r>
          </w:p>
        </w:tc>
        <w:tc>
          <w:tcPr>
            <w:tcW w:w="0" w:type="auto"/>
          </w:tcPr>
          <w:p w14:paraId="14BB3DEA" w14:textId="49D27FA4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956B0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873CE9" w:rsidRPr="00873CE9">
              <w:rPr>
                <w:sz w:val="20"/>
                <w:szCs w:val="20"/>
              </w:rPr>
              <w:t>0,593</w:t>
            </w:r>
          </w:p>
        </w:tc>
      </w:tr>
      <w:tr w:rsidR="005E3423" w:rsidRPr="001B6138" w14:paraId="65CB7051" w14:textId="77777777" w:rsidTr="001B6138">
        <w:tc>
          <w:tcPr>
            <w:tcW w:w="0" w:type="auto"/>
          </w:tcPr>
          <w:p w14:paraId="3F951331" w14:textId="3E4F30B3" w:rsidR="005E3423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550E1112" w14:textId="78D1A9A0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14:paraId="17B1CA51" w14:textId="5293F4DB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1AAB32AF" w14:textId="4D54463F" w:rsidR="005E3423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1,78h</w:t>
            </w:r>
          </w:p>
        </w:tc>
        <w:tc>
          <w:tcPr>
            <w:tcW w:w="0" w:type="auto"/>
          </w:tcPr>
          <w:p w14:paraId="34C43253" w14:textId="1E924845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956B0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873CE9" w:rsidRPr="00873CE9">
              <w:rPr>
                <w:sz w:val="20"/>
                <w:szCs w:val="20"/>
              </w:rPr>
              <w:t>0,261</w:t>
            </w:r>
          </w:p>
        </w:tc>
      </w:tr>
      <w:tr w:rsidR="005E3423" w:rsidRPr="001B6138" w14:paraId="2C71C084" w14:textId="77777777" w:rsidTr="001B6138">
        <w:tc>
          <w:tcPr>
            <w:tcW w:w="0" w:type="auto"/>
          </w:tcPr>
          <w:p w14:paraId="06ECF47C" w14:textId="679CF038" w:rsidR="005E3423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B6BFA02" w14:textId="2F328BDB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14:paraId="08630B14" w14:textId="5980502F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5AACA467" w14:textId="3517C1B8" w:rsidR="005E3423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4,5min</w:t>
            </w:r>
          </w:p>
        </w:tc>
        <w:tc>
          <w:tcPr>
            <w:tcW w:w="0" w:type="auto"/>
          </w:tcPr>
          <w:p w14:paraId="2C2BEEB8" w14:textId="440B3CF0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956B0">
              <w:rPr>
                <w:sz w:val="20"/>
                <w:szCs w:val="20"/>
              </w:rPr>
              <w:t>v</w:t>
            </w:r>
          </w:p>
        </w:tc>
      </w:tr>
      <w:tr w:rsidR="005E3423" w:rsidRPr="001B6138" w14:paraId="217E1141" w14:textId="77777777" w:rsidTr="001B6138">
        <w:tc>
          <w:tcPr>
            <w:tcW w:w="0" w:type="auto"/>
          </w:tcPr>
          <w:p w14:paraId="071514E9" w14:textId="4F6607B2" w:rsidR="005E3423" w:rsidRDefault="00E506B1" w:rsidP="000E7A6E">
            <w:pPr>
              <w:rPr>
                <w:sz w:val="20"/>
                <w:szCs w:val="20"/>
              </w:rPr>
            </w:pPr>
            <w:r w:rsidRPr="00E506B1"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4ECFD8D4" w14:textId="52052F09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Rn </w:t>
            </w:r>
            <w:r w:rsidR="00FE176F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14:paraId="16BE20F9" w14:textId="22DE4CA6" w:rsidR="005E3423" w:rsidRDefault="00E506B1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1703AFC6" w14:textId="6B6F79B9" w:rsidR="005E3423" w:rsidRPr="00CE2302" w:rsidRDefault="002E1EF6" w:rsidP="000E7A6E">
            <w:pPr>
              <w:rPr>
                <w:sz w:val="20"/>
                <w:szCs w:val="20"/>
              </w:rPr>
            </w:pPr>
            <w:r w:rsidRPr="002E1EF6">
              <w:rPr>
                <w:sz w:val="20"/>
                <w:szCs w:val="20"/>
              </w:rPr>
              <w:t>7,4min</w:t>
            </w:r>
          </w:p>
        </w:tc>
        <w:tc>
          <w:tcPr>
            <w:tcW w:w="0" w:type="auto"/>
          </w:tcPr>
          <w:p w14:paraId="037B0511" w14:textId="57D31ADE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956B0">
              <w:rPr>
                <w:sz w:val="20"/>
                <w:szCs w:val="20"/>
              </w:rPr>
              <w:t>v</w:t>
            </w:r>
          </w:p>
        </w:tc>
      </w:tr>
      <w:tr w:rsidR="005E3423" w:rsidRPr="001B6138" w14:paraId="2B91EE07" w14:textId="77777777" w:rsidTr="001B6138">
        <w:tc>
          <w:tcPr>
            <w:tcW w:w="0" w:type="auto"/>
          </w:tcPr>
          <w:p w14:paraId="755FAA11" w14:textId="6EF4E7C0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20C32BA" w14:textId="28EF0421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207</w:t>
            </w:r>
          </w:p>
        </w:tc>
        <w:tc>
          <w:tcPr>
            <w:tcW w:w="0" w:type="auto"/>
          </w:tcPr>
          <w:p w14:paraId="590300C8" w14:textId="7DA0F22C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6341D232" w14:textId="6B33E305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14,8s</w:t>
            </w:r>
          </w:p>
        </w:tc>
        <w:tc>
          <w:tcPr>
            <w:tcW w:w="0" w:type="auto"/>
          </w:tcPr>
          <w:p w14:paraId="6F29A453" w14:textId="7A65DABE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6,767</w:t>
            </w:r>
            <w:r w:rsidR="00EA3169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78641368" w14:textId="77777777" w:rsidTr="001B6138">
        <w:tc>
          <w:tcPr>
            <w:tcW w:w="0" w:type="auto"/>
          </w:tcPr>
          <w:p w14:paraId="5BDCC65F" w14:textId="4E2FB383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FB31BF4" w14:textId="76800B6B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208</w:t>
            </w:r>
          </w:p>
        </w:tc>
        <w:tc>
          <w:tcPr>
            <w:tcW w:w="0" w:type="auto"/>
          </w:tcPr>
          <w:p w14:paraId="554439A1" w14:textId="3EBE1B75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3563B519" w14:textId="40991633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58,6s</w:t>
            </w:r>
          </w:p>
        </w:tc>
        <w:tc>
          <w:tcPr>
            <w:tcW w:w="0" w:type="auto"/>
          </w:tcPr>
          <w:p w14:paraId="4D27513B" w14:textId="61F81440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6,636</w:t>
            </w:r>
            <w:r w:rsidR="00EA316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="00D3065D">
              <w:rPr>
                <w:sz w:val="20"/>
                <w:szCs w:val="20"/>
              </w:rPr>
              <w:t>~b^+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 w:rsidRPr="00EA3169">
              <w:rPr>
                <w:sz w:val="20"/>
                <w:szCs w:val="20"/>
              </w:rPr>
              <w:t>0,636</w:t>
            </w:r>
          </w:p>
        </w:tc>
      </w:tr>
      <w:tr w:rsidR="005E3423" w:rsidRPr="001B6138" w14:paraId="0D568305" w14:textId="77777777" w:rsidTr="001B6138">
        <w:tc>
          <w:tcPr>
            <w:tcW w:w="0" w:type="auto"/>
          </w:tcPr>
          <w:p w14:paraId="1870DE0F" w14:textId="17068355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D039434" w14:textId="4F3BDEF2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209</w:t>
            </w:r>
          </w:p>
        </w:tc>
        <w:tc>
          <w:tcPr>
            <w:tcW w:w="0" w:type="auto"/>
          </w:tcPr>
          <w:p w14:paraId="4D5975EB" w14:textId="075A1918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7C0D88D7" w14:textId="4BF58535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50,0s</w:t>
            </w:r>
          </w:p>
        </w:tc>
        <w:tc>
          <w:tcPr>
            <w:tcW w:w="0" w:type="auto"/>
          </w:tcPr>
          <w:p w14:paraId="2E47A375" w14:textId="10E15081" w:rsidR="005E3423" w:rsidRDefault="005E342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6,648</w:t>
            </w:r>
            <w:r w:rsidR="00E27917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~b^</w:t>
            </w:r>
            <w:r w:rsidR="00D3065D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 xml:space="preserve">: </w:t>
            </w:r>
            <w:r w:rsidR="00E27917">
              <w:rPr>
                <w:sz w:val="20"/>
                <w:szCs w:val="20"/>
              </w:rPr>
              <w:t>v</w:t>
            </w:r>
          </w:p>
        </w:tc>
      </w:tr>
      <w:tr w:rsidR="005E3423" w:rsidRPr="001B6138" w14:paraId="0BA31457" w14:textId="77777777" w:rsidTr="001B6138">
        <w:tc>
          <w:tcPr>
            <w:tcW w:w="0" w:type="auto"/>
          </w:tcPr>
          <w:p w14:paraId="5C2D5FC4" w14:textId="6FE90614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3BFBB97" w14:textId="2DA07D83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210</w:t>
            </w:r>
          </w:p>
        </w:tc>
        <w:tc>
          <w:tcPr>
            <w:tcW w:w="0" w:type="auto"/>
          </w:tcPr>
          <w:p w14:paraId="7D8C8471" w14:textId="3FA7A0B7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2C1D52B" w14:textId="25042490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3,18min</w:t>
            </w:r>
          </w:p>
        </w:tc>
        <w:tc>
          <w:tcPr>
            <w:tcW w:w="0" w:type="auto"/>
          </w:tcPr>
          <w:p w14:paraId="311B9EAD" w14:textId="6B0A40DA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6,543</w:t>
            </w:r>
            <w:r w:rsidR="00E27917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~b^</w:t>
            </w:r>
            <w:r w:rsidR="00D3065D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 xml:space="preserve">: </w:t>
            </w:r>
            <w:r w:rsidR="00E27917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 w:rsidRPr="00EA3169">
              <w:rPr>
                <w:sz w:val="20"/>
                <w:szCs w:val="20"/>
              </w:rPr>
              <w:t>0,644</w:t>
            </w:r>
          </w:p>
        </w:tc>
      </w:tr>
      <w:tr w:rsidR="005E3423" w:rsidRPr="001B6138" w14:paraId="5AD65CFC" w14:textId="77777777" w:rsidTr="001B6138">
        <w:tc>
          <w:tcPr>
            <w:tcW w:w="0" w:type="auto"/>
          </w:tcPr>
          <w:p w14:paraId="192F32FB" w14:textId="599B21EE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42C3739E" w14:textId="1F5935AB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211</w:t>
            </w:r>
          </w:p>
        </w:tc>
        <w:tc>
          <w:tcPr>
            <w:tcW w:w="0" w:type="auto"/>
          </w:tcPr>
          <w:p w14:paraId="5F374339" w14:textId="0F41C818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661ABED7" w14:textId="2AFB67C7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3,10min</w:t>
            </w:r>
          </w:p>
        </w:tc>
        <w:tc>
          <w:tcPr>
            <w:tcW w:w="0" w:type="auto"/>
          </w:tcPr>
          <w:p w14:paraId="2B1835D8" w14:textId="6222B3BD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6,535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~b^</w:t>
            </w:r>
            <w:r w:rsidR="00D3065D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 xml:space="preserve">: </w:t>
            </w:r>
            <w:r w:rsidR="00153E7A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 w:rsidRPr="00EA3169">
              <w:rPr>
                <w:sz w:val="20"/>
                <w:szCs w:val="20"/>
              </w:rPr>
              <w:t>0,540</w:t>
            </w:r>
          </w:p>
        </w:tc>
      </w:tr>
      <w:tr w:rsidR="005E3423" w:rsidRPr="001B6138" w14:paraId="6950FF20" w14:textId="77777777" w:rsidTr="001B6138">
        <w:tc>
          <w:tcPr>
            <w:tcW w:w="0" w:type="auto"/>
          </w:tcPr>
          <w:p w14:paraId="0E0E6686" w14:textId="2F717A42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97FD81A" w14:textId="4787D457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212</w:t>
            </w:r>
          </w:p>
        </w:tc>
        <w:tc>
          <w:tcPr>
            <w:tcW w:w="0" w:type="auto"/>
          </w:tcPr>
          <w:p w14:paraId="18925658" w14:textId="7BBE334D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107378C" w14:textId="09C9115E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20,0min</w:t>
            </w:r>
          </w:p>
        </w:tc>
        <w:tc>
          <w:tcPr>
            <w:tcW w:w="0" w:type="auto"/>
          </w:tcPr>
          <w:p w14:paraId="4CEADDEF" w14:textId="6B5B3E4D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6,262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~b^</w:t>
            </w:r>
            <w:r w:rsidR="00D3065D">
              <w:rPr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 xml:space="preserve">: </w:t>
            </w:r>
            <w:r w:rsidR="00153E7A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 w:rsidRPr="00EA3169">
              <w:rPr>
                <w:sz w:val="20"/>
                <w:szCs w:val="20"/>
              </w:rPr>
              <w:t>1,274</w:t>
            </w:r>
          </w:p>
        </w:tc>
      </w:tr>
      <w:tr w:rsidR="005E3423" w:rsidRPr="001B6138" w14:paraId="53A8E276" w14:textId="77777777" w:rsidTr="001B6138">
        <w:tc>
          <w:tcPr>
            <w:tcW w:w="0" w:type="auto"/>
          </w:tcPr>
          <w:p w14:paraId="596DCB7A" w14:textId="2F6C04CD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6423F996" w14:textId="711001FA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213</w:t>
            </w:r>
          </w:p>
        </w:tc>
        <w:tc>
          <w:tcPr>
            <w:tcW w:w="0" w:type="auto"/>
          </w:tcPr>
          <w:p w14:paraId="532AC968" w14:textId="03BD0AE2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2B7D736C" w14:textId="01ABEEFC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34,6s</w:t>
            </w:r>
          </w:p>
        </w:tc>
        <w:tc>
          <w:tcPr>
            <w:tcW w:w="0" w:type="auto"/>
          </w:tcPr>
          <w:p w14:paraId="06C1CB82" w14:textId="0BBF2252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6,775</w:t>
            </w:r>
            <w:r w:rsidR="00153E7A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4DEF0482" w14:textId="77777777" w:rsidTr="001B6138">
        <w:tc>
          <w:tcPr>
            <w:tcW w:w="0" w:type="auto"/>
          </w:tcPr>
          <w:p w14:paraId="455CBB96" w14:textId="5E01099B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119546DB" w14:textId="4FBB2B3D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214</w:t>
            </w:r>
          </w:p>
        </w:tc>
        <w:tc>
          <w:tcPr>
            <w:tcW w:w="0" w:type="auto"/>
          </w:tcPr>
          <w:p w14:paraId="26CBFF79" w14:textId="1CF0571B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B149C78" w14:textId="2CAE2F0C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5,0</w:t>
            </w:r>
            <w:r>
              <w:rPr>
                <w:sz w:val="20"/>
                <w:szCs w:val="20"/>
              </w:rPr>
              <w:t>m</w:t>
            </w:r>
            <w:r w:rsidRPr="00C60267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0C3ADCA" w14:textId="3E944EA6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8,426</w:t>
            </w:r>
            <w:r w:rsidR="00153E7A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52D91E21" w14:textId="77777777" w:rsidTr="001B6138">
        <w:tc>
          <w:tcPr>
            <w:tcW w:w="0" w:type="auto"/>
          </w:tcPr>
          <w:p w14:paraId="3D90F4F7" w14:textId="68DA770B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D127ECB" w14:textId="1D866479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215</w:t>
            </w:r>
          </w:p>
        </w:tc>
        <w:tc>
          <w:tcPr>
            <w:tcW w:w="0" w:type="auto"/>
          </w:tcPr>
          <w:p w14:paraId="4997347F" w14:textId="330DEB4D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48C5C4A0" w14:textId="08CA28A9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0,09</w:t>
            </w:r>
            <w:r>
              <w:rPr>
                <w:sz w:val="20"/>
                <w:szCs w:val="20"/>
              </w:rPr>
              <w:t>~m</w:t>
            </w:r>
            <w:r w:rsidRPr="00C60267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6151BD1" w14:textId="5A9A0C3F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9,36</w:t>
            </w:r>
            <w:r w:rsidR="00153E7A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78255E7D" w14:textId="77777777" w:rsidTr="001B6138">
        <w:tc>
          <w:tcPr>
            <w:tcW w:w="0" w:type="auto"/>
          </w:tcPr>
          <w:p w14:paraId="6E65C5D5" w14:textId="2015C4E1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1636128" w14:textId="40D1C7F5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216</w:t>
            </w:r>
          </w:p>
        </w:tc>
        <w:tc>
          <w:tcPr>
            <w:tcW w:w="0" w:type="auto"/>
          </w:tcPr>
          <w:p w14:paraId="6C932135" w14:textId="49B6E3AE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636DDAC0" w14:textId="3399060C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0,70</w:t>
            </w:r>
            <w:r>
              <w:rPr>
                <w:sz w:val="20"/>
                <w:szCs w:val="20"/>
              </w:rPr>
              <w:t>~m</w:t>
            </w:r>
            <w:r w:rsidRPr="00C60267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086DD231" w14:textId="62D4B3D6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9,01</w:t>
            </w:r>
            <w:r w:rsidR="00153E7A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483E368C" w14:textId="77777777" w:rsidTr="001B6138">
        <w:tc>
          <w:tcPr>
            <w:tcW w:w="0" w:type="auto"/>
          </w:tcPr>
          <w:p w14:paraId="4CA6E68F" w14:textId="7E2EA415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9E7CD3F" w14:textId="2B50B40A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217</w:t>
            </w:r>
          </w:p>
        </w:tc>
        <w:tc>
          <w:tcPr>
            <w:tcW w:w="0" w:type="auto"/>
          </w:tcPr>
          <w:p w14:paraId="0CB9C6CD" w14:textId="25FF3E8A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4E0C62F0" w14:textId="0B79AEE7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~m</w:t>
            </w:r>
            <w:r w:rsidRPr="00C60267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4C3C816E" w14:textId="1504089D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8,315</w:t>
            </w:r>
            <w:r w:rsidR="00153E7A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6A4AC9A3" w14:textId="77777777" w:rsidTr="001B6138">
        <w:tc>
          <w:tcPr>
            <w:tcW w:w="0" w:type="auto"/>
          </w:tcPr>
          <w:p w14:paraId="15BF6DAE" w14:textId="5E59AA3F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6BDF775D" w14:textId="52E555A3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218</w:t>
            </w:r>
          </w:p>
        </w:tc>
        <w:tc>
          <w:tcPr>
            <w:tcW w:w="0" w:type="auto"/>
          </w:tcPr>
          <w:p w14:paraId="76F30BBD" w14:textId="402D2996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651653A9" w14:textId="56379BEC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1,0ms</w:t>
            </w:r>
          </w:p>
        </w:tc>
        <w:tc>
          <w:tcPr>
            <w:tcW w:w="0" w:type="auto"/>
          </w:tcPr>
          <w:p w14:paraId="249459EE" w14:textId="56CB29C7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7,867</w:t>
            </w:r>
            <w:r w:rsidR="00153E7A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22C0F07C" w14:textId="77777777" w:rsidTr="001B6138">
        <w:tc>
          <w:tcPr>
            <w:tcW w:w="0" w:type="auto"/>
          </w:tcPr>
          <w:p w14:paraId="52266BAC" w14:textId="30E50D07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26FD902F" w14:textId="62C80B6C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219</w:t>
            </w:r>
          </w:p>
        </w:tc>
        <w:tc>
          <w:tcPr>
            <w:tcW w:w="0" w:type="auto"/>
          </w:tcPr>
          <w:p w14:paraId="689127B9" w14:textId="6B73028A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23ADDD71" w14:textId="2E659BEE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21ms</w:t>
            </w:r>
          </w:p>
        </w:tc>
        <w:tc>
          <w:tcPr>
            <w:tcW w:w="0" w:type="auto"/>
          </w:tcPr>
          <w:p w14:paraId="60150DD8" w14:textId="4B0EA0B7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7,312</w:t>
            </w:r>
            <w:r w:rsidR="00153E7A">
              <w:rPr>
                <w:sz w:val="20"/>
                <w:szCs w:val="20"/>
              </w:rPr>
              <w:t xml:space="preserve"> v</w:t>
            </w:r>
          </w:p>
        </w:tc>
      </w:tr>
      <w:tr w:rsidR="005E3423" w:rsidRPr="001B6138" w14:paraId="5CE18743" w14:textId="77777777" w:rsidTr="001B6138">
        <w:tc>
          <w:tcPr>
            <w:tcW w:w="0" w:type="auto"/>
          </w:tcPr>
          <w:p w14:paraId="5ED696CB" w14:textId="5E318CB9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6963CA1A" w14:textId="2D470617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220</w:t>
            </w:r>
          </w:p>
        </w:tc>
        <w:tc>
          <w:tcPr>
            <w:tcW w:w="0" w:type="auto"/>
          </w:tcPr>
          <w:p w14:paraId="344D37EA" w14:textId="1D6ADE08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166D823" w14:textId="0A69FE43" w:rsidR="005E3423" w:rsidRPr="00CE2302" w:rsidRDefault="00C60267" w:rsidP="000E7A6E">
            <w:pPr>
              <w:rPr>
                <w:sz w:val="20"/>
                <w:szCs w:val="20"/>
              </w:rPr>
            </w:pPr>
            <w:r w:rsidRPr="00C60267">
              <w:rPr>
                <w:sz w:val="20"/>
                <w:szCs w:val="20"/>
              </w:rPr>
              <w:t>27,</w:t>
            </w:r>
            <w:r>
              <w:rPr>
                <w:sz w:val="20"/>
                <w:szCs w:val="20"/>
              </w:rPr>
              <w:t>4</w:t>
            </w:r>
            <w:r w:rsidRPr="00C60267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317E7F2C" w14:textId="7D26F068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 w:rsidRPr="00EA3169">
              <w:rPr>
                <w:sz w:val="20"/>
                <w:szCs w:val="20"/>
              </w:rPr>
              <w:t>6,68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 w:rsidRPr="00EA3169">
              <w:rPr>
                <w:sz w:val="20"/>
                <w:szCs w:val="20"/>
              </w:rPr>
              <w:t>0,045</w:t>
            </w:r>
          </w:p>
        </w:tc>
      </w:tr>
      <w:tr w:rsidR="005E3423" w:rsidRPr="001B6138" w14:paraId="64FF8EC8" w14:textId="77777777" w:rsidTr="001B6138">
        <w:tc>
          <w:tcPr>
            <w:tcW w:w="0" w:type="auto"/>
          </w:tcPr>
          <w:p w14:paraId="530EEBBB" w14:textId="2DF0847A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E764F54" w14:textId="5BF4E5D1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221</w:t>
            </w:r>
          </w:p>
        </w:tc>
        <w:tc>
          <w:tcPr>
            <w:tcW w:w="0" w:type="auto"/>
          </w:tcPr>
          <w:p w14:paraId="1BCE4706" w14:textId="619FE0FA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3876E3F" w14:textId="11C0F9DE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4,9min</w:t>
            </w:r>
          </w:p>
        </w:tc>
        <w:tc>
          <w:tcPr>
            <w:tcW w:w="0" w:type="auto"/>
          </w:tcPr>
          <w:p w14:paraId="0D9D4227" w14:textId="77325B4B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>
              <w:rPr>
                <w:sz w:val="20"/>
                <w:szCs w:val="20"/>
              </w:rPr>
              <w:t>6,341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0,218</w:t>
            </w:r>
          </w:p>
        </w:tc>
      </w:tr>
      <w:tr w:rsidR="005E3423" w:rsidRPr="001B6138" w14:paraId="37F9B834" w14:textId="77777777" w:rsidTr="001B6138">
        <w:tc>
          <w:tcPr>
            <w:tcW w:w="0" w:type="auto"/>
          </w:tcPr>
          <w:p w14:paraId="3B158CD6" w14:textId="7F170C0A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44C8C316" w14:textId="696D3628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222</w:t>
            </w:r>
          </w:p>
        </w:tc>
        <w:tc>
          <w:tcPr>
            <w:tcW w:w="0" w:type="auto"/>
          </w:tcPr>
          <w:p w14:paraId="64F0F88F" w14:textId="7B38AF4C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0B7C706D" w14:textId="1A9D84AB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14,2min</w:t>
            </w:r>
          </w:p>
        </w:tc>
        <w:tc>
          <w:tcPr>
            <w:tcW w:w="0" w:type="auto"/>
          </w:tcPr>
          <w:p w14:paraId="3FF1BD58" w14:textId="730CE36E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A3169">
              <w:rPr>
                <w:sz w:val="20"/>
                <w:szCs w:val="20"/>
              </w:rPr>
              <w:t>1,8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0,206</w:t>
            </w:r>
          </w:p>
        </w:tc>
      </w:tr>
      <w:tr w:rsidR="005E3423" w:rsidRPr="001B6138" w14:paraId="3A4FB604" w14:textId="77777777" w:rsidTr="001B6138">
        <w:tc>
          <w:tcPr>
            <w:tcW w:w="0" w:type="auto"/>
          </w:tcPr>
          <w:p w14:paraId="021C7790" w14:textId="3235E607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19238C88" w14:textId="55562062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223</w:t>
            </w:r>
          </w:p>
        </w:tc>
        <w:tc>
          <w:tcPr>
            <w:tcW w:w="0" w:type="auto"/>
          </w:tcPr>
          <w:p w14:paraId="03D30040" w14:textId="76ADF4AB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50BD3C44" w14:textId="6F5D1793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21,8min</w:t>
            </w:r>
          </w:p>
        </w:tc>
        <w:tc>
          <w:tcPr>
            <w:tcW w:w="0" w:type="auto"/>
          </w:tcPr>
          <w:p w14:paraId="06BDCC35" w14:textId="3E51662F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~a: </w:t>
            </w:r>
            <w:r w:rsidR="00EA3169">
              <w:rPr>
                <w:sz w:val="20"/>
                <w:szCs w:val="20"/>
              </w:rPr>
              <w:t>5,34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~b^-: </w:t>
            </w:r>
            <w:r w:rsidR="00EA3169">
              <w:rPr>
                <w:sz w:val="20"/>
                <w:szCs w:val="20"/>
              </w:rPr>
              <w:t>1,1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0,05</w:t>
            </w:r>
          </w:p>
        </w:tc>
      </w:tr>
      <w:tr w:rsidR="005E3423" w:rsidRPr="001B6138" w14:paraId="0EC4746C" w14:textId="77777777" w:rsidTr="001B6138">
        <w:tc>
          <w:tcPr>
            <w:tcW w:w="0" w:type="auto"/>
          </w:tcPr>
          <w:p w14:paraId="1F068A1A" w14:textId="58C660E6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58ECC855" w14:textId="4BE8F7F8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224</w:t>
            </w:r>
          </w:p>
        </w:tc>
        <w:tc>
          <w:tcPr>
            <w:tcW w:w="0" w:type="auto"/>
          </w:tcPr>
          <w:p w14:paraId="0ECE4A43" w14:textId="5C20BD01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1B03969A" w14:textId="3201D8C8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3,3min</w:t>
            </w:r>
          </w:p>
        </w:tc>
        <w:tc>
          <w:tcPr>
            <w:tcW w:w="0" w:type="auto"/>
          </w:tcPr>
          <w:p w14:paraId="73B55680" w14:textId="33E50391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A3169">
              <w:rPr>
                <w:sz w:val="20"/>
                <w:szCs w:val="20"/>
              </w:rPr>
              <w:t>2,6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0,216</w:t>
            </w:r>
          </w:p>
        </w:tc>
      </w:tr>
      <w:tr w:rsidR="005E3423" w:rsidRPr="001B6138" w14:paraId="23442570" w14:textId="77777777" w:rsidTr="001B6138">
        <w:tc>
          <w:tcPr>
            <w:tcW w:w="0" w:type="auto"/>
          </w:tcPr>
          <w:p w14:paraId="21B319E5" w14:textId="4D8046E6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6EF524AE" w14:textId="6C2DC187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225</w:t>
            </w:r>
          </w:p>
        </w:tc>
        <w:tc>
          <w:tcPr>
            <w:tcW w:w="0" w:type="auto"/>
          </w:tcPr>
          <w:p w14:paraId="4D8D13C8" w14:textId="3393AA4A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383CC124" w14:textId="16CFE7FB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4,0min</w:t>
            </w:r>
          </w:p>
        </w:tc>
        <w:tc>
          <w:tcPr>
            <w:tcW w:w="0" w:type="auto"/>
          </w:tcPr>
          <w:p w14:paraId="0DCA419F" w14:textId="3E375C98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~b^-: </w:t>
            </w:r>
            <w:r w:rsidR="00EA3169">
              <w:rPr>
                <w:sz w:val="20"/>
                <w:szCs w:val="20"/>
              </w:rPr>
              <w:t>1,6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0,182</w:t>
            </w:r>
          </w:p>
        </w:tc>
      </w:tr>
      <w:tr w:rsidR="005E3423" w:rsidRPr="001B6138" w14:paraId="1BE924AD" w14:textId="77777777" w:rsidTr="001B6138">
        <w:tc>
          <w:tcPr>
            <w:tcW w:w="0" w:type="auto"/>
          </w:tcPr>
          <w:p w14:paraId="085D07C4" w14:textId="4D2CBC3F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3FFA804" w14:textId="05CAAB4D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226</w:t>
            </w:r>
          </w:p>
        </w:tc>
        <w:tc>
          <w:tcPr>
            <w:tcW w:w="0" w:type="auto"/>
          </w:tcPr>
          <w:p w14:paraId="31DD9C09" w14:textId="6114A4E9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1DB7E568" w14:textId="06D395CD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48s</w:t>
            </w:r>
          </w:p>
        </w:tc>
        <w:tc>
          <w:tcPr>
            <w:tcW w:w="0" w:type="auto"/>
          </w:tcPr>
          <w:p w14:paraId="32E87BFB" w14:textId="157AB806" w:rsidR="005E3423" w:rsidRDefault="00544242" w:rsidP="00E27917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EA3169">
              <w:rPr>
                <w:sz w:val="20"/>
                <w:szCs w:val="20"/>
              </w:rPr>
              <w:t>3,2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0,254</w:t>
            </w:r>
          </w:p>
        </w:tc>
      </w:tr>
      <w:tr w:rsidR="005E3423" w:rsidRPr="001B6138" w14:paraId="3627FBEC" w14:textId="77777777" w:rsidTr="001B6138">
        <w:tc>
          <w:tcPr>
            <w:tcW w:w="0" w:type="auto"/>
          </w:tcPr>
          <w:p w14:paraId="5A30C82E" w14:textId="483E9CCB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1C7C638E" w14:textId="0EABF79A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227</w:t>
            </w:r>
          </w:p>
        </w:tc>
        <w:tc>
          <w:tcPr>
            <w:tcW w:w="0" w:type="auto"/>
          </w:tcPr>
          <w:p w14:paraId="6B040611" w14:textId="579F081F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14699EF5" w14:textId="5972F5D5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2,47min</w:t>
            </w:r>
          </w:p>
        </w:tc>
        <w:tc>
          <w:tcPr>
            <w:tcW w:w="0" w:type="auto"/>
          </w:tcPr>
          <w:p w14:paraId="3303DC52" w14:textId="4251290C" w:rsidR="005E3423" w:rsidRDefault="00544242" w:rsidP="00E27917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EA3169">
              <w:rPr>
                <w:sz w:val="20"/>
                <w:szCs w:val="20"/>
              </w:rPr>
              <w:t>1,8</w:t>
            </w:r>
            <w:r w:rsidR="00153E7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0,090</w:t>
            </w:r>
          </w:p>
        </w:tc>
      </w:tr>
      <w:tr w:rsidR="005E3423" w:rsidRPr="001B6138" w14:paraId="6909603D" w14:textId="77777777" w:rsidTr="001B6138">
        <w:tc>
          <w:tcPr>
            <w:tcW w:w="0" w:type="auto"/>
          </w:tcPr>
          <w:p w14:paraId="36F8672C" w14:textId="251204C5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29AE609" w14:textId="5B86C5E1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228</w:t>
            </w:r>
          </w:p>
        </w:tc>
        <w:tc>
          <w:tcPr>
            <w:tcW w:w="0" w:type="auto"/>
          </w:tcPr>
          <w:p w14:paraId="3B77EC6B" w14:textId="713AB485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02B5962C" w14:textId="36434B68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39s</w:t>
            </w:r>
          </w:p>
        </w:tc>
        <w:tc>
          <w:tcPr>
            <w:tcW w:w="0" w:type="auto"/>
          </w:tcPr>
          <w:p w14:paraId="0B4ECC89" w14:textId="76731632" w:rsidR="005E3423" w:rsidRDefault="00544242" w:rsidP="00E27917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153E7A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0,474</w:t>
            </w:r>
          </w:p>
        </w:tc>
      </w:tr>
      <w:tr w:rsidR="005E3423" w:rsidRPr="001B6138" w14:paraId="452DF315" w14:textId="77777777" w:rsidTr="001B6138">
        <w:tc>
          <w:tcPr>
            <w:tcW w:w="0" w:type="auto"/>
          </w:tcPr>
          <w:p w14:paraId="27BDE509" w14:textId="3F4DB80F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3B084F81" w14:textId="54C75093" w:rsidR="005E3423" w:rsidRDefault="0054424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 229</w:t>
            </w:r>
          </w:p>
        </w:tc>
        <w:tc>
          <w:tcPr>
            <w:tcW w:w="0" w:type="auto"/>
          </w:tcPr>
          <w:p w14:paraId="48DEDB68" w14:textId="39371627" w:rsidR="005E3423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289412ED" w14:textId="06B1B9DC" w:rsidR="005E3423" w:rsidRPr="00CE2302" w:rsidRDefault="00C60267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50,2s</w:t>
            </w:r>
          </w:p>
        </w:tc>
        <w:tc>
          <w:tcPr>
            <w:tcW w:w="0" w:type="auto"/>
          </w:tcPr>
          <w:p w14:paraId="53A6E863" w14:textId="51EA2FC4" w:rsidR="005E3423" w:rsidRDefault="00544242" w:rsidP="00E27917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153E7A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EA3169">
              <w:rPr>
                <w:sz w:val="20"/>
                <w:szCs w:val="20"/>
              </w:rPr>
              <w:t>0,310</w:t>
            </w:r>
          </w:p>
        </w:tc>
      </w:tr>
      <w:tr w:rsidR="005E3423" w:rsidRPr="001B6138" w14:paraId="629251A1" w14:textId="77777777" w:rsidTr="001B6138">
        <w:tc>
          <w:tcPr>
            <w:tcW w:w="0" w:type="auto"/>
          </w:tcPr>
          <w:p w14:paraId="0ED353A9" w14:textId="1FCF2A67" w:rsidR="005E3423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5C3D2481" w14:textId="021F9481" w:rsidR="005E3423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208</w:t>
            </w:r>
          </w:p>
        </w:tc>
        <w:tc>
          <w:tcPr>
            <w:tcW w:w="0" w:type="auto"/>
          </w:tcPr>
          <w:p w14:paraId="30AE45DA" w14:textId="2A776BA3" w:rsidR="005E3423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28BA7FA2" w14:textId="5511B2F4" w:rsidR="005E3423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1,3s</w:t>
            </w:r>
          </w:p>
        </w:tc>
        <w:tc>
          <w:tcPr>
            <w:tcW w:w="0" w:type="auto"/>
          </w:tcPr>
          <w:p w14:paraId="15BF2F9D" w14:textId="770B5053" w:rsidR="005E3423" w:rsidRDefault="00544242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7,133</w:t>
            </w:r>
            <w:r w:rsidR="0007422E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25EB2087" w14:textId="77777777" w:rsidTr="001B6138">
        <w:tc>
          <w:tcPr>
            <w:tcW w:w="0" w:type="auto"/>
          </w:tcPr>
          <w:p w14:paraId="709A7B67" w14:textId="390F0B27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17D0059" w14:textId="4A91D054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209</w:t>
            </w:r>
          </w:p>
        </w:tc>
        <w:tc>
          <w:tcPr>
            <w:tcW w:w="0" w:type="auto"/>
          </w:tcPr>
          <w:p w14:paraId="63833FC1" w14:textId="51F2ADC8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3D31BED5" w14:textId="230B1767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4,6s</w:t>
            </w:r>
          </w:p>
        </w:tc>
        <w:tc>
          <w:tcPr>
            <w:tcW w:w="0" w:type="auto"/>
          </w:tcPr>
          <w:p w14:paraId="3872C48D" w14:textId="0A8F184E" w:rsidR="00B178A4" w:rsidRPr="00544242" w:rsidRDefault="00B178A4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7,143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07422E">
              <w:rPr>
                <w:sz w:val="20"/>
                <w:szCs w:val="20"/>
              </w:rPr>
              <w:t>v</w:t>
            </w:r>
          </w:p>
        </w:tc>
      </w:tr>
      <w:tr w:rsidR="00B178A4" w:rsidRPr="001B6138" w14:paraId="459B5289" w14:textId="77777777" w:rsidTr="001B6138">
        <w:tc>
          <w:tcPr>
            <w:tcW w:w="0" w:type="auto"/>
          </w:tcPr>
          <w:p w14:paraId="22528527" w14:textId="112BA5D9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52CADFB7" w14:textId="607A5F38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210</w:t>
            </w:r>
          </w:p>
        </w:tc>
        <w:tc>
          <w:tcPr>
            <w:tcW w:w="0" w:type="auto"/>
          </w:tcPr>
          <w:p w14:paraId="4BF5524F" w14:textId="289FFB2A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1D6390F2" w14:textId="7B8D9F4F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3,7s</w:t>
            </w:r>
          </w:p>
        </w:tc>
        <w:tc>
          <w:tcPr>
            <w:tcW w:w="0" w:type="auto"/>
          </w:tcPr>
          <w:p w14:paraId="0FBC4B24" w14:textId="0DD60DD6" w:rsidR="00B178A4" w:rsidRDefault="00B178A4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7,151</w:t>
            </w:r>
            <w:r w:rsidR="0007422E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24124B2C" w14:textId="77777777" w:rsidTr="001B6138">
        <w:tc>
          <w:tcPr>
            <w:tcW w:w="0" w:type="auto"/>
          </w:tcPr>
          <w:p w14:paraId="72BA1CEB" w14:textId="52861EAB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8F46AB0" w14:textId="680AD42E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211</w:t>
            </w:r>
          </w:p>
        </w:tc>
        <w:tc>
          <w:tcPr>
            <w:tcW w:w="0" w:type="auto"/>
          </w:tcPr>
          <w:p w14:paraId="03ADE3F1" w14:textId="65DE1528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410E4DA5" w14:textId="03259230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13s</w:t>
            </w:r>
          </w:p>
        </w:tc>
        <w:tc>
          <w:tcPr>
            <w:tcW w:w="0" w:type="auto"/>
          </w:tcPr>
          <w:p w14:paraId="5CC59C84" w14:textId="3DEEDD0D" w:rsidR="00B178A4" w:rsidRDefault="00B178A4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6,907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07422E">
              <w:rPr>
                <w:sz w:val="20"/>
                <w:szCs w:val="20"/>
              </w:rPr>
              <w:t>v</w:t>
            </w:r>
          </w:p>
        </w:tc>
      </w:tr>
      <w:tr w:rsidR="00B178A4" w:rsidRPr="001B6138" w14:paraId="569536C6" w14:textId="77777777" w:rsidTr="001B6138">
        <w:tc>
          <w:tcPr>
            <w:tcW w:w="0" w:type="auto"/>
          </w:tcPr>
          <w:p w14:paraId="2CC28F04" w14:textId="7E535FBB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3EF5525D" w14:textId="37FC9194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212</w:t>
            </w:r>
          </w:p>
        </w:tc>
        <w:tc>
          <w:tcPr>
            <w:tcW w:w="0" w:type="auto"/>
          </w:tcPr>
          <w:p w14:paraId="64657F51" w14:textId="1BEAE0B3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24D235D9" w14:textId="5365F1E9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13,0s</w:t>
            </w:r>
          </w:p>
        </w:tc>
        <w:tc>
          <w:tcPr>
            <w:tcW w:w="0" w:type="auto"/>
          </w:tcPr>
          <w:p w14:paraId="2F687D21" w14:textId="2B6D772F" w:rsidR="00B178A4" w:rsidRDefault="00B178A4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6,899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07422E">
              <w:rPr>
                <w:sz w:val="20"/>
                <w:szCs w:val="20"/>
              </w:rPr>
              <w:t>v</w:t>
            </w:r>
          </w:p>
        </w:tc>
      </w:tr>
      <w:tr w:rsidR="00B178A4" w:rsidRPr="001B6138" w14:paraId="4F3ED442" w14:textId="77777777" w:rsidTr="001B6138">
        <w:tc>
          <w:tcPr>
            <w:tcW w:w="0" w:type="auto"/>
          </w:tcPr>
          <w:p w14:paraId="37D54177" w14:textId="5F8C926D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0B3D4F4C" w14:textId="71D327F0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213</w:t>
            </w:r>
          </w:p>
        </w:tc>
        <w:tc>
          <w:tcPr>
            <w:tcW w:w="0" w:type="auto"/>
          </w:tcPr>
          <w:p w14:paraId="4A17BAA6" w14:textId="3BD1EA4D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0B605A4F" w14:textId="08FE5383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2,74min</w:t>
            </w:r>
          </w:p>
        </w:tc>
        <w:tc>
          <w:tcPr>
            <w:tcW w:w="0" w:type="auto"/>
          </w:tcPr>
          <w:p w14:paraId="0A7540AD" w14:textId="6C9E8D89" w:rsidR="00B178A4" w:rsidRDefault="00B178A4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6,624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07422E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07422E" w:rsidRPr="0007422E">
              <w:rPr>
                <w:sz w:val="20"/>
                <w:szCs w:val="20"/>
              </w:rPr>
              <w:t>0,110</w:t>
            </w:r>
          </w:p>
        </w:tc>
      </w:tr>
      <w:tr w:rsidR="00B178A4" w:rsidRPr="001B6138" w14:paraId="464C878F" w14:textId="77777777" w:rsidTr="001B6138">
        <w:tc>
          <w:tcPr>
            <w:tcW w:w="0" w:type="auto"/>
          </w:tcPr>
          <w:p w14:paraId="3861D6A5" w14:textId="2EDA456D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1C745CA6" w14:textId="1EFB5BA5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214</w:t>
            </w:r>
          </w:p>
        </w:tc>
        <w:tc>
          <w:tcPr>
            <w:tcW w:w="0" w:type="auto"/>
          </w:tcPr>
          <w:p w14:paraId="37130494" w14:textId="00EE89D6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6FA3650C" w14:textId="1FD6873B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2,46s</w:t>
            </w:r>
          </w:p>
        </w:tc>
        <w:tc>
          <w:tcPr>
            <w:tcW w:w="0" w:type="auto"/>
          </w:tcPr>
          <w:p w14:paraId="6A6881E8" w14:textId="5265CF4A" w:rsidR="00B178A4" w:rsidRDefault="00B178A4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7,137</w:t>
            </w:r>
            <w:r w:rsidR="0007422E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7E3F8B39" w14:textId="77777777" w:rsidTr="001B6138">
        <w:tc>
          <w:tcPr>
            <w:tcW w:w="0" w:type="auto"/>
          </w:tcPr>
          <w:p w14:paraId="00F95078" w14:textId="06A63AAC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790C510" w14:textId="0BCE2230" w:rsidR="00B178A4" w:rsidRDefault="00760EAA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215</w:t>
            </w:r>
          </w:p>
        </w:tc>
        <w:tc>
          <w:tcPr>
            <w:tcW w:w="0" w:type="auto"/>
          </w:tcPr>
          <w:p w14:paraId="07E4DCDF" w14:textId="4577CFF8" w:rsidR="00B178A4" w:rsidRDefault="00FA662C" w:rsidP="00B17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71F9FECC" w14:textId="040EB695" w:rsidR="00B178A4" w:rsidRPr="00CE2302" w:rsidRDefault="00E542DE" w:rsidP="00B178A4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1,67ms</w:t>
            </w:r>
          </w:p>
        </w:tc>
        <w:tc>
          <w:tcPr>
            <w:tcW w:w="0" w:type="auto"/>
          </w:tcPr>
          <w:p w14:paraId="1EB0C342" w14:textId="00DDD34D" w:rsidR="00B178A4" w:rsidRDefault="00B178A4" w:rsidP="00B178A4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8,700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07422E" w:rsidRPr="0007422E">
              <w:rPr>
                <w:sz w:val="20"/>
                <w:szCs w:val="20"/>
              </w:rPr>
              <w:t>0,834</w:t>
            </w:r>
          </w:p>
        </w:tc>
      </w:tr>
      <w:tr w:rsidR="00544242" w:rsidRPr="001B6138" w14:paraId="0868FBA0" w14:textId="77777777" w:rsidTr="001B6138">
        <w:tc>
          <w:tcPr>
            <w:tcW w:w="0" w:type="auto"/>
          </w:tcPr>
          <w:p w14:paraId="66CCF826" w14:textId="32258452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058C01D" w14:textId="438BF708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216</w:t>
            </w:r>
          </w:p>
        </w:tc>
        <w:tc>
          <w:tcPr>
            <w:tcW w:w="0" w:type="auto"/>
          </w:tcPr>
          <w:p w14:paraId="47CF1178" w14:textId="29DADA8B" w:rsidR="00544242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6DDE08E0" w14:textId="48B4A8A3" w:rsidR="00544242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0,18</w:t>
            </w:r>
            <w:r w:rsidR="00944170">
              <w:rPr>
                <w:sz w:val="20"/>
                <w:szCs w:val="20"/>
              </w:rPr>
              <w:t>~m</w:t>
            </w:r>
            <w:r w:rsidRPr="00E542DE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7A0762DF" w14:textId="3B95F8FA" w:rsidR="00544242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9,349</w:t>
            </w:r>
            <w:r w:rsidR="0007422E">
              <w:rPr>
                <w:sz w:val="20"/>
                <w:szCs w:val="20"/>
              </w:rPr>
              <w:t xml:space="preserve"> v</w:t>
            </w:r>
          </w:p>
        </w:tc>
      </w:tr>
      <w:tr w:rsidR="00544242" w:rsidRPr="001B6138" w14:paraId="19EA69C1" w14:textId="77777777" w:rsidTr="001B6138">
        <w:tc>
          <w:tcPr>
            <w:tcW w:w="0" w:type="auto"/>
          </w:tcPr>
          <w:p w14:paraId="3E89F148" w14:textId="6451FB3A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4CFA2DEC" w14:textId="66D8D37C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217</w:t>
            </w:r>
          </w:p>
        </w:tc>
        <w:tc>
          <w:tcPr>
            <w:tcW w:w="0" w:type="auto"/>
          </w:tcPr>
          <w:p w14:paraId="34C09D9D" w14:textId="587AAE6C" w:rsidR="00544242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5C6B5292" w14:textId="41BCFEE4" w:rsidR="00544242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1,6</w:t>
            </w:r>
            <w:r w:rsidR="00944170">
              <w:rPr>
                <w:sz w:val="20"/>
                <w:szCs w:val="20"/>
              </w:rPr>
              <w:t>~m</w:t>
            </w:r>
            <w:r w:rsidRPr="00E542DE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1C4B9045" w14:textId="7EFC57DA" w:rsidR="00544242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8,99</w:t>
            </w:r>
            <w:r w:rsidR="0007422E">
              <w:rPr>
                <w:sz w:val="20"/>
                <w:szCs w:val="20"/>
              </w:rPr>
              <w:t xml:space="preserve"> v</w:t>
            </w:r>
          </w:p>
        </w:tc>
      </w:tr>
      <w:tr w:rsidR="00544242" w:rsidRPr="001B6138" w14:paraId="04F22F41" w14:textId="77777777" w:rsidTr="001B6138">
        <w:tc>
          <w:tcPr>
            <w:tcW w:w="0" w:type="auto"/>
          </w:tcPr>
          <w:p w14:paraId="50E7DDEA" w14:textId="381FDE2D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A393AD0" w14:textId="054366CB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218</w:t>
            </w:r>
          </w:p>
        </w:tc>
        <w:tc>
          <w:tcPr>
            <w:tcW w:w="0" w:type="auto"/>
          </w:tcPr>
          <w:p w14:paraId="3092317A" w14:textId="19940CFE" w:rsidR="00544242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7380EF15" w14:textId="1E360B0E" w:rsidR="00544242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25,6</w:t>
            </w:r>
            <w:r w:rsidR="00944170">
              <w:rPr>
                <w:sz w:val="20"/>
                <w:szCs w:val="20"/>
              </w:rPr>
              <w:t>~m</w:t>
            </w:r>
            <w:r w:rsidRPr="00E542DE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3460E9B2" w14:textId="31C354A3" w:rsidR="00544242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8,39</w:t>
            </w:r>
            <w:r w:rsidR="0007422E">
              <w:rPr>
                <w:sz w:val="20"/>
                <w:szCs w:val="20"/>
              </w:rPr>
              <w:t xml:space="preserve"> v</w:t>
            </w:r>
          </w:p>
        </w:tc>
      </w:tr>
      <w:tr w:rsidR="00544242" w:rsidRPr="001B6138" w14:paraId="5AE49F91" w14:textId="77777777" w:rsidTr="001B6138">
        <w:tc>
          <w:tcPr>
            <w:tcW w:w="0" w:type="auto"/>
          </w:tcPr>
          <w:p w14:paraId="5A0B7F11" w14:textId="399B32B9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0616A0B2" w14:textId="586210F3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219</w:t>
            </w:r>
          </w:p>
        </w:tc>
        <w:tc>
          <w:tcPr>
            <w:tcW w:w="0" w:type="auto"/>
          </w:tcPr>
          <w:p w14:paraId="2D1F8742" w14:textId="39E5FCF4" w:rsidR="00544242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2D94CA77" w14:textId="221C3DCE" w:rsidR="00544242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10ms</w:t>
            </w:r>
          </w:p>
        </w:tc>
        <w:tc>
          <w:tcPr>
            <w:tcW w:w="0" w:type="auto"/>
          </w:tcPr>
          <w:p w14:paraId="402808C1" w14:textId="66B63AB2" w:rsidR="00544242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7,679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07422E" w:rsidRPr="0007422E">
              <w:rPr>
                <w:sz w:val="20"/>
                <w:szCs w:val="20"/>
              </w:rPr>
              <w:t>0,316</w:t>
            </w:r>
          </w:p>
        </w:tc>
      </w:tr>
      <w:tr w:rsidR="00544242" w:rsidRPr="001B6138" w14:paraId="59B22791" w14:textId="77777777" w:rsidTr="001B6138">
        <w:tc>
          <w:tcPr>
            <w:tcW w:w="0" w:type="auto"/>
          </w:tcPr>
          <w:p w14:paraId="0FCA5425" w14:textId="11F5BCE6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00ADA71" w14:textId="26E073F3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220</w:t>
            </w:r>
          </w:p>
        </w:tc>
        <w:tc>
          <w:tcPr>
            <w:tcW w:w="0" w:type="auto"/>
          </w:tcPr>
          <w:p w14:paraId="1B6B1A70" w14:textId="4B9E9109" w:rsidR="00544242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76E1F80D" w14:textId="307BCCEC" w:rsidR="00544242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23ms</w:t>
            </w:r>
          </w:p>
        </w:tc>
        <w:tc>
          <w:tcPr>
            <w:tcW w:w="0" w:type="auto"/>
          </w:tcPr>
          <w:p w14:paraId="55F601DC" w14:textId="43F9735B" w:rsidR="00544242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7,46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07422E" w:rsidRPr="0007422E">
              <w:rPr>
                <w:sz w:val="20"/>
                <w:szCs w:val="20"/>
              </w:rPr>
              <w:t>0,465</w:t>
            </w:r>
          </w:p>
        </w:tc>
      </w:tr>
      <w:tr w:rsidR="00544242" w:rsidRPr="001B6138" w14:paraId="3BBEFA76" w14:textId="77777777" w:rsidTr="001B6138">
        <w:tc>
          <w:tcPr>
            <w:tcW w:w="0" w:type="auto"/>
          </w:tcPr>
          <w:p w14:paraId="22A4CCEE" w14:textId="1B5C874B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0" w:type="auto"/>
          </w:tcPr>
          <w:p w14:paraId="2756857A" w14:textId="595653F1" w:rsidR="00544242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221</w:t>
            </w:r>
          </w:p>
        </w:tc>
        <w:tc>
          <w:tcPr>
            <w:tcW w:w="0" w:type="auto"/>
          </w:tcPr>
          <w:p w14:paraId="3D4B69F2" w14:textId="4B350AC8" w:rsidR="00544242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112C2D7A" w14:textId="18713F58" w:rsidR="00544242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28s</w:t>
            </w:r>
          </w:p>
        </w:tc>
        <w:tc>
          <w:tcPr>
            <w:tcW w:w="0" w:type="auto"/>
          </w:tcPr>
          <w:p w14:paraId="66D95C83" w14:textId="23392259" w:rsidR="00544242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6,613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07422E" w:rsidRPr="0007422E">
              <w:rPr>
                <w:sz w:val="20"/>
                <w:szCs w:val="20"/>
              </w:rPr>
              <w:t>0,149</w:t>
            </w:r>
          </w:p>
        </w:tc>
      </w:tr>
      <w:tr w:rsidR="00B178A4" w:rsidRPr="001B6138" w14:paraId="753DB11C" w14:textId="77777777" w:rsidTr="001B6138">
        <w:tc>
          <w:tcPr>
            <w:tcW w:w="0" w:type="auto"/>
          </w:tcPr>
          <w:p w14:paraId="639E02D7" w14:textId="47BF0384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3FDFEEA3" w14:textId="62308900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222</w:t>
            </w:r>
          </w:p>
        </w:tc>
        <w:tc>
          <w:tcPr>
            <w:tcW w:w="0" w:type="auto"/>
          </w:tcPr>
          <w:p w14:paraId="0CD2B8B6" w14:textId="1CF4F627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0B04DB43" w14:textId="4B97E2FE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38s</w:t>
            </w:r>
          </w:p>
        </w:tc>
        <w:tc>
          <w:tcPr>
            <w:tcW w:w="0" w:type="auto"/>
          </w:tcPr>
          <w:p w14:paraId="545C5535" w14:textId="57FF87D1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6,559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07422E" w:rsidRPr="0007422E">
              <w:rPr>
                <w:sz w:val="20"/>
                <w:szCs w:val="20"/>
              </w:rPr>
              <w:t>0,324</w:t>
            </w:r>
          </w:p>
        </w:tc>
      </w:tr>
      <w:tr w:rsidR="00B178A4" w:rsidRPr="001B6138" w14:paraId="00337850" w14:textId="77777777" w:rsidTr="001B6138">
        <w:tc>
          <w:tcPr>
            <w:tcW w:w="0" w:type="auto"/>
          </w:tcPr>
          <w:p w14:paraId="5AC07DB9" w14:textId="05F6AC6F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5A41A78" w14:textId="63275BD8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223</w:t>
            </w:r>
          </w:p>
        </w:tc>
        <w:tc>
          <w:tcPr>
            <w:tcW w:w="0" w:type="auto"/>
          </w:tcPr>
          <w:p w14:paraId="23983587" w14:textId="6084CE15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214A3DE8" w14:textId="1CEC03D1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11,43d</w:t>
            </w:r>
          </w:p>
        </w:tc>
        <w:tc>
          <w:tcPr>
            <w:tcW w:w="0" w:type="auto"/>
          </w:tcPr>
          <w:p w14:paraId="3835BA29" w14:textId="010A87C1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07422E" w:rsidRPr="0007422E">
              <w:rPr>
                <w:sz w:val="20"/>
                <w:szCs w:val="20"/>
              </w:rPr>
              <w:t>5,7162</w:t>
            </w:r>
            <w:r w:rsidR="0007422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07422E" w:rsidRPr="0007422E">
              <w:rPr>
                <w:sz w:val="20"/>
                <w:szCs w:val="20"/>
              </w:rPr>
              <w:t>0,269</w:t>
            </w:r>
          </w:p>
        </w:tc>
      </w:tr>
      <w:tr w:rsidR="00B178A4" w:rsidRPr="001B6138" w14:paraId="54F05F2F" w14:textId="77777777" w:rsidTr="001B6138">
        <w:tc>
          <w:tcPr>
            <w:tcW w:w="0" w:type="auto"/>
          </w:tcPr>
          <w:p w14:paraId="519B3821" w14:textId="6341CAC1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4AC52421" w14:textId="271D928E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224</w:t>
            </w:r>
          </w:p>
        </w:tc>
        <w:tc>
          <w:tcPr>
            <w:tcW w:w="0" w:type="auto"/>
          </w:tcPr>
          <w:p w14:paraId="0807DB8F" w14:textId="6C319754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07EC10F" w14:textId="255B1EBA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3,66d</w:t>
            </w:r>
          </w:p>
        </w:tc>
        <w:tc>
          <w:tcPr>
            <w:tcW w:w="0" w:type="auto"/>
          </w:tcPr>
          <w:p w14:paraId="09C13A90" w14:textId="1C03FCF7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9F214E" w:rsidRPr="009F214E">
              <w:rPr>
                <w:sz w:val="20"/>
                <w:szCs w:val="20"/>
              </w:rPr>
              <w:t>5,6854</w:t>
            </w:r>
            <w:r w:rsidR="009F214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9F214E" w:rsidRPr="009F214E">
              <w:rPr>
                <w:sz w:val="20"/>
                <w:szCs w:val="20"/>
              </w:rPr>
              <w:t>0,241</w:t>
            </w:r>
          </w:p>
        </w:tc>
      </w:tr>
      <w:tr w:rsidR="00B178A4" w:rsidRPr="001B6138" w14:paraId="7C07F817" w14:textId="77777777" w:rsidTr="001B6138">
        <w:tc>
          <w:tcPr>
            <w:tcW w:w="0" w:type="auto"/>
          </w:tcPr>
          <w:p w14:paraId="248062BF" w14:textId="6E0C434C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C58F69A" w14:textId="1B451E75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225</w:t>
            </w:r>
          </w:p>
        </w:tc>
        <w:tc>
          <w:tcPr>
            <w:tcW w:w="0" w:type="auto"/>
          </w:tcPr>
          <w:p w14:paraId="2BF95B25" w14:textId="4E9FDD57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182A752F" w14:textId="33B68915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14,8d</w:t>
            </w:r>
          </w:p>
        </w:tc>
        <w:tc>
          <w:tcPr>
            <w:tcW w:w="0" w:type="auto"/>
          </w:tcPr>
          <w:p w14:paraId="2FDE3E47" w14:textId="0BBC7711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9F214E" w:rsidRPr="009F214E">
              <w:rPr>
                <w:sz w:val="20"/>
                <w:szCs w:val="20"/>
              </w:rPr>
              <w:t>0,3</w:t>
            </w:r>
            <w:r w:rsidR="009F214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9F214E" w:rsidRPr="009F214E">
              <w:rPr>
                <w:sz w:val="20"/>
                <w:szCs w:val="20"/>
              </w:rPr>
              <w:t>0,040</w:t>
            </w:r>
          </w:p>
        </w:tc>
      </w:tr>
      <w:tr w:rsidR="00B178A4" w:rsidRPr="001B6138" w14:paraId="3C3D6B48" w14:textId="77777777" w:rsidTr="001B6138">
        <w:tc>
          <w:tcPr>
            <w:tcW w:w="0" w:type="auto"/>
          </w:tcPr>
          <w:p w14:paraId="58C58370" w14:textId="677EBE1B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C504DE9" w14:textId="25D3711A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226</w:t>
            </w:r>
          </w:p>
        </w:tc>
        <w:tc>
          <w:tcPr>
            <w:tcW w:w="0" w:type="auto"/>
          </w:tcPr>
          <w:p w14:paraId="1FC99E8A" w14:textId="5CB31EC0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14D3E522" w14:textId="7CB5B75A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1600a</w:t>
            </w:r>
          </w:p>
        </w:tc>
        <w:tc>
          <w:tcPr>
            <w:tcW w:w="0" w:type="auto"/>
          </w:tcPr>
          <w:p w14:paraId="200A0A64" w14:textId="0E83C6C3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9F214E" w:rsidRPr="009F214E">
              <w:rPr>
                <w:sz w:val="20"/>
                <w:szCs w:val="20"/>
              </w:rPr>
              <w:t>4,7843</w:t>
            </w:r>
            <w:r w:rsidR="009F214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9F214E" w:rsidRPr="009F214E">
              <w:rPr>
                <w:sz w:val="20"/>
                <w:szCs w:val="20"/>
              </w:rPr>
              <w:t>0,186</w:t>
            </w:r>
          </w:p>
        </w:tc>
      </w:tr>
      <w:tr w:rsidR="00B178A4" w:rsidRPr="001B6138" w14:paraId="7FDC99E0" w14:textId="77777777" w:rsidTr="001B6138">
        <w:tc>
          <w:tcPr>
            <w:tcW w:w="0" w:type="auto"/>
          </w:tcPr>
          <w:p w14:paraId="1B49718A" w14:textId="0450099F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6B958070" w14:textId="45D25738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227</w:t>
            </w:r>
          </w:p>
        </w:tc>
        <w:tc>
          <w:tcPr>
            <w:tcW w:w="0" w:type="auto"/>
          </w:tcPr>
          <w:p w14:paraId="616D4990" w14:textId="4E2E5427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38AC0356" w14:textId="6247F7E5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42,2min</w:t>
            </w:r>
          </w:p>
        </w:tc>
        <w:tc>
          <w:tcPr>
            <w:tcW w:w="0" w:type="auto"/>
          </w:tcPr>
          <w:p w14:paraId="3A08D4E8" w14:textId="4C759741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9F214E" w:rsidRPr="009F214E">
              <w:rPr>
                <w:sz w:val="20"/>
                <w:szCs w:val="20"/>
              </w:rPr>
              <w:t>1,3</w:t>
            </w:r>
            <w:r w:rsidR="009F214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9F214E" w:rsidRPr="009F214E">
              <w:rPr>
                <w:sz w:val="20"/>
                <w:szCs w:val="20"/>
              </w:rPr>
              <w:t>0,027</w:t>
            </w:r>
          </w:p>
        </w:tc>
      </w:tr>
      <w:tr w:rsidR="00B178A4" w:rsidRPr="001B6138" w14:paraId="77487C48" w14:textId="77777777" w:rsidTr="001B6138">
        <w:tc>
          <w:tcPr>
            <w:tcW w:w="0" w:type="auto"/>
          </w:tcPr>
          <w:p w14:paraId="4D081F29" w14:textId="0D8DDD40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4BA03A3E" w14:textId="5B79F0E0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228</w:t>
            </w:r>
          </w:p>
        </w:tc>
        <w:tc>
          <w:tcPr>
            <w:tcW w:w="0" w:type="auto"/>
          </w:tcPr>
          <w:p w14:paraId="5CE727E6" w14:textId="0B935CFF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2AF2986B" w14:textId="7DFE044C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5,75a</w:t>
            </w:r>
          </w:p>
        </w:tc>
        <w:tc>
          <w:tcPr>
            <w:tcW w:w="0" w:type="auto"/>
          </w:tcPr>
          <w:p w14:paraId="37CE0FFF" w14:textId="3D507743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9F214E" w:rsidRPr="009F214E">
              <w:rPr>
                <w:sz w:val="20"/>
                <w:szCs w:val="20"/>
              </w:rPr>
              <w:t>0,04</w:t>
            </w:r>
            <w:r w:rsidR="009F214E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28969F12" w14:textId="77777777" w:rsidTr="001B6138">
        <w:tc>
          <w:tcPr>
            <w:tcW w:w="0" w:type="auto"/>
          </w:tcPr>
          <w:p w14:paraId="32D4BD69" w14:textId="166D947A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26732450" w14:textId="12C518BA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229</w:t>
            </w:r>
          </w:p>
        </w:tc>
        <w:tc>
          <w:tcPr>
            <w:tcW w:w="0" w:type="auto"/>
          </w:tcPr>
          <w:p w14:paraId="2A44C943" w14:textId="28871E53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2BE9CBA9" w14:textId="14F7DE55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4,0min</w:t>
            </w:r>
          </w:p>
        </w:tc>
        <w:tc>
          <w:tcPr>
            <w:tcW w:w="0" w:type="auto"/>
          </w:tcPr>
          <w:p w14:paraId="4336CE56" w14:textId="681CB83B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9F214E" w:rsidRPr="009F214E">
              <w:rPr>
                <w:sz w:val="20"/>
                <w:szCs w:val="20"/>
              </w:rPr>
              <w:t>1,8</w:t>
            </w:r>
            <w:r w:rsidR="009F214E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0CE98E03" w14:textId="77777777" w:rsidTr="001B6138">
        <w:tc>
          <w:tcPr>
            <w:tcW w:w="0" w:type="auto"/>
          </w:tcPr>
          <w:p w14:paraId="3561499C" w14:textId="04E5D6F4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7051B7DE" w14:textId="53216468" w:rsidR="00B178A4" w:rsidRDefault="00760EAA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 230</w:t>
            </w:r>
          </w:p>
        </w:tc>
        <w:tc>
          <w:tcPr>
            <w:tcW w:w="0" w:type="auto"/>
          </w:tcPr>
          <w:p w14:paraId="0A07A375" w14:textId="2C5EEEB2" w:rsidR="00B178A4" w:rsidRDefault="00FA662C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621670E1" w14:textId="04192D23" w:rsidR="00B178A4" w:rsidRPr="00CE2302" w:rsidRDefault="00E542DE" w:rsidP="000E7A6E">
            <w:pPr>
              <w:rPr>
                <w:sz w:val="20"/>
                <w:szCs w:val="20"/>
              </w:rPr>
            </w:pPr>
            <w:r w:rsidRPr="00E542DE">
              <w:rPr>
                <w:sz w:val="20"/>
                <w:szCs w:val="20"/>
              </w:rPr>
              <w:t>93min</w:t>
            </w:r>
          </w:p>
        </w:tc>
        <w:tc>
          <w:tcPr>
            <w:tcW w:w="0" w:type="auto"/>
          </w:tcPr>
          <w:p w14:paraId="11F55C7B" w14:textId="675013CE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9F214E" w:rsidRPr="009F214E">
              <w:rPr>
                <w:sz w:val="20"/>
                <w:szCs w:val="20"/>
              </w:rPr>
              <w:t>0,8</w:t>
            </w:r>
            <w:r w:rsidR="009F214E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9F214E" w:rsidRPr="009F214E">
              <w:rPr>
                <w:sz w:val="20"/>
                <w:szCs w:val="20"/>
              </w:rPr>
              <w:t>0,072</w:t>
            </w:r>
          </w:p>
        </w:tc>
      </w:tr>
      <w:tr w:rsidR="00B178A4" w:rsidRPr="001B6138" w14:paraId="46930A25" w14:textId="77777777" w:rsidTr="001B6138">
        <w:tc>
          <w:tcPr>
            <w:tcW w:w="0" w:type="auto"/>
          </w:tcPr>
          <w:p w14:paraId="76F9CCD2" w14:textId="7425267F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8339C48" w14:textId="4F682B07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209</w:t>
            </w:r>
          </w:p>
        </w:tc>
        <w:tc>
          <w:tcPr>
            <w:tcW w:w="0" w:type="auto"/>
          </w:tcPr>
          <w:p w14:paraId="1EFF6A13" w14:textId="41956096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14:paraId="47950E4E" w14:textId="1068F428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90ms</w:t>
            </w:r>
          </w:p>
        </w:tc>
        <w:tc>
          <w:tcPr>
            <w:tcW w:w="0" w:type="auto"/>
          </w:tcPr>
          <w:p w14:paraId="3C52910A" w14:textId="763A4ACF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7,59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5D46C1A1" w14:textId="77777777" w:rsidTr="001B6138">
        <w:tc>
          <w:tcPr>
            <w:tcW w:w="0" w:type="auto"/>
          </w:tcPr>
          <w:p w14:paraId="11F8FB4C" w14:textId="703A9361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7CD3B86" w14:textId="56026EBF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210</w:t>
            </w:r>
          </w:p>
        </w:tc>
        <w:tc>
          <w:tcPr>
            <w:tcW w:w="0" w:type="auto"/>
          </w:tcPr>
          <w:p w14:paraId="37713DE6" w14:textId="632AFABB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0" w:type="auto"/>
          </w:tcPr>
          <w:p w14:paraId="0E607F91" w14:textId="256B6AEA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0,35s</w:t>
            </w:r>
          </w:p>
        </w:tc>
        <w:tc>
          <w:tcPr>
            <w:tcW w:w="0" w:type="auto"/>
          </w:tcPr>
          <w:p w14:paraId="270A9D71" w14:textId="3554D1E6" w:rsidR="00B178A4" w:rsidRDefault="00B178A4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7,46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276A4FE3" w14:textId="77777777" w:rsidTr="001B6138">
        <w:tc>
          <w:tcPr>
            <w:tcW w:w="0" w:type="auto"/>
          </w:tcPr>
          <w:p w14:paraId="7E7F258F" w14:textId="1234D71E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ED0EA9D" w14:textId="20F7A825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211</w:t>
            </w:r>
          </w:p>
        </w:tc>
        <w:tc>
          <w:tcPr>
            <w:tcW w:w="0" w:type="auto"/>
          </w:tcPr>
          <w:p w14:paraId="5FC5790D" w14:textId="4848F931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</w:tcPr>
          <w:p w14:paraId="35C1D6D8" w14:textId="24F15852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0,25s</w:t>
            </w:r>
          </w:p>
        </w:tc>
        <w:tc>
          <w:tcPr>
            <w:tcW w:w="0" w:type="auto"/>
          </w:tcPr>
          <w:p w14:paraId="685BDE41" w14:textId="12053136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7,481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7A55EE91" w14:textId="77777777" w:rsidTr="001B6138">
        <w:tc>
          <w:tcPr>
            <w:tcW w:w="0" w:type="auto"/>
          </w:tcPr>
          <w:p w14:paraId="34877D00" w14:textId="102D5C83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4CD3320E" w14:textId="1A4121F0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</w:tcPr>
          <w:p w14:paraId="5D3420BF" w14:textId="1790A4F8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33D91B2D" w14:textId="59D5F5F0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0,93s</w:t>
            </w:r>
          </w:p>
        </w:tc>
        <w:tc>
          <w:tcPr>
            <w:tcW w:w="0" w:type="auto"/>
          </w:tcPr>
          <w:p w14:paraId="2AF45462" w14:textId="6C3D911F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7,38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61C6D1EB" w14:textId="77777777" w:rsidTr="001B6138">
        <w:tc>
          <w:tcPr>
            <w:tcW w:w="0" w:type="auto"/>
          </w:tcPr>
          <w:p w14:paraId="08B79763" w14:textId="3742D36D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637602C" w14:textId="2A6F9C0B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</w:tcPr>
          <w:p w14:paraId="15713C19" w14:textId="1D9B57C6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341B42D4" w14:textId="0048E237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0,80s</w:t>
            </w:r>
          </w:p>
        </w:tc>
        <w:tc>
          <w:tcPr>
            <w:tcW w:w="0" w:type="auto"/>
          </w:tcPr>
          <w:p w14:paraId="14DF9E41" w14:textId="10F54E6C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7,36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2D5BEED6" w14:textId="77777777" w:rsidTr="001B6138">
        <w:tc>
          <w:tcPr>
            <w:tcW w:w="0" w:type="auto"/>
          </w:tcPr>
          <w:p w14:paraId="237007F4" w14:textId="19B5BB2A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BEDDE7B" w14:textId="28639C4A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14:paraId="0F7CC910" w14:textId="2D26FEDC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413A1D04" w14:textId="071B0C49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8,2s</w:t>
            </w:r>
          </w:p>
        </w:tc>
        <w:tc>
          <w:tcPr>
            <w:tcW w:w="0" w:type="auto"/>
          </w:tcPr>
          <w:p w14:paraId="6D77F0C0" w14:textId="51D276B1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7,215</w:t>
            </w:r>
            <w:r w:rsidR="00DD4C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D4CB4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4CB4" w:rsidRPr="00DD4CB4">
              <w:rPr>
                <w:sz w:val="20"/>
                <w:szCs w:val="20"/>
              </w:rPr>
              <w:t>0,139</w:t>
            </w:r>
          </w:p>
        </w:tc>
      </w:tr>
      <w:tr w:rsidR="00B178A4" w:rsidRPr="001B6138" w14:paraId="5CB4FE66" w14:textId="77777777" w:rsidTr="001B6138">
        <w:tc>
          <w:tcPr>
            <w:tcW w:w="0" w:type="auto"/>
          </w:tcPr>
          <w:p w14:paraId="3AE64F99" w14:textId="6BDA076E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08881D7" w14:textId="7DF25208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14:paraId="7FE9E619" w14:textId="789771D0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4B2D5AD9" w14:textId="33B2F7C1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0,17s</w:t>
            </w:r>
          </w:p>
        </w:tc>
        <w:tc>
          <w:tcPr>
            <w:tcW w:w="0" w:type="auto"/>
          </w:tcPr>
          <w:p w14:paraId="260303C9" w14:textId="1BA74EDE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7,600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5DD3307B" w14:textId="77777777" w:rsidTr="001B6138">
        <w:tc>
          <w:tcPr>
            <w:tcW w:w="0" w:type="auto"/>
          </w:tcPr>
          <w:p w14:paraId="26907ABB" w14:textId="265C0A9D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FC10C16" w14:textId="5E8A4514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14:paraId="7BF96BA6" w14:textId="4404C72C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2AA3C055" w14:textId="73D787E9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0,44ms</w:t>
            </w:r>
          </w:p>
        </w:tc>
        <w:tc>
          <w:tcPr>
            <w:tcW w:w="0" w:type="auto"/>
          </w:tcPr>
          <w:p w14:paraId="67164EA0" w14:textId="52236B1D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9,029</w:t>
            </w:r>
            <w:r w:rsidR="00DD4C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4CB4" w:rsidRPr="00DD4CB4">
              <w:rPr>
                <w:sz w:val="20"/>
                <w:szCs w:val="20"/>
              </w:rPr>
              <w:t>0,083</w:t>
            </w:r>
          </w:p>
        </w:tc>
      </w:tr>
      <w:tr w:rsidR="00B178A4" w:rsidRPr="001B6138" w14:paraId="606076F8" w14:textId="77777777" w:rsidTr="001B6138">
        <w:tc>
          <w:tcPr>
            <w:tcW w:w="0" w:type="auto"/>
          </w:tcPr>
          <w:p w14:paraId="09F7CF28" w14:textId="340FE20F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2D2D74D" w14:textId="5663E1C6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14:paraId="6D9A4710" w14:textId="29B9FC76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52A52374" w14:textId="5E3E3D85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69</w:t>
            </w:r>
            <w:r>
              <w:rPr>
                <w:sz w:val="20"/>
                <w:szCs w:val="20"/>
              </w:rPr>
              <w:t>n</w:t>
            </w:r>
            <w:r w:rsidRPr="00944170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244E069D" w14:textId="3DF96B98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9,65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6B742B41" w14:textId="77777777" w:rsidTr="001B6138">
        <w:tc>
          <w:tcPr>
            <w:tcW w:w="0" w:type="auto"/>
          </w:tcPr>
          <w:p w14:paraId="6FC1024D" w14:textId="606015B1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5A8227A0" w14:textId="0D48B3C5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14:paraId="4E371571" w14:textId="5D1D41B4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323E749B" w14:textId="1616F3D1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1,1</w:t>
            </w:r>
            <w:r>
              <w:rPr>
                <w:sz w:val="20"/>
                <w:szCs w:val="20"/>
              </w:rPr>
              <w:t>~m</w:t>
            </w:r>
            <w:r w:rsidRPr="00944170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210C2F02" w14:textId="24A18082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9,205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3F6CF146" w14:textId="77777777" w:rsidTr="001B6138">
        <w:tc>
          <w:tcPr>
            <w:tcW w:w="0" w:type="auto"/>
          </w:tcPr>
          <w:p w14:paraId="62AC3A0C" w14:textId="612D02A3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43BCBAF" w14:textId="276CED7D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14:paraId="0501AC94" w14:textId="6A38472F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2C465F7E" w14:textId="2FBD68C4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11,8</w:t>
            </w:r>
            <w:r>
              <w:rPr>
                <w:sz w:val="20"/>
                <w:szCs w:val="20"/>
              </w:rPr>
              <w:t>~m</w:t>
            </w:r>
            <w:r w:rsidRPr="00944170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22CA2151" w14:textId="62CBD058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8,664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6C68A680" w14:textId="77777777" w:rsidTr="001B6138">
        <w:tc>
          <w:tcPr>
            <w:tcW w:w="0" w:type="auto"/>
          </w:tcPr>
          <w:p w14:paraId="5170E3E5" w14:textId="16CB112B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2E39D62" w14:textId="27DBCCE9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14:paraId="2119A699" w14:textId="4ADDB253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701907EE" w14:textId="2E85DA50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26ms</w:t>
            </w:r>
          </w:p>
        </w:tc>
        <w:tc>
          <w:tcPr>
            <w:tcW w:w="0" w:type="auto"/>
          </w:tcPr>
          <w:p w14:paraId="0B523930" w14:textId="3D8715EF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7,85</w:t>
            </w:r>
            <w:r w:rsidR="00DD4C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4CB4" w:rsidRPr="00DD4CB4">
              <w:rPr>
                <w:sz w:val="20"/>
                <w:szCs w:val="20"/>
              </w:rPr>
              <w:t>0,134</w:t>
            </w:r>
          </w:p>
        </w:tc>
      </w:tr>
      <w:tr w:rsidR="00B178A4" w:rsidRPr="001B6138" w14:paraId="5D16CC90" w14:textId="77777777" w:rsidTr="001B6138">
        <w:tc>
          <w:tcPr>
            <w:tcW w:w="0" w:type="auto"/>
          </w:tcPr>
          <w:p w14:paraId="05C861F5" w14:textId="075E4BF5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362A561" w14:textId="74788429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14:paraId="2A6F6EFA" w14:textId="5E2A8CC2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100146AA" w14:textId="6014F711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52ms</w:t>
            </w:r>
          </w:p>
        </w:tc>
        <w:tc>
          <w:tcPr>
            <w:tcW w:w="0" w:type="auto"/>
          </w:tcPr>
          <w:p w14:paraId="1C009312" w14:textId="0D87551D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7,65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1A37CCB6" w14:textId="77777777" w:rsidTr="001B6138">
        <w:tc>
          <w:tcPr>
            <w:tcW w:w="0" w:type="auto"/>
          </w:tcPr>
          <w:p w14:paraId="4EB2A4E6" w14:textId="4794A55C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66CFDAC" w14:textId="39DBFB25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14:paraId="0E4C7B77" w14:textId="2B8E3BD7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27293EC0" w14:textId="1F57365F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5,0s</w:t>
            </w:r>
          </w:p>
        </w:tc>
        <w:tc>
          <w:tcPr>
            <w:tcW w:w="0" w:type="auto"/>
          </w:tcPr>
          <w:p w14:paraId="74592044" w14:textId="1BD8F029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4CB4" w:rsidRPr="00DD4CB4">
              <w:rPr>
                <w:sz w:val="20"/>
                <w:szCs w:val="20"/>
              </w:rPr>
              <w:t>7,009</w:t>
            </w:r>
            <w:r w:rsidR="00DD4CB4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59672928" w14:textId="77777777" w:rsidTr="001B6138">
        <w:tc>
          <w:tcPr>
            <w:tcW w:w="0" w:type="auto"/>
          </w:tcPr>
          <w:p w14:paraId="69B52D45" w14:textId="2C988C78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6969106" w14:textId="47E95B91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14:paraId="39466EAB" w14:textId="7F1F8289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E1067A4" w14:textId="6FCDA344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2,10min</w:t>
            </w:r>
          </w:p>
        </w:tc>
        <w:tc>
          <w:tcPr>
            <w:tcW w:w="0" w:type="auto"/>
          </w:tcPr>
          <w:p w14:paraId="3664F065" w14:textId="6C821854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2CA9" w:rsidRPr="00DD2CA9">
              <w:rPr>
                <w:sz w:val="20"/>
                <w:szCs w:val="20"/>
              </w:rPr>
              <w:t>6,647</w:t>
            </w:r>
            <w:r w:rsidR="00DD2CA9">
              <w:rPr>
                <w:sz w:val="20"/>
                <w:szCs w:val="20"/>
              </w:rPr>
              <w:t xml:space="preserve"> v</w:t>
            </w:r>
          </w:p>
        </w:tc>
      </w:tr>
      <w:tr w:rsidR="00B178A4" w:rsidRPr="001B6138" w14:paraId="1B171A94" w14:textId="77777777" w:rsidTr="001B6138">
        <w:tc>
          <w:tcPr>
            <w:tcW w:w="0" w:type="auto"/>
          </w:tcPr>
          <w:p w14:paraId="65A2D4E5" w14:textId="7351AD75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32CE4E94" w14:textId="4C13A13D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14:paraId="2FA94122" w14:textId="1F86CA40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0B348621" w14:textId="3EFD4FDB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2,9h</w:t>
            </w:r>
          </w:p>
        </w:tc>
        <w:tc>
          <w:tcPr>
            <w:tcW w:w="0" w:type="auto"/>
          </w:tcPr>
          <w:p w14:paraId="790A4C1E" w14:textId="124ED098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2CA9" w:rsidRPr="00DD2CA9">
              <w:rPr>
                <w:sz w:val="20"/>
                <w:szCs w:val="20"/>
              </w:rPr>
              <w:t>6,142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D2CA9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0,216</w:t>
            </w:r>
          </w:p>
        </w:tc>
      </w:tr>
      <w:tr w:rsidR="00B178A4" w:rsidRPr="001B6138" w14:paraId="060A8CB5" w14:textId="77777777" w:rsidTr="001B6138">
        <w:tc>
          <w:tcPr>
            <w:tcW w:w="0" w:type="auto"/>
          </w:tcPr>
          <w:p w14:paraId="60636705" w14:textId="1F7867DA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074210D" w14:textId="5F338F82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14:paraId="6224E1B0" w14:textId="7D72DCBE" w:rsidR="00B178A4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BF30158" w14:textId="16ED4A9F" w:rsidR="00B178A4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10,0d</w:t>
            </w:r>
          </w:p>
        </w:tc>
        <w:tc>
          <w:tcPr>
            <w:tcW w:w="0" w:type="auto"/>
          </w:tcPr>
          <w:p w14:paraId="74874FBA" w14:textId="1B3FBF93" w:rsidR="00B178A4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2CA9" w:rsidRPr="00DD2CA9">
              <w:rPr>
                <w:sz w:val="20"/>
                <w:szCs w:val="20"/>
              </w:rPr>
              <w:t>5,830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0,100</w:t>
            </w:r>
          </w:p>
        </w:tc>
      </w:tr>
      <w:tr w:rsidR="00544242" w:rsidRPr="001B6138" w14:paraId="203DA939" w14:textId="77777777" w:rsidTr="001B6138">
        <w:tc>
          <w:tcPr>
            <w:tcW w:w="0" w:type="auto"/>
          </w:tcPr>
          <w:p w14:paraId="289B57C9" w14:textId="6934E3E5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A838878" w14:textId="7738304F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14:paraId="53174440" w14:textId="2FECB3A5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3EA2313A" w14:textId="285462DF" w:rsidR="00544242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29h</w:t>
            </w:r>
          </w:p>
        </w:tc>
        <w:tc>
          <w:tcPr>
            <w:tcW w:w="0" w:type="auto"/>
          </w:tcPr>
          <w:p w14:paraId="6F476013" w14:textId="740D9F6F" w:rsidR="00544242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2CA9" w:rsidRPr="00DD2CA9">
              <w:rPr>
                <w:sz w:val="20"/>
                <w:szCs w:val="20"/>
              </w:rPr>
              <w:t>5,34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~b^-: </w:t>
            </w:r>
            <w:r w:rsidR="00DD2CA9" w:rsidRPr="00DD2CA9">
              <w:rPr>
                <w:sz w:val="20"/>
                <w:szCs w:val="20"/>
              </w:rPr>
              <w:t>0,9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D2CA9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0,230</w:t>
            </w:r>
          </w:p>
        </w:tc>
      </w:tr>
      <w:tr w:rsidR="00544242" w:rsidRPr="001B6138" w14:paraId="0916CE74" w14:textId="77777777" w:rsidTr="001B6138">
        <w:tc>
          <w:tcPr>
            <w:tcW w:w="0" w:type="auto"/>
          </w:tcPr>
          <w:p w14:paraId="7891ADF8" w14:textId="2D17AFE5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07CC0120" w14:textId="76C9B373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227</w:t>
            </w:r>
          </w:p>
        </w:tc>
        <w:tc>
          <w:tcPr>
            <w:tcW w:w="0" w:type="auto"/>
          </w:tcPr>
          <w:p w14:paraId="3853F02F" w14:textId="1A8A3A36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07320076" w14:textId="4861C5D3" w:rsidR="00544242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21,773a</w:t>
            </w:r>
          </w:p>
        </w:tc>
        <w:tc>
          <w:tcPr>
            <w:tcW w:w="0" w:type="auto"/>
          </w:tcPr>
          <w:p w14:paraId="244869FD" w14:textId="6CA0D515" w:rsidR="00544242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DD2CA9" w:rsidRPr="00DD2CA9">
              <w:rPr>
                <w:sz w:val="20"/>
                <w:szCs w:val="20"/>
              </w:rPr>
              <w:t>4,953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~b^-: </w:t>
            </w:r>
            <w:r w:rsidR="00DD2CA9" w:rsidRPr="00DD2CA9">
              <w:rPr>
                <w:sz w:val="20"/>
                <w:szCs w:val="20"/>
              </w:rPr>
              <w:t>0,04</w:t>
            </w:r>
            <w:r w:rsidR="00DD2CA9">
              <w:rPr>
                <w:sz w:val="20"/>
                <w:szCs w:val="20"/>
              </w:rPr>
              <w:t xml:space="preserve"> v</w:t>
            </w:r>
          </w:p>
        </w:tc>
      </w:tr>
      <w:tr w:rsidR="00544242" w:rsidRPr="001B6138" w14:paraId="56784CC8" w14:textId="77777777" w:rsidTr="001B6138">
        <w:tc>
          <w:tcPr>
            <w:tcW w:w="0" w:type="auto"/>
          </w:tcPr>
          <w:p w14:paraId="4AFAECD1" w14:textId="00C3A6A8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75BDC01" w14:textId="11025781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228</w:t>
            </w:r>
          </w:p>
        </w:tc>
        <w:tc>
          <w:tcPr>
            <w:tcW w:w="0" w:type="auto"/>
          </w:tcPr>
          <w:p w14:paraId="3A13D02E" w14:textId="7F97AA3F" w:rsidR="00544242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252648EF" w14:textId="69EF0E0F" w:rsidR="00544242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6,13h</w:t>
            </w:r>
          </w:p>
        </w:tc>
        <w:tc>
          <w:tcPr>
            <w:tcW w:w="0" w:type="auto"/>
          </w:tcPr>
          <w:p w14:paraId="48C8B298" w14:textId="0A0E0676" w:rsidR="00544242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DD2CA9" w:rsidRPr="00DD2CA9">
              <w:rPr>
                <w:sz w:val="20"/>
                <w:szCs w:val="20"/>
              </w:rPr>
              <w:t>1,2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0,911</w:t>
            </w:r>
          </w:p>
        </w:tc>
      </w:tr>
      <w:tr w:rsidR="00A909B0" w:rsidRPr="001B6138" w14:paraId="7C0E9216" w14:textId="77777777" w:rsidTr="001B6138">
        <w:tc>
          <w:tcPr>
            <w:tcW w:w="0" w:type="auto"/>
          </w:tcPr>
          <w:p w14:paraId="09CC2458" w14:textId="6CDD32ED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79AEC21" w14:textId="5E6CD199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229</w:t>
            </w:r>
          </w:p>
        </w:tc>
        <w:tc>
          <w:tcPr>
            <w:tcW w:w="0" w:type="auto"/>
          </w:tcPr>
          <w:p w14:paraId="0D61959E" w14:textId="6C2D803F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73B589F7" w14:textId="12FB508F" w:rsidR="00A909B0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62,7min</w:t>
            </w:r>
          </w:p>
        </w:tc>
        <w:tc>
          <w:tcPr>
            <w:tcW w:w="0" w:type="auto"/>
          </w:tcPr>
          <w:p w14:paraId="167AB215" w14:textId="09136DCB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DD2CA9" w:rsidRPr="00DD2CA9">
              <w:rPr>
                <w:sz w:val="20"/>
                <w:szCs w:val="20"/>
              </w:rPr>
              <w:t>1,1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0,165</w:t>
            </w:r>
          </w:p>
        </w:tc>
      </w:tr>
      <w:tr w:rsidR="00A909B0" w:rsidRPr="001B6138" w14:paraId="46D2472A" w14:textId="77777777" w:rsidTr="001B6138">
        <w:tc>
          <w:tcPr>
            <w:tcW w:w="0" w:type="auto"/>
          </w:tcPr>
          <w:p w14:paraId="56075A9D" w14:textId="7CF79B44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732C265A" w14:textId="32A938A8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</w:tcPr>
          <w:p w14:paraId="7FC84B6B" w14:textId="23CC42A6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42024A79" w14:textId="4E4E4222" w:rsidR="00A909B0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122s</w:t>
            </w:r>
          </w:p>
        </w:tc>
        <w:tc>
          <w:tcPr>
            <w:tcW w:w="0" w:type="auto"/>
          </w:tcPr>
          <w:p w14:paraId="6CEFCE82" w14:textId="5DA79CB9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DD2CA9" w:rsidRPr="00DD2CA9">
              <w:rPr>
                <w:sz w:val="20"/>
                <w:szCs w:val="20"/>
              </w:rPr>
              <w:t>2,7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0,455</w:t>
            </w:r>
          </w:p>
        </w:tc>
      </w:tr>
      <w:tr w:rsidR="00A909B0" w:rsidRPr="001B6138" w14:paraId="215E0CA4" w14:textId="77777777" w:rsidTr="001B6138">
        <w:tc>
          <w:tcPr>
            <w:tcW w:w="0" w:type="auto"/>
          </w:tcPr>
          <w:p w14:paraId="0C00EC81" w14:textId="420C7E1B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A7DC6F7" w14:textId="672EF2D4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231</w:t>
            </w:r>
          </w:p>
        </w:tc>
        <w:tc>
          <w:tcPr>
            <w:tcW w:w="0" w:type="auto"/>
          </w:tcPr>
          <w:p w14:paraId="6646AAC0" w14:textId="05A32FC6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40116A5B" w14:textId="2B4BF76E" w:rsidR="00A909B0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7,5min</w:t>
            </w:r>
          </w:p>
        </w:tc>
        <w:tc>
          <w:tcPr>
            <w:tcW w:w="0" w:type="auto"/>
          </w:tcPr>
          <w:p w14:paraId="772A0065" w14:textId="72FB7AB9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DD2CA9" w:rsidRPr="00DD2CA9">
              <w:rPr>
                <w:sz w:val="20"/>
                <w:szCs w:val="20"/>
              </w:rPr>
              <w:t>1,947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0,282</w:t>
            </w:r>
          </w:p>
        </w:tc>
      </w:tr>
      <w:tr w:rsidR="00A909B0" w:rsidRPr="001B6138" w14:paraId="4D11188C" w14:textId="77777777" w:rsidTr="001B6138">
        <w:tc>
          <w:tcPr>
            <w:tcW w:w="0" w:type="auto"/>
          </w:tcPr>
          <w:p w14:paraId="3017C36D" w14:textId="744EBC21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1AB0E9E4" w14:textId="2F50482B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 </w:t>
            </w:r>
            <w:r w:rsidR="004A4403">
              <w:rPr>
                <w:sz w:val="20"/>
                <w:szCs w:val="20"/>
              </w:rPr>
              <w:t>232</w:t>
            </w:r>
          </w:p>
        </w:tc>
        <w:tc>
          <w:tcPr>
            <w:tcW w:w="0" w:type="auto"/>
          </w:tcPr>
          <w:p w14:paraId="100999A3" w14:textId="5395635B" w:rsidR="00A909B0" w:rsidRDefault="00A909B0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5B57B278" w14:textId="1C601214" w:rsidR="00A909B0" w:rsidRPr="00CE2302" w:rsidRDefault="00944170" w:rsidP="000E7A6E">
            <w:pPr>
              <w:rPr>
                <w:sz w:val="20"/>
                <w:szCs w:val="20"/>
              </w:rPr>
            </w:pPr>
            <w:r w:rsidRPr="00944170">
              <w:rPr>
                <w:sz w:val="20"/>
                <w:szCs w:val="20"/>
              </w:rPr>
              <w:t>119s</w:t>
            </w:r>
          </w:p>
        </w:tc>
        <w:tc>
          <w:tcPr>
            <w:tcW w:w="0" w:type="auto"/>
          </w:tcPr>
          <w:p w14:paraId="4E667E88" w14:textId="7095ED87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DD2CA9" w:rsidRPr="00DD2CA9">
              <w:rPr>
                <w:sz w:val="20"/>
                <w:szCs w:val="20"/>
              </w:rPr>
              <w:t>3,708</w:t>
            </w:r>
            <w:r w:rsidR="00DD2CA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D2CA9" w:rsidRPr="00DD2CA9">
              <w:rPr>
                <w:sz w:val="20"/>
                <w:szCs w:val="20"/>
              </w:rPr>
              <w:t>0,665</w:t>
            </w:r>
          </w:p>
        </w:tc>
      </w:tr>
      <w:tr w:rsidR="00A909B0" w:rsidRPr="001B6138" w14:paraId="636FC76F" w14:textId="77777777" w:rsidTr="001B6138">
        <w:tc>
          <w:tcPr>
            <w:tcW w:w="0" w:type="auto"/>
          </w:tcPr>
          <w:p w14:paraId="23E79757" w14:textId="181CDE6F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6A5AE57" w14:textId="4AE60881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213</w:t>
            </w:r>
          </w:p>
        </w:tc>
        <w:tc>
          <w:tcPr>
            <w:tcW w:w="0" w:type="auto"/>
          </w:tcPr>
          <w:p w14:paraId="1D1DE8E5" w14:textId="5B79BC59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0" w:type="auto"/>
          </w:tcPr>
          <w:p w14:paraId="1F7C4FE4" w14:textId="4AACD3BD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0,14s</w:t>
            </w:r>
          </w:p>
        </w:tc>
        <w:tc>
          <w:tcPr>
            <w:tcW w:w="0" w:type="auto"/>
          </w:tcPr>
          <w:p w14:paraId="7F11A83A" w14:textId="4A9D2154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7,69</w:t>
            </w:r>
            <w:r w:rsidR="00155550">
              <w:rPr>
                <w:sz w:val="20"/>
                <w:szCs w:val="20"/>
              </w:rPr>
              <w:t xml:space="preserve"> v</w:t>
            </w:r>
          </w:p>
        </w:tc>
      </w:tr>
      <w:tr w:rsidR="00A909B0" w:rsidRPr="001B6138" w14:paraId="0FF4DD48" w14:textId="77777777" w:rsidTr="001B6138">
        <w:tc>
          <w:tcPr>
            <w:tcW w:w="0" w:type="auto"/>
          </w:tcPr>
          <w:p w14:paraId="5242CBA8" w14:textId="1B2E0E19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78BE02B" w14:textId="6411FC0C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214</w:t>
            </w:r>
          </w:p>
        </w:tc>
        <w:tc>
          <w:tcPr>
            <w:tcW w:w="0" w:type="auto"/>
          </w:tcPr>
          <w:p w14:paraId="7C23C049" w14:textId="761FE7F1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0294BB97" w14:textId="6343D239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0,10s</w:t>
            </w:r>
          </w:p>
        </w:tc>
        <w:tc>
          <w:tcPr>
            <w:tcW w:w="0" w:type="auto"/>
          </w:tcPr>
          <w:p w14:paraId="1EED4821" w14:textId="09146411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7,68</w:t>
            </w:r>
            <w:r w:rsidR="00155550">
              <w:rPr>
                <w:sz w:val="20"/>
                <w:szCs w:val="20"/>
              </w:rPr>
              <w:t xml:space="preserve"> v</w:t>
            </w:r>
          </w:p>
        </w:tc>
      </w:tr>
      <w:tr w:rsidR="00A909B0" w:rsidRPr="001B6138" w14:paraId="793B65BB" w14:textId="77777777" w:rsidTr="001B6138">
        <w:tc>
          <w:tcPr>
            <w:tcW w:w="0" w:type="auto"/>
          </w:tcPr>
          <w:p w14:paraId="3FD9BB9E" w14:textId="50DF9FB6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EFF7989" w14:textId="2CF01817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215</w:t>
            </w:r>
          </w:p>
        </w:tc>
        <w:tc>
          <w:tcPr>
            <w:tcW w:w="0" w:type="auto"/>
          </w:tcPr>
          <w:p w14:paraId="49E64E24" w14:textId="029BFED0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14:paraId="23509EF6" w14:textId="3BE4C95F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1,2s</w:t>
            </w:r>
          </w:p>
        </w:tc>
        <w:tc>
          <w:tcPr>
            <w:tcW w:w="0" w:type="auto"/>
          </w:tcPr>
          <w:p w14:paraId="66EEFBB6" w14:textId="73736463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7,392</w:t>
            </w:r>
            <w:r w:rsidR="0015555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55550" w:rsidRPr="00155550">
              <w:rPr>
                <w:sz w:val="20"/>
                <w:szCs w:val="20"/>
              </w:rPr>
              <w:t>0,134</w:t>
            </w:r>
          </w:p>
        </w:tc>
      </w:tr>
      <w:tr w:rsidR="00A909B0" w:rsidRPr="001B6138" w14:paraId="1B8665F6" w14:textId="77777777" w:rsidTr="001B6138">
        <w:tc>
          <w:tcPr>
            <w:tcW w:w="0" w:type="auto"/>
          </w:tcPr>
          <w:p w14:paraId="76BAB75C" w14:textId="2DFEDFA9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4192B25" w14:textId="4A2007F2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216</w:t>
            </w:r>
          </w:p>
        </w:tc>
        <w:tc>
          <w:tcPr>
            <w:tcW w:w="0" w:type="auto"/>
          </w:tcPr>
          <w:p w14:paraId="04992BD9" w14:textId="5EB3115C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0" w:type="auto"/>
          </w:tcPr>
          <w:p w14:paraId="0333CB9F" w14:textId="530E143B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26,0ms</w:t>
            </w:r>
          </w:p>
        </w:tc>
        <w:tc>
          <w:tcPr>
            <w:tcW w:w="0" w:type="auto"/>
          </w:tcPr>
          <w:p w14:paraId="7517578B" w14:textId="289C8668" w:rsidR="00A909B0" w:rsidRDefault="00A909B0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7,923</w:t>
            </w:r>
            <w:r w:rsidR="0015555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55550" w:rsidRPr="00155550">
              <w:rPr>
                <w:sz w:val="20"/>
                <w:szCs w:val="20"/>
              </w:rPr>
              <w:t>0,629</w:t>
            </w:r>
          </w:p>
        </w:tc>
      </w:tr>
      <w:tr w:rsidR="00A909B0" w:rsidRPr="001B6138" w14:paraId="14CD08ED" w14:textId="77777777" w:rsidTr="001B6138">
        <w:tc>
          <w:tcPr>
            <w:tcW w:w="0" w:type="auto"/>
          </w:tcPr>
          <w:p w14:paraId="0E025F85" w14:textId="25D7285E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C1719EE" w14:textId="7652C96B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217</w:t>
            </w:r>
          </w:p>
        </w:tc>
        <w:tc>
          <w:tcPr>
            <w:tcW w:w="0" w:type="auto"/>
          </w:tcPr>
          <w:p w14:paraId="6D4A842B" w14:textId="665D67CE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0" w:type="auto"/>
          </w:tcPr>
          <w:p w14:paraId="5EBD551D" w14:textId="5E2B09A7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252</w:t>
            </w:r>
            <w:r w:rsidR="00212569">
              <w:rPr>
                <w:sz w:val="20"/>
                <w:szCs w:val="20"/>
              </w:rPr>
              <w:t>~m</w:t>
            </w:r>
            <w:r w:rsidRPr="00155550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20771E2B" w14:textId="53841F32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9,261</w:t>
            </w:r>
            <w:r w:rsidR="00155550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55550" w:rsidRPr="00155550">
              <w:rPr>
                <w:sz w:val="20"/>
                <w:szCs w:val="20"/>
              </w:rPr>
              <w:t>0,822</w:t>
            </w:r>
          </w:p>
        </w:tc>
      </w:tr>
      <w:tr w:rsidR="00A909B0" w:rsidRPr="001B6138" w14:paraId="0B80A936" w14:textId="77777777" w:rsidTr="001B6138">
        <w:tc>
          <w:tcPr>
            <w:tcW w:w="0" w:type="auto"/>
          </w:tcPr>
          <w:p w14:paraId="18DC3382" w14:textId="4A346D0C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52B0B9AC" w14:textId="2DB76BB3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218</w:t>
            </w:r>
          </w:p>
        </w:tc>
        <w:tc>
          <w:tcPr>
            <w:tcW w:w="0" w:type="auto"/>
          </w:tcPr>
          <w:p w14:paraId="60CFE535" w14:textId="465A303A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14:paraId="22990769" w14:textId="38D58041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0,1</w:t>
            </w:r>
            <w:r w:rsidR="00212569">
              <w:rPr>
                <w:sz w:val="20"/>
                <w:szCs w:val="20"/>
              </w:rPr>
              <w:t>~m</w:t>
            </w:r>
            <w:r w:rsidR="008B6ACE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63BE02DC" w14:textId="112EE79E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9,67</w:t>
            </w:r>
            <w:r w:rsidR="00155550">
              <w:rPr>
                <w:sz w:val="20"/>
                <w:szCs w:val="20"/>
              </w:rPr>
              <w:t xml:space="preserve"> v</w:t>
            </w:r>
          </w:p>
        </w:tc>
      </w:tr>
      <w:tr w:rsidR="00A909B0" w:rsidRPr="001B6138" w14:paraId="30191AFE" w14:textId="77777777" w:rsidTr="001B6138">
        <w:tc>
          <w:tcPr>
            <w:tcW w:w="0" w:type="auto"/>
          </w:tcPr>
          <w:p w14:paraId="61E836AF" w14:textId="58484976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486CF03" w14:textId="3D993671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219</w:t>
            </w:r>
          </w:p>
        </w:tc>
        <w:tc>
          <w:tcPr>
            <w:tcW w:w="0" w:type="auto"/>
          </w:tcPr>
          <w:p w14:paraId="62C06E18" w14:textId="445C335A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0" w:type="auto"/>
          </w:tcPr>
          <w:p w14:paraId="0B4C7DEA" w14:textId="04AE5119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1,05</w:t>
            </w:r>
            <w:r w:rsidR="00212569">
              <w:rPr>
                <w:sz w:val="20"/>
                <w:szCs w:val="20"/>
              </w:rPr>
              <w:t>~m</w:t>
            </w:r>
            <w:r w:rsidRPr="00155550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108742C4" w14:textId="55319FFA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9,34</w:t>
            </w:r>
            <w:r w:rsidR="00155550">
              <w:rPr>
                <w:sz w:val="20"/>
                <w:szCs w:val="20"/>
              </w:rPr>
              <w:t xml:space="preserve"> v</w:t>
            </w:r>
          </w:p>
        </w:tc>
      </w:tr>
      <w:tr w:rsidR="00A909B0" w:rsidRPr="001B6138" w14:paraId="4B7402BD" w14:textId="77777777" w:rsidTr="001B6138">
        <w:tc>
          <w:tcPr>
            <w:tcW w:w="0" w:type="auto"/>
          </w:tcPr>
          <w:p w14:paraId="4E2D482E" w14:textId="6837277B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A36F89C" w14:textId="4E04F904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220</w:t>
            </w:r>
          </w:p>
        </w:tc>
        <w:tc>
          <w:tcPr>
            <w:tcW w:w="0" w:type="auto"/>
          </w:tcPr>
          <w:p w14:paraId="69EC41BA" w14:textId="4297E00F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14:paraId="27A25A3C" w14:textId="2E69ED1F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9,7</w:t>
            </w:r>
            <w:r w:rsidR="00212569">
              <w:rPr>
                <w:sz w:val="20"/>
                <w:szCs w:val="20"/>
              </w:rPr>
              <w:t>~m</w:t>
            </w:r>
            <w:r w:rsidRPr="00155550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1A6C6539" w14:textId="6BD31DFF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8,79</w:t>
            </w:r>
            <w:r w:rsidR="00155550">
              <w:rPr>
                <w:sz w:val="20"/>
                <w:szCs w:val="20"/>
              </w:rPr>
              <w:t xml:space="preserve"> v</w:t>
            </w:r>
          </w:p>
        </w:tc>
      </w:tr>
      <w:tr w:rsidR="00A909B0" w:rsidRPr="001B6138" w14:paraId="5E54E60A" w14:textId="77777777" w:rsidTr="001B6138">
        <w:tc>
          <w:tcPr>
            <w:tcW w:w="0" w:type="auto"/>
          </w:tcPr>
          <w:p w14:paraId="3C99EDFE" w14:textId="26F27DF1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84C013C" w14:textId="1776BD56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221</w:t>
            </w:r>
          </w:p>
        </w:tc>
        <w:tc>
          <w:tcPr>
            <w:tcW w:w="0" w:type="auto"/>
          </w:tcPr>
          <w:p w14:paraId="16D86471" w14:textId="0CEDF0FA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14:paraId="06921075" w14:textId="30BA8B37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1,68ms</w:t>
            </w:r>
          </w:p>
        </w:tc>
        <w:tc>
          <w:tcPr>
            <w:tcW w:w="0" w:type="auto"/>
          </w:tcPr>
          <w:p w14:paraId="2C8DFDF8" w14:textId="1D32BA39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55550" w:rsidRPr="00155550">
              <w:rPr>
                <w:sz w:val="20"/>
                <w:szCs w:val="20"/>
              </w:rPr>
              <w:t>8,15</w:t>
            </w:r>
            <w:r w:rsidR="00155550">
              <w:rPr>
                <w:sz w:val="20"/>
                <w:szCs w:val="20"/>
              </w:rPr>
              <w:t xml:space="preserve"> v</w:t>
            </w:r>
          </w:p>
        </w:tc>
      </w:tr>
      <w:tr w:rsidR="00A909B0" w:rsidRPr="001B6138" w14:paraId="36A29D94" w14:textId="77777777" w:rsidTr="001B6138">
        <w:tc>
          <w:tcPr>
            <w:tcW w:w="0" w:type="auto"/>
          </w:tcPr>
          <w:p w14:paraId="7A09EA64" w14:textId="3FD63B60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971F995" w14:textId="31510833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222</w:t>
            </w:r>
          </w:p>
        </w:tc>
        <w:tc>
          <w:tcPr>
            <w:tcW w:w="0" w:type="auto"/>
          </w:tcPr>
          <w:p w14:paraId="5480C1B0" w14:textId="2878DC81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14:paraId="6A9360BD" w14:textId="7F7B855C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2,24ms</w:t>
            </w:r>
          </w:p>
        </w:tc>
        <w:tc>
          <w:tcPr>
            <w:tcW w:w="0" w:type="auto"/>
          </w:tcPr>
          <w:p w14:paraId="32F330C4" w14:textId="31B66C20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212569" w:rsidRPr="00212569">
              <w:rPr>
                <w:sz w:val="20"/>
                <w:szCs w:val="20"/>
              </w:rPr>
              <w:t>7,980</w:t>
            </w:r>
            <w:r w:rsidR="0021256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212569" w:rsidRPr="00212569">
              <w:rPr>
                <w:sz w:val="20"/>
                <w:szCs w:val="20"/>
              </w:rPr>
              <w:t>0,390</w:t>
            </w:r>
          </w:p>
        </w:tc>
      </w:tr>
      <w:tr w:rsidR="00A909B0" w:rsidRPr="001B6138" w14:paraId="325EA2B0" w14:textId="77777777" w:rsidTr="001B6138">
        <w:tc>
          <w:tcPr>
            <w:tcW w:w="0" w:type="auto"/>
          </w:tcPr>
          <w:p w14:paraId="17841075" w14:textId="18B0ADE4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40781C3D" w14:textId="0264E8D9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223</w:t>
            </w:r>
          </w:p>
        </w:tc>
        <w:tc>
          <w:tcPr>
            <w:tcW w:w="0" w:type="auto"/>
          </w:tcPr>
          <w:p w14:paraId="5AE031CA" w14:textId="0C2A1961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14:paraId="65E30638" w14:textId="40B80618" w:rsidR="00A909B0" w:rsidRPr="00CE2302" w:rsidRDefault="00155550" w:rsidP="000E7A6E">
            <w:pPr>
              <w:rPr>
                <w:sz w:val="20"/>
                <w:szCs w:val="20"/>
              </w:rPr>
            </w:pPr>
            <w:r w:rsidRPr="00155550">
              <w:rPr>
                <w:sz w:val="20"/>
                <w:szCs w:val="20"/>
              </w:rPr>
              <w:t>0,66s</w:t>
            </w:r>
          </w:p>
        </w:tc>
        <w:tc>
          <w:tcPr>
            <w:tcW w:w="0" w:type="auto"/>
          </w:tcPr>
          <w:p w14:paraId="51728B81" w14:textId="776A2185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212569" w:rsidRPr="00212569">
              <w:rPr>
                <w:sz w:val="20"/>
                <w:szCs w:val="20"/>
              </w:rPr>
              <w:t>7,324</w:t>
            </w:r>
            <w:r w:rsidR="00212569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212569" w:rsidRPr="00212569">
              <w:rPr>
                <w:sz w:val="20"/>
                <w:szCs w:val="20"/>
              </w:rPr>
              <w:t>0,140</w:t>
            </w:r>
          </w:p>
        </w:tc>
      </w:tr>
      <w:tr w:rsidR="00A909B0" w:rsidRPr="001B6138" w14:paraId="0C6696FD" w14:textId="77777777" w:rsidTr="001B6138">
        <w:tc>
          <w:tcPr>
            <w:tcW w:w="0" w:type="auto"/>
          </w:tcPr>
          <w:p w14:paraId="73941712" w14:textId="4D0BB967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3460547" w14:textId="0D2816C9" w:rsidR="00A909B0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224</w:t>
            </w:r>
          </w:p>
        </w:tc>
        <w:tc>
          <w:tcPr>
            <w:tcW w:w="0" w:type="auto"/>
          </w:tcPr>
          <w:p w14:paraId="00453277" w14:textId="13DB416C" w:rsidR="00A909B0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79AD9F26" w14:textId="6ECEA14E" w:rsidR="00A909B0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1,04s</w:t>
            </w:r>
          </w:p>
        </w:tc>
        <w:tc>
          <w:tcPr>
            <w:tcW w:w="0" w:type="auto"/>
          </w:tcPr>
          <w:p w14:paraId="14BF5D2F" w14:textId="14509418" w:rsidR="00A909B0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212569">
              <w:rPr>
                <w:sz w:val="20"/>
                <w:szCs w:val="20"/>
              </w:rPr>
              <w:t>7,17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0,177</w:t>
            </w:r>
          </w:p>
        </w:tc>
      </w:tr>
      <w:tr w:rsidR="00041528" w:rsidRPr="001B6138" w14:paraId="549A93B6" w14:textId="77777777" w:rsidTr="001B6138">
        <w:tc>
          <w:tcPr>
            <w:tcW w:w="0" w:type="auto"/>
          </w:tcPr>
          <w:p w14:paraId="2796F5EF" w14:textId="55D47963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5658B38" w14:textId="0A2A92AD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225</w:t>
            </w:r>
          </w:p>
        </w:tc>
        <w:tc>
          <w:tcPr>
            <w:tcW w:w="0" w:type="auto"/>
          </w:tcPr>
          <w:p w14:paraId="039AC26F" w14:textId="5DBE4806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6321BCB1" w14:textId="080F1E55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8,72min</w:t>
            </w:r>
          </w:p>
        </w:tc>
        <w:tc>
          <w:tcPr>
            <w:tcW w:w="0" w:type="auto"/>
          </w:tcPr>
          <w:p w14:paraId="2050BE20" w14:textId="7393B174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122A" w:rsidRPr="0037122A">
              <w:rPr>
                <w:sz w:val="20"/>
                <w:szCs w:val="20"/>
              </w:rPr>
              <w:t>6,482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37122A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0,321</w:t>
            </w:r>
          </w:p>
        </w:tc>
      </w:tr>
      <w:tr w:rsidR="00041528" w:rsidRPr="001B6138" w14:paraId="1A5F85E8" w14:textId="77777777" w:rsidTr="001B6138">
        <w:tc>
          <w:tcPr>
            <w:tcW w:w="0" w:type="auto"/>
          </w:tcPr>
          <w:p w14:paraId="49218EE6" w14:textId="5341A40E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773E8F8" w14:textId="7DCD7564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226</w:t>
            </w:r>
          </w:p>
        </w:tc>
        <w:tc>
          <w:tcPr>
            <w:tcW w:w="0" w:type="auto"/>
          </w:tcPr>
          <w:p w14:paraId="24BD3CA6" w14:textId="7579C102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0ACC7BE2" w14:textId="470B530F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31min</w:t>
            </w:r>
          </w:p>
        </w:tc>
        <w:tc>
          <w:tcPr>
            <w:tcW w:w="0" w:type="auto"/>
          </w:tcPr>
          <w:p w14:paraId="61B93CD4" w14:textId="7F055205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122A" w:rsidRPr="0037122A">
              <w:rPr>
                <w:sz w:val="20"/>
                <w:szCs w:val="20"/>
              </w:rPr>
              <w:t>6,336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0,111</w:t>
            </w:r>
          </w:p>
        </w:tc>
      </w:tr>
      <w:tr w:rsidR="00041528" w:rsidRPr="001B6138" w14:paraId="4C46C948" w14:textId="77777777" w:rsidTr="001B6138">
        <w:tc>
          <w:tcPr>
            <w:tcW w:w="0" w:type="auto"/>
          </w:tcPr>
          <w:p w14:paraId="5DA0D68B" w14:textId="183F85CE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E537459" w14:textId="572B170F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227</w:t>
            </w:r>
          </w:p>
        </w:tc>
        <w:tc>
          <w:tcPr>
            <w:tcW w:w="0" w:type="auto"/>
          </w:tcPr>
          <w:p w14:paraId="62A38313" w14:textId="3E765595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35E85CC6" w14:textId="187E386C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18,72d</w:t>
            </w:r>
          </w:p>
        </w:tc>
        <w:tc>
          <w:tcPr>
            <w:tcW w:w="0" w:type="auto"/>
          </w:tcPr>
          <w:p w14:paraId="2E3BEED9" w14:textId="7BD7AC92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122A" w:rsidRPr="0037122A">
              <w:rPr>
                <w:sz w:val="20"/>
                <w:szCs w:val="20"/>
              </w:rPr>
              <w:t>6,038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0,236</w:t>
            </w:r>
          </w:p>
        </w:tc>
      </w:tr>
      <w:tr w:rsidR="00041528" w:rsidRPr="001B6138" w14:paraId="24937592" w14:textId="77777777" w:rsidTr="001B6138">
        <w:tc>
          <w:tcPr>
            <w:tcW w:w="0" w:type="auto"/>
          </w:tcPr>
          <w:p w14:paraId="52A4AFD0" w14:textId="57FCE5B5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12F9A48B" w14:textId="4B0B5555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228</w:t>
            </w:r>
          </w:p>
        </w:tc>
        <w:tc>
          <w:tcPr>
            <w:tcW w:w="0" w:type="auto"/>
          </w:tcPr>
          <w:p w14:paraId="0E2A2424" w14:textId="18A3AB69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01B94309" w14:textId="3D475622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1,913a</w:t>
            </w:r>
          </w:p>
        </w:tc>
        <w:tc>
          <w:tcPr>
            <w:tcW w:w="0" w:type="auto"/>
          </w:tcPr>
          <w:p w14:paraId="3B4D6E76" w14:textId="462647EA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122A" w:rsidRPr="0037122A">
              <w:rPr>
                <w:sz w:val="20"/>
                <w:szCs w:val="20"/>
              </w:rPr>
              <w:t>5,423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0,084</w:t>
            </w:r>
          </w:p>
        </w:tc>
      </w:tr>
      <w:tr w:rsidR="00041528" w:rsidRPr="001B6138" w14:paraId="3E3B8B3F" w14:textId="77777777" w:rsidTr="001B6138">
        <w:tc>
          <w:tcPr>
            <w:tcW w:w="0" w:type="auto"/>
          </w:tcPr>
          <w:p w14:paraId="48121E35" w14:textId="1C054199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7A1DAB9F" w14:textId="26532904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229</w:t>
            </w:r>
          </w:p>
        </w:tc>
        <w:tc>
          <w:tcPr>
            <w:tcW w:w="0" w:type="auto"/>
          </w:tcPr>
          <w:p w14:paraId="5F4DE0D4" w14:textId="1C4DA307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49B71EC6" w14:textId="74C03A74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7880a</w:t>
            </w:r>
          </w:p>
        </w:tc>
        <w:tc>
          <w:tcPr>
            <w:tcW w:w="0" w:type="auto"/>
          </w:tcPr>
          <w:p w14:paraId="11247224" w14:textId="10263580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122A" w:rsidRPr="0037122A">
              <w:rPr>
                <w:sz w:val="20"/>
                <w:szCs w:val="20"/>
              </w:rPr>
              <w:t>4,845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0,194</w:t>
            </w:r>
          </w:p>
        </w:tc>
      </w:tr>
      <w:tr w:rsidR="00041528" w:rsidRPr="001B6138" w14:paraId="5AE33A07" w14:textId="77777777" w:rsidTr="001B6138">
        <w:tc>
          <w:tcPr>
            <w:tcW w:w="0" w:type="auto"/>
          </w:tcPr>
          <w:p w14:paraId="0D59C442" w14:textId="10B25331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47CADFAF" w14:textId="5998F90E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230</w:t>
            </w:r>
          </w:p>
        </w:tc>
        <w:tc>
          <w:tcPr>
            <w:tcW w:w="0" w:type="auto"/>
          </w:tcPr>
          <w:p w14:paraId="4CF40FE5" w14:textId="22D61286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4A129D6E" w14:textId="0D8F67C2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7,54E4a</w:t>
            </w:r>
          </w:p>
        </w:tc>
        <w:tc>
          <w:tcPr>
            <w:tcW w:w="0" w:type="auto"/>
          </w:tcPr>
          <w:p w14:paraId="472E6B9D" w14:textId="0D3C345C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122A" w:rsidRPr="0037122A">
              <w:rPr>
                <w:sz w:val="20"/>
                <w:szCs w:val="20"/>
              </w:rPr>
              <w:t>4,687</w:t>
            </w:r>
            <w:r w:rsidR="0037122A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5EF7B912" w14:textId="77777777" w:rsidTr="001B6138">
        <w:tc>
          <w:tcPr>
            <w:tcW w:w="0" w:type="auto"/>
          </w:tcPr>
          <w:p w14:paraId="5A361022" w14:textId="242E32A7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6715D046" w14:textId="2469F75E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231</w:t>
            </w:r>
          </w:p>
        </w:tc>
        <w:tc>
          <w:tcPr>
            <w:tcW w:w="0" w:type="auto"/>
          </w:tcPr>
          <w:p w14:paraId="4AE40B29" w14:textId="6711E1D6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298CF5CB" w14:textId="518C3B71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25,5h</w:t>
            </w:r>
          </w:p>
        </w:tc>
        <w:tc>
          <w:tcPr>
            <w:tcW w:w="0" w:type="auto"/>
          </w:tcPr>
          <w:p w14:paraId="1FBE34AE" w14:textId="1B5D6561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37122A" w:rsidRPr="0037122A">
              <w:rPr>
                <w:sz w:val="20"/>
                <w:szCs w:val="20"/>
              </w:rPr>
              <w:t>0,3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0,026</w:t>
            </w:r>
          </w:p>
        </w:tc>
      </w:tr>
      <w:tr w:rsidR="00041528" w:rsidRPr="001B6138" w14:paraId="69B1D13D" w14:textId="77777777" w:rsidTr="001B6138">
        <w:tc>
          <w:tcPr>
            <w:tcW w:w="0" w:type="auto"/>
          </w:tcPr>
          <w:p w14:paraId="6083DAC7" w14:textId="1B59FED2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0" w:type="auto"/>
          </w:tcPr>
          <w:p w14:paraId="3D6CEC12" w14:textId="1046EB80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232</w:t>
            </w:r>
          </w:p>
        </w:tc>
        <w:tc>
          <w:tcPr>
            <w:tcW w:w="0" w:type="auto"/>
          </w:tcPr>
          <w:p w14:paraId="16A937F9" w14:textId="063EB792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74D4FF3B" w14:textId="00F9B08B" w:rsidR="00041528" w:rsidRPr="00CE2302" w:rsidRDefault="0021256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06850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1,41E10a</w:t>
            </w:r>
          </w:p>
        </w:tc>
        <w:tc>
          <w:tcPr>
            <w:tcW w:w="0" w:type="auto"/>
          </w:tcPr>
          <w:p w14:paraId="2A5067FB" w14:textId="6465D37F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122A" w:rsidRPr="0037122A">
              <w:rPr>
                <w:sz w:val="20"/>
                <w:szCs w:val="20"/>
              </w:rPr>
              <w:t>4,013</w:t>
            </w:r>
            <w:r w:rsidR="0037122A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262928E5" w14:textId="77777777" w:rsidTr="001B6138">
        <w:tc>
          <w:tcPr>
            <w:tcW w:w="0" w:type="auto"/>
          </w:tcPr>
          <w:p w14:paraId="08CCD83D" w14:textId="66918312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35904320" w14:textId="53CF3F0B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233</w:t>
            </w:r>
          </w:p>
        </w:tc>
        <w:tc>
          <w:tcPr>
            <w:tcW w:w="0" w:type="auto"/>
          </w:tcPr>
          <w:p w14:paraId="7A6BE77B" w14:textId="71F7F1E5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189C571E" w14:textId="0BD14036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22,3min</w:t>
            </w:r>
          </w:p>
        </w:tc>
        <w:tc>
          <w:tcPr>
            <w:tcW w:w="0" w:type="auto"/>
          </w:tcPr>
          <w:p w14:paraId="40C6D012" w14:textId="062DB646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37122A" w:rsidRPr="0037122A">
              <w:rPr>
                <w:sz w:val="20"/>
                <w:szCs w:val="20"/>
              </w:rPr>
              <w:t>1,2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0,087</w:t>
            </w:r>
          </w:p>
        </w:tc>
      </w:tr>
      <w:tr w:rsidR="00041528" w:rsidRPr="001B6138" w14:paraId="21D3F797" w14:textId="77777777" w:rsidTr="001B6138">
        <w:tc>
          <w:tcPr>
            <w:tcW w:w="0" w:type="auto"/>
          </w:tcPr>
          <w:p w14:paraId="14129151" w14:textId="775E3FFF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75D85C7" w14:textId="4C1CCB3C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234</w:t>
            </w:r>
          </w:p>
        </w:tc>
        <w:tc>
          <w:tcPr>
            <w:tcW w:w="0" w:type="auto"/>
          </w:tcPr>
          <w:p w14:paraId="49E1E35B" w14:textId="3D18DD96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79DBFF82" w14:textId="75990924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24,10d</w:t>
            </w:r>
          </w:p>
        </w:tc>
        <w:tc>
          <w:tcPr>
            <w:tcW w:w="0" w:type="auto"/>
          </w:tcPr>
          <w:p w14:paraId="07E61C2F" w14:textId="37DE1130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37122A" w:rsidRPr="0037122A">
              <w:rPr>
                <w:sz w:val="20"/>
                <w:szCs w:val="20"/>
              </w:rPr>
              <w:t>0,2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0,063</w:t>
            </w:r>
          </w:p>
        </w:tc>
      </w:tr>
      <w:tr w:rsidR="00041528" w:rsidRPr="001B6138" w14:paraId="07731AE5" w14:textId="77777777" w:rsidTr="001B6138">
        <w:tc>
          <w:tcPr>
            <w:tcW w:w="0" w:type="auto"/>
          </w:tcPr>
          <w:p w14:paraId="5BCE1E64" w14:textId="75CA2081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0D70C78F" w14:textId="239ABC74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235</w:t>
            </w:r>
          </w:p>
        </w:tc>
        <w:tc>
          <w:tcPr>
            <w:tcW w:w="0" w:type="auto"/>
          </w:tcPr>
          <w:p w14:paraId="3AA47BA3" w14:textId="1863E9A2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5327E904" w14:textId="0B00ACC2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7,1min</w:t>
            </w:r>
          </w:p>
        </w:tc>
        <w:tc>
          <w:tcPr>
            <w:tcW w:w="0" w:type="auto"/>
          </w:tcPr>
          <w:p w14:paraId="3D231F43" w14:textId="2C977358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37122A" w:rsidRPr="0037122A">
              <w:rPr>
                <w:sz w:val="20"/>
                <w:szCs w:val="20"/>
              </w:rPr>
              <w:t>1,4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0,417</w:t>
            </w:r>
          </w:p>
        </w:tc>
      </w:tr>
      <w:tr w:rsidR="00041528" w:rsidRPr="001B6138" w14:paraId="1F822269" w14:textId="77777777" w:rsidTr="001B6138">
        <w:tc>
          <w:tcPr>
            <w:tcW w:w="0" w:type="auto"/>
          </w:tcPr>
          <w:p w14:paraId="65DB7697" w14:textId="664DF344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F616FEC" w14:textId="0BD497DE" w:rsidR="00041528" w:rsidRDefault="000415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 </w:t>
            </w:r>
            <w:r w:rsidR="00092BBC">
              <w:rPr>
                <w:sz w:val="20"/>
                <w:szCs w:val="20"/>
              </w:rPr>
              <w:t>236</w:t>
            </w:r>
          </w:p>
        </w:tc>
        <w:tc>
          <w:tcPr>
            <w:tcW w:w="0" w:type="auto"/>
          </w:tcPr>
          <w:p w14:paraId="480F8E3F" w14:textId="64926298" w:rsidR="00041528" w:rsidRDefault="00A03DEF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17D0D4BD" w14:textId="33F03990" w:rsidR="00041528" w:rsidRPr="00CE2302" w:rsidRDefault="00212569" w:rsidP="000E7A6E">
            <w:pPr>
              <w:rPr>
                <w:sz w:val="20"/>
                <w:szCs w:val="20"/>
              </w:rPr>
            </w:pPr>
            <w:r w:rsidRPr="00212569">
              <w:rPr>
                <w:sz w:val="20"/>
                <w:szCs w:val="20"/>
              </w:rPr>
              <w:t>37,5min</w:t>
            </w:r>
          </w:p>
        </w:tc>
        <w:tc>
          <w:tcPr>
            <w:tcW w:w="0" w:type="auto"/>
          </w:tcPr>
          <w:p w14:paraId="417E25EF" w14:textId="7E240802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37122A" w:rsidRPr="0037122A">
              <w:rPr>
                <w:sz w:val="20"/>
                <w:szCs w:val="20"/>
              </w:rPr>
              <w:t>1,0</w:t>
            </w:r>
            <w:r w:rsidR="0037122A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122A" w:rsidRPr="0037122A">
              <w:rPr>
                <w:sz w:val="20"/>
                <w:szCs w:val="20"/>
              </w:rPr>
              <w:t>0,111</w:t>
            </w:r>
          </w:p>
        </w:tc>
      </w:tr>
      <w:tr w:rsidR="00041528" w:rsidRPr="001B6138" w14:paraId="129F69C0" w14:textId="77777777" w:rsidTr="001B6138">
        <w:tc>
          <w:tcPr>
            <w:tcW w:w="0" w:type="auto"/>
          </w:tcPr>
          <w:p w14:paraId="5E6ECECA" w14:textId="1B95E184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5C000182" w14:textId="739B154A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216</w:t>
            </w:r>
          </w:p>
        </w:tc>
        <w:tc>
          <w:tcPr>
            <w:tcW w:w="0" w:type="auto"/>
          </w:tcPr>
          <w:p w14:paraId="0746C82C" w14:textId="721F853C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41B2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417A01B2" w14:textId="7B541D1B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105ms</w:t>
            </w:r>
          </w:p>
        </w:tc>
        <w:tc>
          <w:tcPr>
            <w:tcW w:w="0" w:type="auto"/>
          </w:tcPr>
          <w:p w14:paraId="009FEEF9" w14:textId="1976AA97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7,948</w:t>
            </w:r>
            <w:r w:rsidR="006D60E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6D60E3" w:rsidRPr="006D60E3">
              <w:rPr>
                <w:sz w:val="20"/>
                <w:szCs w:val="20"/>
              </w:rPr>
              <w:t>0,134</w:t>
            </w:r>
          </w:p>
        </w:tc>
      </w:tr>
      <w:tr w:rsidR="00041528" w:rsidRPr="001B6138" w14:paraId="466EED6B" w14:textId="77777777" w:rsidTr="001B6138">
        <w:tc>
          <w:tcPr>
            <w:tcW w:w="0" w:type="auto"/>
          </w:tcPr>
          <w:p w14:paraId="08A8B36F" w14:textId="6B310EE6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AF86FA5" w14:textId="650D5DE5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217</w:t>
            </w:r>
          </w:p>
        </w:tc>
        <w:tc>
          <w:tcPr>
            <w:tcW w:w="0" w:type="auto"/>
          </w:tcPr>
          <w:p w14:paraId="37DFE59F" w14:textId="512FDEDA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41B28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378CA4C" w14:textId="64ED8F9D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3,8ms</w:t>
            </w:r>
          </w:p>
        </w:tc>
        <w:tc>
          <w:tcPr>
            <w:tcW w:w="0" w:type="auto"/>
          </w:tcPr>
          <w:p w14:paraId="6BF58EA9" w14:textId="61160E94" w:rsidR="00041528" w:rsidRDefault="00041528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8,337</w:t>
            </w:r>
            <w:r w:rsidR="006D60E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6D60E3" w:rsidRPr="006D60E3">
              <w:rPr>
                <w:sz w:val="20"/>
                <w:szCs w:val="20"/>
              </w:rPr>
              <w:t>0,466</w:t>
            </w:r>
          </w:p>
        </w:tc>
      </w:tr>
      <w:tr w:rsidR="00041528" w:rsidRPr="001B6138" w14:paraId="08DFF5F5" w14:textId="77777777" w:rsidTr="001B6138">
        <w:tc>
          <w:tcPr>
            <w:tcW w:w="0" w:type="auto"/>
          </w:tcPr>
          <w:p w14:paraId="2896FDCF" w14:textId="54157195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393C32B" w14:textId="5852D748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218</w:t>
            </w:r>
          </w:p>
        </w:tc>
        <w:tc>
          <w:tcPr>
            <w:tcW w:w="0" w:type="auto"/>
          </w:tcPr>
          <w:p w14:paraId="16B321B7" w14:textId="74B3DFB9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41B28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1211BD4" w14:textId="08AB6F27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113</w:t>
            </w:r>
            <w:r w:rsidR="007B3106">
              <w:rPr>
                <w:sz w:val="20"/>
                <w:szCs w:val="20"/>
              </w:rPr>
              <w:t>~m</w:t>
            </w:r>
            <w:r w:rsidRPr="00D11B8A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1E35969E" w14:textId="70335C41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9,616</w:t>
            </w:r>
            <w:r w:rsidR="006D60E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6D60E3" w:rsidRPr="006D60E3">
              <w:rPr>
                <w:sz w:val="20"/>
                <w:szCs w:val="20"/>
              </w:rPr>
              <w:t>0, 92</w:t>
            </w:r>
          </w:p>
        </w:tc>
      </w:tr>
      <w:tr w:rsidR="00041528" w:rsidRPr="001B6138" w14:paraId="4E1CFBB1" w14:textId="77777777" w:rsidTr="001B6138">
        <w:tc>
          <w:tcPr>
            <w:tcW w:w="0" w:type="auto"/>
          </w:tcPr>
          <w:p w14:paraId="12EB6138" w14:textId="55B34DD9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AFD5112" w14:textId="5AB191C0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219</w:t>
            </w:r>
          </w:p>
        </w:tc>
        <w:tc>
          <w:tcPr>
            <w:tcW w:w="0" w:type="auto"/>
          </w:tcPr>
          <w:p w14:paraId="131C146E" w14:textId="607AD911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37488139" w14:textId="33D3DAF9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53ns</w:t>
            </w:r>
          </w:p>
        </w:tc>
        <w:tc>
          <w:tcPr>
            <w:tcW w:w="0" w:type="auto"/>
          </w:tcPr>
          <w:p w14:paraId="73924990" w14:textId="304D93A1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9,90</w:t>
            </w:r>
            <w:r w:rsidR="006D60E3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1A0C4FF2" w14:textId="77777777" w:rsidTr="001B6138">
        <w:tc>
          <w:tcPr>
            <w:tcW w:w="0" w:type="auto"/>
          </w:tcPr>
          <w:p w14:paraId="511D4B91" w14:textId="5ABE6D2D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BE8E9FE" w14:textId="23F6EF1B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220</w:t>
            </w:r>
          </w:p>
        </w:tc>
        <w:tc>
          <w:tcPr>
            <w:tcW w:w="0" w:type="auto"/>
          </w:tcPr>
          <w:p w14:paraId="616599D3" w14:textId="16A8E0A2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11CB2ADE" w14:textId="618457F3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0,78</w:t>
            </w:r>
            <w:r w:rsidR="007B3106">
              <w:rPr>
                <w:sz w:val="20"/>
                <w:szCs w:val="20"/>
              </w:rPr>
              <w:t>~m</w:t>
            </w:r>
            <w:r w:rsidRPr="00D11B8A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3A3839C0" w14:textId="4FEC150A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9,65</w:t>
            </w:r>
            <w:r w:rsidR="006D60E3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33315149" w14:textId="77777777" w:rsidTr="001B6138">
        <w:tc>
          <w:tcPr>
            <w:tcW w:w="0" w:type="auto"/>
          </w:tcPr>
          <w:p w14:paraId="6563BE8B" w14:textId="566F2E0A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3E91CD36" w14:textId="1982CF82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221</w:t>
            </w:r>
          </w:p>
        </w:tc>
        <w:tc>
          <w:tcPr>
            <w:tcW w:w="0" w:type="auto"/>
          </w:tcPr>
          <w:p w14:paraId="7A7A6DF9" w14:textId="0F4DFB27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45D9F619" w14:textId="2D2EE8C9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5,9</w:t>
            </w:r>
            <w:r w:rsidR="007B3106">
              <w:rPr>
                <w:sz w:val="20"/>
                <w:szCs w:val="20"/>
              </w:rPr>
              <w:t>~m</w:t>
            </w:r>
            <w:r w:rsidRPr="00D11B8A"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55C2F4AC" w14:textId="2EEFF048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9,08</w:t>
            </w:r>
            <w:r w:rsidR="006D60E3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034AFF13" w14:textId="77777777" w:rsidTr="001B6138">
        <w:tc>
          <w:tcPr>
            <w:tcW w:w="0" w:type="auto"/>
          </w:tcPr>
          <w:p w14:paraId="06083F74" w14:textId="0246158C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05770821" w14:textId="4A0795B9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222</w:t>
            </w:r>
          </w:p>
        </w:tc>
        <w:tc>
          <w:tcPr>
            <w:tcW w:w="0" w:type="auto"/>
          </w:tcPr>
          <w:p w14:paraId="427F9C4D" w14:textId="0E3DCFE8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49C064C" w14:textId="7BA522E2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4,3ms</w:t>
            </w:r>
          </w:p>
        </w:tc>
        <w:tc>
          <w:tcPr>
            <w:tcW w:w="0" w:type="auto"/>
          </w:tcPr>
          <w:p w14:paraId="60AA60A8" w14:textId="45E1D738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8,21</w:t>
            </w:r>
            <w:r w:rsidR="006D60E3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30D91E42" w14:textId="77777777" w:rsidTr="001B6138">
        <w:tc>
          <w:tcPr>
            <w:tcW w:w="0" w:type="auto"/>
          </w:tcPr>
          <w:p w14:paraId="6F2840E9" w14:textId="55B53C27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764F0FA6" w14:textId="11B309D3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223</w:t>
            </w:r>
          </w:p>
        </w:tc>
        <w:tc>
          <w:tcPr>
            <w:tcW w:w="0" w:type="auto"/>
          </w:tcPr>
          <w:p w14:paraId="52183E87" w14:textId="4BE1FE51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7239830" w14:textId="09383D54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6,5ms</w:t>
            </w:r>
          </w:p>
        </w:tc>
        <w:tc>
          <w:tcPr>
            <w:tcW w:w="0" w:type="auto"/>
          </w:tcPr>
          <w:p w14:paraId="7B92266D" w14:textId="040A49C0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8,01</w:t>
            </w:r>
            <w:r w:rsidR="006D60E3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0805CEBF" w14:textId="77777777" w:rsidTr="001B6138">
        <w:tc>
          <w:tcPr>
            <w:tcW w:w="0" w:type="auto"/>
          </w:tcPr>
          <w:p w14:paraId="146A8ACB" w14:textId="24D18907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565B45CB" w14:textId="70255766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224</w:t>
            </w:r>
          </w:p>
        </w:tc>
        <w:tc>
          <w:tcPr>
            <w:tcW w:w="0" w:type="auto"/>
          </w:tcPr>
          <w:p w14:paraId="0691517E" w14:textId="17255F96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FF012F6" w14:textId="4D95717E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0,95s</w:t>
            </w:r>
          </w:p>
        </w:tc>
        <w:tc>
          <w:tcPr>
            <w:tcW w:w="0" w:type="auto"/>
          </w:tcPr>
          <w:p w14:paraId="08142616" w14:textId="19BC0C64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7,555</w:t>
            </w:r>
            <w:r w:rsidR="006D60E3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370E5B97" w14:textId="77777777" w:rsidTr="001B6138">
        <w:tc>
          <w:tcPr>
            <w:tcW w:w="0" w:type="auto"/>
          </w:tcPr>
          <w:p w14:paraId="61D92411" w14:textId="15828865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249803B" w14:textId="1B74888D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225</w:t>
            </w:r>
          </w:p>
        </w:tc>
        <w:tc>
          <w:tcPr>
            <w:tcW w:w="0" w:type="auto"/>
          </w:tcPr>
          <w:p w14:paraId="38C95264" w14:textId="54F6A232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E6AA2F1" w14:textId="792FCE87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1,8s</w:t>
            </w:r>
          </w:p>
        </w:tc>
        <w:tc>
          <w:tcPr>
            <w:tcW w:w="0" w:type="auto"/>
          </w:tcPr>
          <w:p w14:paraId="7BF9BE81" w14:textId="5E34104C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7,25</w:t>
            </w:r>
            <w:r w:rsidR="006D60E3">
              <w:rPr>
                <w:sz w:val="20"/>
                <w:szCs w:val="20"/>
              </w:rPr>
              <w:t xml:space="preserve"> v</w:t>
            </w:r>
          </w:p>
        </w:tc>
      </w:tr>
      <w:tr w:rsidR="00041528" w:rsidRPr="001B6138" w14:paraId="6EB3CD8F" w14:textId="77777777" w:rsidTr="001B6138">
        <w:tc>
          <w:tcPr>
            <w:tcW w:w="0" w:type="auto"/>
          </w:tcPr>
          <w:p w14:paraId="3CDC8C18" w14:textId="4BB73CAB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73F73F32" w14:textId="33C63967" w:rsidR="00041528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226</w:t>
            </w:r>
          </w:p>
        </w:tc>
        <w:tc>
          <w:tcPr>
            <w:tcW w:w="0" w:type="auto"/>
          </w:tcPr>
          <w:p w14:paraId="6F405021" w14:textId="1FF99F73" w:rsidR="00041528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14F02A5" w14:textId="3A13167E" w:rsidR="00041528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1,8min</w:t>
            </w:r>
          </w:p>
        </w:tc>
        <w:tc>
          <w:tcPr>
            <w:tcW w:w="0" w:type="auto"/>
          </w:tcPr>
          <w:p w14:paraId="1F2522C6" w14:textId="28B9C237" w:rsidR="00041528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6,86</w:t>
            </w:r>
            <w:r w:rsidR="006D60E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6D60E3">
              <w:rPr>
                <w:sz w:val="20"/>
                <w:szCs w:val="20"/>
              </w:rPr>
              <w:t>v</w:t>
            </w:r>
          </w:p>
        </w:tc>
      </w:tr>
      <w:tr w:rsidR="000E1A69" w:rsidRPr="001B6138" w14:paraId="69D505C2" w14:textId="77777777" w:rsidTr="001B6138">
        <w:tc>
          <w:tcPr>
            <w:tcW w:w="0" w:type="auto"/>
          </w:tcPr>
          <w:p w14:paraId="75BB3137" w14:textId="4F9F4BE1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95BF89A" w14:textId="7930FC7C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227</w:t>
            </w:r>
          </w:p>
        </w:tc>
        <w:tc>
          <w:tcPr>
            <w:tcW w:w="0" w:type="auto"/>
          </w:tcPr>
          <w:p w14:paraId="485CFBE5" w14:textId="71A541AC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23852C3" w14:textId="0952A696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38,3min</w:t>
            </w:r>
          </w:p>
        </w:tc>
        <w:tc>
          <w:tcPr>
            <w:tcW w:w="0" w:type="auto"/>
          </w:tcPr>
          <w:p w14:paraId="35CBE320" w14:textId="0393AB5C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6,465</w:t>
            </w:r>
            <w:r w:rsidR="006D60E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6D60E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6D60E3" w:rsidRPr="006D60E3">
              <w:rPr>
                <w:sz w:val="20"/>
                <w:szCs w:val="20"/>
              </w:rPr>
              <w:t>0,065</w:t>
            </w:r>
          </w:p>
        </w:tc>
      </w:tr>
      <w:tr w:rsidR="000E1A69" w:rsidRPr="001B6138" w14:paraId="19071112" w14:textId="77777777" w:rsidTr="001B6138">
        <w:tc>
          <w:tcPr>
            <w:tcW w:w="0" w:type="auto"/>
          </w:tcPr>
          <w:p w14:paraId="2C4ADA17" w14:textId="2D2ED5D3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E9D6C70" w14:textId="05B6D5F0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228</w:t>
            </w:r>
          </w:p>
        </w:tc>
        <w:tc>
          <w:tcPr>
            <w:tcW w:w="0" w:type="auto"/>
          </w:tcPr>
          <w:p w14:paraId="0855D47D" w14:textId="73333622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41B28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FC5840B" w14:textId="42CD6E8E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22h</w:t>
            </w:r>
          </w:p>
        </w:tc>
        <w:tc>
          <w:tcPr>
            <w:tcW w:w="0" w:type="auto"/>
          </w:tcPr>
          <w:p w14:paraId="37678286" w14:textId="1C481C89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6,078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6D60E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6D60E3" w:rsidRPr="006D60E3">
              <w:rPr>
                <w:sz w:val="20"/>
                <w:szCs w:val="20"/>
              </w:rPr>
              <w:t>0,911</w:t>
            </w:r>
          </w:p>
        </w:tc>
      </w:tr>
      <w:tr w:rsidR="000E1A69" w:rsidRPr="001B6138" w14:paraId="7B2C1CE3" w14:textId="77777777" w:rsidTr="001B6138">
        <w:tc>
          <w:tcPr>
            <w:tcW w:w="0" w:type="auto"/>
          </w:tcPr>
          <w:p w14:paraId="3F269078" w14:textId="78CDC662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5811686" w14:textId="532A73CC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229</w:t>
            </w:r>
          </w:p>
        </w:tc>
        <w:tc>
          <w:tcPr>
            <w:tcW w:w="0" w:type="auto"/>
          </w:tcPr>
          <w:p w14:paraId="0449DEBC" w14:textId="6766E222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20F293C9" w14:textId="5E1721EA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1,50d</w:t>
            </w:r>
          </w:p>
        </w:tc>
        <w:tc>
          <w:tcPr>
            <w:tcW w:w="0" w:type="auto"/>
          </w:tcPr>
          <w:p w14:paraId="151C566C" w14:textId="0C1F570B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5,580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6D60E3">
              <w:rPr>
                <w:sz w:val="20"/>
                <w:szCs w:val="20"/>
              </w:rPr>
              <w:t>v</w:t>
            </w:r>
          </w:p>
        </w:tc>
      </w:tr>
      <w:tr w:rsidR="000E1A69" w:rsidRPr="001B6138" w14:paraId="15C2A983" w14:textId="77777777" w:rsidTr="001B6138">
        <w:tc>
          <w:tcPr>
            <w:tcW w:w="0" w:type="auto"/>
          </w:tcPr>
          <w:p w14:paraId="665D1E62" w14:textId="0940896D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1D63816D" w14:textId="79DF75CF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230</w:t>
            </w:r>
          </w:p>
        </w:tc>
        <w:tc>
          <w:tcPr>
            <w:tcW w:w="0" w:type="auto"/>
          </w:tcPr>
          <w:p w14:paraId="0D68F4B0" w14:textId="1249A2EB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1B28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0E7FBF5C" w14:textId="387CF02A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17,4d</w:t>
            </w:r>
          </w:p>
        </w:tc>
        <w:tc>
          <w:tcPr>
            <w:tcW w:w="0" w:type="auto"/>
          </w:tcPr>
          <w:p w14:paraId="55DCE178" w14:textId="571FF3AF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D60E3" w:rsidRPr="006D60E3">
              <w:rPr>
                <w:sz w:val="20"/>
                <w:szCs w:val="20"/>
              </w:rPr>
              <w:t>5,345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~b^-: </w:t>
            </w:r>
            <w:r w:rsidR="006D60E3" w:rsidRPr="006D60E3">
              <w:rPr>
                <w:sz w:val="20"/>
                <w:szCs w:val="20"/>
              </w:rPr>
              <w:t>0,5</w:t>
            </w:r>
            <w:r w:rsidR="006D60E3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6D60E3">
              <w:rPr>
                <w:sz w:val="20"/>
                <w:szCs w:val="20"/>
              </w:rPr>
              <w:t>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6D60E3" w:rsidRPr="006D60E3">
              <w:rPr>
                <w:sz w:val="20"/>
                <w:szCs w:val="20"/>
              </w:rPr>
              <w:t>0,952</w:t>
            </w:r>
          </w:p>
        </w:tc>
      </w:tr>
      <w:tr w:rsidR="000E1A69" w:rsidRPr="001B6138" w14:paraId="7F6FB4A8" w14:textId="77777777" w:rsidTr="001B6138">
        <w:tc>
          <w:tcPr>
            <w:tcW w:w="0" w:type="auto"/>
          </w:tcPr>
          <w:p w14:paraId="67EDD629" w14:textId="0BE4DCC3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A3DDF5A" w14:textId="3DF29F43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231</w:t>
            </w:r>
          </w:p>
        </w:tc>
        <w:tc>
          <w:tcPr>
            <w:tcW w:w="0" w:type="auto"/>
          </w:tcPr>
          <w:p w14:paraId="22AE4E39" w14:textId="32985E04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14:paraId="13FBA1F9" w14:textId="7669FABF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3,28E4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378188F3" w14:textId="46270643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4470B4" w:rsidRPr="004470B4">
              <w:rPr>
                <w:sz w:val="20"/>
                <w:szCs w:val="20"/>
              </w:rPr>
              <w:t>5,014</w:t>
            </w:r>
            <w:r w:rsidR="004470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4470B4" w:rsidRPr="004470B4">
              <w:rPr>
                <w:sz w:val="20"/>
                <w:szCs w:val="20"/>
              </w:rPr>
              <w:t>0,027</w:t>
            </w:r>
          </w:p>
        </w:tc>
      </w:tr>
      <w:tr w:rsidR="000E1A69" w:rsidRPr="001B6138" w14:paraId="6DF98306" w14:textId="77777777" w:rsidTr="001B6138">
        <w:tc>
          <w:tcPr>
            <w:tcW w:w="0" w:type="auto"/>
          </w:tcPr>
          <w:p w14:paraId="7B727DD3" w14:textId="65F5E739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7251FDF6" w14:textId="58F1643E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232</w:t>
            </w:r>
          </w:p>
        </w:tc>
        <w:tc>
          <w:tcPr>
            <w:tcW w:w="0" w:type="auto"/>
          </w:tcPr>
          <w:p w14:paraId="4E88BF60" w14:textId="47486197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F22AD33" w14:textId="2C165326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1,31d</w:t>
            </w:r>
          </w:p>
        </w:tc>
        <w:tc>
          <w:tcPr>
            <w:tcW w:w="0" w:type="auto"/>
          </w:tcPr>
          <w:p w14:paraId="205B69E0" w14:textId="795906B7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4470B4" w:rsidRPr="004470B4">
              <w:rPr>
                <w:sz w:val="20"/>
                <w:szCs w:val="20"/>
              </w:rPr>
              <w:t>0,3</w:t>
            </w:r>
            <w:r w:rsidR="004470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4470B4" w:rsidRPr="004470B4">
              <w:rPr>
                <w:sz w:val="20"/>
                <w:szCs w:val="20"/>
              </w:rPr>
              <w:t>0,969</w:t>
            </w:r>
          </w:p>
        </w:tc>
      </w:tr>
      <w:tr w:rsidR="000E1A69" w:rsidRPr="001B6138" w14:paraId="5DEF612B" w14:textId="77777777" w:rsidTr="001B6138">
        <w:tc>
          <w:tcPr>
            <w:tcW w:w="0" w:type="auto"/>
          </w:tcPr>
          <w:p w14:paraId="1824766B" w14:textId="25B4735D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9DF9673" w14:textId="55A8B118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233</w:t>
            </w:r>
          </w:p>
        </w:tc>
        <w:tc>
          <w:tcPr>
            <w:tcW w:w="0" w:type="auto"/>
          </w:tcPr>
          <w:p w14:paraId="219BA0BB" w14:textId="01E875B8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A71EF70" w14:textId="6F80B51D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27,0d</w:t>
            </w:r>
          </w:p>
        </w:tc>
        <w:tc>
          <w:tcPr>
            <w:tcW w:w="0" w:type="auto"/>
          </w:tcPr>
          <w:p w14:paraId="2FFB7CCC" w14:textId="5466BAC3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4470B4" w:rsidRPr="004470B4">
              <w:rPr>
                <w:sz w:val="20"/>
                <w:szCs w:val="20"/>
              </w:rPr>
              <w:t>0,3</w:t>
            </w:r>
            <w:r w:rsidR="004470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4470B4" w:rsidRPr="004470B4">
              <w:rPr>
                <w:sz w:val="20"/>
                <w:szCs w:val="20"/>
              </w:rPr>
              <w:t>0,312</w:t>
            </w:r>
          </w:p>
        </w:tc>
      </w:tr>
      <w:tr w:rsidR="000E1A69" w:rsidRPr="001B6138" w14:paraId="36460006" w14:textId="77777777" w:rsidTr="001B6138">
        <w:tc>
          <w:tcPr>
            <w:tcW w:w="0" w:type="auto"/>
          </w:tcPr>
          <w:p w14:paraId="436F9E44" w14:textId="16BA81B7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C1762E8" w14:textId="16A3151F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234</w:t>
            </w:r>
          </w:p>
        </w:tc>
        <w:tc>
          <w:tcPr>
            <w:tcW w:w="0" w:type="auto"/>
          </w:tcPr>
          <w:p w14:paraId="183A2DB5" w14:textId="3ACE8679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F840EA" w14:textId="37B11159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1,17min</w:t>
            </w:r>
          </w:p>
        </w:tc>
        <w:tc>
          <w:tcPr>
            <w:tcW w:w="0" w:type="auto"/>
          </w:tcPr>
          <w:p w14:paraId="70DF0169" w14:textId="677BE232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4470B4" w:rsidRPr="004470B4">
              <w:rPr>
                <w:sz w:val="20"/>
                <w:szCs w:val="20"/>
              </w:rPr>
              <w:t>2,3</w:t>
            </w:r>
            <w:r w:rsidR="004470B4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4B8160A3" w14:textId="77777777" w:rsidTr="001B6138">
        <w:tc>
          <w:tcPr>
            <w:tcW w:w="0" w:type="auto"/>
          </w:tcPr>
          <w:p w14:paraId="367BA8CB" w14:textId="0C0F1589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1073994" w14:textId="77019C13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235</w:t>
            </w:r>
          </w:p>
        </w:tc>
        <w:tc>
          <w:tcPr>
            <w:tcW w:w="0" w:type="auto"/>
          </w:tcPr>
          <w:p w14:paraId="4D38C7B2" w14:textId="2B4E451B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651C4D8" w14:textId="1EF347E5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24,2min</w:t>
            </w:r>
          </w:p>
        </w:tc>
        <w:tc>
          <w:tcPr>
            <w:tcW w:w="0" w:type="auto"/>
          </w:tcPr>
          <w:p w14:paraId="59F94964" w14:textId="1901E461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4470B4" w:rsidRPr="004470B4">
              <w:rPr>
                <w:sz w:val="20"/>
                <w:szCs w:val="20"/>
              </w:rPr>
              <w:t>1,4</w:t>
            </w:r>
            <w:r w:rsidR="004470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4470B4" w:rsidRPr="004470B4">
              <w:rPr>
                <w:sz w:val="20"/>
                <w:szCs w:val="20"/>
              </w:rPr>
              <w:t>0,128</w:t>
            </w:r>
          </w:p>
        </w:tc>
      </w:tr>
      <w:tr w:rsidR="000E1A69" w:rsidRPr="001B6138" w14:paraId="347A3EAD" w14:textId="77777777" w:rsidTr="001B6138">
        <w:tc>
          <w:tcPr>
            <w:tcW w:w="0" w:type="auto"/>
          </w:tcPr>
          <w:p w14:paraId="4E12F47B" w14:textId="39B9EA42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4839F66A" w14:textId="19B39CDF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236</w:t>
            </w:r>
          </w:p>
        </w:tc>
        <w:tc>
          <w:tcPr>
            <w:tcW w:w="0" w:type="auto"/>
          </w:tcPr>
          <w:p w14:paraId="72AF1147" w14:textId="33E0502E" w:rsidR="000E1A69" w:rsidRDefault="003B6C1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641B28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4136C9A7" w14:textId="7619D762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9,1min</w:t>
            </w:r>
          </w:p>
        </w:tc>
        <w:tc>
          <w:tcPr>
            <w:tcW w:w="0" w:type="auto"/>
          </w:tcPr>
          <w:p w14:paraId="6DE2E50E" w14:textId="438402F7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4470B4" w:rsidRPr="004470B4">
              <w:rPr>
                <w:sz w:val="20"/>
                <w:szCs w:val="20"/>
              </w:rPr>
              <w:t>2,0</w:t>
            </w:r>
            <w:r w:rsidR="004470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4470B4" w:rsidRPr="004470B4">
              <w:rPr>
                <w:sz w:val="20"/>
                <w:szCs w:val="20"/>
              </w:rPr>
              <w:t>0,642</w:t>
            </w:r>
          </w:p>
        </w:tc>
      </w:tr>
      <w:tr w:rsidR="000E1A69" w:rsidRPr="001B6138" w14:paraId="21487B6D" w14:textId="77777777" w:rsidTr="001B6138">
        <w:tc>
          <w:tcPr>
            <w:tcW w:w="0" w:type="auto"/>
          </w:tcPr>
          <w:p w14:paraId="50C33E99" w14:textId="2C5CB660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6D4565EC" w14:textId="4C25CFAD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237</w:t>
            </w:r>
          </w:p>
        </w:tc>
        <w:tc>
          <w:tcPr>
            <w:tcW w:w="0" w:type="auto"/>
          </w:tcPr>
          <w:p w14:paraId="1A63EF9F" w14:textId="2676EF5E" w:rsidR="000E1A69" w:rsidRDefault="00641B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06EC54FF" w14:textId="5868B779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8,7min</w:t>
            </w:r>
          </w:p>
        </w:tc>
        <w:tc>
          <w:tcPr>
            <w:tcW w:w="0" w:type="auto"/>
          </w:tcPr>
          <w:p w14:paraId="338570E3" w14:textId="63A513EB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4470B4" w:rsidRPr="004470B4">
              <w:rPr>
                <w:sz w:val="20"/>
                <w:szCs w:val="20"/>
              </w:rPr>
              <w:t>1,4</w:t>
            </w:r>
            <w:r w:rsidR="004470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4470B4" w:rsidRPr="004470B4">
              <w:rPr>
                <w:sz w:val="20"/>
                <w:szCs w:val="20"/>
              </w:rPr>
              <w:t>0,854</w:t>
            </w:r>
          </w:p>
        </w:tc>
      </w:tr>
      <w:tr w:rsidR="000E1A69" w:rsidRPr="001B6138" w14:paraId="50ED7724" w14:textId="77777777" w:rsidTr="001B6138">
        <w:tc>
          <w:tcPr>
            <w:tcW w:w="0" w:type="auto"/>
          </w:tcPr>
          <w:p w14:paraId="74B3B898" w14:textId="7BCD56E4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2DBDA1AC" w14:textId="42054678" w:rsidR="000E1A69" w:rsidRDefault="00CF4AC9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 238</w:t>
            </w:r>
          </w:p>
        </w:tc>
        <w:tc>
          <w:tcPr>
            <w:tcW w:w="0" w:type="auto"/>
          </w:tcPr>
          <w:p w14:paraId="5EF0001A" w14:textId="6F3A1E46" w:rsidR="000E1A69" w:rsidRDefault="00641B28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3840BD43" w14:textId="445373F3" w:rsidR="000E1A69" w:rsidRPr="00CE2302" w:rsidRDefault="00D11B8A" w:rsidP="000E7A6E">
            <w:pPr>
              <w:rPr>
                <w:sz w:val="20"/>
                <w:szCs w:val="20"/>
              </w:rPr>
            </w:pPr>
            <w:r w:rsidRPr="00D11B8A">
              <w:rPr>
                <w:sz w:val="20"/>
                <w:szCs w:val="20"/>
              </w:rPr>
              <w:t>2,3min</w:t>
            </w:r>
          </w:p>
        </w:tc>
        <w:tc>
          <w:tcPr>
            <w:tcW w:w="0" w:type="auto"/>
          </w:tcPr>
          <w:p w14:paraId="26A988AF" w14:textId="24893157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4470B4" w:rsidRPr="004470B4">
              <w:rPr>
                <w:sz w:val="20"/>
                <w:szCs w:val="20"/>
              </w:rPr>
              <w:t>1,7</w:t>
            </w:r>
            <w:r w:rsidR="004470B4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4470B4" w:rsidRPr="004470B4">
              <w:rPr>
                <w:sz w:val="20"/>
                <w:szCs w:val="20"/>
              </w:rPr>
              <w:t>1,015</w:t>
            </w:r>
          </w:p>
        </w:tc>
      </w:tr>
      <w:tr w:rsidR="000E1A69" w:rsidRPr="001B6138" w14:paraId="35BD6CCB" w14:textId="77777777" w:rsidTr="001B6138">
        <w:tc>
          <w:tcPr>
            <w:tcW w:w="0" w:type="auto"/>
          </w:tcPr>
          <w:p w14:paraId="41008A8D" w14:textId="65CB86CD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CD02155" w14:textId="019EE6AC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226</w:t>
            </w:r>
          </w:p>
        </w:tc>
        <w:tc>
          <w:tcPr>
            <w:tcW w:w="0" w:type="auto"/>
          </w:tcPr>
          <w:p w14:paraId="679B991C" w14:textId="0187E8CD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74DC234" w14:textId="63796385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0,28s</w:t>
            </w:r>
          </w:p>
        </w:tc>
        <w:tc>
          <w:tcPr>
            <w:tcW w:w="0" w:type="auto"/>
          </w:tcPr>
          <w:p w14:paraId="5D202878" w14:textId="2623CFA1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511F" w:rsidRPr="0037511F">
              <w:rPr>
                <w:sz w:val="20"/>
                <w:szCs w:val="20"/>
              </w:rPr>
              <w:t>7,555</w:t>
            </w:r>
            <w:r w:rsidR="0037511F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511F" w:rsidRPr="0037511F">
              <w:rPr>
                <w:sz w:val="20"/>
                <w:szCs w:val="20"/>
              </w:rPr>
              <w:t>0,182</w:t>
            </w:r>
          </w:p>
        </w:tc>
      </w:tr>
      <w:tr w:rsidR="000E1A69" w:rsidRPr="001B6138" w14:paraId="558437C0" w14:textId="77777777" w:rsidTr="001B6138">
        <w:tc>
          <w:tcPr>
            <w:tcW w:w="0" w:type="auto"/>
          </w:tcPr>
          <w:p w14:paraId="3F03827C" w14:textId="6F19F536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04B1A79E" w14:textId="6255D018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227</w:t>
            </w:r>
          </w:p>
        </w:tc>
        <w:tc>
          <w:tcPr>
            <w:tcW w:w="0" w:type="auto"/>
          </w:tcPr>
          <w:p w14:paraId="2E780056" w14:textId="6C62D852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4CB1B5F6" w14:textId="42EBD901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1,1min</w:t>
            </w:r>
          </w:p>
        </w:tc>
        <w:tc>
          <w:tcPr>
            <w:tcW w:w="0" w:type="auto"/>
          </w:tcPr>
          <w:p w14:paraId="589E8C96" w14:textId="4483BF1B" w:rsidR="000E1A69" w:rsidRDefault="000E1A69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511F" w:rsidRPr="0037511F">
              <w:rPr>
                <w:sz w:val="20"/>
                <w:szCs w:val="20"/>
              </w:rPr>
              <w:t>6,86</w:t>
            </w:r>
            <w:r w:rsidR="0037511F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511F" w:rsidRPr="0037511F">
              <w:rPr>
                <w:sz w:val="20"/>
                <w:szCs w:val="20"/>
              </w:rPr>
              <w:t>0,247</w:t>
            </w:r>
          </w:p>
        </w:tc>
      </w:tr>
      <w:tr w:rsidR="000E1A69" w:rsidRPr="001B6138" w14:paraId="4C7689BA" w14:textId="77777777" w:rsidTr="001B6138">
        <w:tc>
          <w:tcPr>
            <w:tcW w:w="0" w:type="auto"/>
          </w:tcPr>
          <w:p w14:paraId="4C5B91BF" w14:textId="51E10962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FF333C9" w14:textId="01914ADD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228</w:t>
            </w:r>
          </w:p>
        </w:tc>
        <w:tc>
          <w:tcPr>
            <w:tcW w:w="0" w:type="auto"/>
          </w:tcPr>
          <w:p w14:paraId="60169955" w14:textId="0ABEE7B8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5E0540B2" w14:textId="6CF0E695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9,1min</w:t>
            </w:r>
          </w:p>
        </w:tc>
        <w:tc>
          <w:tcPr>
            <w:tcW w:w="0" w:type="auto"/>
          </w:tcPr>
          <w:p w14:paraId="0A8FDF4F" w14:textId="160505BB" w:rsidR="000E1A69" w:rsidRDefault="00245DCC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511F" w:rsidRPr="0037511F">
              <w:rPr>
                <w:sz w:val="20"/>
                <w:szCs w:val="20"/>
              </w:rPr>
              <w:t>6,68</w:t>
            </w:r>
            <w:r w:rsidR="0037511F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100E2ABE" w14:textId="77777777" w:rsidTr="001B6138">
        <w:tc>
          <w:tcPr>
            <w:tcW w:w="0" w:type="auto"/>
          </w:tcPr>
          <w:p w14:paraId="7A8E8EF7" w14:textId="4131DCAD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A0F973C" w14:textId="193E99E8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229</w:t>
            </w:r>
          </w:p>
        </w:tc>
        <w:tc>
          <w:tcPr>
            <w:tcW w:w="0" w:type="auto"/>
          </w:tcPr>
          <w:p w14:paraId="5329BC3A" w14:textId="1557A662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0326D856" w14:textId="70CADF8E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58min</w:t>
            </w:r>
          </w:p>
        </w:tc>
        <w:tc>
          <w:tcPr>
            <w:tcW w:w="0" w:type="auto"/>
          </w:tcPr>
          <w:p w14:paraId="044617DD" w14:textId="0038C495" w:rsidR="000E1A69" w:rsidRDefault="00245DCC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511F" w:rsidRPr="0037511F">
              <w:rPr>
                <w:sz w:val="20"/>
                <w:szCs w:val="20"/>
              </w:rPr>
              <w:t>6,362</w:t>
            </w:r>
            <w:r w:rsidR="0037511F">
              <w:rPr>
                <w:sz w:val="20"/>
                <w:szCs w:val="20"/>
              </w:rPr>
              <w:t xml:space="preserve">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37511F" w:rsidRPr="0037511F">
              <w:rPr>
                <w:sz w:val="20"/>
                <w:szCs w:val="20"/>
              </w:rPr>
              <w:t>0,12</w:t>
            </w:r>
            <w:r w:rsidR="0037511F">
              <w:rPr>
                <w:sz w:val="20"/>
                <w:szCs w:val="20"/>
              </w:rPr>
              <w:t>3</w:t>
            </w:r>
          </w:p>
        </w:tc>
      </w:tr>
      <w:tr w:rsidR="000E1A69" w:rsidRPr="001B6138" w14:paraId="1B85C0CB" w14:textId="77777777" w:rsidTr="001B6138">
        <w:tc>
          <w:tcPr>
            <w:tcW w:w="0" w:type="auto"/>
          </w:tcPr>
          <w:p w14:paraId="0A8A8100" w14:textId="30EBBE27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7E839A40" w14:textId="6F9D4432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230</w:t>
            </w:r>
          </w:p>
        </w:tc>
        <w:tc>
          <w:tcPr>
            <w:tcW w:w="0" w:type="auto"/>
          </w:tcPr>
          <w:p w14:paraId="19C1891E" w14:textId="07FB3329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30B60982" w14:textId="31EF4D7D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20,8d</w:t>
            </w:r>
          </w:p>
        </w:tc>
        <w:tc>
          <w:tcPr>
            <w:tcW w:w="0" w:type="auto"/>
          </w:tcPr>
          <w:p w14:paraId="52979040" w14:textId="3E83E9DE" w:rsidR="000E1A69" w:rsidRDefault="00245DCC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37511F" w:rsidRPr="0037511F">
              <w:rPr>
                <w:sz w:val="20"/>
                <w:szCs w:val="20"/>
              </w:rPr>
              <w:t>5,888</w:t>
            </w:r>
            <w:r w:rsidR="0037511F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32F84CF8" w14:textId="77777777" w:rsidTr="001B6138">
        <w:tc>
          <w:tcPr>
            <w:tcW w:w="0" w:type="auto"/>
          </w:tcPr>
          <w:p w14:paraId="7541E18B" w14:textId="5EEAA7D2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7B767B5E" w14:textId="7619F6B1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231</w:t>
            </w:r>
          </w:p>
        </w:tc>
        <w:tc>
          <w:tcPr>
            <w:tcW w:w="0" w:type="auto"/>
          </w:tcPr>
          <w:p w14:paraId="0B67B851" w14:textId="4F42B451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2516B5F2" w14:textId="447C7479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4,2d</w:t>
            </w:r>
          </w:p>
        </w:tc>
        <w:tc>
          <w:tcPr>
            <w:tcW w:w="0" w:type="auto"/>
          </w:tcPr>
          <w:p w14:paraId="734ED96E" w14:textId="6381E5CB" w:rsidR="000E1A69" w:rsidRDefault="00245DCC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C737B2" w:rsidRPr="00C737B2">
              <w:rPr>
                <w:sz w:val="20"/>
                <w:szCs w:val="20"/>
              </w:rPr>
              <w:t>5,456</w:t>
            </w:r>
            <w:r w:rsidR="00206850">
              <w:rPr>
                <w:sz w:val="20"/>
                <w:szCs w:val="20"/>
              </w:rPr>
              <w:t xml:space="preserve">; </w:t>
            </w:r>
            <w:r w:rsidR="00ED2035">
              <w:rPr>
                <w:sz w:val="20"/>
                <w:szCs w:val="20"/>
              </w:rPr>
              <w:t>~b^+ v</w:t>
            </w:r>
            <w:r w:rsidR="00206850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C737B2" w:rsidRPr="00C737B2">
              <w:rPr>
                <w:sz w:val="20"/>
                <w:szCs w:val="20"/>
              </w:rPr>
              <w:t>0,026</w:t>
            </w:r>
          </w:p>
        </w:tc>
      </w:tr>
      <w:tr w:rsidR="000E1A69" w:rsidRPr="001B6138" w14:paraId="440B142E" w14:textId="77777777" w:rsidTr="001B6138">
        <w:tc>
          <w:tcPr>
            <w:tcW w:w="0" w:type="auto"/>
          </w:tcPr>
          <w:p w14:paraId="5B9259E6" w14:textId="6B351255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188FB741" w14:textId="0E9A8776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232</w:t>
            </w:r>
          </w:p>
        </w:tc>
        <w:tc>
          <w:tcPr>
            <w:tcW w:w="0" w:type="auto"/>
          </w:tcPr>
          <w:p w14:paraId="5C760543" w14:textId="601E206F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36B4D493" w14:textId="758D2B68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68,9a</w:t>
            </w:r>
          </w:p>
        </w:tc>
        <w:tc>
          <w:tcPr>
            <w:tcW w:w="0" w:type="auto"/>
          </w:tcPr>
          <w:p w14:paraId="524BE132" w14:textId="12054066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C737B2" w:rsidRPr="00C737B2">
              <w:rPr>
                <w:sz w:val="20"/>
                <w:szCs w:val="20"/>
              </w:rPr>
              <w:t>5,320</w:t>
            </w:r>
            <w:r w:rsidR="00C737B2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4432440D" w14:textId="77777777" w:rsidTr="001B6138">
        <w:tc>
          <w:tcPr>
            <w:tcW w:w="0" w:type="auto"/>
          </w:tcPr>
          <w:p w14:paraId="7811FA74" w14:textId="6E0D280F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4C23ADC" w14:textId="21962021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233</w:t>
            </w:r>
          </w:p>
        </w:tc>
        <w:tc>
          <w:tcPr>
            <w:tcW w:w="0" w:type="auto"/>
          </w:tcPr>
          <w:p w14:paraId="0A58FA8B" w14:textId="75E25CD1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12905A33" w14:textId="3525F6F5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Pr="0037511F">
              <w:rPr>
                <w:sz w:val="20"/>
                <w:szCs w:val="20"/>
              </w:rPr>
              <w:t>59E5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46E116BE" w14:textId="6E8439E8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C737B2" w:rsidRPr="00C737B2">
              <w:rPr>
                <w:sz w:val="20"/>
                <w:szCs w:val="20"/>
              </w:rPr>
              <w:t>4,824</w:t>
            </w:r>
            <w:r w:rsidR="00C737B2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1E65236B" w14:textId="77777777" w:rsidTr="001B6138">
        <w:tc>
          <w:tcPr>
            <w:tcW w:w="0" w:type="auto"/>
          </w:tcPr>
          <w:p w14:paraId="57697612" w14:textId="09C6B7EC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03E37818" w14:textId="70AF9B0A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234</w:t>
            </w:r>
          </w:p>
        </w:tc>
        <w:tc>
          <w:tcPr>
            <w:tcW w:w="0" w:type="auto"/>
          </w:tcPr>
          <w:p w14:paraId="4882E53E" w14:textId="13E53239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60A16206" w14:textId="2121E75F" w:rsidR="000E1A69" w:rsidRPr="00CE2302" w:rsidRDefault="00C737B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C3A2D">
              <w:rPr>
                <w:sz w:val="20"/>
                <w:szCs w:val="20"/>
              </w:rPr>
              <w:t xml:space="preserve">; </w:t>
            </w:r>
            <w:r w:rsidR="0037511F" w:rsidRPr="0037511F">
              <w:rPr>
                <w:sz w:val="20"/>
                <w:szCs w:val="20"/>
              </w:rPr>
              <w:t>2,46E5a</w:t>
            </w:r>
          </w:p>
        </w:tc>
        <w:tc>
          <w:tcPr>
            <w:tcW w:w="0" w:type="auto"/>
          </w:tcPr>
          <w:p w14:paraId="2A3A6C9A" w14:textId="61AE639A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C737B2" w:rsidRPr="00C737B2">
              <w:rPr>
                <w:sz w:val="20"/>
                <w:szCs w:val="20"/>
              </w:rPr>
              <w:t>4,775</w:t>
            </w:r>
            <w:r w:rsidR="00C737B2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59309FBF" w14:textId="77777777" w:rsidTr="001B6138">
        <w:tc>
          <w:tcPr>
            <w:tcW w:w="0" w:type="auto"/>
          </w:tcPr>
          <w:p w14:paraId="290C80B0" w14:textId="278A7E93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5FB197FB" w14:textId="5FC6FF61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235</w:t>
            </w:r>
          </w:p>
        </w:tc>
        <w:tc>
          <w:tcPr>
            <w:tcW w:w="0" w:type="auto"/>
          </w:tcPr>
          <w:p w14:paraId="3B20734B" w14:textId="23A5A40A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66F3C86E" w14:textId="5144F2A8" w:rsidR="000E1A69" w:rsidRPr="00CE2302" w:rsidRDefault="00C737B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C3A2D">
              <w:rPr>
                <w:sz w:val="20"/>
                <w:szCs w:val="20"/>
              </w:rPr>
              <w:t xml:space="preserve">; </w:t>
            </w:r>
            <w:r w:rsidR="0037511F" w:rsidRPr="0037511F">
              <w:rPr>
                <w:sz w:val="20"/>
                <w:szCs w:val="20"/>
              </w:rPr>
              <w:t>7,04E8a</w:t>
            </w:r>
          </w:p>
        </w:tc>
        <w:tc>
          <w:tcPr>
            <w:tcW w:w="0" w:type="auto"/>
          </w:tcPr>
          <w:p w14:paraId="315D090A" w14:textId="2685368B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C737B2" w:rsidRPr="00C737B2">
              <w:rPr>
                <w:sz w:val="20"/>
                <w:szCs w:val="20"/>
              </w:rPr>
              <w:t>4,398</w:t>
            </w:r>
            <w:r w:rsidR="00C737B2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C737B2" w:rsidRPr="00C737B2">
              <w:rPr>
                <w:sz w:val="20"/>
                <w:szCs w:val="20"/>
              </w:rPr>
              <w:t>0,186</w:t>
            </w:r>
          </w:p>
        </w:tc>
      </w:tr>
      <w:tr w:rsidR="000E1A69" w:rsidRPr="001B6138" w14:paraId="4F9294B0" w14:textId="77777777" w:rsidTr="001B6138">
        <w:tc>
          <w:tcPr>
            <w:tcW w:w="0" w:type="auto"/>
          </w:tcPr>
          <w:p w14:paraId="396D376E" w14:textId="07269CD5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2DF45705" w14:textId="55FB42B0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236</w:t>
            </w:r>
          </w:p>
        </w:tc>
        <w:tc>
          <w:tcPr>
            <w:tcW w:w="0" w:type="auto"/>
          </w:tcPr>
          <w:p w14:paraId="11BB2F6A" w14:textId="67C3F16D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5516ABC1" w14:textId="4BF23D2C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2,34E7a</w:t>
            </w:r>
          </w:p>
        </w:tc>
        <w:tc>
          <w:tcPr>
            <w:tcW w:w="0" w:type="auto"/>
          </w:tcPr>
          <w:p w14:paraId="61C7F86F" w14:textId="1EB89308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C737B2" w:rsidRPr="00C737B2">
              <w:rPr>
                <w:sz w:val="20"/>
                <w:szCs w:val="20"/>
              </w:rPr>
              <w:t>4,494</w:t>
            </w:r>
            <w:r w:rsidR="00C737B2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58E8E16D" w14:textId="77777777" w:rsidTr="001B6138">
        <w:tc>
          <w:tcPr>
            <w:tcW w:w="0" w:type="auto"/>
          </w:tcPr>
          <w:p w14:paraId="455F0006" w14:textId="6F5B392B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890C915" w14:textId="61A6BE8A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237</w:t>
            </w:r>
          </w:p>
        </w:tc>
        <w:tc>
          <w:tcPr>
            <w:tcW w:w="0" w:type="auto"/>
          </w:tcPr>
          <w:p w14:paraId="157F21D8" w14:textId="73F4D3A2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49420E92" w14:textId="2721A9E3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6,75d</w:t>
            </w:r>
          </w:p>
        </w:tc>
        <w:tc>
          <w:tcPr>
            <w:tcW w:w="0" w:type="auto"/>
          </w:tcPr>
          <w:p w14:paraId="0635CC3D" w14:textId="792A6339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C737B2" w:rsidRPr="00C737B2">
              <w:rPr>
                <w:sz w:val="20"/>
                <w:szCs w:val="20"/>
              </w:rPr>
              <w:t>0,2</w:t>
            </w:r>
            <w:r w:rsidR="00C737B2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C737B2" w:rsidRPr="00C737B2">
              <w:rPr>
                <w:sz w:val="20"/>
                <w:szCs w:val="20"/>
              </w:rPr>
              <w:t>0,060</w:t>
            </w:r>
          </w:p>
        </w:tc>
      </w:tr>
      <w:tr w:rsidR="000E1A69" w:rsidRPr="001B6138" w14:paraId="4A1C7E09" w14:textId="77777777" w:rsidTr="001B6138">
        <w:tc>
          <w:tcPr>
            <w:tcW w:w="0" w:type="auto"/>
          </w:tcPr>
          <w:p w14:paraId="791D054F" w14:textId="19AD23C1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6961AB6C" w14:textId="4354A274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238</w:t>
            </w:r>
          </w:p>
        </w:tc>
        <w:tc>
          <w:tcPr>
            <w:tcW w:w="0" w:type="auto"/>
          </w:tcPr>
          <w:p w14:paraId="62FA34A9" w14:textId="471A84E2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33C31CD9" w14:textId="252660B9" w:rsidR="000E1A69" w:rsidRPr="00CE2302" w:rsidRDefault="00C737B2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</w:t>
            </w:r>
            <w:r w:rsidR="002C3A2D">
              <w:rPr>
                <w:sz w:val="20"/>
                <w:szCs w:val="20"/>
              </w:rPr>
              <w:t xml:space="preserve">; </w:t>
            </w:r>
            <w:r w:rsidR="0037511F" w:rsidRPr="0037511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37511F" w:rsidRPr="0037511F">
              <w:rPr>
                <w:sz w:val="20"/>
                <w:szCs w:val="20"/>
              </w:rPr>
              <w:t>47E9a</w:t>
            </w:r>
          </w:p>
        </w:tc>
        <w:tc>
          <w:tcPr>
            <w:tcW w:w="0" w:type="auto"/>
          </w:tcPr>
          <w:p w14:paraId="5F36886C" w14:textId="49EAD745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C737B2" w:rsidRPr="00C737B2">
              <w:rPr>
                <w:sz w:val="20"/>
                <w:szCs w:val="20"/>
              </w:rPr>
              <w:t>4,198</w:t>
            </w:r>
            <w:r w:rsidR="00C737B2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145E5DD4" w14:textId="77777777" w:rsidTr="001B6138">
        <w:tc>
          <w:tcPr>
            <w:tcW w:w="0" w:type="auto"/>
          </w:tcPr>
          <w:p w14:paraId="421C0133" w14:textId="224163C7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4766EAE0" w14:textId="7C12FB18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239</w:t>
            </w:r>
          </w:p>
        </w:tc>
        <w:tc>
          <w:tcPr>
            <w:tcW w:w="0" w:type="auto"/>
          </w:tcPr>
          <w:p w14:paraId="524D7C0D" w14:textId="2181FA20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019CCF0D" w14:textId="719E1279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23,5min</w:t>
            </w:r>
          </w:p>
        </w:tc>
        <w:tc>
          <w:tcPr>
            <w:tcW w:w="0" w:type="auto"/>
          </w:tcPr>
          <w:p w14:paraId="77BFCE68" w14:textId="0D59CFEC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C737B2" w:rsidRPr="00C737B2">
              <w:rPr>
                <w:sz w:val="20"/>
                <w:szCs w:val="20"/>
              </w:rPr>
              <w:t>1,2</w:t>
            </w:r>
            <w:r w:rsidR="00C737B2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C737B2" w:rsidRPr="00C737B2">
              <w:rPr>
                <w:sz w:val="20"/>
                <w:szCs w:val="20"/>
              </w:rPr>
              <w:t>0,075</w:t>
            </w:r>
          </w:p>
        </w:tc>
      </w:tr>
      <w:tr w:rsidR="000E1A69" w:rsidRPr="001B6138" w14:paraId="3857B2D7" w14:textId="77777777" w:rsidTr="001B6138">
        <w:tc>
          <w:tcPr>
            <w:tcW w:w="0" w:type="auto"/>
          </w:tcPr>
          <w:p w14:paraId="03423834" w14:textId="419D99C4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1E72E07C" w14:textId="210945B6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240</w:t>
            </w:r>
          </w:p>
        </w:tc>
        <w:tc>
          <w:tcPr>
            <w:tcW w:w="0" w:type="auto"/>
          </w:tcPr>
          <w:p w14:paraId="381AB45D" w14:textId="02655F6A" w:rsidR="000E1A69" w:rsidRDefault="009B7B2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738630EB" w14:textId="5837B320" w:rsidR="000E1A69" w:rsidRPr="00CE2302" w:rsidRDefault="0037511F" w:rsidP="000E7A6E">
            <w:pPr>
              <w:rPr>
                <w:sz w:val="20"/>
                <w:szCs w:val="20"/>
              </w:rPr>
            </w:pPr>
            <w:r w:rsidRPr="0037511F">
              <w:rPr>
                <w:sz w:val="20"/>
                <w:szCs w:val="20"/>
              </w:rPr>
              <w:t>14,1h</w:t>
            </w:r>
          </w:p>
        </w:tc>
        <w:tc>
          <w:tcPr>
            <w:tcW w:w="0" w:type="auto"/>
          </w:tcPr>
          <w:p w14:paraId="7E0F9F1A" w14:textId="313A015C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C737B2" w:rsidRPr="00C737B2">
              <w:rPr>
                <w:sz w:val="20"/>
                <w:szCs w:val="20"/>
              </w:rPr>
              <w:t>0,4</w:t>
            </w:r>
            <w:r w:rsidR="00C737B2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C737B2" w:rsidRPr="00C737B2">
              <w:rPr>
                <w:sz w:val="20"/>
                <w:szCs w:val="20"/>
              </w:rPr>
              <w:t>0,044</w:t>
            </w:r>
          </w:p>
        </w:tc>
      </w:tr>
      <w:tr w:rsidR="000E1A69" w:rsidRPr="001B6138" w14:paraId="5A845E6B" w14:textId="77777777" w:rsidTr="001B6138">
        <w:tc>
          <w:tcPr>
            <w:tcW w:w="0" w:type="auto"/>
          </w:tcPr>
          <w:p w14:paraId="655A2242" w14:textId="44A7132A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4DE12AEC" w14:textId="6A6B692B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227</w:t>
            </w:r>
          </w:p>
        </w:tc>
        <w:tc>
          <w:tcPr>
            <w:tcW w:w="0" w:type="auto"/>
          </w:tcPr>
          <w:p w14:paraId="52387D9E" w14:textId="29BE02B2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0" w:type="auto"/>
          </w:tcPr>
          <w:p w14:paraId="5C380717" w14:textId="3854FB2A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51s</w:t>
            </w:r>
          </w:p>
        </w:tc>
        <w:tc>
          <w:tcPr>
            <w:tcW w:w="0" w:type="auto"/>
          </w:tcPr>
          <w:p w14:paraId="6C74DE63" w14:textId="538D7339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 w:rsidRPr="001C0A6B">
              <w:rPr>
                <w:sz w:val="20"/>
                <w:szCs w:val="20"/>
              </w:rPr>
              <w:t>7,68</w:t>
            </w:r>
            <w:r w:rsidR="001C0A6B">
              <w:rPr>
                <w:sz w:val="20"/>
                <w:szCs w:val="20"/>
              </w:rPr>
              <w:t xml:space="preserve"> v</w:t>
            </w:r>
          </w:p>
        </w:tc>
      </w:tr>
      <w:tr w:rsidR="000E1A69" w:rsidRPr="001B6138" w14:paraId="1F9BA0F1" w14:textId="77777777" w:rsidTr="001B6138">
        <w:tc>
          <w:tcPr>
            <w:tcW w:w="0" w:type="auto"/>
          </w:tcPr>
          <w:p w14:paraId="232722CA" w14:textId="4A18E207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F6E52C9" w14:textId="6661B199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228</w:t>
            </w:r>
          </w:p>
        </w:tc>
        <w:tc>
          <w:tcPr>
            <w:tcW w:w="0" w:type="auto"/>
          </w:tcPr>
          <w:p w14:paraId="366AB3B9" w14:textId="74E4EE24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14:paraId="367D9DB8" w14:textId="2F344CC2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61,4s</w:t>
            </w:r>
          </w:p>
        </w:tc>
        <w:tc>
          <w:tcPr>
            <w:tcW w:w="0" w:type="auto"/>
          </w:tcPr>
          <w:p w14:paraId="0C1869B3" w14:textId="15D4B3D4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</w:p>
        </w:tc>
      </w:tr>
      <w:tr w:rsidR="000E1A69" w:rsidRPr="001B6138" w14:paraId="58F6C210" w14:textId="77777777" w:rsidTr="001B6138">
        <w:tc>
          <w:tcPr>
            <w:tcW w:w="0" w:type="auto"/>
          </w:tcPr>
          <w:p w14:paraId="3079F7C5" w14:textId="37A3FF55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52231F93" w14:textId="586A7EF3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229</w:t>
            </w:r>
          </w:p>
        </w:tc>
        <w:tc>
          <w:tcPr>
            <w:tcW w:w="0" w:type="auto"/>
          </w:tcPr>
          <w:p w14:paraId="287F3088" w14:textId="16A60DCC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0" w:type="auto"/>
          </w:tcPr>
          <w:p w14:paraId="32759AFD" w14:textId="04716CE5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4,0min</w:t>
            </w:r>
          </w:p>
        </w:tc>
        <w:tc>
          <w:tcPr>
            <w:tcW w:w="0" w:type="auto"/>
          </w:tcPr>
          <w:p w14:paraId="64C79D9F" w14:textId="2653F879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 w:rsidRPr="001C0A6B">
              <w:rPr>
                <w:sz w:val="20"/>
                <w:szCs w:val="20"/>
              </w:rPr>
              <w:t>6,890</w:t>
            </w:r>
            <w:r w:rsidR="001C0A6B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</w:p>
        </w:tc>
      </w:tr>
      <w:tr w:rsidR="000E1A69" w:rsidRPr="001B6138" w14:paraId="63F755CD" w14:textId="77777777" w:rsidTr="001B6138">
        <w:tc>
          <w:tcPr>
            <w:tcW w:w="0" w:type="auto"/>
          </w:tcPr>
          <w:p w14:paraId="0D7FCFD5" w14:textId="29874316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B54E70E" w14:textId="3B1211B9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230</w:t>
            </w:r>
          </w:p>
        </w:tc>
        <w:tc>
          <w:tcPr>
            <w:tcW w:w="0" w:type="auto"/>
          </w:tcPr>
          <w:p w14:paraId="03310BA3" w14:textId="5C0DBC8F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0B980FF6" w14:textId="0E6B4C6F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4,6min</w:t>
            </w:r>
          </w:p>
        </w:tc>
        <w:tc>
          <w:tcPr>
            <w:tcW w:w="0" w:type="auto"/>
          </w:tcPr>
          <w:p w14:paraId="63A8F622" w14:textId="29EED980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 w:rsidRPr="001C0A6B">
              <w:rPr>
                <w:sz w:val="20"/>
                <w:szCs w:val="20"/>
              </w:rPr>
              <w:t>6,66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</w:p>
        </w:tc>
      </w:tr>
      <w:tr w:rsidR="000E1A69" w:rsidRPr="001B6138" w14:paraId="48687165" w14:textId="77777777" w:rsidTr="001B6138">
        <w:tc>
          <w:tcPr>
            <w:tcW w:w="0" w:type="auto"/>
          </w:tcPr>
          <w:p w14:paraId="22A373C3" w14:textId="4525695A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39CD4F5" w14:textId="5E90DFA8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231</w:t>
            </w:r>
          </w:p>
        </w:tc>
        <w:tc>
          <w:tcPr>
            <w:tcW w:w="0" w:type="auto"/>
          </w:tcPr>
          <w:p w14:paraId="62A2A207" w14:textId="1E3802DE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142EDD75" w14:textId="455FFD7D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48,8min</w:t>
            </w:r>
          </w:p>
        </w:tc>
        <w:tc>
          <w:tcPr>
            <w:tcW w:w="0" w:type="auto"/>
          </w:tcPr>
          <w:p w14:paraId="64F28F18" w14:textId="0E104637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 w:rsidRPr="001C0A6B">
              <w:rPr>
                <w:sz w:val="20"/>
                <w:szCs w:val="20"/>
              </w:rPr>
              <w:t>6,28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C0A6B" w:rsidRPr="001C0A6B">
              <w:rPr>
                <w:sz w:val="20"/>
                <w:szCs w:val="20"/>
              </w:rPr>
              <w:t>0,371</w:t>
            </w:r>
          </w:p>
        </w:tc>
      </w:tr>
      <w:tr w:rsidR="000E1A69" w:rsidRPr="001B6138" w14:paraId="3EA2BB9D" w14:textId="77777777" w:rsidTr="001B6138">
        <w:tc>
          <w:tcPr>
            <w:tcW w:w="0" w:type="auto"/>
          </w:tcPr>
          <w:p w14:paraId="69D31C2F" w14:textId="47476AAD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62ED37E0" w14:textId="6B3335DF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232</w:t>
            </w:r>
          </w:p>
        </w:tc>
        <w:tc>
          <w:tcPr>
            <w:tcW w:w="0" w:type="auto"/>
          </w:tcPr>
          <w:p w14:paraId="41856F6E" w14:textId="599E06D4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3710ADBF" w14:textId="0E8C82F9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14,7min</w:t>
            </w:r>
          </w:p>
        </w:tc>
        <w:tc>
          <w:tcPr>
            <w:tcW w:w="0" w:type="auto"/>
          </w:tcPr>
          <w:p w14:paraId="15E6499D" w14:textId="31848BC2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C0A6B" w:rsidRPr="001C0A6B">
              <w:rPr>
                <w:sz w:val="20"/>
                <w:szCs w:val="20"/>
              </w:rPr>
              <w:t>0,327</w:t>
            </w:r>
          </w:p>
        </w:tc>
      </w:tr>
      <w:tr w:rsidR="000E1A69" w:rsidRPr="001B6138" w14:paraId="682A2401" w14:textId="77777777" w:rsidTr="001B6138">
        <w:tc>
          <w:tcPr>
            <w:tcW w:w="0" w:type="auto"/>
          </w:tcPr>
          <w:p w14:paraId="04045CFE" w14:textId="19D4458B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36701F6A" w14:textId="6A00F625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233</w:t>
            </w:r>
          </w:p>
        </w:tc>
        <w:tc>
          <w:tcPr>
            <w:tcW w:w="0" w:type="auto"/>
          </w:tcPr>
          <w:p w14:paraId="0672069E" w14:textId="418FF0EB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5F749E75" w14:textId="3F8946C6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36,2min</w:t>
            </w:r>
          </w:p>
        </w:tc>
        <w:tc>
          <w:tcPr>
            <w:tcW w:w="0" w:type="auto"/>
          </w:tcPr>
          <w:p w14:paraId="17EFDE26" w14:textId="58C80E81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 w:rsidRPr="001C0A6B">
              <w:rPr>
                <w:sz w:val="20"/>
                <w:szCs w:val="20"/>
              </w:rPr>
              <w:t>5,54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</w:p>
        </w:tc>
      </w:tr>
      <w:tr w:rsidR="000E1A69" w:rsidRPr="001B6138" w14:paraId="6640553F" w14:textId="77777777" w:rsidTr="001B6138">
        <w:tc>
          <w:tcPr>
            <w:tcW w:w="0" w:type="auto"/>
          </w:tcPr>
          <w:p w14:paraId="33B43027" w14:textId="7F7C9F0A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2A81053" w14:textId="5BEFC032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234</w:t>
            </w:r>
          </w:p>
        </w:tc>
        <w:tc>
          <w:tcPr>
            <w:tcW w:w="0" w:type="auto"/>
          </w:tcPr>
          <w:p w14:paraId="248716EC" w14:textId="4D7DD2B0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6D871C3F" w14:textId="106CFC3D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4,4d</w:t>
            </w:r>
          </w:p>
        </w:tc>
        <w:tc>
          <w:tcPr>
            <w:tcW w:w="0" w:type="auto"/>
          </w:tcPr>
          <w:p w14:paraId="735385C9" w14:textId="51D77F4F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C0A6B" w:rsidRPr="001C0A6B">
              <w:rPr>
                <w:sz w:val="20"/>
                <w:szCs w:val="20"/>
              </w:rPr>
              <w:t>1,559</w:t>
            </w:r>
          </w:p>
        </w:tc>
      </w:tr>
      <w:tr w:rsidR="000E1A69" w:rsidRPr="001B6138" w14:paraId="5E67C301" w14:textId="77777777" w:rsidTr="001B6138">
        <w:tc>
          <w:tcPr>
            <w:tcW w:w="0" w:type="auto"/>
          </w:tcPr>
          <w:p w14:paraId="4D133B03" w14:textId="6AEE2FA7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5CBB5DB" w14:textId="75BC0C85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235</w:t>
            </w:r>
          </w:p>
        </w:tc>
        <w:tc>
          <w:tcPr>
            <w:tcW w:w="0" w:type="auto"/>
          </w:tcPr>
          <w:p w14:paraId="230C959C" w14:textId="0A368B62" w:rsidR="000E1A69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34D44FAC" w14:textId="40156FA0" w:rsidR="000E1A69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396,1d</w:t>
            </w:r>
          </w:p>
        </w:tc>
        <w:tc>
          <w:tcPr>
            <w:tcW w:w="0" w:type="auto"/>
          </w:tcPr>
          <w:p w14:paraId="500156B2" w14:textId="29BDC2BA" w:rsidR="000E1A69" w:rsidRDefault="009B7B2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 w:rsidRPr="001C0A6B">
              <w:rPr>
                <w:sz w:val="20"/>
                <w:szCs w:val="20"/>
              </w:rPr>
              <w:t>5,025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</w:p>
        </w:tc>
      </w:tr>
      <w:tr w:rsidR="00041528" w:rsidRPr="001B6138" w14:paraId="4EEC60C1" w14:textId="77777777" w:rsidTr="001B6138">
        <w:tc>
          <w:tcPr>
            <w:tcW w:w="0" w:type="auto"/>
          </w:tcPr>
          <w:p w14:paraId="02E1D9AB" w14:textId="4EA6FE99" w:rsidR="00041528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D682C32" w14:textId="5C43CC6A" w:rsidR="00041528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236</w:t>
            </w:r>
          </w:p>
        </w:tc>
        <w:tc>
          <w:tcPr>
            <w:tcW w:w="0" w:type="auto"/>
          </w:tcPr>
          <w:p w14:paraId="1074410D" w14:textId="2C0C8B8A" w:rsidR="00041528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56F053C2" w14:textId="11682133" w:rsidR="00041528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1,54E5a</w:t>
            </w:r>
          </w:p>
        </w:tc>
        <w:tc>
          <w:tcPr>
            <w:tcW w:w="0" w:type="auto"/>
          </w:tcPr>
          <w:p w14:paraId="5CCA109E" w14:textId="39AC80D8" w:rsidR="00041528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1C0A6B" w:rsidRPr="001C0A6B">
              <w:rPr>
                <w:sz w:val="20"/>
                <w:szCs w:val="20"/>
              </w:rPr>
              <w:t>0,481</w:t>
            </w:r>
            <w:r w:rsidR="001C0A6B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C0A6B">
              <w:rPr>
                <w:sz w:val="20"/>
                <w:szCs w:val="20"/>
              </w:rPr>
              <w:t>v</w:t>
            </w:r>
          </w:p>
        </w:tc>
      </w:tr>
      <w:tr w:rsidR="009B7B2D" w:rsidRPr="001B6138" w14:paraId="14A5D443" w14:textId="77777777" w:rsidTr="001B6138">
        <w:tc>
          <w:tcPr>
            <w:tcW w:w="0" w:type="auto"/>
          </w:tcPr>
          <w:p w14:paraId="541E7576" w14:textId="778200D4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0" w:type="auto"/>
          </w:tcPr>
          <w:p w14:paraId="2F8D2090" w14:textId="6C692FFB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237</w:t>
            </w:r>
          </w:p>
        </w:tc>
        <w:tc>
          <w:tcPr>
            <w:tcW w:w="0" w:type="auto"/>
          </w:tcPr>
          <w:p w14:paraId="542705FC" w14:textId="48CECB18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781D6DEF" w14:textId="62CE4D5C" w:rsidR="009B7B2D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2,14E6a</w:t>
            </w:r>
          </w:p>
        </w:tc>
        <w:tc>
          <w:tcPr>
            <w:tcW w:w="0" w:type="auto"/>
          </w:tcPr>
          <w:p w14:paraId="1C0F5E6A" w14:textId="110A47F3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C0A6B" w:rsidRPr="001C0A6B">
              <w:rPr>
                <w:sz w:val="20"/>
                <w:szCs w:val="20"/>
              </w:rPr>
              <w:t>4,790</w:t>
            </w:r>
            <w:r w:rsidR="001C0A6B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C0A6B" w:rsidRPr="001C0A6B">
              <w:rPr>
                <w:sz w:val="20"/>
                <w:szCs w:val="20"/>
              </w:rPr>
              <w:t>0,029</w:t>
            </w:r>
          </w:p>
        </w:tc>
      </w:tr>
      <w:tr w:rsidR="009B7B2D" w:rsidRPr="001B6138" w14:paraId="18EE55E7" w14:textId="77777777" w:rsidTr="001B6138">
        <w:tc>
          <w:tcPr>
            <w:tcW w:w="0" w:type="auto"/>
          </w:tcPr>
          <w:p w14:paraId="38CCDA51" w14:textId="5166CFA2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25E0364F" w14:textId="06E44766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238</w:t>
            </w:r>
          </w:p>
        </w:tc>
        <w:tc>
          <w:tcPr>
            <w:tcW w:w="0" w:type="auto"/>
          </w:tcPr>
          <w:p w14:paraId="25904938" w14:textId="455ACC99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2B55BEFD" w14:textId="1F7AA63B" w:rsidR="009B7B2D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2,117d</w:t>
            </w:r>
          </w:p>
        </w:tc>
        <w:tc>
          <w:tcPr>
            <w:tcW w:w="0" w:type="auto"/>
          </w:tcPr>
          <w:p w14:paraId="138CBAFE" w14:textId="6355EE9A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1C0A6B" w:rsidRPr="001C0A6B">
              <w:rPr>
                <w:sz w:val="20"/>
                <w:szCs w:val="20"/>
              </w:rPr>
              <w:t>1,2</w:t>
            </w:r>
            <w:r w:rsidR="001C0A6B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>~</w:t>
            </w:r>
            <w:r w:rsidR="00ED2035">
              <w:rPr>
                <w:sz w:val="20"/>
                <w:szCs w:val="20"/>
              </w:rPr>
              <w:t>c</w:t>
            </w:r>
            <w:r w:rsidRPr="00544242">
              <w:rPr>
                <w:sz w:val="20"/>
                <w:szCs w:val="20"/>
              </w:rPr>
              <w:t xml:space="preserve">: </w:t>
            </w:r>
            <w:r w:rsidR="001C0A6B" w:rsidRPr="001C0A6B">
              <w:rPr>
                <w:sz w:val="20"/>
                <w:szCs w:val="20"/>
              </w:rPr>
              <w:t>0,984</w:t>
            </w:r>
          </w:p>
        </w:tc>
      </w:tr>
      <w:tr w:rsidR="009B7B2D" w:rsidRPr="001B6138" w14:paraId="203BBC17" w14:textId="77777777" w:rsidTr="001B6138">
        <w:tc>
          <w:tcPr>
            <w:tcW w:w="0" w:type="auto"/>
          </w:tcPr>
          <w:p w14:paraId="0A62382B" w14:textId="70385530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5117467" w14:textId="09670753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239</w:t>
            </w:r>
          </w:p>
        </w:tc>
        <w:tc>
          <w:tcPr>
            <w:tcW w:w="0" w:type="auto"/>
          </w:tcPr>
          <w:p w14:paraId="39AB88C2" w14:textId="6F23FCCD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04AA3F57" w14:textId="3F47D6D0" w:rsidR="009B7B2D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2,355d</w:t>
            </w:r>
          </w:p>
        </w:tc>
        <w:tc>
          <w:tcPr>
            <w:tcW w:w="0" w:type="auto"/>
          </w:tcPr>
          <w:p w14:paraId="124C9D50" w14:textId="61421FA9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1C0A6B" w:rsidRPr="001C0A6B">
              <w:rPr>
                <w:sz w:val="20"/>
                <w:szCs w:val="20"/>
              </w:rPr>
              <w:t>0,4</w:t>
            </w:r>
            <w:r w:rsidR="001C0A6B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>~</w:t>
            </w:r>
            <w:r w:rsidR="00794B1D">
              <w:rPr>
                <w:sz w:val="20"/>
                <w:szCs w:val="20"/>
              </w:rPr>
              <w:t>c</w:t>
            </w:r>
            <w:r w:rsidRPr="00544242">
              <w:rPr>
                <w:sz w:val="20"/>
                <w:szCs w:val="20"/>
              </w:rPr>
              <w:t xml:space="preserve">: </w:t>
            </w:r>
            <w:r w:rsidR="001C0A6B" w:rsidRPr="001C0A6B">
              <w:rPr>
                <w:sz w:val="20"/>
                <w:szCs w:val="20"/>
              </w:rPr>
              <w:t>0,106</w:t>
            </w:r>
          </w:p>
        </w:tc>
      </w:tr>
      <w:tr w:rsidR="009B7B2D" w:rsidRPr="001B6138" w14:paraId="114E4446" w14:textId="77777777" w:rsidTr="001B6138">
        <w:tc>
          <w:tcPr>
            <w:tcW w:w="0" w:type="auto"/>
          </w:tcPr>
          <w:p w14:paraId="2EAB7069" w14:textId="3C28FC63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02042C83" w14:textId="6D00E485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240</w:t>
            </w:r>
          </w:p>
        </w:tc>
        <w:tc>
          <w:tcPr>
            <w:tcW w:w="0" w:type="auto"/>
          </w:tcPr>
          <w:p w14:paraId="752C5230" w14:textId="080C0D01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4059E8E9" w14:textId="4208B7F0" w:rsidR="009B7B2D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65min</w:t>
            </w:r>
          </w:p>
        </w:tc>
        <w:tc>
          <w:tcPr>
            <w:tcW w:w="0" w:type="auto"/>
          </w:tcPr>
          <w:p w14:paraId="54490B95" w14:textId="4B05B33B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1C0A6B" w:rsidRPr="001C0A6B">
              <w:rPr>
                <w:sz w:val="20"/>
                <w:szCs w:val="20"/>
              </w:rPr>
              <w:t>0,9</w:t>
            </w:r>
            <w:r w:rsidR="001C0A6B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>~</w:t>
            </w:r>
            <w:r w:rsidR="00794B1D">
              <w:rPr>
                <w:sz w:val="20"/>
                <w:szCs w:val="20"/>
              </w:rPr>
              <w:t>c</w:t>
            </w:r>
            <w:r w:rsidRPr="00544242">
              <w:rPr>
                <w:sz w:val="20"/>
                <w:szCs w:val="20"/>
              </w:rPr>
              <w:t xml:space="preserve">: </w:t>
            </w:r>
            <w:r w:rsidR="001C0A6B" w:rsidRPr="001C0A6B">
              <w:rPr>
                <w:sz w:val="20"/>
                <w:szCs w:val="20"/>
              </w:rPr>
              <w:t>0,566</w:t>
            </w:r>
          </w:p>
        </w:tc>
      </w:tr>
      <w:tr w:rsidR="009B7B2D" w:rsidRPr="001B6138" w14:paraId="228038CF" w14:textId="77777777" w:rsidTr="001B6138">
        <w:tc>
          <w:tcPr>
            <w:tcW w:w="0" w:type="auto"/>
          </w:tcPr>
          <w:p w14:paraId="029DEF8D" w14:textId="0B6735D0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7FFB9796" w14:textId="5A594A48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 241</w:t>
            </w:r>
          </w:p>
        </w:tc>
        <w:tc>
          <w:tcPr>
            <w:tcW w:w="0" w:type="auto"/>
          </w:tcPr>
          <w:p w14:paraId="71F34B81" w14:textId="7B82BED8" w:rsidR="009B7B2D" w:rsidRDefault="00C715B3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1DA487EE" w14:textId="63854BE0" w:rsidR="009B7B2D" w:rsidRPr="00CE2302" w:rsidRDefault="00344EFD" w:rsidP="000E7A6E">
            <w:pPr>
              <w:rPr>
                <w:sz w:val="20"/>
                <w:szCs w:val="20"/>
              </w:rPr>
            </w:pPr>
            <w:r w:rsidRPr="00344EFD">
              <w:rPr>
                <w:sz w:val="20"/>
                <w:szCs w:val="20"/>
              </w:rPr>
              <w:t>13,9min</w:t>
            </w:r>
          </w:p>
        </w:tc>
        <w:tc>
          <w:tcPr>
            <w:tcW w:w="0" w:type="auto"/>
          </w:tcPr>
          <w:p w14:paraId="4BFF76DF" w14:textId="6B891CF8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~b^-: </w:t>
            </w:r>
            <w:r w:rsidR="001C0A6B" w:rsidRPr="001C0A6B">
              <w:rPr>
                <w:sz w:val="20"/>
                <w:szCs w:val="20"/>
              </w:rPr>
              <w:t>1,3</w:t>
            </w:r>
            <w:r w:rsidR="001C0A6B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C0A6B" w:rsidRPr="001C0A6B">
              <w:rPr>
                <w:sz w:val="20"/>
                <w:szCs w:val="20"/>
              </w:rPr>
              <w:t>0,175</w:t>
            </w:r>
          </w:p>
        </w:tc>
      </w:tr>
      <w:tr w:rsidR="009B7B2D" w:rsidRPr="001B6138" w14:paraId="46EFE6AE" w14:textId="77777777" w:rsidTr="001B6138">
        <w:tc>
          <w:tcPr>
            <w:tcW w:w="0" w:type="auto"/>
          </w:tcPr>
          <w:p w14:paraId="2C1010FA" w14:textId="4C051293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7F680E00" w14:textId="2645C2D5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232</w:t>
            </w:r>
          </w:p>
        </w:tc>
        <w:tc>
          <w:tcPr>
            <w:tcW w:w="0" w:type="auto"/>
          </w:tcPr>
          <w:p w14:paraId="55EE0544" w14:textId="55DE29A5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0" w:type="auto"/>
          </w:tcPr>
          <w:p w14:paraId="274CF7DE" w14:textId="4A89CD5A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34,1min</w:t>
            </w:r>
          </w:p>
        </w:tc>
        <w:tc>
          <w:tcPr>
            <w:tcW w:w="0" w:type="auto"/>
          </w:tcPr>
          <w:p w14:paraId="4ECDC448" w14:textId="3FA7F51C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01E47" w:rsidRPr="00101E47">
              <w:rPr>
                <w:sz w:val="20"/>
                <w:szCs w:val="20"/>
              </w:rPr>
              <w:t>6,60</w:t>
            </w:r>
            <w:r w:rsidR="00101E47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01E47">
              <w:rPr>
                <w:sz w:val="20"/>
                <w:szCs w:val="20"/>
              </w:rPr>
              <w:t>v</w:t>
            </w:r>
          </w:p>
        </w:tc>
      </w:tr>
      <w:tr w:rsidR="009B7B2D" w:rsidRPr="001B6138" w14:paraId="2368BEA0" w14:textId="77777777" w:rsidTr="001B6138">
        <w:tc>
          <w:tcPr>
            <w:tcW w:w="0" w:type="auto"/>
          </w:tcPr>
          <w:p w14:paraId="7C7189F5" w14:textId="0DAC0695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2AC679A9" w14:textId="1595DBA7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233</w:t>
            </w:r>
          </w:p>
        </w:tc>
        <w:tc>
          <w:tcPr>
            <w:tcW w:w="0" w:type="auto"/>
          </w:tcPr>
          <w:p w14:paraId="1B361366" w14:textId="3C611A30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04930314" w14:textId="2397CF50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20,9min</w:t>
            </w:r>
          </w:p>
        </w:tc>
        <w:tc>
          <w:tcPr>
            <w:tcW w:w="0" w:type="auto"/>
          </w:tcPr>
          <w:p w14:paraId="16E9D3A2" w14:textId="2571A90B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01E47" w:rsidRPr="00101E47">
              <w:rPr>
                <w:sz w:val="20"/>
                <w:szCs w:val="20"/>
              </w:rPr>
              <w:t>6,31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01E47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01E47" w:rsidRPr="00101E47">
              <w:rPr>
                <w:sz w:val="20"/>
                <w:szCs w:val="20"/>
              </w:rPr>
              <w:t>0,235</w:t>
            </w:r>
          </w:p>
        </w:tc>
      </w:tr>
      <w:tr w:rsidR="009B7B2D" w:rsidRPr="001B6138" w14:paraId="617485EA" w14:textId="77777777" w:rsidTr="001B6138">
        <w:tc>
          <w:tcPr>
            <w:tcW w:w="0" w:type="auto"/>
          </w:tcPr>
          <w:p w14:paraId="0465D2A0" w14:textId="1B854D96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14DF713" w14:textId="53FF61F4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234</w:t>
            </w:r>
          </w:p>
        </w:tc>
        <w:tc>
          <w:tcPr>
            <w:tcW w:w="0" w:type="auto"/>
          </w:tcPr>
          <w:p w14:paraId="370C8186" w14:textId="2033890F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14:paraId="75D1C18D" w14:textId="11F8ECD5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8,8h</w:t>
            </w:r>
          </w:p>
        </w:tc>
        <w:tc>
          <w:tcPr>
            <w:tcW w:w="0" w:type="auto"/>
          </w:tcPr>
          <w:p w14:paraId="0AFB3031" w14:textId="43EF6339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01E47" w:rsidRPr="00101E47">
              <w:rPr>
                <w:sz w:val="20"/>
                <w:szCs w:val="20"/>
              </w:rPr>
              <w:t>6,202</w:t>
            </w:r>
            <w:r w:rsidR="00101E47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01E47">
              <w:rPr>
                <w:sz w:val="20"/>
                <w:szCs w:val="20"/>
              </w:rPr>
              <w:t>v</w:t>
            </w:r>
          </w:p>
        </w:tc>
      </w:tr>
      <w:tr w:rsidR="009B7B2D" w:rsidRPr="001B6138" w14:paraId="39C263A7" w14:textId="77777777" w:rsidTr="001B6138">
        <w:tc>
          <w:tcPr>
            <w:tcW w:w="0" w:type="auto"/>
          </w:tcPr>
          <w:p w14:paraId="4E42521A" w14:textId="63FE2398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61547F18" w14:textId="4E20D47A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235</w:t>
            </w:r>
          </w:p>
        </w:tc>
        <w:tc>
          <w:tcPr>
            <w:tcW w:w="0" w:type="auto"/>
          </w:tcPr>
          <w:p w14:paraId="019C98C9" w14:textId="665A4F9B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6F9DFB0F" w14:textId="15A266C5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25,3min</w:t>
            </w:r>
          </w:p>
        </w:tc>
        <w:tc>
          <w:tcPr>
            <w:tcW w:w="0" w:type="auto"/>
          </w:tcPr>
          <w:p w14:paraId="1AB55674" w14:textId="0944BF48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101E47" w:rsidRPr="00101E47">
              <w:rPr>
                <w:sz w:val="20"/>
                <w:szCs w:val="20"/>
              </w:rPr>
              <w:t>5,85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101E47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101E47" w:rsidRPr="00101E47">
              <w:rPr>
                <w:sz w:val="20"/>
                <w:szCs w:val="20"/>
              </w:rPr>
              <w:t>0,049</w:t>
            </w:r>
          </w:p>
        </w:tc>
      </w:tr>
      <w:tr w:rsidR="009B7B2D" w:rsidRPr="001B6138" w14:paraId="737883EE" w14:textId="77777777" w:rsidTr="001B6138">
        <w:tc>
          <w:tcPr>
            <w:tcW w:w="0" w:type="auto"/>
          </w:tcPr>
          <w:p w14:paraId="7175CA64" w14:textId="27A86F96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4EE25E88" w14:textId="0448502F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236</w:t>
            </w:r>
          </w:p>
        </w:tc>
        <w:tc>
          <w:tcPr>
            <w:tcW w:w="0" w:type="auto"/>
          </w:tcPr>
          <w:p w14:paraId="5D515927" w14:textId="1084FD68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14D60D87" w14:textId="124D60AC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2,858a</w:t>
            </w:r>
          </w:p>
        </w:tc>
        <w:tc>
          <w:tcPr>
            <w:tcW w:w="0" w:type="auto"/>
          </w:tcPr>
          <w:p w14:paraId="72D1BE25" w14:textId="00054388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02C2E" w:rsidRPr="00602C2E">
              <w:rPr>
                <w:sz w:val="20"/>
                <w:szCs w:val="20"/>
              </w:rPr>
              <w:t>5,768</w:t>
            </w:r>
            <w:r w:rsidR="00602C2E">
              <w:rPr>
                <w:sz w:val="20"/>
                <w:szCs w:val="20"/>
              </w:rPr>
              <w:t xml:space="preserve"> v</w:t>
            </w:r>
          </w:p>
        </w:tc>
      </w:tr>
      <w:tr w:rsidR="009B7B2D" w:rsidRPr="001B6138" w14:paraId="52B97431" w14:textId="77777777" w:rsidTr="001B6138">
        <w:tc>
          <w:tcPr>
            <w:tcW w:w="0" w:type="auto"/>
          </w:tcPr>
          <w:p w14:paraId="1DC01CAB" w14:textId="03CDA084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6E188849" w14:textId="53529614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237</w:t>
            </w:r>
          </w:p>
        </w:tc>
        <w:tc>
          <w:tcPr>
            <w:tcW w:w="0" w:type="auto"/>
          </w:tcPr>
          <w:p w14:paraId="3E315341" w14:textId="641CD400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0553AC79" w14:textId="3D825670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45,2d</w:t>
            </w:r>
          </w:p>
        </w:tc>
        <w:tc>
          <w:tcPr>
            <w:tcW w:w="0" w:type="auto"/>
          </w:tcPr>
          <w:p w14:paraId="760C58D9" w14:textId="02525EAA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02C2E" w:rsidRPr="00602C2E">
              <w:rPr>
                <w:sz w:val="20"/>
                <w:szCs w:val="20"/>
              </w:rPr>
              <w:t>5,334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602C2E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602C2E" w:rsidRPr="00602C2E">
              <w:rPr>
                <w:sz w:val="20"/>
                <w:szCs w:val="20"/>
              </w:rPr>
              <w:t>0,060</w:t>
            </w:r>
          </w:p>
        </w:tc>
      </w:tr>
      <w:tr w:rsidR="009B7B2D" w:rsidRPr="001B6138" w14:paraId="240A3ECF" w14:textId="77777777" w:rsidTr="001B6138">
        <w:tc>
          <w:tcPr>
            <w:tcW w:w="0" w:type="auto"/>
          </w:tcPr>
          <w:p w14:paraId="2FAB6347" w14:textId="0293A553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D0C6EB6" w14:textId="6EB05C88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238</w:t>
            </w:r>
          </w:p>
        </w:tc>
        <w:tc>
          <w:tcPr>
            <w:tcW w:w="0" w:type="auto"/>
          </w:tcPr>
          <w:p w14:paraId="410026BE" w14:textId="4CD45D34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3DDB0CB5" w14:textId="4C3AEA1E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87,74a</w:t>
            </w:r>
          </w:p>
        </w:tc>
        <w:tc>
          <w:tcPr>
            <w:tcW w:w="0" w:type="auto"/>
          </w:tcPr>
          <w:p w14:paraId="178352C0" w14:textId="0825C477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02C2E" w:rsidRPr="00602C2E">
              <w:rPr>
                <w:sz w:val="20"/>
                <w:szCs w:val="20"/>
              </w:rPr>
              <w:t>5,499</w:t>
            </w:r>
            <w:r w:rsidR="00602C2E">
              <w:rPr>
                <w:sz w:val="20"/>
                <w:szCs w:val="20"/>
              </w:rPr>
              <w:t xml:space="preserve"> v</w:t>
            </w:r>
          </w:p>
        </w:tc>
      </w:tr>
      <w:tr w:rsidR="009B7B2D" w:rsidRPr="001B6138" w14:paraId="4ECC6FCC" w14:textId="77777777" w:rsidTr="001B6138">
        <w:tc>
          <w:tcPr>
            <w:tcW w:w="0" w:type="auto"/>
          </w:tcPr>
          <w:p w14:paraId="38184160" w14:textId="753A0B8F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1590BFDE" w14:textId="5B76C984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239</w:t>
            </w:r>
          </w:p>
        </w:tc>
        <w:tc>
          <w:tcPr>
            <w:tcW w:w="0" w:type="auto"/>
          </w:tcPr>
          <w:p w14:paraId="6D1D5FC4" w14:textId="21F0643D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1AEFE448" w14:textId="0B345C2A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2,41E4a</w:t>
            </w:r>
          </w:p>
        </w:tc>
        <w:tc>
          <w:tcPr>
            <w:tcW w:w="0" w:type="auto"/>
          </w:tcPr>
          <w:p w14:paraId="00155E39" w14:textId="2BEEC1BA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02C2E" w:rsidRPr="00602C2E">
              <w:rPr>
                <w:sz w:val="20"/>
                <w:szCs w:val="20"/>
              </w:rPr>
              <w:t>5,157</w:t>
            </w:r>
            <w:r w:rsidR="00602C2E">
              <w:rPr>
                <w:sz w:val="20"/>
                <w:szCs w:val="20"/>
              </w:rPr>
              <w:t xml:space="preserve"> v</w:t>
            </w:r>
          </w:p>
        </w:tc>
      </w:tr>
      <w:tr w:rsidR="009B7B2D" w:rsidRPr="001B6138" w14:paraId="2B8375EF" w14:textId="77777777" w:rsidTr="001B6138">
        <w:tc>
          <w:tcPr>
            <w:tcW w:w="0" w:type="auto"/>
          </w:tcPr>
          <w:p w14:paraId="13E9BCB4" w14:textId="4EDA65CF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08F91378" w14:textId="0561523A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240</w:t>
            </w:r>
          </w:p>
        </w:tc>
        <w:tc>
          <w:tcPr>
            <w:tcW w:w="0" w:type="auto"/>
          </w:tcPr>
          <w:p w14:paraId="566CA069" w14:textId="4265DCC5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2052B05E" w14:textId="72C073DF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6563a</w:t>
            </w:r>
          </w:p>
        </w:tc>
        <w:tc>
          <w:tcPr>
            <w:tcW w:w="0" w:type="auto"/>
          </w:tcPr>
          <w:p w14:paraId="1F44BFEC" w14:textId="018AD4C4" w:rsidR="009B7B2D" w:rsidRDefault="00344EFD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="00602C2E" w:rsidRPr="00602C2E">
              <w:rPr>
                <w:sz w:val="20"/>
                <w:szCs w:val="20"/>
              </w:rPr>
              <w:t>5,168</w:t>
            </w:r>
            <w:r w:rsidR="00602C2E">
              <w:rPr>
                <w:sz w:val="20"/>
                <w:szCs w:val="20"/>
              </w:rPr>
              <w:t xml:space="preserve"> v</w:t>
            </w:r>
          </w:p>
        </w:tc>
      </w:tr>
      <w:tr w:rsidR="009B7B2D" w:rsidRPr="001B6138" w14:paraId="310644D0" w14:textId="77777777" w:rsidTr="001B6138">
        <w:tc>
          <w:tcPr>
            <w:tcW w:w="0" w:type="auto"/>
          </w:tcPr>
          <w:p w14:paraId="6D502A50" w14:textId="2B80A685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37742CC2" w14:textId="05684C0A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241</w:t>
            </w:r>
          </w:p>
        </w:tc>
        <w:tc>
          <w:tcPr>
            <w:tcW w:w="0" w:type="auto"/>
          </w:tcPr>
          <w:p w14:paraId="7EE5E551" w14:textId="76B10736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549B4245" w14:textId="5C2A3031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14,35a</w:t>
            </w:r>
          </w:p>
        </w:tc>
        <w:tc>
          <w:tcPr>
            <w:tcW w:w="0" w:type="auto"/>
          </w:tcPr>
          <w:p w14:paraId="634A35FE" w14:textId="2CC9F9B1" w:rsidR="009B7B2D" w:rsidRDefault="00602C2E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Pr="00602C2E">
              <w:rPr>
                <w:sz w:val="20"/>
                <w:szCs w:val="20"/>
              </w:rPr>
              <w:t>4,896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~b^-: </w:t>
            </w:r>
            <w:r w:rsidRPr="00602C2E">
              <w:rPr>
                <w:sz w:val="20"/>
                <w:szCs w:val="20"/>
              </w:rPr>
              <w:t>0,02</w:t>
            </w:r>
            <w:r>
              <w:rPr>
                <w:sz w:val="20"/>
                <w:szCs w:val="20"/>
              </w:rPr>
              <w:t xml:space="preserve"> v</w:t>
            </w:r>
          </w:p>
        </w:tc>
      </w:tr>
      <w:tr w:rsidR="009B7B2D" w:rsidRPr="001B6138" w14:paraId="635902CC" w14:textId="77777777" w:rsidTr="001B6138">
        <w:tc>
          <w:tcPr>
            <w:tcW w:w="0" w:type="auto"/>
          </w:tcPr>
          <w:p w14:paraId="588ABCD9" w14:textId="0180FA83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5D7BB024" w14:textId="524C6E41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 242</w:t>
            </w:r>
          </w:p>
        </w:tc>
        <w:tc>
          <w:tcPr>
            <w:tcW w:w="0" w:type="auto"/>
          </w:tcPr>
          <w:p w14:paraId="6D2130B7" w14:textId="38438D27" w:rsidR="009B7B2D" w:rsidRDefault="000A1ADD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2D56BBF1" w14:textId="59879D25" w:rsidR="009B7B2D" w:rsidRPr="00CE2302" w:rsidRDefault="00101E47" w:rsidP="000E7A6E">
            <w:pPr>
              <w:rPr>
                <w:sz w:val="20"/>
                <w:szCs w:val="20"/>
              </w:rPr>
            </w:pPr>
            <w:r w:rsidRPr="00101E47">
              <w:rPr>
                <w:sz w:val="20"/>
                <w:szCs w:val="20"/>
              </w:rPr>
              <w:t>3,75E5a</w:t>
            </w:r>
          </w:p>
        </w:tc>
        <w:tc>
          <w:tcPr>
            <w:tcW w:w="0" w:type="auto"/>
          </w:tcPr>
          <w:p w14:paraId="7374CFE9" w14:textId="176C50BA" w:rsidR="009B7B2D" w:rsidRDefault="00602C2E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~a: </w:t>
            </w:r>
            <w:r w:rsidRPr="00602C2E">
              <w:rPr>
                <w:sz w:val="20"/>
                <w:szCs w:val="20"/>
              </w:rPr>
              <w:t>4,901</w:t>
            </w:r>
            <w:r>
              <w:rPr>
                <w:sz w:val="20"/>
                <w:szCs w:val="20"/>
              </w:rPr>
              <w:t xml:space="preserve"> v</w:t>
            </w:r>
          </w:p>
        </w:tc>
      </w:tr>
      <w:tr w:rsidR="009B7B2D" w:rsidRPr="001B6138" w14:paraId="360DD07E" w14:textId="77777777" w:rsidTr="001B6138">
        <w:tc>
          <w:tcPr>
            <w:tcW w:w="0" w:type="auto"/>
          </w:tcPr>
          <w:p w14:paraId="68CD2E57" w14:textId="43B9B2B1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22779E78" w14:textId="4DED3516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232</w:t>
            </w:r>
          </w:p>
        </w:tc>
        <w:tc>
          <w:tcPr>
            <w:tcW w:w="0" w:type="auto"/>
          </w:tcPr>
          <w:p w14:paraId="6207136B" w14:textId="61EDC3E7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14:paraId="4480E80E" w14:textId="3C275E21" w:rsidR="009B7B2D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1,31min</w:t>
            </w:r>
          </w:p>
        </w:tc>
        <w:tc>
          <w:tcPr>
            <w:tcW w:w="0" w:type="auto"/>
          </w:tcPr>
          <w:p w14:paraId="2053486A" w14:textId="0876E385" w:rsidR="009B7B2D" w:rsidRDefault="00602C2E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~b^+: </w:t>
            </w:r>
            <w:r w:rsidR="00140F60">
              <w:rPr>
                <w:sz w:val="20"/>
                <w:szCs w:val="20"/>
              </w:rPr>
              <w:t>v</w:t>
            </w:r>
          </w:p>
        </w:tc>
      </w:tr>
      <w:tr w:rsidR="009B7B2D" w:rsidRPr="001B6138" w14:paraId="50BF25E5" w14:textId="77777777" w:rsidTr="001B6138">
        <w:tc>
          <w:tcPr>
            <w:tcW w:w="0" w:type="auto"/>
          </w:tcPr>
          <w:p w14:paraId="4B043E46" w14:textId="2CD7D4D7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7CD5EEB9" w14:textId="52D82BB4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234</w:t>
            </w:r>
          </w:p>
        </w:tc>
        <w:tc>
          <w:tcPr>
            <w:tcW w:w="0" w:type="auto"/>
          </w:tcPr>
          <w:p w14:paraId="3634339B" w14:textId="0E632EA5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0" w:type="auto"/>
          </w:tcPr>
          <w:p w14:paraId="0BAC99A7" w14:textId="4D52FB7E" w:rsidR="009B7B2D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2,32min</w:t>
            </w:r>
          </w:p>
        </w:tc>
        <w:tc>
          <w:tcPr>
            <w:tcW w:w="0" w:type="auto"/>
          </w:tcPr>
          <w:p w14:paraId="778F550F" w14:textId="15F7B421" w:rsidR="009B7B2D" w:rsidRDefault="00602C2E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 xml:space="preserve">~b^+: </w:t>
            </w:r>
            <w:r w:rsidR="00140F60">
              <w:rPr>
                <w:sz w:val="20"/>
                <w:szCs w:val="20"/>
              </w:rPr>
              <w:t>v</w:t>
            </w:r>
          </w:p>
        </w:tc>
      </w:tr>
      <w:tr w:rsidR="009B7B2D" w:rsidRPr="001B6138" w14:paraId="53DAB646" w14:textId="77777777" w:rsidTr="001B6138">
        <w:tc>
          <w:tcPr>
            <w:tcW w:w="0" w:type="auto"/>
          </w:tcPr>
          <w:p w14:paraId="501DAF5C" w14:textId="6F0D089B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1DDD4F37" w14:textId="12509A21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236</w:t>
            </w:r>
          </w:p>
        </w:tc>
        <w:tc>
          <w:tcPr>
            <w:tcW w:w="0" w:type="auto"/>
          </w:tcPr>
          <w:p w14:paraId="4E34AEF2" w14:textId="49289E5B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14:paraId="56285C12" w14:textId="0386F302" w:rsidR="009B7B2D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3,6min</w:t>
            </w:r>
          </w:p>
        </w:tc>
        <w:tc>
          <w:tcPr>
            <w:tcW w:w="0" w:type="auto"/>
          </w:tcPr>
          <w:p w14:paraId="6560F66E" w14:textId="629D0654" w:rsidR="009B7B2D" w:rsidRDefault="00602C2E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 w:rsidRPr="00D14130">
              <w:rPr>
                <w:sz w:val="20"/>
                <w:szCs w:val="20"/>
              </w:rPr>
              <w:t>6,15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14130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14130" w:rsidRPr="00D14130">
              <w:rPr>
                <w:sz w:val="20"/>
                <w:szCs w:val="20"/>
              </w:rPr>
              <w:t>0,719</w:t>
            </w:r>
          </w:p>
        </w:tc>
      </w:tr>
      <w:tr w:rsidR="009B7B2D" w:rsidRPr="001B6138" w14:paraId="332C2883" w14:textId="77777777" w:rsidTr="001B6138">
        <w:tc>
          <w:tcPr>
            <w:tcW w:w="0" w:type="auto"/>
          </w:tcPr>
          <w:p w14:paraId="088F6CE1" w14:textId="62100D9B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0150B83A" w14:textId="713874DF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237</w:t>
            </w:r>
          </w:p>
        </w:tc>
        <w:tc>
          <w:tcPr>
            <w:tcW w:w="0" w:type="auto"/>
          </w:tcPr>
          <w:p w14:paraId="10B83D4C" w14:textId="774EB5C3" w:rsidR="009B7B2D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14:paraId="0714573E" w14:textId="6B254C38" w:rsidR="009B7B2D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73min</w:t>
            </w:r>
          </w:p>
        </w:tc>
        <w:tc>
          <w:tcPr>
            <w:tcW w:w="0" w:type="auto"/>
          </w:tcPr>
          <w:p w14:paraId="3263A134" w14:textId="320FDC2C" w:rsidR="009B7B2D" w:rsidRDefault="008D3BB5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 w:rsidRPr="00D14130">
              <w:rPr>
                <w:sz w:val="20"/>
                <w:szCs w:val="20"/>
              </w:rPr>
              <w:t>6,04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14130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14130" w:rsidRPr="00D14130">
              <w:rPr>
                <w:sz w:val="20"/>
                <w:szCs w:val="20"/>
              </w:rPr>
              <w:t>0,280</w:t>
            </w:r>
          </w:p>
        </w:tc>
      </w:tr>
      <w:tr w:rsidR="008D3BB5" w:rsidRPr="001B6138" w14:paraId="102555CD" w14:textId="77777777" w:rsidTr="001B6138">
        <w:tc>
          <w:tcPr>
            <w:tcW w:w="0" w:type="auto"/>
          </w:tcPr>
          <w:p w14:paraId="75FDC354" w14:textId="1CE6D159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233B5F09" w14:textId="144057D0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238</w:t>
            </w:r>
          </w:p>
        </w:tc>
        <w:tc>
          <w:tcPr>
            <w:tcW w:w="0" w:type="auto"/>
          </w:tcPr>
          <w:p w14:paraId="37B996F0" w14:textId="642836D1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0" w:type="auto"/>
          </w:tcPr>
          <w:p w14:paraId="65E057A4" w14:textId="10E9FEE7" w:rsidR="008D3BB5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1,63h</w:t>
            </w:r>
          </w:p>
        </w:tc>
        <w:tc>
          <w:tcPr>
            <w:tcW w:w="0" w:type="auto"/>
          </w:tcPr>
          <w:p w14:paraId="6A8F2257" w14:textId="788EC69A" w:rsidR="008D3BB5" w:rsidRDefault="008D3BB5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 w:rsidRPr="00D14130">
              <w:rPr>
                <w:sz w:val="20"/>
                <w:szCs w:val="20"/>
              </w:rPr>
              <w:t>5,94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14130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14130" w:rsidRPr="00D14130">
              <w:rPr>
                <w:sz w:val="20"/>
                <w:szCs w:val="20"/>
              </w:rPr>
              <w:t>0,963</w:t>
            </w:r>
          </w:p>
        </w:tc>
      </w:tr>
      <w:tr w:rsidR="008D3BB5" w:rsidRPr="001B6138" w14:paraId="4F2286F0" w14:textId="77777777" w:rsidTr="001B6138">
        <w:tc>
          <w:tcPr>
            <w:tcW w:w="0" w:type="auto"/>
          </w:tcPr>
          <w:p w14:paraId="06F49A95" w14:textId="5DF9F53C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70DAEDC3" w14:textId="07244C4D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239</w:t>
            </w:r>
          </w:p>
        </w:tc>
        <w:tc>
          <w:tcPr>
            <w:tcW w:w="0" w:type="auto"/>
          </w:tcPr>
          <w:p w14:paraId="19E0556B" w14:textId="1D9850EF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0" w:type="auto"/>
          </w:tcPr>
          <w:p w14:paraId="4E399BD9" w14:textId="7BE48F73" w:rsidR="008D3BB5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11,9h</w:t>
            </w:r>
          </w:p>
        </w:tc>
        <w:tc>
          <w:tcPr>
            <w:tcW w:w="0" w:type="auto"/>
          </w:tcPr>
          <w:p w14:paraId="131CB398" w14:textId="4B0400F6" w:rsidR="008D3BB5" w:rsidRDefault="008D3BB5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 w:rsidRPr="00D14130">
              <w:rPr>
                <w:sz w:val="20"/>
                <w:szCs w:val="20"/>
              </w:rPr>
              <w:t>5,774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14130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14130" w:rsidRPr="00D14130">
              <w:rPr>
                <w:sz w:val="20"/>
                <w:szCs w:val="20"/>
              </w:rPr>
              <w:t>0,278</w:t>
            </w:r>
          </w:p>
        </w:tc>
      </w:tr>
      <w:tr w:rsidR="008D3BB5" w:rsidRPr="001B6138" w14:paraId="63DFAA43" w14:textId="77777777" w:rsidTr="001B6138">
        <w:tc>
          <w:tcPr>
            <w:tcW w:w="0" w:type="auto"/>
          </w:tcPr>
          <w:p w14:paraId="540AED62" w14:textId="5941D796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4241B2C6" w14:textId="5B653BF0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240</w:t>
            </w:r>
          </w:p>
        </w:tc>
        <w:tc>
          <w:tcPr>
            <w:tcW w:w="0" w:type="auto"/>
          </w:tcPr>
          <w:p w14:paraId="6D743E87" w14:textId="3B0F6326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14:paraId="1F8FB0C3" w14:textId="0A601D13" w:rsidR="008D3BB5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50,8h</w:t>
            </w:r>
          </w:p>
        </w:tc>
        <w:tc>
          <w:tcPr>
            <w:tcW w:w="0" w:type="auto"/>
          </w:tcPr>
          <w:p w14:paraId="667CFC15" w14:textId="563D8A5E" w:rsidR="008D3BB5" w:rsidRDefault="008D3BB5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 w:rsidRPr="00D14130">
              <w:rPr>
                <w:sz w:val="20"/>
                <w:szCs w:val="20"/>
              </w:rPr>
              <w:t>5,378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14130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14130" w:rsidRPr="00D14130">
              <w:rPr>
                <w:sz w:val="20"/>
                <w:szCs w:val="20"/>
              </w:rPr>
              <w:t>0,988</w:t>
            </w:r>
          </w:p>
        </w:tc>
      </w:tr>
      <w:tr w:rsidR="008D3BB5" w:rsidRPr="001B6138" w14:paraId="4B2464BE" w14:textId="77777777" w:rsidTr="001B6138">
        <w:tc>
          <w:tcPr>
            <w:tcW w:w="0" w:type="auto"/>
          </w:tcPr>
          <w:p w14:paraId="3DA1A672" w14:textId="4DF878B2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7D7B45A4" w14:textId="1BB85827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241</w:t>
            </w:r>
          </w:p>
        </w:tc>
        <w:tc>
          <w:tcPr>
            <w:tcW w:w="0" w:type="auto"/>
          </w:tcPr>
          <w:p w14:paraId="7D2BA9CC" w14:textId="30377BE2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14:paraId="0F1DF5D1" w14:textId="244823C4" w:rsidR="008D3BB5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432,2a</w:t>
            </w:r>
          </w:p>
        </w:tc>
        <w:tc>
          <w:tcPr>
            <w:tcW w:w="0" w:type="auto"/>
          </w:tcPr>
          <w:p w14:paraId="0B6C0C66" w14:textId="7AFC8F1C" w:rsidR="008D3BB5" w:rsidRDefault="008D3BB5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 w:rsidRPr="00D14130">
              <w:rPr>
                <w:sz w:val="20"/>
                <w:szCs w:val="20"/>
              </w:rPr>
              <w:t>5,486</w:t>
            </w:r>
            <w:r w:rsidR="00D14130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14130" w:rsidRPr="00D14130">
              <w:rPr>
                <w:sz w:val="20"/>
                <w:szCs w:val="20"/>
              </w:rPr>
              <w:t>0,060</w:t>
            </w:r>
          </w:p>
        </w:tc>
      </w:tr>
      <w:tr w:rsidR="008D3BB5" w:rsidRPr="001B6138" w14:paraId="2868BDB9" w14:textId="77777777" w:rsidTr="001B6138">
        <w:tc>
          <w:tcPr>
            <w:tcW w:w="0" w:type="auto"/>
          </w:tcPr>
          <w:p w14:paraId="472C86B4" w14:textId="503B3162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12388308" w14:textId="07DF2B4A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242</w:t>
            </w:r>
          </w:p>
        </w:tc>
        <w:tc>
          <w:tcPr>
            <w:tcW w:w="0" w:type="auto"/>
          </w:tcPr>
          <w:p w14:paraId="1D078301" w14:textId="12BB1C4E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44398093" w14:textId="6CD9A8B7" w:rsidR="008D3BB5" w:rsidRPr="00CE2302" w:rsidRDefault="004F750B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2876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6D065E9E" w14:textId="7FAADAC5" w:rsidR="008D3BB5" w:rsidRDefault="008D3BB5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>
              <w:rPr>
                <w:sz w:val="20"/>
                <w:szCs w:val="20"/>
              </w:rPr>
              <w:t>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~b^-: </w:t>
            </w:r>
            <w:r w:rsidR="00D14130" w:rsidRPr="00D14130">
              <w:rPr>
                <w:sz w:val="20"/>
                <w:szCs w:val="20"/>
              </w:rPr>
              <w:t>0,7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~b^+: </w:t>
            </w:r>
            <w:r w:rsidR="00D14130">
              <w:rPr>
                <w:sz w:val="20"/>
                <w:szCs w:val="20"/>
              </w:rPr>
              <w:t>v</w:t>
            </w:r>
          </w:p>
        </w:tc>
      </w:tr>
      <w:tr w:rsidR="008D3BB5" w:rsidRPr="001B6138" w14:paraId="111011F5" w14:textId="77777777" w:rsidTr="001B6138">
        <w:tc>
          <w:tcPr>
            <w:tcW w:w="0" w:type="auto"/>
          </w:tcPr>
          <w:p w14:paraId="55B9E82A" w14:textId="09E26BF3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580C7184" w14:textId="5A81495C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 243</w:t>
            </w:r>
          </w:p>
        </w:tc>
        <w:tc>
          <w:tcPr>
            <w:tcW w:w="0" w:type="auto"/>
          </w:tcPr>
          <w:p w14:paraId="706BC21F" w14:textId="1B808023" w:rsidR="008D3BB5" w:rsidRDefault="008D3BB5" w:rsidP="000E7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14:paraId="7103120D" w14:textId="17645E0B" w:rsidR="008D3BB5" w:rsidRPr="00CE2302" w:rsidRDefault="00140F60" w:rsidP="000E7A6E">
            <w:pPr>
              <w:rPr>
                <w:sz w:val="20"/>
                <w:szCs w:val="20"/>
              </w:rPr>
            </w:pPr>
            <w:r w:rsidRPr="00140F60">
              <w:rPr>
                <w:sz w:val="20"/>
                <w:szCs w:val="20"/>
              </w:rPr>
              <w:t>7370a</w:t>
            </w:r>
          </w:p>
        </w:tc>
        <w:tc>
          <w:tcPr>
            <w:tcW w:w="0" w:type="auto"/>
          </w:tcPr>
          <w:p w14:paraId="1DD8610E" w14:textId="58AE6250" w:rsidR="008D3BB5" w:rsidRDefault="008D3BB5" w:rsidP="000E7A6E">
            <w:pPr>
              <w:rPr>
                <w:sz w:val="20"/>
                <w:szCs w:val="20"/>
              </w:rPr>
            </w:pPr>
            <w:r w:rsidRPr="00544242">
              <w:rPr>
                <w:sz w:val="20"/>
                <w:szCs w:val="20"/>
              </w:rPr>
              <w:t>~a:</w:t>
            </w:r>
            <w:r>
              <w:rPr>
                <w:sz w:val="20"/>
                <w:szCs w:val="20"/>
              </w:rPr>
              <w:t xml:space="preserve"> </w:t>
            </w:r>
            <w:r w:rsidR="00D14130" w:rsidRPr="00D14130">
              <w:rPr>
                <w:sz w:val="20"/>
                <w:szCs w:val="20"/>
              </w:rPr>
              <w:t>5,275</w:t>
            </w:r>
            <w:r w:rsidR="00D14130">
              <w:rPr>
                <w:sz w:val="20"/>
                <w:szCs w:val="20"/>
              </w:rPr>
              <w:t xml:space="preserve"> v</w:t>
            </w:r>
            <w:r w:rsidR="002C3A2D">
              <w:rPr>
                <w:sz w:val="20"/>
                <w:szCs w:val="20"/>
              </w:rPr>
              <w:t xml:space="preserve">; </w:t>
            </w:r>
            <w:r w:rsidRPr="00544242">
              <w:rPr>
                <w:sz w:val="20"/>
                <w:szCs w:val="20"/>
              </w:rPr>
              <w:t xml:space="preserve">~c: </w:t>
            </w:r>
            <w:r w:rsidR="00D14130" w:rsidRPr="00D14130">
              <w:rPr>
                <w:sz w:val="20"/>
                <w:szCs w:val="20"/>
              </w:rPr>
              <w:t>0,075</w:t>
            </w:r>
          </w:p>
        </w:tc>
      </w:tr>
    </w:tbl>
    <w:p w14:paraId="148790A2" w14:textId="20F0C0C8" w:rsidR="00CE2302" w:rsidRDefault="00F977E7" w:rsidP="00F977E7">
      <w:r>
        <w:t>&lt;/Tabelle&gt;</w:t>
      </w:r>
    </w:p>
    <w:p w14:paraId="30586E25" w14:textId="77777777" w:rsidR="006051E7" w:rsidRDefault="006051E7" w:rsidP="00230E36">
      <w:pPr>
        <w:rPr>
          <w:sz w:val="20"/>
          <w:szCs w:val="20"/>
        </w:rPr>
      </w:pPr>
    </w:p>
    <w:p w14:paraId="2DB54589" w14:textId="1AFD574E" w:rsidR="00C737BC" w:rsidRDefault="00C737BC" w:rsidP="00C20ABE">
      <w:pPr>
        <w:pStyle w:val="berschrift3"/>
      </w:pPr>
      <w:r>
        <w:t>Periodensystem der Elemente</w:t>
      </w:r>
    </w:p>
    <w:p w14:paraId="24DFE420" w14:textId="77777777" w:rsidR="00CA596E" w:rsidRDefault="00CA596E" w:rsidP="00CA596E">
      <w:r>
        <w:t>Legende:</w:t>
      </w:r>
    </w:p>
    <w:p w14:paraId="3C3F5D24" w14:textId="4C8A4872" w:rsidR="00CA596E" w:rsidRDefault="00CA596E" w:rsidP="00CA596E">
      <w:pPr>
        <w:pStyle w:val="Liste"/>
      </w:pPr>
      <w:r>
        <w:t>Z: Ordnungszahl</w:t>
      </w:r>
    </w:p>
    <w:p w14:paraId="65E50CC9" w14:textId="77777777" w:rsidR="00CA596E" w:rsidRDefault="00CA596E" w:rsidP="00CA596E">
      <w:pPr>
        <w:pStyle w:val="Liste"/>
      </w:pPr>
      <w:r>
        <w:t>ES: Elementsymbol</w:t>
      </w:r>
    </w:p>
    <w:p w14:paraId="1F286BA4" w14:textId="19F3F7FE" w:rsidR="00CA596E" w:rsidRDefault="00CA596E" w:rsidP="00CA596E">
      <w:pPr>
        <w:pStyle w:val="Liste"/>
      </w:pPr>
      <w:r>
        <w:t xml:space="preserve">m in u: Mittlere relative Atommasse in u (* Atommasse für stabilstes </w:t>
      </w:r>
      <w:r w:rsidR="00142F42">
        <w:t>I</w:t>
      </w:r>
      <w:r>
        <w:t>sotop bei radioaktiven Elementen)</w:t>
      </w:r>
    </w:p>
    <w:p w14:paraId="6CB62647" w14:textId="77777777" w:rsidR="00CA596E" w:rsidRDefault="00CA596E" w:rsidP="00CA596E">
      <w:pPr>
        <w:pStyle w:val="Liste"/>
      </w:pPr>
      <w:r>
        <w:t>eN: Elektronegativität (nach Pauling)</w:t>
      </w:r>
    </w:p>
    <w:p w14:paraId="22E7585F" w14:textId="77777777" w:rsidR="00CA596E" w:rsidRDefault="00CA596E" w:rsidP="00CA596E"/>
    <w:p w14:paraId="2036019D" w14:textId="77777777" w:rsidR="00CA596E" w:rsidRDefault="00CA596E" w:rsidP="00CA596E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937"/>
        <w:gridCol w:w="2497"/>
        <w:gridCol w:w="457"/>
        <w:gridCol w:w="1177"/>
        <w:gridCol w:w="577"/>
        <w:gridCol w:w="937"/>
        <w:gridCol w:w="1057"/>
      </w:tblGrid>
      <w:tr w:rsidR="00CA596E" w:rsidRPr="0031298E" w14:paraId="01BF2166" w14:textId="77777777" w:rsidTr="00A90498">
        <w:tc>
          <w:tcPr>
            <w:tcW w:w="0" w:type="auto"/>
          </w:tcPr>
          <w:p w14:paraId="52E8BA5A" w14:textId="700A29AF" w:rsidR="00CA596E" w:rsidRPr="0031298E" w:rsidRDefault="00CA596E" w:rsidP="00A90498">
            <w:pPr>
              <w:rPr>
                <w:sz w:val="20"/>
                <w:szCs w:val="20"/>
              </w:rPr>
            </w:pPr>
            <w:r w:rsidRPr="0031298E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</w:tcPr>
          <w:p w14:paraId="4541F220" w14:textId="77777777" w:rsidR="00CA596E" w:rsidRPr="0031298E" w:rsidRDefault="00CA596E" w:rsidP="00A90498">
            <w:pPr>
              <w:rPr>
                <w:sz w:val="20"/>
                <w:szCs w:val="20"/>
              </w:rPr>
            </w:pPr>
            <w:r w:rsidRPr="0031298E">
              <w:rPr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0DF290E4" w14:textId="77777777" w:rsidR="00CA596E" w:rsidRPr="0031298E" w:rsidRDefault="00CA596E" w:rsidP="00A90498">
            <w:pPr>
              <w:rPr>
                <w:sz w:val="20"/>
                <w:szCs w:val="20"/>
              </w:rPr>
            </w:pPr>
            <w:r w:rsidRPr="0031298E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14:paraId="2DAD3772" w14:textId="77777777" w:rsidR="00CA596E" w:rsidRPr="0031298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in u</w:t>
            </w:r>
          </w:p>
        </w:tc>
        <w:tc>
          <w:tcPr>
            <w:tcW w:w="0" w:type="auto"/>
          </w:tcPr>
          <w:p w14:paraId="6934E83A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eN</w:t>
            </w:r>
          </w:p>
        </w:tc>
        <w:tc>
          <w:tcPr>
            <w:tcW w:w="0" w:type="auto"/>
          </w:tcPr>
          <w:p w14:paraId="2DBDF4C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</w:t>
            </w:r>
          </w:p>
        </w:tc>
        <w:tc>
          <w:tcPr>
            <w:tcW w:w="0" w:type="auto"/>
          </w:tcPr>
          <w:p w14:paraId="6B644BD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Periode</w:t>
            </w:r>
          </w:p>
        </w:tc>
      </w:tr>
      <w:tr w:rsidR="00CA596E" w:rsidRPr="0031298E" w14:paraId="6C650761" w14:textId="77777777" w:rsidTr="00A90498">
        <w:tc>
          <w:tcPr>
            <w:tcW w:w="0" w:type="auto"/>
          </w:tcPr>
          <w:p w14:paraId="1C70FDE1" w14:textId="77777777" w:rsidR="00CA596E" w:rsidRPr="0031298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35C86095" w14:textId="77777777" w:rsidR="00CA596E" w:rsidRPr="0031298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Wasserstoff</w:t>
            </w:r>
          </w:p>
        </w:tc>
        <w:tc>
          <w:tcPr>
            <w:tcW w:w="0" w:type="auto"/>
          </w:tcPr>
          <w:p w14:paraId="632DF551" w14:textId="77777777" w:rsidR="00CA596E" w:rsidRPr="0031298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0" w:type="auto"/>
          </w:tcPr>
          <w:p w14:paraId="7528FF50" w14:textId="77777777" w:rsidR="00CA596E" w:rsidRPr="0031298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1,008</w:t>
            </w:r>
          </w:p>
        </w:tc>
        <w:tc>
          <w:tcPr>
            <w:tcW w:w="0" w:type="auto"/>
          </w:tcPr>
          <w:p w14:paraId="40D7869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27522EB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6D7B5C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A596E" w:rsidRPr="0031298E" w14:paraId="4EF72FA1" w14:textId="77777777" w:rsidTr="00A90498">
        <w:tc>
          <w:tcPr>
            <w:tcW w:w="0" w:type="auto"/>
          </w:tcPr>
          <w:p w14:paraId="7AD8F2A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FE19F0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Helium</w:t>
            </w:r>
          </w:p>
        </w:tc>
        <w:tc>
          <w:tcPr>
            <w:tcW w:w="0" w:type="auto"/>
          </w:tcPr>
          <w:p w14:paraId="3D9F79F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</w:t>
            </w:r>
          </w:p>
        </w:tc>
        <w:tc>
          <w:tcPr>
            <w:tcW w:w="0" w:type="auto"/>
          </w:tcPr>
          <w:p w14:paraId="2A177E4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4,003</w:t>
            </w:r>
          </w:p>
        </w:tc>
        <w:tc>
          <w:tcPr>
            <w:tcW w:w="0" w:type="auto"/>
          </w:tcPr>
          <w:p w14:paraId="6255544B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7E8FB8E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6AB5793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A596E" w:rsidRPr="0031298E" w14:paraId="1F0A6C37" w14:textId="77777777" w:rsidTr="00A90498">
        <w:tc>
          <w:tcPr>
            <w:tcW w:w="0" w:type="auto"/>
          </w:tcPr>
          <w:p w14:paraId="7BEB23B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6C69A8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Lithium</w:t>
            </w:r>
          </w:p>
        </w:tc>
        <w:tc>
          <w:tcPr>
            <w:tcW w:w="0" w:type="auto"/>
          </w:tcPr>
          <w:p w14:paraId="0C22B53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</w:t>
            </w:r>
          </w:p>
        </w:tc>
        <w:tc>
          <w:tcPr>
            <w:tcW w:w="0" w:type="auto"/>
          </w:tcPr>
          <w:p w14:paraId="2A8EAAB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6,94</w:t>
            </w:r>
          </w:p>
        </w:tc>
        <w:tc>
          <w:tcPr>
            <w:tcW w:w="0" w:type="auto"/>
          </w:tcPr>
          <w:p w14:paraId="3E38F17F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</w:tcPr>
          <w:p w14:paraId="29957100" w14:textId="77777777" w:rsidR="00CA596E" w:rsidRDefault="00CA596E" w:rsidP="00A90498">
            <w:r>
              <w:t>1</w:t>
            </w:r>
          </w:p>
        </w:tc>
        <w:tc>
          <w:tcPr>
            <w:tcW w:w="0" w:type="auto"/>
          </w:tcPr>
          <w:p w14:paraId="651CDB00" w14:textId="77777777" w:rsidR="00CA596E" w:rsidRDefault="00CA596E" w:rsidP="00A90498">
            <w:r>
              <w:t>2</w:t>
            </w:r>
          </w:p>
        </w:tc>
      </w:tr>
      <w:tr w:rsidR="00CA596E" w:rsidRPr="0031298E" w14:paraId="12A54282" w14:textId="77777777" w:rsidTr="00A90498">
        <w:tc>
          <w:tcPr>
            <w:tcW w:w="0" w:type="auto"/>
          </w:tcPr>
          <w:p w14:paraId="6DE62BF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23135C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Beryllium</w:t>
            </w:r>
          </w:p>
        </w:tc>
        <w:tc>
          <w:tcPr>
            <w:tcW w:w="0" w:type="auto"/>
          </w:tcPr>
          <w:p w14:paraId="24E8591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</w:t>
            </w:r>
          </w:p>
        </w:tc>
        <w:tc>
          <w:tcPr>
            <w:tcW w:w="0" w:type="auto"/>
          </w:tcPr>
          <w:p w14:paraId="00AE029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9,012</w:t>
            </w:r>
          </w:p>
        </w:tc>
        <w:tc>
          <w:tcPr>
            <w:tcW w:w="0" w:type="auto"/>
          </w:tcPr>
          <w:p w14:paraId="2EA57E9F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14:paraId="1DF75C9A" w14:textId="77777777" w:rsidR="00CA596E" w:rsidRDefault="00CA596E" w:rsidP="00A90498">
            <w:r>
              <w:t>2</w:t>
            </w:r>
          </w:p>
        </w:tc>
        <w:tc>
          <w:tcPr>
            <w:tcW w:w="0" w:type="auto"/>
          </w:tcPr>
          <w:p w14:paraId="35A83FD3" w14:textId="77777777" w:rsidR="00CA596E" w:rsidRDefault="00CA596E" w:rsidP="00A90498">
            <w:r>
              <w:t>2</w:t>
            </w:r>
          </w:p>
        </w:tc>
      </w:tr>
      <w:tr w:rsidR="00CA596E" w:rsidRPr="0031298E" w14:paraId="0D0F24BA" w14:textId="77777777" w:rsidTr="00A90498">
        <w:tc>
          <w:tcPr>
            <w:tcW w:w="0" w:type="auto"/>
          </w:tcPr>
          <w:p w14:paraId="68F51D8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E7B065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Bor</w:t>
            </w:r>
          </w:p>
        </w:tc>
        <w:tc>
          <w:tcPr>
            <w:tcW w:w="0" w:type="auto"/>
          </w:tcPr>
          <w:p w14:paraId="70AEC47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7BB4F8E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10,811</w:t>
            </w:r>
          </w:p>
        </w:tc>
        <w:tc>
          <w:tcPr>
            <w:tcW w:w="0" w:type="auto"/>
          </w:tcPr>
          <w:p w14:paraId="68BD9BBE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4D0CC288" w14:textId="77777777" w:rsidR="00CA596E" w:rsidRDefault="00CA596E" w:rsidP="00A90498">
            <w:r>
              <w:t>13</w:t>
            </w:r>
          </w:p>
        </w:tc>
        <w:tc>
          <w:tcPr>
            <w:tcW w:w="0" w:type="auto"/>
          </w:tcPr>
          <w:p w14:paraId="7D8FB491" w14:textId="77777777" w:rsidR="00CA596E" w:rsidRDefault="00CA596E" w:rsidP="00A90498">
            <w:r>
              <w:t>2</w:t>
            </w:r>
          </w:p>
        </w:tc>
      </w:tr>
      <w:tr w:rsidR="00CA596E" w:rsidRPr="0031298E" w14:paraId="1931B916" w14:textId="77777777" w:rsidTr="00A90498">
        <w:tc>
          <w:tcPr>
            <w:tcW w:w="0" w:type="auto"/>
          </w:tcPr>
          <w:p w14:paraId="1900A56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48D60BE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Kohlenstoff</w:t>
            </w:r>
          </w:p>
        </w:tc>
        <w:tc>
          <w:tcPr>
            <w:tcW w:w="0" w:type="auto"/>
          </w:tcPr>
          <w:p w14:paraId="569277B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4C06FA6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12,011</w:t>
            </w:r>
          </w:p>
        </w:tc>
        <w:tc>
          <w:tcPr>
            <w:tcW w:w="0" w:type="auto"/>
          </w:tcPr>
          <w:p w14:paraId="42C00160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2,6</w:t>
            </w:r>
          </w:p>
        </w:tc>
        <w:tc>
          <w:tcPr>
            <w:tcW w:w="0" w:type="auto"/>
          </w:tcPr>
          <w:p w14:paraId="5B01AB2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6A10950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596E" w:rsidRPr="0031298E" w14:paraId="78980E53" w14:textId="77777777" w:rsidTr="00A90498">
        <w:tc>
          <w:tcPr>
            <w:tcW w:w="0" w:type="auto"/>
          </w:tcPr>
          <w:p w14:paraId="2396336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543F731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Stickstoff</w:t>
            </w:r>
          </w:p>
        </w:tc>
        <w:tc>
          <w:tcPr>
            <w:tcW w:w="0" w:type="auto"/>
          </w:tcPr>
          <w:p w14:paraId="212E8CA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11D59F1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14,007</w:t>
            </w:r>
          </w:p>
        </w:tc>
        <w:tc>
          <w:tcPr>
            <w:tcW w:w="0" w:type="auto"/>
          </w:tcPr>
          <w:p w14:paraId="4B45A580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</w:tcPr>
          <w:p w14:paraId="49EAFF6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575525C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596E" w:rsidRPr="0031298E" w14:paraId="20135115" w14:textId="77777777" w:rsidTr="00A90498">
        <w:tc>
          <w:tcPr>
            <w:tcW w:w="0" w:type="auto"/>
          </w:tcPr>
          <w:p w14:paraId="7C6A72B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1AC004B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Sauerstoff</w:t>
            </w:r>
          </w:p>
        </w:tc>
        <w:tc>
          <w:tcPr>
            <w:tcW w:w="0" w:type="auto"/>
          </w:tcPr>
          <w:p w14:paraId="5380B9E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C69280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15,999</w:t>
            </w:r>
          </w:p>
        </w:tc>
        <w:tc>
          <w:tcPr>
            <w:tcW w:w="0" w:type="auto"/>
          </w:tcPr>
          <w:p w14:paraId="3930EB68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</w:tcPr>
          <w:p w14:paraId="24C3D95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087588F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596E" w:rsidRPr="0031298E" w14:paraId="0B306EC0" w14:textId="77777777" w:rsidTr="00A90498">
        <w:tc>
          <w:tcPr>
            <w:tcW w:w="0" w:type="auto"/>
          </w:tcPr>
          <w:p w14:paraId="201A49B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2B8A454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Fluor</w:t>
            </w:r>
          </w:p>
        </w:tc>
        <w:tc>
          <w:tcPr>
            <w:tcW w:w="0" w:type="auto"/>
          </w:tcPr>
          <w:p w14:paraId="729061D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0" w:type="auto"/>
          </w:tcPr>
          <w:p w14:paraId="2805BBD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18,998</w:t>
            </w:r>
          </w:p>
        </w:tc>
        <w:tc>
          <w:tcPr>
            <w:tcW w:w="0" w:type="auto"/>
          </w:tcPr>
          <w:p w14:paraId="7F04C973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</w:tcPr>
          <w:p w14:paraId="75B13B8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2B44D87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596E" w:rsidRPr="0031298E" w14:paraId="740A23DD" w14:textId="77777777" w:rsidTr="00A90498">
        <w:tc>
          <w:tcPr>
            <w:tcW w:w="0" w:type="auto"/>
          </w:tcPr>
          <w:p w14:paraId="5C156D5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D10F8F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Neon</w:t>
            </w:r>
          </w:p>
        </w:tc>
        <w:tc>
          <w:tcPr>
            <w:tcW w:w="0" w:type="auto"/>
          </w:tcPr>
          <w:p w14:paraId="4F2C5C2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0" w:type="auto"/>
          </w:tcPr>
          <w:p w14:paraId="73D7E2A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20,180</w:t>
            </w:r>
          </w:p>
        </w:tc>
        <w:tc>
          <w:tcPr>
            <w:tcW w:w="0" w:type="auto"/>
          </w:tcPr>
          <w:p w14:paraId="3C1F6AD3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3,2</w:t>
            </w:r>
          </w:p>
        </w:tc>
        <w:tc>
          <w:tcPr>
            <w:tcW w:w="0" w:type="auto"/>
          </w:tcPr>
          <w:p w14:paraId="1C51FD3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106B00C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596E" w:rsidRPr="0031298E" w14:paraId="1B14069C" w14:textId="77777777" w:rsidTr="00A90498">
        <w:tc>
          <w:tcPr>
            <w:tcW w:w="0" w:type="auto"/>
          </w:tcPr>
          <w:p w14:paraId="440ED75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0868CAD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Natrium</w:t>
            </w:r>
          </w:p>
        </w:tc>
        <w:tc>
          <w:tcPr>
            <w:tcW w:w="0" w:type="auto"/>
          </w:tcPr>
          <w:p w14:paraId="373ACC4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</w:tc>
        <w:tc>
          <w:tcPr>
            <w:tcW w:w="0" w:type="auto"/>
          </w:tcPr>
          <w:p w14:paraId="65BBE41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22,990</w:t>
            </w:r>
          </w:p>
        </w:tc>
        <w:tc>
          <w:tcPr>
            <w:tcW w:w="0" w:type="auto"/>
          </w:tcPr>
          <w:p w14:paraId="742AECF8" w14:textId="1D220640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</w:t>
            </w:r>
            <w:r w:rsidR="00230D09">
              <w:rPr>
                <w:sz w:val="20"/>
                <w:szCs w:val="20"/>
              </w:rPr>
              <w:t>,</w:t>
            </w:r>
            <w:r w:rsidRPr="00F12D2A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2DD1EE64" w14:textId="77777777" w:rsidR="00CA596E" w:rsidRDefault="00CA596E" w:rsidP="00A90498">
            <w:r>
              <w:t>1</w:t>
            </w:r>
          </w:p>
        </w:tc>
        <w:tc>
          <w:tcPr>
            <w:tcW w:w="0" w:type="auto"/>
          </w:tcPr>
          <w:p w14:paraId="69B33563" w14:textId="77777777" w:rsidR="00CA596E" w:rsidRDefault="00CA596E" w:rsidP="00A90498">
            <w:r>
              <w:t>3</w:t>
            </w:r>
          </w:p>
        </w:tc>
      </w:tr>
      <w:tr w:rsidR="00CA596E" w:rsidRPr="0031298E" w14:paraId="23FA3D26" w14:textId="77777777" w:rsidTr="00A90498">
        <w:tc>
          <w:tcPr>
            <w:tcW w:w="0" w:type="auto"/>
          </w:tcPr>
          <w:p w14:paraId="6A4E5AD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5B0112C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Magnesium</w:t>
            </w:r>
          </w:p>
        </w:tc>
        <w:tc>
          <w:tcPr>
            <w:tcW w:w="0" w:type="auto"/>
          </w:tcPr>
          <w:p w14:paraId="533B0AA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</w:tcPr>
          <w:p w14:paraId="1B13994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24,305</w:t>
            </w:r>
          </w:p>
        </w:tc>
        <w:tc>
          <w:tcPr>
            <w:tcW w:w="0" w:type="auto"/>
          </w:tcPr>
          <w:p w14:paraId="59EB397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30095950" w14:textId="77777777" w:rsidR="00CA596E" w:rsidRDefault="00CA596E" w:rsidP="00A90498">
            <w:r>
              <w:t>2</w:t>
            </w:r>
          </w:p>
        </w:tc>
        <w:tc>
          <w:tcPr>
            <w:tcW w:w="0" w:type="auto"/>
          </w:tcPr>
          <w:p w14:paraId="71B410ED" w14:textId="77777777" w:rsidR="00CA596E" w:rsidRDefault="00CA596E" w:rsidP="00A90498">
            <w:r>
              <w:t>3</w:t>
            </w:r>
          </w:p>
        </w:tc>
      </w:tr>
      <w:tr w:rsidR="00CA596E" w:rsidRPr="0031298E" w14:paraId="155DBB2C" w14:textId="77777777" w:rsidTr="00A90498">
        <w:tc>
          <w:tcPr>
            <w:tcW w:w="0" w:type="auto"/>
          </w:tcPr>
          <w:p w14:paraId="5208A7C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311885D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Aluminium</w:t>
            </w:r>
          </w:p>
        </w:tc>
        <w:tc>
          <w:tcPr>
            <w:tcW w:w="0" w:type="auto"/>
          </w:tcPr>
          <w:p w14:paraId="14D40E3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</w:t>
            </w:r>
          </w:p>
        </w:tc>
        <w:tc>
          <w:tcPr>
            <w:tcW w:w="0" w:type="auto"/>
          </w:tcPr>
          <w:p w14:paraId="2632C7F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26,982</w:t>
            </w:r>
          </w:p>
        </w:tc>
        <w:tc>
          <w:tcPr>
            <w:tcW w:w="0" w:type="auto"/>
          </w:tcPr>
          <w:p w14:paraId="052D78F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14:paraId="3C8569DA" w14:textId="77777777" w:rsidR="00CA596E" w:rsidRDefault="00CA596E" w:rsidP="00A90498">
            <w:r>
              <w:t>13</w:t>
            </w:r>
          </w:p>
        </w:tc>
        <w:tc>
          <w:tcPr>
            <w:tcW w:w="0" w:type="auto"/>
          </w:tcPr>
          <w:p w14:paraId="653AA1CA" w14:textId="77777777" w:rsidR="00CA596E" w:rsidRDefault="00CA596E" w:rsidP="00A90498">
            <w:r>
              <w:t>3</w:t>
            </w:r>
          </w:p>
        </w:tc>
      </w:tr>
      <w:tr w:rsidR="00CA596E" w:rsidRPr="0031298E" w14:paraId="5E69D6D9" w14:textId="77777777" w:rsidTr="00A90498">
        <w:tc>
          <w:tcPr>
            <w:tcW w:w="0" w:type="auto"/>
          </w:tcPr>
          <w:p w14:paraId="47E232F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4BCA1F7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Silicium</w:t>
            </w:r>
          </w:p>
        </w:tc>
        <w:tc>
          <w:tcPr>
            <w:tcW w:w="0" w:type="auto"/>
          </w:tcPr>
          <w:p w14:paraId="2426347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tcW w:w="0" w:type="auto"/>
          </w:tcPr>
          <w:p w14:paraId="68B73BA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28,086</w:t>
            </w:r>
          </w:p>
        </w:tc>
        <w:tc>
          <w:tcPr>
            <w:tcW w:w="0" w:type="auto"/>
          </w:tcPr>
          <w:p w14:paraId="58776222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14:paraId="76FC999A" w14:textId="77777777" w:rsidR="00CA596E" w:rsidRDefault="00CA596E" w:rsidP="00A90498">
            <w:r>
              <w:t>14</w:t>
            </w:r>
          </w:p>
        </w:tc>
        <w:tc>
          <w:tcPr>
            <w:tcW w:w="0" w:type="auto"/>
          </w:tcPr>
          <w:p w14:paraId="539D8E5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596E" w:rsidRPr="0031298E" w14:paraId="28A76FD5" w14:textId="77777777" w:rsidTr="00A90498">
        <w:tc>
          <w:tcPr>
            <w:tcW w:w="0" w:type="auto"/>
          </w:tcPr>
          <w:p w14:paraId="1D6434B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</w:tcPr>
          <w:p w14:paraId="28477AA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Phosphor</w:t>
            </w:r>
          </w:p>
        </w:tc>
        <w:tc>
          <w:tcPr>
            <w:tcW w:w="0" w:type="auto"/>
          </w:tcPr>
          <w:p w14:paraId="5938D2D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</w:tcPr>
          <w:p w14:paraId="73FCBC0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30,974</w:t>
            </w:r>
          </w:p>
        </w:tc>
        <w:tc>
          <w:tcPr>
            <w:tcW w:w="0" w:type="auto"/>
          </w:tcPr>
          <w:p w14:paraId="41C6F89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093AB53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2C4686A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596E" w:rsidRPr="0031298E" w14:paraId="725B5C6D" w14:textId="77777777" w:rsidTr="00A90498">
        <w:tc>
          <w:tcPr>
            <w:tcW w:w="0" w:type="auto"/>
          </w:tcPr>
          <w:p w14:paraId="3A7A11B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7805D94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Schwefel</w:t>
            </w:r>
          </w:p>
        </w:tc>
        <w:tc>
          <w:tcPr>
            <w:tcW w:w="0" w:type="auto"/>
          </w:tcPr>
          <w:p w14:paraId="136CEC5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54B4333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32,065</w:t>
            </w:r>
          </w:p>
        </w:tc>
        <w:tc>
          <w:tcPr>
            <w:tcW w:w="0" w:type="auto"/>
          </w:tcPr>
          <w:p w14:paraId="201D2B0F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2,6</w:t>
            </w:r>
          </w:p>
        </w:tc>
        <w:tc>
          <w:tcPr>
            <w:tcW w:w="0" w:type="auto"/>
          </w:tcPr>
          <w:p w14:paraId="1A0997C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7D1038A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596E" w:rsidRPr="0031298E" w14:paraId="6795A799" w14:textId="77777777" w:rsidTr="00A90498">
        <w:tc>
          <w:tcPr>
            <w:tcW w:w="0" w:type="auto"/>
          </w:tcPr>
          <w:p w14:paraId="35F5AD1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2CFF4AE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</w:t>
            </w:r>
          </w:p>
        </w:tc>
        <w:tc>
          <w:tcPr>
            <w:tcW w:w="0" w:type="auto"/>
          </w:tcPr>
          <w:p w14:paraId="58E9C5E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</w:t>
            </w:r>
          </w:p>
        </w:tc>
        <w:tc>
          <w:tcPr>
            <w:tcW w:w="0" w:type="auto"/>
          </w:tcPr>
          <w:p w14:paraId="1B591E8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35,453</w:t>
            </w:r>
          </w:p>
        </w:tc>
        <w:tc>
          <w:tcPr>
            <w:tcW w:w="0" w:type="auto"/>
          </w:tcPr>
          <w:p w14:paraId="44F5206C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3,2</w:t>
            </w:r>
          </w:p>
        </w:tc>
        <w:tc>
          <w:tcPr>
            <w:tcW w:w="0" w:type="auto"/>
          </w:tcPr>
          <w:p w14:paraId="0AE9A0F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3FD19D8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596E" w:rsidRPr="0031298E" w14:paraId="58FB62DF" w14:textId="77777777" w:rsidTr="00A90498">
        <w:tc>
          <w:tcPr>
            <w:tcW w:w="0" w:type="auto"/>
          </w:tcPr>
          <w:p w14:paraId="734B8B1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3423205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Argon</w:t>
            </w:r>
          </w:p>
        </w:tc>
        <w:tc>
          <w:tcPr>
            <w:tcW w:w="0" w:type="auto"/>
          </w:tcPr>
          <w:p w14:paraId="429D35C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</w:t>
            </w:r>
          </w:p>
        </w:tc>
        <w:tc>
          <w:tcPr>
            <w:tcW w:w="0" w:type="auto"/>
          </w:tcPr>
          <w:p w14:paraId="2424CA4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39,948</w:t>
            </w:r>
          </w:p>
        </w:tc>
        <w:tc>
          <w:tcPr>
            <w:tcW w:w="0" w:type="auto"/>
          </w:tcPr>
          <w:p w14:paraId="32715F2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</w:tcPr>
          <w:p w14:paraId="425C7F6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7190BEF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596E" w:rsidRPr="0031298E" w14:paraId="2CE25EF9" w14:textId="77777777" w:rsidTr="00A90498">
        <w:tc>
          <w:tcPr>
            <w:tcW w:w="0" w:type="auto"/>
          </w:tcPr>
          <w:p w14:paraId="3F0CEE23" w14:textId="48C5E783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6E18887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Kalium</w:t>
            </w:r>
          </w:p>
        </w:tc>
        <w:tc>
          <w:tcPr>
            <w:tcW w:w="0" w:type="auto"/>
          </w:tcPr>
          <w:p w14:paraId="3E38D9B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0" w:type="auto"/>
          </w:tcPr>
          <w:p w14:paraId="2605CF4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39,098</w:t>
            </w:r>
          </w:p>
        </w:tc>
        <w:tc>
          <w:tcPr>
            <w:tcW w:w="0" w:type="auto"/>
          </w:tcPr>
          <w:p w14:paraId="47EE73D2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14:paraId="21DE17A2" w14:textId="77777777" w:rsidR="00CA596E" w:rsidRDefault="00CA596E" w:rsidP="00A90498">
            <w:r>
              <w:t>1</w:t>
            </w:r>
          </w:p>
        </w:tc>
        <w:tc>
          <w:tcPr>
            <w:tcW w:w="0" w:type="auto"/>
          </w:tcPr>
          <w:p w14:paraId="603D5B3F" w14:textId="77777777" w:rsidR="00CA596E" w:rsidRDefault="00CA596E" w:rsidP="00A90498">
            <w:r>
              <w:t>4</w:t>
            </w:r>
          </w:p>
        </w:tc>
      </w:tr>
      <w:tr w:rsidR="00CA596E" w:rsidRPr="0031298E" w14:paraId="126CA6FD" w14:textId="77777777" w:rsidTr="00A90498">
        <w:tc>
          <w:tcPr>
            <w:tcW w:w="0" w:type="auto"/>
          </w:tcPr>
          <w:p w14:paraId="03623D3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6AD2464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Calcium</w:t>
            </w:r>
          </w:p>
        </w:tc>
        <w:tc>
          <w:tcPr>
            <w:tcW w:w="0" w:type="auto"/>
          </w:tcPr>
          <w:p w14:paraId="1FDE3A6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</w:t>
            </w:r>
          </w:p>
        </w:tc>
        <w:tc>
          <w:tcPr>
            <w:tcW w:w="0" w:type="auto"/>
          </w:tcPr>
          <w:p w14:paraId="2B74498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40,078</w:t>
            </w:r>
          </w:p>
        </w:tc>
        <w:tc>
          <w:tcPr>
            <w:tcW w:w="0" w:type="auto"/>
          </w:tcPr>
          <w:p w14:paraId="2735A96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</w:tcPr>
          <w:p w14:paraId="50B04A01" w14:textId="77777777" w:rsidR="00CA596E" w:rsidRDefault="00CA596E" w:rsidP="00A90498">
            <w:r>
              <w:t>2</w:t>
            </w:r>
          </w:p>
        </w:tc>
        <w:tc>
          <w:tcPr>
            <w:tcW w:w="0" w:type="auto"/>
          </w:tcPr>
          <w:p w14:paraId="1613D8B0" w14:textId="77777777" w:rsidR="00CA596E" w:rsidRDefault="00CA596E" w:rsidP="00A90498">
            <w:r>
              <w:t>4</w:t>
            </w:r>
          </w:p>
        </w:tc>
      </w:tr>
      <w:tr w:rsidR="00CA596E" w:rsidRPr="0031298E" w14:paraId="2400E47D" w14:textId="77777777" w:rsidTr="00A90498">
        <w:tc>
          <w:tcPr>
            <w:tcW w:w="0" w:type="auto"/>
          </w:tcPr>
          <w:p w14:paraId="6D4F039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14:paraId="0B497CD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Scandium</w:t>
            </w:r>
          </w:p>
        </w:tc>
        <w:tc>
          <w:tcPr>
            <w:tcW w:w="0" w:type="auto"/>
          </w:tcPr>
          <w:p w14:paraId="1D480F5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</w:t>
            </w:r>
          </w:p>
        </w:tc>
        <w:tc>
          <w:tcPr>
            <w:tcW w:w="0" w:type="auto"/>
          </w:tcPr>
          <w:p w14:paraId="70823DE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44,956</w:t>
            </w:r>
          </w:p>
        </w:tc>
        <w:tc>
          <w:tcPr>
            <w:tcW w:w="0" w:type="auto"/>
          </w:tcPr>
          <w:p w14:paraId="4F8D759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</w:tcPr>
          <w:p w14:paraId="00E54EB8" w14:textId="77777777" w:rsidR="00CA596E" w:rsidRDefault="00CA596E" w:rsidP="00A90498">
            <w:r>
              <w:t>3</w:t>
            </w:r>
          </w:p>
        </w:tc>
        <w:tc>
          <w:tcPr>
            <w:tcW w:w="0" w:type="auto"/>
          </w:tcPr>
          <w:p w14:paraId="78099E0A" w14:textId="77777777" w:rsidR="00CA596E" w:rsidRDefault="00CA596E" w:rsidP="00A90498">
            <w:r>
              <w:t>4</w:t>
            </w:r>
          </w:p>
        </w:tc>
      </w:tr>
      <w:tr w:rsidR="00CA596E" w:rsidRPr="0031298E" w14:paraId="61E36ABB" w14:textId="77777777" w:rsidTr="00A90498">
        <w:tc>
          <w:tcPr>
            <w:tcW w:w="0" w:type="auto"/>
          </w:tcPr>
          <w:p w14:paraId="514A625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2DAC19D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Titan</w:t>
            </w:r>
          </w:p>
        </w:tc>
        <w:tc>
          <w:tcPr>
            <w:tcW w:w="0" w:type="auto"/>
          </w:tcPr>
          <w:p w14:paraId="3E67622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</w:t>
            </w:r>
          </w:p>
        </w:tc>
        <w:tc>
          <w:tcPr>
            <w:tcW w:w="0" w:type="auto"/>
          </w:tcPr>
          <w:p w14:paraId="1F2E773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47,867</w:t>
            </w:r>
          </w:p>
        </w:tc>
        <w:tc>
          <w:tcPr>
            <w:tcW w:w="0" w:type="auto"/>
          </w:tcPr>
          <w:p w14:paraId="549F9600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14:paraId="094A59DE" w14:textId="77777777" w:rsidR="00CA596E" w:rsidRDefault="00CA596E" w:rsidP="00A90498">
            <w:r>
              <w:t>4</w:t>
            </w:r>
          </w:p>
        </w:tc>
        <w:tc>
          <w:tcPr>
            <w:tcW w:w="0" w:type="auto"/>
          </w:tcPr>
          <w:p w14:paraId="0466414A" w14:textId="77777777" w:rsidR="00CA596E" w:rsidRDefault="00CA596E" w:rsidP="00A90498">
            <w:r>
              <w:t>4</w:t>
            </w:r>
          </w:p>
        </w:tc>
      </w:tr>
      <w:tr w:rsidR="00CA596E" w:rsidRPr="0031298E" w14:paraId="3E405A4C" w14:textId="77777777" w:rsidTr="00A90498">
        <w:tc>
          <w:tcPr>
            <w:tcW w:w="0" w:type="auto"/>
          </w:tcPr>
          <w:p w14:paraId="6C82604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14:paraId="60B43D3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Vanadium</w:t>
            </w:r>
          </w:p>
        </w:tc>
        <w:tc>
          <w:tcPr>
            <w:tcW w:w="0" w:type="auto"/>
          </w:tcPr>
          <w:p w14:paraId="7D9C39A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14:paraId="6D5D502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50,942</w:t>
            </w:r>
          </w:p>
        </w:tc>
        <w:tc>
          <w:tcPr>
            <w:tcW w:w="0" w:type="auto"/>
          </w:tcPr>
          <w:p w14:paraId="2FD8CBE6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14:paraId="2B130767" w14:textId="77777777" w:rsidR="00CA596E" w:rsidRDefault="00CA596E" w:rsidP="00A90498">
            <w:r>
              <w:t>5</w:t>
            </w:r>
          </w:p>
        </w:tc>
        <w:tc>
          <w:tcPr>
            <w:tcW w:w="0" w:type="auto"/>
          </w:tcPr>
          <w:p w14:paraId="140FD3E3" w14:textId="77777777" w:rsidR="00CA596E" w:rsidRDefault="00CA596E" w:rsidP="00A90498">
            <w:r>
              <w:t>4</w:t>
            </w:r>
          </w:p>
        </w:tc>
      </w:tr>
      <w:tr w:rsidR="00CA596E" w:rsidRPr="0031298E" w14:paraId="2EEE0A66" w14:textId="77777777" w:rsidTr="00A90498">
        <w:tc>
          <w:tcPr>
            <w:tcW w:w="0" w:type="auto"/>
          </w:tcPr>
          <w:p w14:paraId="45D4DD3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12385FE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Chrom</w:t>
            </w:r>
          </w:p>
        </w:tc>
        <w:tc>
          <w:tcPr>
            <w:tcW w:w="0" w:type="auto"/>
          </w:tcPr>
          <w:p w14:paraId="17C2F1B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</w:t>
            </w:r>
          </w:p>
        </w:tc>
        <w:tc>
          <w:tcPr>
            <w:tcW w:w="0" w:type="auto"/>
          </w:tcPr>
          <w:p w14:paraId="2CC09F9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51,996</w:t>
            </w:r>
          </w:p>
        </w:tc>
        <w:tc>
          <w:tcPr>
            <w:tcW w:w="0" w:type="auto"/>
          </w:tcPr>
          <w:p w14:paraId="74B6A1EA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</w:tcPr>
          <w:p w14:paraId="1D6E9435" w14:textId="77777777" w:rsidR="00CA596E" w:rsidRDefault="00CA596E" w:rsidP="00A90498">
            <w:r>
              <w:t>6</w:t>
            </w:r>
          </w:p>
        </w:tc>
        <w:tc>
          <w:tcPr>
            <w:tcW w:w="0" w:type="auto"/>
          </w:tcPr>
          <w:p w14:paraId="36387505" w14:textId="77777777" w:rsidR="00CA596E" w:rsidRDefault="00CA596E" w:rsidP="00A90498">
            <w:r>
              <w:t>4</w:t>
            </w:r>
          </w:p>
        </w:tc>
      </w:tr>
      <w:tr w:rsidR="00CA596E" w:rsidRPr="0031298E" w14:paraId="4DF07DF4" w14:textId="77777777" w:rsidTr="00A90498">
        <w:tc>
          <w:tcPr>
            <w:tcW w:w="0" w:type="auto"/>
          </w:tcPr>
          <w:p w14:paraId="7D11ACC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14:paraId="2A1DC08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Mangan</w:t>
            </w:r>
          </w:p>
        </w:tc>
        <w:tc>
          <w:tcPr>
            <w:tcW w:w="0" w:type="auto"/>
          </w:tcPr>
          <w:p w14:paraId="526F04E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</w:t>
            </w:r>
          </w:p>
        </w:tc>
        <w:tc>
          <w:tcPr>
            <w:tcW w:w="0" w:type="auto"/>
          </w:tcPr>
          <w:p w14:paraId="081B1AC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54,938</w:t>
            </w:r>
          </w:p>
        </w:tc>
        <w:tc>
          <w:tcPr>
            <w:tcW w:w="0" w:type="auto"/>
          </w:tcPr>
          <w:p w14:paraId="12DF4BD7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14:paraId="1B6D4123" w14:textId="77777777" w:rsidR="00CA596E" w:rsidRDefault="00CA596E" w:rsidP="00A90498">
            <w:r>
              <w:t>7</w:t>
            </w:r>
          </w:p>
        </w:tc>
        <w:tc>
          <w:tcPr>
            <w:tcW w:w="0" w:type="auto"/>
          </w:tcPr>
          <w:p w14:paraId="4968A0E0" w14:textId="77777777" w:rsidR="00CA596E" w:rsidRDefault="00CA596E" w:rsidP="00A90498">
            <w:r>
              <w:t>4</w:t>
            </w:r>
          </w:p>
        </w:tc>
      </w:tr>
      <w:tr w:rsidR="00CA596E" w:rsidRPr="0031298E" w14:paraId="1EACD7CD" w14:textId="77777777" w:rsidTr="00A90498">
        <w:tc>
          <w:tcPr>
            <w:tcW w:w="0" w:type="auto"/>
          </w:tcPr>
          <w:p w14:paraId="1E1CC58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14:paraId="50D33F6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Eisen</w:t>
            </w:r>
          </w:p>
        </w:tc>
        <w:tc>
          <w:tcPr>
            <w:tcW w:w="0" w:type="auto"/>
          </w:tcPr>
          <w:p w14:paraId="533477C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</w:t>
            </w:r>
          </w:p>
        </w:tc>
        <w:tc>
          <w:tcPr>
            <w:tcW w:w="0" w:type="auto"/>
          </w:tcPr>
          <w:p w14:paraId="1EE42F4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55,845</w:t>
            </w:r>
          </w:p>
        </w:tc>
        <w:tc>
          <w:tcPr>
            <w:tcW w:w="0" w:type="auto"/>
          </w:tcPr>
          <w:p w14:paraId="32F6F87C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</w:tcPr>
          <w:p w14:paraId="47A77547" w14:textId="77777777" w:rsidR="00CA596E" w:rsidRDefault="00CA596E" w:rsidP="00A90498">
            <w:r>
              <w:t>8</w:t>
            </w:r>
          </w:p>
        </w:tc>
        <w:tc>
          <w:tcPr>
            <w:tcW w:w="0" w:type="auto"/>
          </w:tcPr>
          <w:p w14:paraId="7E4B0286" w14:textId="77777777" w:rsidR="00CA596E" w:rsidRDefault="00CA596E" w:rsidP="00A90498">
            <w:r>
              <w:t>4</w:t>
            </w:r>
          </w:p>
        </w:tc>
      </w:tr>
      <w:tr w:rsidR="00CA596E" w:rsidRPr="0031298E" w14:paraId="3B27BC6C" w14:textId="77777777" w:rsidTr="00A90498">
        <w:tc>
          <w:tcPr>
            <w:tcW w:w="0" w:type="auto"/>
          </w:tcPr>
          <w:p w14:paraId="67DF968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14:paraId="079ECF0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Cobalt</w:t>
            </w:r>
          </w:p>
        </w:tc>
        <w:tc>
          <w:tcPr>
            <w:tcW w:w="0" w:type="auto"/>
          </w:tcPr>
          <w:p w14:paraId="7279F1E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</w:t>
            </w:r>
          </w:p>
        </w:tc>
        <w:tc>
          <w:tcPr>
            <w:tcW w:w="0" w:type="auto"/>
          </w:tcPr>
          <w:p w14:paraId="4B42E08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58,933</w:t>
            </w:r>
          </w:p>
        </w:tc>
        <w:tc>
          <w:tcPr>
            <w:tcW w:w="0" w:type="auto"/>
          </w:tcPr>
          <w:p w14:paraId="5FAC3CD6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14:paraId="6DA6B482" w14:textId="77777777" w:rsidR="00CA596E" w:rsidRDefault="00CA596E" w:rsidP="00A90498">
            <w:r>
              <w:t>9</w:t>
            </w:r>
          </w:p>
        </w:tc>
        <w:tc>
          <w:tcPr>
            <w:tcW w:w="0" w:type="auto"/>
          </w:tcPr>
          <w:p w14:paraId="2F67C61B" w14:textId="77777777" w:rsidR="00CA596E" w:rsidRDefault="00CA596E" w:rsidP="00A90498">
            <w:r>
              <w:t>4</w:t>
            </w:r>
          </w:p>
        </w:tc>
      </w:tr>
      <w:tr w:rsidR="00CA596E" w:rsidRPr="0031298E" w14:paraId="3348ED67" w14:textId="77777777" w:rsidTr="00A90498">
        <w:tc>
          <w:tcPr>
            <w:tcW w:w="0" w:type="auto"/>
          </w:tcPr>
          <w:p w14:paraId="7E74411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4CF10E1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Nickel</w:t>
            </w:r>
          </w:p>
        </w:tc>
        <w:tc>
          <w:tcPr>
            <w:tcW w:w="0" w:type="auto"/>
          </w:tcPr>
          <w:p w14:paraId="56B6EF0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</w:t>
            </w:r>
          </w:p>
        </w:tc>
        <w:tc>
          <w:tcPr>
            <w:tcW w:w="0" w:type="auto"/>
          </w:tcPr>
          <w:p w14:paraId="42FDF6B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58,693</w:t>
            </w:r>
          </w:p>
        </w:tc>
        <w:tc>
          <w:tcPr>
            <w:tcW w:w="0" w:type="auto"/>
          </w:tcPr>
          <w:p w14:paraId="23EE329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14:paraId="041733C8" w14:textId="77777777" w:rsidR="00CA596E" w:rsidRDefault="00CA596E" w:rsidP="00A90498">
            <w:r>
              <w:t>10</w:t>
            </w:r>
          </w:p>
        </w:tc>
        <w:tc>
          <w:tcPr>
            <w:tcW w:w="0" w:type="auto"/>
          </w:tcPr>
          <w:p w14:paraId="092A353C" w14:textId="77777777" w:rsidR="00CA596E" w:rsidRDefault="00CA596E" w:rsidP="00A90498">
            <w:r>
              <w:t>4</w:t>
            </w:r>
          </w:p>
        </w:tc>
      </w:tr>
      <w:tr w:rsidR="00CA596E" w:rsidRPr="0031298E" w14:paraId="46B439BC" w14:textId="77777777" w:rsidTr="00A90498">
        <w:tc>
          <w:tcPr>
            <w:tcW w:w="0" w:type="auto"/>
          </w:tcPr>
          <w:p w14:paraId="0FC8618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14:paraId="155190F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Kupfer</w:t>
            </w:r>
          </w:p>
        </w:tc>
        <w:tc>
          <w:tcPr>
            <w:tcW w:w="0" w:type="auto"/>
          </w:tcPr>
          <w:p w14:paraId="753249C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</w:t>
            </w:r>
          </w:p>
        </w:tc>
        <w:tc>
          <w:tcPr>
            <w:tcW w:w="0" w:type="auto"/>
          </w:tcPr>
          <w:p w14:paraId="254594D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63,546</w:t>
            </w:r>
          </w:p>
        </w:tc>
        <w:tc>
          <w:tcPr>
            <w:tcW w:w="0" w:type="auto"/>
          </w:tcPr>
          <w:p w14:paraId="796CAB0A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14:paraId="58EA86C8" w14:textId="77777777" w:rsidR="00CA596E" w:rsidRDefault="00CA596E" w:rsidP="00A90498">
            <w:r>
              <w:t>11</w:t>
            </w:r>
          </w:p>
        </w:tc>
        <w:tc>
          <w:tcPr>
            <w:tcW w:w="0" w:type="auto"/>
          </w:tcPr>
          <w:p w14:paraId="38419314" w14:textId="77777777" w:rsidR="00CA596E" w:rsidRDefault="00CA596E" w:rsidP="00A90498">
            <w:r>
              <w:t>4</w:t>
            </w:r>
          </w:p>
        </w:tc>
      </w:tr>
      <w:tr w:rsidR="00CA596E" w:rsidRPr="0031298E" w14:paraId="730890A9" w14:textId="77777777" w:rsidTr="00A90498">
        <w:tc>
          <w:tcPr>
            <w:tcW w:w="0" w:type="auto"/>
          </w:tcPr>
          <w:p w14:paraId="0B17C87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14:paraId="2A72A85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Zink</w:t>
            </w:r>
          </w:p>
        </w:tc>
        <w:tc>
          <w:tcPr>
            <w:tcW w:w="0" w:type="auto"/>
          </w:tcPr>
          <w:p w14:paraId="0BB1F2E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</w:t>
            </w:r>
          </w:p>
        </w:tc>
        <w:tc>
          <w:tcPr>
            <w:tcW w:w="0" w:type="auto"/>
          </w:tcPr>
          <w:p w14:paraId="44BFFF6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65,38</w:t>
            </w:r>
          </w:p>
        </w:tc>
        <w:tc>
          <w:tcPr>
            <w:tcW w:w="0" w:type="auto"/>
          </w:tcPr>
          <w:p w14:paraId="14B4EAF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</w:tcPr>
          <w:p w14:paraId="7BA66DC0" w14:textId="77777777" w:rsidR="00CA596E" w:rsidRDefault="00CA596E" w:rsidP="00A90498">
            <w:r>
              <w:t>12</w:t>
            </w:r>
          </w:p>
        </w:tc>
        <w:tc>
          <w:tcPr>
            <w:tcW w:w="0" w:type="auto"/>
          </w:tcPr>
          <w:p w14:paraId="3ACD5A28" w14:textId="77777777" w:rsidR="00CA596E" w:rsidRDefault="00CA596E" w:rsidP="00A90498">
            <w:r>
              <w:t>4</w:t>
            </w:r>
          </w:p>
        </w:tc>
      </w:tr>
      <w:tr w:rsidR="00CA596E" w:rsidRPr="0031298E" w14:paraId="0BD5D980" w14:textId="77777777" w:rsidTr="00A90498">
        <w:tc>
          <w:tcPr>
            <w:tcW w:w="0" w:type="auto"/>
          </w:tcPr>
          <w:p w14:paraId="2AA2A55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14:paraId="3CAD136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Gallium</w:t>
            </w:r>
          </w:p>
        </w:tc>
        <w:tc>
          <w:tcPr>
            <w:tcW w:w="0" w:type="auto"/>
          </w:tcPr>
          <w:p w14:paraId="56CF383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</w:t>
            </w:r>
          </w:p>
        </w:tc>
        <w:tc>
          <w:tcPr>
            <w:tcW w:w="0" w:type="auto"/>
          </w:tcPr>
          <w:p w14:paraId="66ACFE0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69,723</w:t>
            </w:r>
          </w:p>
        </w:tc>
        <w:tc>
          <w:tcPr>
            <w:tcW w:w="0" w:type="auto"/>
          </w:tcPr>
          <w:p w14:paraId="159A678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</w:tcPr>
          <w:p w14:paraId="5F81773C" w14:textId="77777777" w:rsidR="00CA596E" w:rsidRDefault="00CA596E" w:rsidP="00A90498">
            <w:r>
              <w:t>13</w:t>
            </w:r>
          </w:p>
        </w:tc>
        <w:tc>
          <w:tcPr>
            <w:tcW w:w="0" w:type="auto"/>
          </w:tcPr>
          <w:p w14:paraId="04C81B8E" w14:textId="77777777" w:rsidR="00CA596E" w:rsidRDefault="00CA596E" w:rsidP="00A90498">
            <w:r>
              <w:t>4</w:t>
            </w:r>
          </w:p>
        </w:tc>
      </w:tr>
      <w:tr w:rsidR="00CA596E" w:rsidRPr="0031298E" w14:paraId="0C5022B7" w14:textId="77777777" w:rsidTr="00A90498">
        <w:tc>
          <w:tcPr>
            <w:tcW w:w="0" w:type="auto"/>
          </w:tcPr>
          <w:p w14:paraId="2605BED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14:paraId="457738E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Germanium</w:t>
            </w:r>
          </w:p>
        </w:tc>
        <w:tc>
          <w:tcPr>
            <w:tcW w:w="0" w:type="auto"/>
          </w:tcPr>
          <w:p w14:paraId="09CF37B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</w:p>
        </w:tc>
        <w:tc>
          <w:tcPr>
            <w:tcW w:w="0" w:type="auto"/>
          </w:tcPr>
          <w:p w14:paraId="6D9803C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72,630</w:t>
            </w:r>
          </w:p>
        </w:tc>
        <w:tc>
          <w:tcPr>
            <w:tcW w:w="0" w:type="auto"/>
          </w:tcPr>
          <w:p w14:paraId="7BD59C8A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4CE363A0" w14:textId="77777777" w:rsidR="00CA596E" w:rsidRDefault="00CA596E" w:rsidP="00A90498">
            <w:r>
              <w:t>14</w:t>
            </w:r>
          </w:p>
        </w:tc>
        <w:tc>
          <w:tcPr>
            <w:tcW w:w="0" w:type="auto"/>
          </w:tcPr>
          <w:p w14:paraId="4A71D6F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A596E" w:rsidRPr="0031298E" w14:paraId="726DE358" w14:textId="77777777" w:rsidTr="00A90498">
        <w:tc>
          <w:tcPr>
            <w:tcW w:w="0" w:type="auto"/>
          </w:tcPr>
          <w:p w14:paraId="7950724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14:paraId="1E3E4AD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Arsen</w:t>
            </w:r>
          </w:p>
        </w:tc>
        <w:tc>
          <w:tcPr>
            <w:tcW w:w="0" w:type="auto"/>
          </w:tcPr>
          <w:p w14:paraId="56CAFE6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</w:p>
        </w:tc>
        <w:tc>
          <w:tcPr>
            <w:tcW w:w="0" w:type="auto"/>
          </w:tcPr>
          <w:p w14:paraId="448E10B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74,922</w:t>
            </w:r>
          </w:p>
        </w:tc>
        <w:tc>
          <w:tcPr>
            <w:tcW w:w="0" w:type="auto"/>
          </w:tcPr>
          <w:p w14:paraId="1923A31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0734205E" w14:textId="77777777" w:rsidR="00CA596E" w:rsidRDefault="00CA596E" w:rsidP="00A90498">
            <w:r>
              <w:t>15</w:t>
            </w:r>
          </w:p>
        </w:tc>
        <w:tc>
          <w:tcPr>
            <w:tcW w:w="0" w:type="auto"/>
          </w:tcPr>
          <w:p w14:paraId="75CA716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A596E" w:rsidRPr="0031298E" w14:paraId="2D706D26" w14:textId="77777777" w:rsidTr="00A90498">
        <w:tc>
          <w:tcPr>
            <w:tcW w:w="0" w:type="auto"/>
          </w:tcPr>
          <w:p w14:paraId="7CB7A04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14:paraId="2B8CA0A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Selen</w:t>
            </w:r>
          </w:p>
        </w:tc>
        <w:tc>
          <w:tcPr>
            <w:tcW w:w="0" w:type="auto"/>
          </w:tcPr>
          <w:p w14:paraId="4CFB1C6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</w:t>
            </w:r>
          </w:p>
        </w:tc>
        <w:tc>
          <w:tcPr>
            <w:tcW w:w="0" w:type="auto"/>
          </w:tcPr>
          <w:p w14:paraId="587E569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78,971</w:t>
            </w:r>
          </w:p>
        </w:tc>
        <w:tc>
          <w:tcPr>
            <w:tcW w:w="0" w:type="auto"/>
          </w:tcPr>
          <w:p w14:paraId="01CBD1C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2,6</w:t>
            </w:r>
          </w:p>
        </w:tc>
        <w:tc>
          <w:tcPr>
            <w:tcW w:w="0" w:type="auto"/>
          </w:tcPr>
          <w:p w14:paraId="033B24EC" w14:textId="77777777" w:rsidR="00CA596E" w:rsidRDefault="00CA596E" w:rsidP="00A90498">
            <w:r>
              <w:t>16</w:t>
            </w:r>
          </w:p>
        </w:tc>
        <w:tc>
          <w:tcPr>
            <w:tcW w:w="0" w:type="auto"/>
          </w:tcPr>
          <w:p w14:paraId="0F04279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A596E" w:rsidRPr="0031298E" w14:paraId="6E9C197C" w14:textId="77777777" w:rsidTr="00A90498">
        <w:tc>
          <w:tcPr>
            <w:tcW w:w="0" w:type="auto"/>
          </w:tcPr>
          <w:p w14:paraId="4D18291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14:paraId="32ECEFE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Brom</w:t>
            </w:r>
          </w:p>
        </w:tc>
        <w:tc>
          <w:tcPr>
            <w:tcW w:w="0" w:type="auto"/>
          </w:tcPr>
          <w:p w14:paraId="46BD6D7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</w:t>
            </w:r>
          </w:p>
        </w:tc>
        <w:tc>
          <w:tcPr>
            <w:tcW w:w="0" w:type="auto"/>
          </w:tcPr>
          <w:p w14:paraId="6C1DD05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79,904</w:t>
            </w:r>
          </w:p>
        </w:tc>
        <w:tc>
          <w:tcPr>
            <w:tcW w:w="0" w:type="auto"/>
          </w:tcPr>
          <w:p w14:paraId="4ECF60F7" w14:textId="77777777" w:rsidR="00CA596E" w:rsidRPr="00F12D2A" w:rsidRDefault="00CA596E" w:rsidP="00A90498">
            <w:pPr>
              <w:jc w:val="both"/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3,0</w:t>
            </w:r>
          </w:p>
        </w:tc>
        <w:tc>
          <w:tcPr>
            <w:tcW w:w="0" w:type="auto"/>
          </w:tcPr>
          <w:p w14:paraId="04C7D434" w14:textId="77777777" w:rsidR="00CA596E" w:rsidRDefault="00CA596E" w:rsidP="00A904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012474A9" w14:textId="77777777" w:rsidR="00CA596E" w:rsidRDefault="00CA596E" w:rsidP="00A904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A596E" w:rsidRPr="0031298E" w14:paraId="69A67C44" w14:textId="77777777" w:rsidTr="00A90498">
        <w:tc>
          <w:tcPr>
            <w:tcW w:w="0" w:type="auto"/>
          </w:tcPr>
          <w:p w14:paraId="758A9CA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14:paraId="61A9EDD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Krypton</w:t>
            </w:r>
          </w:p>
        </w:tc>
        <w:tc>
          <w:tcPr>
            <w:tcW w:w="0" w:type="auto"/>
          </w:tcPr>
          <w:p w14:paraId="4F17471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</w:t>
            </w:r>
          </w:p>
        </w:tc>
        <w:tc>
          <w:tcPr>
            <w:tcW w:w="0" w:type="auto"/>
          </w:tcPr>
          <w:p w14:paraId="4B0E6D2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83,798</w:t>
            </w:r>
          </w:p>
        </w:tc>
        <w:tc>
          <w:tcPr>
            <w:tcW w:w="0" w:type="auto"/>
          </w:tcPr>
          <w:p w14:paraId="037F7048" w14:textId="77777777" w:rsidR="00CA596E" w:rsidRPr="00F12D2A" w:rsidRDefault="00CA596E" w:rsidP="00A90498">
            <w:pPr>
              <w:jc w:val="both"/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4B032337" w14:textId="77777777" w:rsidR="00CA596E" w:rsidRDefault="00CA596E" w:rsidP="00A904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526AE380" w14:textId="77777777" w:rsidR="00CA596E" w:rsidRDefault="00CA596E" w:rsidP="00A9049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A596E" w:rsidRPr="0031298E" w14:paraId="492ED493" w14:textId="77777777" w:rsidTr="00A90498">
        <w:tc>
          <w:tcPr>
            <w:tcW w:w="0" w:type="auto"/>
          </w:tcPr>
          <w:p w14:paraId="32FA239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14:paraId="4133CDA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Rubidium</w:t>
            </w:r>
          </w:p>
        </w:tc>
        <w:tc>
          <w:tcPr>
            <w:tcW w:w="0" w:type="auto"/>
          </w:tcPr>
          <w:p w14:paraId="7B65D7F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Rb</w:t>
            </w:r>
          </w:p>
        </w:tc>
        <w:tc>
          <w:tcPr>
            <w:tcW w:w="0" w:type="auto"/>
          </w:tcPr>
          <w:p w14:paraId="0D1BC79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85,468</w:t>
            </w:r>
          </w:p>
        </w:tc>
        <w:tc>
          <w:tcPr>
            <w:tcW w:w="0" w:type="auto"/>
          </w:tcPr>
          <w:p w14:paraId="7DC50588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14:paraId="0A722127" w14:textId="77777777" w:rsidR="00CA596E" w:rsidRDefault="00CA596E" w:rsidP="00A90498">
            <w:r>
              <w:t>1</w:t>
            </w:r>
          </w:p>
        </w:tc>
        <w:tc>
          <w:tcPr>
            <w:tcW w:w="0" w:type="auto"/>
          </w:tcPr>
          <w:p w14:paraId="576E9AA0" w14:textId="77777777" w:rsidR="00CA596E" w:rsidRDefault="00CA596E" w:rsidP="00A90498">
            <w:r>
              <w:t>5</w:t>
            </w:r>
          </w:p>
        </w:tc>
      </w:tr>
      <w:tr w:rsidR="00CA596E" w:rsidRPr="0031298E" w14:paraId="361FB757" w14:textId="77777777" w:rsidTr="00A90498">
        <w:tc>
          <w:tcPr>
            <w:tcW w:w="0" w:type="auto"/>
          </w:tcPr>
          <w:p w14:paraId="249DED3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14:paraId="59A0FF7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Strontium</w:t>
            </w:r>
          </w:p>
        </w:tc>
        <w:tc>
          <w:tcPr>
            <w:tcW w:w="0" w:type="auto"/>
          </w:tcPr>
          <w:p w14:paraId="107628F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</w:t>
            </w:r>
          </w:p>
        </w:tc>
        <w:tc>
          <w:tcPr>
            <w:tcW w:w="0" w:type="auto"/>
          </w:tcPr>
          <w:p w14:paraId="200E5B4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87,62</w:t>
            </w:r>
          </w:p>
        </w:tc>
        <w:tc>
          <w:tcPr>
            <w:tcW w:w="0" w:type="auto"/>
          </w:tcPr>
          <w:p w14:paraId="61D1956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</w:tcPr>
          <w:p w14:paraId="405E6B7C" w14:textId="77777777" w:rsidR="00CA596E" w:rsidRDefault="00CA596E" w:rsidP="00A90498">
            <w:r>
              <w:t>2</w:t>
            </w:r>
          </w:p>
        </w:tc>
        <w:tc>
          <w:tcPr>
            <w:tcW w:w="0" w:type="auto"/>
          </w:tcPr>
          <w:p w14:paraId="014E5BAD" w14:textId="77777777" w:rsidR="00CA596E" w:rsidRDefault="00CA596E" w:rsidP="00A90498">
            <w:r>
              <w:t>5</w:t>
            </w:r>
          </w:p>
        </w:tc>
      </w:tr>
      <w:tr w:rsidR="00CA596E" w:rsidRPr="0031298E" w14:paraId="3B623688" w14:textId="77777777" w:rsidTr="00A90498">
        <w:tc>
          <w:tcPr>
            <w:tcW w:w="0" w:type="auto"/>
          </w:tcPr>
          <w:p w14:paraId="79C966F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3E80C9C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Yttrium</w:t>
            </w:r>
          </w:p>
        </w:tc>
        <w:tc>
          <w:tcPr>
            <w:tcW w:w="0" w:type="auto"/>
          </w:tcPr>
          <w:p w14:paraId="6DCAD23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</w:tcPr>
          <w:p w14:paraId="18EF041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88,906</w:t>
            </w:r>
          </w:p>
        </w:tc>
        <w:tc>
          <w:tcPr>
            <w:tcW w:w="0" w:type="auto"/>
          </w:tcPr>
          <w:p w14:paraId="247C88C0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5896EF89" w14:textId="77777777" w:rsidR="00CA596E" w:rsidRDefault="00CA596E" w:rsidP="00A90498">
            <w:r>
              <w:t>3</w:t>
            </w:r>
          </w:p>
        </w:tc>
        <w:tc>
          <w:tcPr>
            <w:tcW w:w="0" w:type="auto"/>
          </w:tcPr>
          <w:p w14:paraId="3170470B" w14:textId="77777777" w:rsidR="00CA596E" w:rsidRDefault="00CA596E" w:rsidP="00A90498">
            <w:r>
              <w:t>5</w:t>
            </w:r>
          </w:p>
        </w:tc>
      </w:tr>
      <w:tr w:rsidR="00CA596E" w:rsidRPr="0031298E" w14:paraId="18801E3C" w14:textId="77777777" w:rsidTr="00A90498">
        <w:tc>
          <w:tcPr>
            <w:tcW w:w="0" w:type="auto"/>
          </w:tcPr>
          <w:p w14:paraId="41D2C87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4E61348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Zirconium</w:t>
            </w:r>
          </w:p>
        </w:tc>
        <w:tc>
          <w:tcPr>
            <w:tcW w:w="0" w:type="auto"/>
          </w:tcPr>
          <w:p w14:paraId="0228FAD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</w:t>
            </w:r>
          </w:p>
        </w:tc>
        <w:tc>
          <w:tcPr>
            <w:tcW w:w="0" w:type="auto"/>
          </w:tcPr>
          <w:p w14:paraId="792B846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91,224</w:t>
            </w:r>
          </w:p>
        </w:tc>
        <w:tc>
          <w:tcPr>
            <w:tcW w:w="0" w:type="auto"/>
          </w:tcPr>
          <w:p w14:paraId="1583917B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7370E449" w14:textId="77777777" w:rsidR="00CA596E" w:rsidRDefault="00CA596E" w:rsidP="00A90498">
            <w:r>
              <w:t>4</w:t>
            </w:r>
          </w:p>
        </w:tc>
        <w:tc>
          <w:tcPr>
            <w:tcW w:w="0" w:type="auto"/>
          </w:tcPr>
          <w:p w14:paraId="4CF2C519" w14:textId="77777777" w:rsidR="00CA596E" w:rsidRDefault="00CA596E" w:rsidP="00A90498">
            <w:r>
              <w:t>5</w:t>
            </w:r>
          </w:p>
        </w:tc>
      </w:tr>
      <w:tr w:rsidR="00CA596E" w:rsidRPr="0031298E" w14:paraId="2503ED0A" w14:textId="77777777" w:rsidTr="00A90498">
        <w:tc>
          <w:tcPr>
            <w:tcW w:w="0" w:type="auto"/>
          </w:tcPr>
          <w:p w14:paraId="0614A89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14:paraId="61942C3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Niobium</w:t>
            </w:r>
          </w:p>
        </w:tc>
        <w:tc>
          <w:tcPr>
            <w:tcW w:w="0" w:type="auto"/>
          </w:tcPr>
          <w:p w14:paraId="0C718D9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</w:t>
            </w:r>
          </w:p>
        </w:tc>
        <w:tc>
          <w:tcPr>
            <w:tcW w:w="0" w:type="auto"/>
          </w:tcPr>
          <w:p w14:paraId="7B513ECE" w14:textId="5F2AC65E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  <w:r w:rsidR="00524B6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76E34F1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14:paraId="095DC85A" w14:textId="77777777" w:rsidR="00CA596E" w:rsidRDefault="00CA596E" w:rsidP="00A90498">
            <w:r>
              <w:t>5</w:t>
            </w:r>
          </w:p>
        </w:tc>
        <w:tc>
          <w:tcPr>
            <w:tcW w:w="0" w:type="auto"/>
          </w:tcPr>
          <w:p w14:paraId="6DDBD193" w14:textId="77777777" w:rsidR="00CA596E" w:rsidRDefault="00CA596E" w:rsidP="00A90498">
            <w:r>
              <w:t>5</w:t>
            </w:r>
          </w:p>
        </w:tc>
      </w:tr>
      <w:tr w:rsidR="00CA596E" w:rsidRPr="0031298E" w14:paraId="5446122B" w14:textId="77777777" w:rsidTr="00A90498">
        <w:tc>
          <w:tcPr>
            <w:tcW w:w="0" w:type="auto"/>
          </w:tcPr>
          <w:p w14:paraId="22A95D3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14:paraId="5669025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Molybdän</w:t>
            </w:r>
          </w:p>
        </w:tc>
        <w:tc>
          <w:tcPr>
            <w:tcW w:w="0" w:type="auto"/>
          </w:tcPr>
          <w:p w14:paraId="158C49E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</w:t>
            </w:r>
          </w:p>
        </w:tc>
        <w:tc>
          <w:tcPr>
            <w:tcW w:w="0" w:type="auto"/>
          </w:tcPr>
          <w:p w14:paraId="41FD066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95,95</w:t>
            </w:r>
          </w:p>
        </w:tc>
        <w:tc>
          <w:tcPr>
            <w:tcW w:w="0" w:type="auto"/>
          </w:tcPr>
          <w:p w14:paraId="22EA85B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1A179199" w14:textId="77777777" w:rsidR="00CA596E" w:rsidRDefault="00CA596E" w:rsidP="00A90498">
            <w:r>
              <w:t>6</w:t>
            </w:r>
          </w:p>
        </w:tc>
        <w:tc>
          <w:tcPr>
            <w:tcW w:w="0" w:type="auto"/>
          </w:tcPr>
          <w:p w14:paraId="15395A33" w14:textId="77777777" w:rsidR="00CA596E" w:rsidRDefault="00CA596E" w:rsidP="00A90498">
            <w:r>
              <w:t>5</w:t>
            </w:r>
          </w:p>
        </w:tc>
      </w:tr>
      <w:tr w:rsidR="00CA596E" w:rsidRPr="0031298E" w14:paraId="7F6EBF03" w14:textId="77777777" w:rsidTr="00A90498">
        <w:tc>
          <w:tcPr>
            <w:tcW w:w="0" w:type="auto"/>
          </w:tcPr>
          <w:p w14:paraId="1F33EBF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14:paraId="25EF3AB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Technetium</w:t>
            </w:r>
          </w:p>
        </w:tc>
        <w:tc>
          <w:tcPr>
            <w:tcW w:w="0" w:type="auto"/>
          </w:tcPr>
          <w:p w14:paraId="65AD5BB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</w:t>
            </w:r>
          </w:p>
        </w:tc>
        <w:tc>
          <w:tcPr>
            <w:tcW w:w="0" w:type="auto"/>
          </w:tcPr>
          <w:p w14:paraId="46A493B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97,907*</w:t>
            </w:r>
          </w:p>
        </w:tc>
        <w:tc>
          <w:tcPr>
            <w:tcW w:w="0" w:type="auto"/>
          </w:tcPr>
          <w:p w14:paraId="32C470BC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14:paraId="3525A32E" w14:textId="77777777" w:rsidR="00CA596E" w:rsidRDefault="00CA596E" w:rsidP="00A90498">
            <w:r>
              <w:t>7</w:t>
            </w:r>
          </w:p>
        </w:tc>
        <w:tc>
          <w:tcPr>
            <w:tcW w:w="0" w:type="auto"/>
          </w:tcPr>
          <w:p w14:paraId="7FF1EF1A" w14:textId="77777777" w:rsidR="00CA596E" w:rsidRDefault="00CA596E" w:rsidP="00A90498">
            <w:r>
              <w:t>5</w:t>
            </w:r>
          </w:p>
        </w:tc>
      </w:tr>
      <w:tr w:rsidR="00CA596E" w:rsidRPr="0031298E" w14:paraId="5C1C01CB" w14:textId="77777777" w:rsidTr="00A90498">
        <w:tc>
          <w:tcPr>
            <w:tcW w:w="0" w:type="auto"/>
          </w:tcPr>
          <w:p w14:paraId="56A2DEF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14:paraId="41513DF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Ruthenium</w:t>
            </w:r>
          </w:p>
        </w:tc>
        <w:tc>
          <w:tcPr>
            <w:tcW w:w="0" w:type="auto"/>
          </w:tcPr>
          <w:p w14:paraId="64C407F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</w:t>
            </w:r>
          </w:p>
        </w:tc>
        <w:tc>
          <w:tcPr>
            <w:tcW w:w="0" w:type="auto"/>
          </w:tcPr>
          <w:p w14:paraId="4F71C47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101,07</w:t>
            </w:r>
          </w:p>
        </w:tc>
        <w:tc>
          <w:tcPr>
            <w:tcW w:w="0" w:type="auto"/>
          </w:tcPr>
          <w:p w14:paraId="5A8B55EF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2E6C94F5" w14:textId="77777777" w:rsidR="00CA596E" w:rsidRDefault="00CA596E" w:rsidP="00A90498">
            <w:r>
              <w:t>8</w:t>
            </w:r>
          </w:p>
        </w:tc>
        <w:tc>
          <w:tcPr>
            <w:tcW w:w="0" w:type="auto"/>
          </w:tcPr>
          <w:p w14:paraId="169B3A65" w14:textId="77777777" w:rsidR="00CA596E" w:rsidRDefault="00CA596E" w:rsidP="00A90498">
            <w:r>
              <w:t>5</w:t>
            </w:r>
          </w:p>
        </w:tc>
      </w:tr>
      <w:tr w:rsidR="00CA596E" w:rsidRPr="0031298E" w14:paraId="5F8A0E53" w14:textId="77777777" w:rsidTr="00A90498">
        <w:tc>
          <w:tcPr>
            <w:tcW w:w="0" w:type="auto"/>
          </w:tcPr>
          <w:p w14:paraId="397D9F1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14:paraId="234C0C3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Rhodium</w:t>
            </w:r>
          </w:p>
        </w:tc>
        <w:tc>
          <w:tcPr>
            <w:tcW w:w="0" w:type="auto"/>
          </w:tcPr>
          <w:p w14:paraId="377E81C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Rh</w:t>
            </w:r>
          </w:p>
        </w:tc>
        <w:tc>
          <w:tcPr>
            <w:tcW w:w="0" w:type="auto"/>
          </w:tcPr>
          <w:p w14:paraId="0B45DF0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102,905</w:t>
            </w:r>
          </w:p>
        </w:tc>
        <w:tc>
          <w:tcPr>
            <w:tcW w:w="0" w:type="auto"/>
          </w:tcPr>
          <w:p w14:paraId="1288DAD2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</w:tcPr>
          <w:p w14:paraId="273F5945" w14:textId="77777777" w:rsidR="00CA596E" w:rsidRDefault="00CA596E" w:rsidP="00A90498">
            <w:r>
              <w:t>9</w:t>
            </w:r>
          </w:p>
        </w:tc>
        <w:tc>
          <w:tcPr>
            <w:tcW w:w="0" w:type="auto"/>
          </w:tcPr>
          <w:p w14:paraId="445081A2" w14:textId="77777777" w:rsidR="00CA596E" w:rsidRDefault="00CA596E" w:rsidP="00A90498">
            <w:r>
              <w:t>5</w:t>
            </w:r>
          </w:p>
        </w:tc>
      </w:tr>
      <w:tr w:rsidR="00CA596E" w:rsidRPr="0031298E" w14:paraId="33F8EFDC" w14:textId="77777777" w:rsidTr="00A90498">
        <w:tc>
          <w:tcPr>
            <w:tcW w:w="0" w:type="auto"/>
          </w:tcPr>
          <w:p w14:paraId="4E54644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14:paraId="16973D9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Palladium</w:t>
            </w:r>
          </w:p>
        </w:tc>
        <w:tc>
          <w:tcPr>
            <w:tcW w:w="0" w:type="auto"/>
          </w:tcPr>
          <w:p w14:paraId="4322051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</w:t>
            </w:r>
          </w:p>
        </w:tc>
        <w:tc>
          <w:tcPr>
            <w:tcW w:w="0" w:type="auto"/>
          </w:tcPr>
          <w:p w14:paraId="0B29671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106,42</w:t>
            </w:r>
          </w:p>
        </w:tc>
        <w:tc>
          <w:tcPr>
            <w:tcW w:w="0" w:type="auto"/>
          </w:tcPr>
          <w:p w14:paraId="4E65D31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336040D2" w14:textId="77777777" w:rsidR="00CA596E" w:rsidRDefault="00CA596E" w:rsidP="00A90498">
            <w:r>
              <w:t>10</w:t>
            </w:r>
          </w:p>
        </w:tc>
        <w:tc>
          <w:tcPr>
            <w:tcW w:w="0" w:type="auto"/>
          </w:tcPr>
          <w:p w14:paraId="0EA390DC" w14:textId="77777777" w:rsidR="00CA596E" w:rsidRDefault="00CA596E" w:rsidP="00A90498">
            <w:r>
              <w:t>5</w:t>
            </w:r>
          </w:p>
        </w:tc>
      </w:tr>
      <w:tr w:rsidR="00CA596E" w:rsidRPr="0031298E" w14:paraId="01023F61" w14:textId="77777777" w:rsidTr="00A90498">
        <w:tc>
          <w:tcPr>
            <w:tcW w:w="0" w:type="auto"/>
          </w:tcPr>
          <w:p w14:paraId="70169DA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14:paraId="2EAA8AC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Silber</w:t>
            </w:r>
          </w:p>
        </w:tc>
        <w:tc>
          <w:tcPr>
            <w:tcW w:w="0" w:type="auto"/>
          </w:tcPr>
          <w:p w14:paraId="5F9B957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</w:t>
            </w:r>
          </w:p>
        </w:tc>
        <w:tc>
          <w:tcPr>
            <w:tcW w:w="0" w:type="auto"/>
          </w:tcPr>
          <w:p w14:paraId="6EC0E80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107,868</w:t>
            </w:r>
          </w:p>
        </w:tc>
        <w:tc>
          <w:tcPr>
            <w:tcW w:w="0" w:type="auto"/>
          </w:tcPr>
          <w:p w14:paraId="7991C4BB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14:paraId="68352DB2" w14:textId="77777777" w:rsidR="00CA596E" w:rsidRDefault="00CA596E" w:rsidP="00A90498">
            <w:r>
              <w:t>11</w:t>
            </w:r>
          </w:p>
        </w:tc>
        <w:tc>
          <w:tcPr>
            <w:tcW w:w="0" w:type="auto"/>
          </w:tcPr>
          <w:p w14:paraId="5B26F7EE" w14:textId="77777777" w:rsidR="00CA596E" w:rsidRDefault="00CA596E" w:rsidP="00A90498">
            <w:r>
              <w:t>5</w:t>
            </w:r>
          </w:p>
        </w:tc>
      </w:tr>
      <w:tr w:rsidR="00CA596E" w:rsidRPr="0031298E" w14:paraId="355F1D13" w14:textId="77777777" w:rsidTr="00A90498">
        <w:tc>
          <w:tcPr>
            <w:tcW w:w="0" w:type="auto"/>
          </w:tcPr>
          <w:p w14:paraId="4E461E8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14:paraId="730D833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Cadmium</w:t>
            </w:r>
          </w:p>
        </w:tc>
        <w:tc>
          <w:tcPr>
            <w:tcW w:w="0" w:type="auto"/>
          </w:tcPr>
          <w:p w14:paraId="686FFBC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</w:t>
            </w:r>
          </w:p>
        </w:tc>
        <w:tc>
          <w:tcPr>
            <w:tcW w:w="0" w:type="auto"/>
          </w:tcPr>
          <w:p w14:paraId="2B1A9B4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112,414</w:t>
            </w:r>
          </w:p>
        </w:tc>
        <w:tc>
          <w:tcPr>
            <w:tcW w:w="0" w:type="auto"/>
          </w:tcPr>
          <w:p w14:paraId="36C46736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</w:tcPr>
          <w:p w14:paraId="27B849BA" w14:textId="77777777" w:rsidR="00CA596E" w:rsidRDefault="00CA596E" w:rsidP="00A90498">
            <w:r>
              <w:t>12</w:t>
            </w:r>
          </w:p>
        </w:tc>
        <w:tc>
          <w:tcPr>
            <w:tcW w:w="0" w:type="auto"/>
          </w:tcPr>
          <w:p w14:paraId="63F12681" w14:textId="77777777" w:rsidR="00CA596E" w:rsidRDefault="00CA596E" w:rsidP="00A90498">
            <w:r>
              <w:t>5</w:t>
            </w:r>
          </w:p>
        </w:tc>
      </w:tr>
      <w:tr w:rsidR="00CA596E" w:rsidRPr="0031298E" w14:paraId="5BDB889D" w14:textId="77777777" w:rsidTr="00A90498">
        <w:tc>
          <w:tcPr>
            <w:tcW w:w="0" w:type="auto"/>
          </w:tcPr>
          <w:p w14:paraId="1CEB1F3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14:paraId="03188AF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Indium</w:t>
            </w:r>
          </w:p>
        </w:tc>
        <w:tc>
          <w:tcPr>
            <w:tcW w:w="0" w:type="auto"/>
          </w:tcPr>
          <w:p w14:paraId="5F9822B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</w:p>
        </w:tc>
        <w:tc>
          <w:tcPr>
            <w:tcW w:w="0" w:type="auto"/>
          </w:tcPr>
          <w:p w14:paraId="6A78790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114,818</w:t>
            </w:r>
          </w:p>
        </w:tc>
        <w:tc>
          <w:tcPr>
            <w:tcW w:w="0" w:type="auto"/>
          </w:tcPr>
          <w:p w14:paraId="2AC9163B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</w:tcPr>
          <w:p w14:paraId="7F66B0D8" w14:textId="77777777" w:rsidR="00CA596E" w:rsidRDefault="00CA596E" w:rsidP="00A90498">
            <w:r>
              <w:t>13</w:t>
            </w:r>
          </w:p>
        </w:tc>
        <w:tc>
          <w:tcPr>
            <w:tcW w:w="0" w:type="auto"/>
          </w:tcPr>
          <w:p w14:paraId="219B3F63" w14:textId="77777777" w:rsidR="00CA596E" w:rsidRDefault="00CA596E" w:rsidP="00A90498">
            <w:r>
              <w:t>5</w:t>
            </w:r>
          </w:p>
        </w:tc>
      </w:tr>
      <w:tr w:rsidR="00CA596E" w:rsidRPr="0031298E" w14:paraId="04B64BC6" w14:textId="77777777" w:rsidTr="00A90498">
        <w:tc>
          <w:tcPr>
            <w:tcW w:w="0" w:type="auto"/>
          </w:tcPr>
          <w:p w14:paraId="1014CC1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14:paraId="08E6A57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Zinn</w:t>
            </w:r>
          </w:p>
        </w:tc>
        <w:tc>
          <w:tcPr>
            <w:tcW w:w="0" w:type="auto"/>
          </w:tcPr>
          <w:p w14:paraId="13676E0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</w:t>
            </w:r>
          </w:p>
        </w:tc>
        <w:tc>
          <w:tcPr>
            <w:tcW w:w="0" w:type="auto"/>
          </w:tcPr>
          <w:p w14:paraId="01F5A0B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118,710</w:t>
            </w:r>
          </w:p>
        </w:tc>
        <w:tc>
          <w:tcPr>
            <w:tcW w:w="0" w:type="auto"/>
          </w:tcPr>
          <w:p w14:paraId="47229A7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158BA95D" w14:textId="77777777" w:rsidR="00CA596E" w:rsidRDefault="00CA596E" w:rsidP="00A90498">
            <w:r>
              <w:t>14</w:t>
            </w:r>
          </w:p>
        </w:tc>
        <w:tc>
          <w:tcPr>
            <w:tcW w:w="0" w:type="auto"/>
          </w:tcPr>
          <w:p w14:paraId="29ED03C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A596E" w:rsidRPr="0031298E" w14:paraId="746038DD" w14:textId="77777777" w:rsidTr="00A90498">
        <w:tc>
          <w:tcPr>
            <w:tcW w:w="0" w:type="auto"/>
          </w:tcPr>
          <w:p w14:paraId="6085AF0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0" w:type="auto"/>
          </w:tcPr>
          <w:p w14:paraId="0398F0B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Antimon</w:t>
            </w:r>
          </w:p>
        </w:tc>
        <w:tc>
          <w:tcPr>
            <w:tcW w:w="0" w:type="auto"/>
          </w:tcPr>
          <w:p w14:paraId="1D58884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</w:t>
            </w:r>
          </w:p>
        </w:tc>
        <w:tc>
          <w:tcPr>
            <w:tcW w:w="0" w:type="auto"/>
          </w:tcPr>
          <w:p w14:paraId="687020A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121,760</w:t>
            </w:r>
          </w:p>
        </w:tc>
        <w:tc>
          <w:tcPr>
            <w:tcW w:w="0" w:type="auto"/>
          </w:tcPr>
          <w:p w14:paraId="30A13D86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2,1</w:t>
            </w:r>
          </w:p>
        </w:tc>
        <w:tc>
          <w:tcPr>
            <w:tcW w:w="0" w:type="auto"/>
          </w:tcPr>
          <w:p w14:paraId="34C20084" w14:textId="77777777" w:rsidR="00CA596E" w:rsidRDefault="00CA596E" w:rsidP="00A90498">
            <w:r>
              <w:t>15</w:t>
            </w:r>
          </w:p>
        </w:tc>
        <w:tc>
          <w:tcPr>
            <w:tcW w:w="0" w:type="auto"/>
          </w:tcPr>
          <w:p w14:paraId="119AA2B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A596E" w:rsidRPr="0031298E" w14:paraId="338F60FB" w14:textId="77777777" w:rsidTr="00A90498">
        <w:tc>
          <w:tcPr>
            <w:tcW w:w="0" w:type="auto"/>
          </w:tcPr>
          <w:p w14:paraId="2A726AF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</w:tcPr>
          <w:p w14:paraId="027DBF1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Tellur</w:t>
            </w:r>
          </w:p>
        </w:tc>
        <w:tc>
          <w:tcPr>
            <w:tcW w:w="0" w:type="auto"/>
          </w:tcPr>
          <w:p w14:paraId="2D180AB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</w:t>
            </w:r>
          </w:p>
        </w:tc>
        <w:tc>
          <w:tcPr>
            <w:tcW w:w="0" w:type="auto"/>
          </w:tcPr>
          <w:p w14:paraId="0E605EB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127,60</w:t>
            </w:r>
          </w:p>
        </w:tc>
        <w:tc>
          <w:tcPr>
            <w:tcW w:w="0" w:type="auto"/>
          </w:tcPr>
          <w:p w14:paraId="221E2E22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2,1</w:t>
            </w:r>
          </w:p>
        </w:tc>
        <w:tc>
          <w:tcPr>
            <w:tcW w:w="0" w:type="auto"/>
          </w:tcPr>
          <w:p w14:paraId="7ADC82CC" w14:textId="77777777" w:rsidR="00CA596E" w:rsidRDefault="00CA596E" w:rsidP="00A90498">
            <w:r>
              <w:t>16</w:t>
            </w:r>
          </w:p>
        </w:tc>
        <w:tc>
          <w:tcPr>
            <w:tcW w:w="0" w:type="auto"/>
          </w:tcPr>
          <w:p w14:paraId="7892D20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A596E" w:rsidRPr="0031298E" w14:paraId="1D4C2E55" w14:textId="77777777" w:rsidTr="00A90498">
        <w:tc>
          <w:tcPr>
            <w:tcW w:w="0" w:type="auto"/>
          </w:tcPr>
          <w:p w14:paraId="1E88575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6F8AD25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Iod</w:t>
            </w:r>
          </w:p>
        </w:tc>
        <w:tc>
          <w:tcPr>
            <w:tcW w:w="0" w:type="auto"/>
          </w:tcPr>
          <w:p w14:paraId="3BB3F62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14:paraId="01F6DF9C" w14:textId="5DA7229B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3D1BF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,905</w:t>
            </w:r>
          </w:p>
        </w:tc>
        <w:tc>
          <w:tcPr>
            <w:tcW w:w="0" w:type="auto"/>
          </w:tcPr>
          <w:p w14:paraId="76ED01F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2,7</w:t>
            </w:r>
          </w:p>
        </w:tc>
        <w:tc>
          <w:tcPr>
            <w:tcW w:w="0" w:type="auto"/>
          </w:tcPr>
          <w:p w14:paraId="7D70631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5B95CFA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A596E" w:rsidRPr="0031298E" w14:paraId="237414CF" w14:textId="77777777" w:rsidTr="00A90498">
        <w:tc>
          <w:tcPr>
            <w:tcW w:w="0" w:type="auto"/>
          </w:tcPr>
          <w:p w14:paraId="0E9A459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0" w:type="auto"/>
          </w:tcPr>
          <w:p w14:paraId="4F6CECC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Xenon</w:t>
            </w:r>
          </w:p>
        </w:tc>
        <w:tc>
          <w:tcPr>
            <w:tcW w:w="0" w:type="auto"/>
          </w:tcPr>
          <w:p w14:paraId="20C555B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Xe</w:t>
            </w:r>
          </w:p>
        </w:tc>
        <w:tc>
          <w:tcPr>
            <w:tcW w:w="0" w:type="auto"/>
          </w:tcPr>
          <w:p w14:paraId="4D76B7E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131,293</w:t>
            </w:r>
          </w:p>
        </w:tc>
        <w:tc>
          <w:tcPr>
            <w:tcW w:w="0" w:type="auto"/>
          </w:tcPr>
          <w:p w14:paraId="5E7B0CDC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31A9473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461EB78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A596E" w:rsidRPr="0031298E" w14:paraId="7FB5ED83" w14:textId="77777777" w:rsidTr="00A90498">
        <w:tc>
          <w:tcPr>
            <w:tcW w:w="0" w:type="auto"/>
          </w:tcPr>
          <w:p w14:paraId="374EFD5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0" w:type="auto"/>
          </w:tcPr>
          <w:p w14:paraId="6C5A295A" w14:textId="5CDC0539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3D1BFE">
              <w:rPr>
                <w:sz w:val="20"/>
                <w:szCs w:val="20"/>
              </w:rPr>
              <w:t>ä</w:t>
            </w:r>
            <w:r>
              <w:rPr>
                <w:sz w:val="20"/>
                <w:szCs w:val="20"/>
              </w:rPr>
              <w:t>sium</w:t>
            </w:r>
          </w:p>
        </w:tc>
        <w:tc>
          <w:tcPr>
            <w:tcW w:w="0" w:type="auto"/>
          </w:tcPr>
          <w:p w14:paraId="59F162B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</w:t>
            </w:r>
          </w:p>
        </w:tc>
        <w:tc>
          <w:tcPr>
            <w:tcW w:w="0" w:type="auto"/>
          </w:tcPr>
          <w:p w14:paraId="1C6524F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132,905</w:t>
            </w:r>
          </w:p>
        </w:tc>
        <w:tc>
          <w:tcPr>
            <w:tcW w:w="0" w:type="auto"/>
          </w:tcPr>
          <w:p w14:paraId="6F4784FF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</w:tcPr>
          <w:p w14:paraId="25C61B1B" w14:textId="77777777" w:rsidR="00CA596E" w:rsidRDefault="00CA596E" w:rsidP="00A90498">
            <w:r>
              <w:t>1</w:t>
            </w:r>
          </w:p>
        </w:tc>
        <w:tc>
          <w:tcPr>
            <w:tcW w:w="0" w:type="auto"/>
          </w:tcPr>
          <w:p w14:paraId="3C0AA703" w14:textId="77777777" w:rsidR="00CA596E" w:rsidRDefault="00CA596E" w:rsidP="00A90498">
            <w:r>
              <w:t>6</w:t>
            </w:r>
          </w:p>
        </w:tc>
      </w:tr>
      <w:tr w:rsidR="00CA596E" w:rsidRPr="0031298E" w14:paraId="06810E71" w14:textId="77777777" w:rsidTr="00A90498">
        <w:tc>
          <w:tcPr>
            <w:tcW w:w="0" w:type="auto"/>
          </w:tcPr>
          <w:p w14:paraId="0165A91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34156E0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Barium</w:t>
            </w:r>
          </w:p>
        </w:tc>
        <w:tc>
          <w:tcPr>
            <w:tcW w:w="0" w:type="auto"/>
          </w:tcPr>
          <w:p w14:paraId="352A56F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</w:t>
            </w:r>
          </w:p>
        </w:tc>
        <w:tc>
          <w:tcPr>
            <w:tcW w:w="0" w:type="auto"/>
          </w:tcPr>
          <w:p w14:paraId="3455FF1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137,327</w:t>
            </w:r>
          </w:p>
        </w:tc>
        <w:tc>
          <w:tcPr>
            <w:tcW w:w="0" w:type="auto"/>
          </w:tcPr>
          <w:p w14:paraId="62287CB2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</w:tcPr>
          <w:p w14:paraId="46449E9B" w14:textId="77777777" w:rsidR="00CA596E" w:rsidRDefault="00CA596E" w:rsidP="00A90498">
            <w:r>
              <w:t>2</w:t>
            </w:r>
          </w:p>
        </w:tc>
        <w:tc>
          <w:tcPr>
            <w:tcW w:w="0" w:type="auto"/>
          </w:tcPr>
          <w:p w14:paraId="51856BB0" w14:textId="77777777" w:rsidR="00CA596E" w:rsidRDefault="00CA596E" w:rsidP="00A90498">
            <w:r>
              <w:t>6</w:t>
            </w:r>
          </w:p>
        </w:tc>
      </w:tr>
      <w:tr w:rsidR="00CA596E" w:rsidRPr="0031298E" w14:paraId="063E617B" w14:textId="77777777" w:rsidTr="00A90498">
        <w:tc>
          <w:tcPr>
            <w:tcW w:w="0" w:type="auto"/>
          </w:tcPr>
          <w:p w14:paraId="2013ADD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0" w:type="auto"/>
          </w:tcPr>
          <w:p w14:paraId="2DFFD73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Lanthan</w:t>
            </w:r>
          </w:p>
        </w:tc>
        <w:tc>
          <w:tcPr>
            <w:tcW w:w="0" w:type="auto"/>
          </w:tcPr>
          <w:p w14:paraId="4AEFF38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</w:t>
            </w:r>
          </w:p>
        </w:tc>
        <w:tc>
          <w:tcPr>
            <w:tcW w:w="0" w:type="auto"/>
          </w:tcPr>
          <w:p w14:paraId="725D813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138,905</w:t>
            </w:r>
          </w:p>
        </w:tc>
        <w:tc>
          <w:tcPr>
            <w:tcW w:w="0" w:type="auto"/>
          </w:tcPr>
          <w:p w14:paraId="0833F826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14:paraId="4CC38E5D" w14:textId="77777777" w:rsidR="00CA596E" w:rsidRDefault="00CA596E" w:rsidP="00A90498">
            <w:r>
              <w:t>3</w:t>
            </w:r>
          </w:p>
        </w:tc>
        <w:tc>
          <w:tcPr>
            <w:tcW w:w="0" w:type="auto"/>
          </w:tcPr>
          <w:p w14:paraId="05396759" w14:textId="77777777" w:rsidR="00CA596E" w:rsidRDefault="00CA596E" w:rsidP="00A90498">
            <w:r>
              <w:t>6</w:t>
            </w:r>
          </w:p>
        </w:tc>
      </w:tr>
      <w:tr w:rsidR="00CA596E" w:rsidRPr="0031298E" w14:paraId="2D3B2AA4" w14:textId="77777777" w:rsidTr="00A90498">
        <w:tc>
          <w:tcPr>
            <w:tcW w:w="0" w:type="auto"/>
          </w:tcPr>
          <w:p w14:paraId="222E5C3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58-71</w:t>
            </w:r>
          </w:p>
        </w:tc>
        <w:tc>
          <w:tcPr>
            <w:tcW w:w="0" w:type="auto"/>
          </w:tcPr>
          <w:p w14:paraId="67955E9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Lanthanoide (s. u.)</w:t>
            </w:r>
          </w:p>
        </w:tc>
        <w:tc>
          <w:tcPr>
            <w:tcW w:w="0" w:type="auto"/>
          </w:tcPr>
          <w:p w14:paraId="685B675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1597E77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7F98AEC7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1F75F89D" w14:textId="77777777" w:rsidR="00CA596E" w:rsidRDefault="00CA596E" w:rsidP="00A90498">
            <w:r>
              <w:t>--</w:t>
            </w:r>
          </w:p>
        </w:tc>
        <w:tc>
          <w:tcPr>
            <w:tcW w:w="0" w:type="auto"/>
          </w:tcPr>
          <w:p w14:paraId="0BCF5D4E" w14:textId="77777777" w:rsidR="00CA596E" w:rsidRDefault="00CA596E" w:rsidP="00A90498">
            <w:r>
              <w:t>--</w:t>
            </w:r>
          </w:p>
        </w:tc>
      </w:tr>
      <w:tr w:rsidR="00CA596E" w:rsidRPr="0031298E" w14:paraId="4FDB6B19" w14:textId="77777777" w:rsidTr="00A90498">
        <w:tc>
          <w:tcPr>
            <w:tcW w:w="0" w:type="auto"/>
          </w:tcPr>
          <w:p w14:paraId="51DF9CF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0" w:type="auto"/>
          </w:tcPr>
          <w:p w14:paraId="0A964D5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Hafnium</w:t>
            </w:r>
          </w:p>
        </w:tc>
        <w:tc>
          <w:tcPr>
            <w:tcW w:w="0" w:type="auto"/>
          </w:tcPr>
          <w:p w14:paraId="432285C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Hf</w:t>
            </w:r>
          </w:p>
        </w:tc>
        <w:tc>
          <w:tcPr>
            <w:tcW w:w="0" w:type="auto"/>
          </w:tcPr>
          <w:p w14:paraId="1E732ED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178,49</w:t>
            </w:r>
          </w:p>
        </w:tc>
        <w:tc>
          <w:tcPr>
            <w:tcW w:w="0" w:type="auto"/>
          </w:tcPr>
          <w:p w14:paraId="43D79D48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41B9A414" w14:textId="77777777" w:rsidR="00CA596E" w:rsidRDefault="00CA596E" w:rsidP="00A90498">
            <w:r>
              <w:t>4</w:t>
            </w:r>
          </w:p>
        </w:tc>
        <w:tc>
          <w:tcPr>
            <w:tcW w:w="0" w:type="auto"/>
          </w:tcPr>
          <w:p w14:paraId="09D873B4" w14:textId="77777777" w:rsidR="00CA596E" w:rsidRDefault="00CA596E" w:rsidP="00A90498">
            <w:r>
              <w:t>6</w:t>
            </w:r>
          </w:p>
        </w:tc>
      </w:tr>
      <w:tr w:rsidR="00CA596E" w:rsidRPr="0031298E" w14:paraId="5F2EA3EF" w14:textId="77777777" w:rsidTr="00A90498">
        <w:tc>
          <w:tcPr>
            <w:tcW w:w="0" w:type="auto"/>
          </w:tcPr>
          <w:p w14:paraId="2FA88C7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0" w:type="auto"/>
          </w:tcPr>
          <w:p w14:paraId="702106F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Tantal</w:t>
            </w:r>
          </w:p>
        </w:tc>
        <w:tc>
          <w:tcPr>
            <w:tcW w:w="0" w:type="auto"/>
          </w:tcPr>
          <w:p w14:paraId="3E15473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</w:t>
            </w:r>
          </w:p>
        </w:tc>
        <w:tc>
          <w:tcPr>
            <w:tcW w:w="0" w:type="auto"/>
          </w:tcPr>
          <w:p w14:paraId="5159CAD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180,948</w:t>
            </w:r>
          </w:p>
        </w:tc>
        <w:tc>
          <w:tcPr>
            <w:tcW w:w="0" w:type="auto"/>
          </w:tcPr>
          <w:p w14:paraId="7CC78D57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14:paraId="0E8650BF" w14:textId="77777777" w:rsidR="00CA596E" w:rsidRDefault="00CA596E" w:rsidP="00A90498">
            <w:r>
              <w:t>5</w:t>
            </w:r>
          </w:p>
        </w:tc>
        <w:tc>
          <w:tcPr>
            <w:tcW w:w="0" w:type="auto"/>
          </w:tcPr>
          <w:p w14:paraId="51D478E4" w14:textId="77777777" w:rsidR="00CA596E" w:rsidRDefault="00CA596E" w:rsidP="00A90498">
            <w:r>
              <w:t>6</w:t>
            </w:r>
          </w:p>
        </w:tc>
      </w:tr>
      <w:tr w:rsidR="00CA596E" w:rsidRPr="0031298E" w14:paraId="2C0AFBF2" w14:textId="77777777" w:rsidTr="00A90498">
        <w:tc>
          <w:tcPr>
            <w:tcW w:w="0" w:type="auto"/>
          </w:tcPr>
          <w:p w14:paraId="1B53F14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0" w:type="auto"/>
          </w:tcPr>
          <w:p w14:paraId="7E5AED8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Wolfram</w:t>
            </w:r>
          </w:p>
        </w:tc>
        <w:tc>
          <w:tcPr>
            <w:tcW w:w="0" w:type="auto"/>
          </w:tcPr>
          <w:p w14:paraId="0157469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</w:p>
        </w:tc>
        <w:tc>
          <w:tcPr>
            <w:tcW w:w="0" w:type="auto"/>
          </w:tcPr>
          <w:p w14:paraId="0C3C9E2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183,84</w:t>
            </w:r>
          </w:p>
        </w:tc>
        <w:tc>
          <w:tcPr>
            <w:tcW w:w="0" w:type="auto"/>
          </w:tcPr>
          <w:p w14:paraId="0C8CCD1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</w:tcPr>
          <w:p w14:paraId="10A58953" w14:textId="77777777" w:rsidR="00CA596E" w:rsidRDefault="00CA596E" w:rsidP="00A90498">
            <w:r>
              <w:t>6</w:t>
            </w:r>
          </w:p>
        </w:tc>
        <w:tc>
          <w:tcPr>
            <w:tcW w:w="0" w:type="auto"/>
          </w:tcPr>
          <w:p w14:paraId="3991DE53" w14:textId="77777777" w:rsidR="00CA596E" w:rsidRDefault="00CA596E" w:rsidP="00A90498">
            <w:r>
              <w:t>6</w:t>
            </w:r>
          </w:p>
        </w:tc>
      </w:tr>
      <w:tr w:rsidR="00CA596E" w:rsidRPr="0031298E" w14:paraId="236D5696" w14:textId="77777777" w:rsidTr="00A90498">
        <w:tc>
          <w:tcPr>
            <w:tcW w:w="0" w:type="auto"/>
          </w:tcPr>
          <w:p w14:paraId="3C70305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</w:tcPr>
          <w:p w14:paraId="36FBEAC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Rhenium</w:t>
            </w:r>
          </w:p>
        </w:tc>
        <w:tc>
          <w:tcPr>
            <w:tcW w:w="0" w:type="auto"/>
          </w:tcPr>
          <w:p w14:paraId="796B88D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</w:t>
            </w:r>
          </w:p>
        </w:tc>
        <w:tc>
          <w:tcPr>
            <w:tcW w:w="0" w:type="auto"/>
          </w:tcPr>
          <w:p w14:paraId="2D6DC68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186,207</w:t>
            </w:r>
          </w:p>
        </w:tc>
        <w:tc>
          <w:tcPr>
            <w:tcW w:w="0" w:type="auto"/>
          </w:tcPr>
          <w:p w14:paraId="6765C67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1,9</w:t>
            </w:r>
          </w:p>
        </w:tc>
        <w:tc>
          <w:tcPr>
            <w:tcW w:w="0" w:type="auto"/>
          </w:tcPr>
          <w:p w14:paraId="467C9203" w14:textId="77777777" w:rsidR="00CA596E" w:rsidRDefault="00CA596E" w:rsidP="00A90498">
            <w:r>
              <w:t>7</w:t>
            </w:r>
          </w:p>
        </w:tc>
        <w:tc>
          <w:tcPr>
            <w:tcW w:w="0" w:type="auto"/>
          </w:tcPr>
          <w:p w14:paraId="33FA4672" w14:textId="77777777" w:rsidR="00CA596E" w:rsidRDefault="00CA596E" w:rsidP="00A90498">
            <w:r>
              <w:t>6</w:t>
            </w:r>
          </w:p>
        </w:tc>
      </w:tr>
      <w:tr w:rsidR="00CA596E" w:rsidRPr="0031298E" w14:paraId="4ECE5E5F" w14:textId="77777777" w:rsidTr="00A90498">
        <w:tc>
          <w:tcPr>
            <w:tcW w:w="0" w:type="auto"/>
          </w:tcPr>
          <w:p w14:paraId="349F83C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668FF1A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Osmium</w:t>
            </w:r>
          </w:p>
        </w:tc>
        <w:tc>
          <w:tcPr>
            <w:tcW w:w="0" w:type="auto"/>
          </w:tcPr>
          <w:p w14:paraId="3B35F3D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</w:t>
            </w:r>
          </w:p>
        </w:tc>
        <w:tc>
          <w:tcPr>
            <w:tcW w:w="0" w:type="auto"/>
          </w:tcPr>
          <w:p w14:paraId="1FD7B7E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190,23</w:t>
            </w:r>
          </w:p>
        </w:tc>
        <w:tc>
          <w:tcPr>
            <w:tcW w:w="0" w:type="auto"/>
          </w:tcPr>
          <w:p w14:paraId="31B7C382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71D425D8" w14:textId="77777777" w:rsidR="00CA596E" w:rsidRDefault="00CA596E" w:rsidP="00A90498">
            <w:r>
              <w:t>8</w:t>
            </w:r>
          </w:p>
        </w:tc>
        <w:tc>
          <w:tcPr>
            <w:tcW w:w="0" w:type="auto"/>
          </w:tcPr>
          <w:p w14:paraId="72BCC494" w14:textId="77777777" w:rsidR="00CA596E" w:rsidRDefault="00CA596E" w:rsidP="00A90498">
            <w:r>
              <w:t>6</w:t>
            </w:r>
          </w:p>
        </w:tc>
      </w:tr>
      <w:tr w:rsidR="00CA596E" w:rsidRPr="0031298E" w14:paraId="715C3805" w14:textId="77777777" w:rsidTr="00A90498">
        <w:tc>
          <w:tcPr>
            <w:tcW w:w="0" w:type="auto"/>
          </w:tcPr>
          <w:p w14:paraId="5E073F0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0" w:type="auto"/>
          </w:tcPr>
          <w:p w14:paraId="570A95B6" w14:textId="7FC13A6A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</w:t>
            </w:r>
            <w:r w:rsidR="003D1BF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dium</w:t>
            </w:r>
          </w:p>
        </w:tc>
        <w:tc>
          <w:tcPr>
            <w:tcW w:w="0" w:type="auto"/>
          </w:tcPr>
          <w:p w14:paraId="4C1E459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</w:t>
            </w:r>
          </w:p>
        </w:tc>
        <w:tc>
          <w:tcPr>
            <w:tcW w:w="0" w:type="auto"/>
          </w:tcPr>
          <w:p w14:paraId="406100A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192,217</w:t>
            </w:r>
          </w:p>
        </w:tc>
        <w:tc>
          <w:tcPr>
            <w:tcW w:w="0" w:type="auto"/>
          </w:tcPr>
          <w:p w14:paraId="6463137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47EE54F5" w14:textId="77777777" w:rsidR="00CA596E" w:rsidRDefault="00CA596E" w:rsidP="00A90498">
            <w:r>
              <w:t>9</w:t>
            </w:r>
          </w:p>
        </w:tc>
        <w:tc>
          <w:tcPr>
            <w:tcW w:w="0" w:type="auto"/>
          </w:tcPr>
          <w:p w14:paraId="1D3E1299" w14:textId="77777777" w:rsidR="00CA596E" w:rsidRDefault="00CA596E" w:rsidP="00A90498">
            <w:r>
              <w:t>6</w:t>
            </w:r>
          </w:p>
        </w:tc>
      </w:tr>
      <w:tr w:rsidR="00CA596E" w:rsidRPr="0031298E" w14:paraId="75B1B91B" w14:textId="77777777" w:rsidTr="00A90498">
        <w:tc>
          <w:tcPr>
            <w:tcW w:w="0" w:type="auto"/>
          </w:tcPr>
          <w:p w14:paraId="79DDF9B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53C2FDC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Platin</w:t>
            </w:r>
          </w:p>
        </w:tc>
        <w:tc>
          <w:tcPr>
            <w:tcW w:w="0" w:type="auto"/>
          </w:tcPr>
          <w:p w14:paraId="7A8FDDE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Pt</w:t>
            </w:r>
          </w:p>
        </w:tc>
        <w:tc>
          <w:tcPr>
            <w:tcW w:w="0" w:type="auto"/>
          </w:tcPr>
          <w:p w14:paraId="7C41538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195,084</w:t>
            </w:r>
          </w:p>
        </w:tc>
        <w:tc>
          <w:tcPr>
            <w:tcW w:w="0" w:type="auto"/>
          </w:tcPr>
          <w:p w14:paraId="712EC6F2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</w:tcPr>
          <w:p w14:paraId="2A932ED2" w14:textId="77777777" w:rsidR="00CA596E" w:rsidRDefault="00CA596E" w:rsidP="00A90498">
            <w:r>
              <w:t>10</w:t>
            </w:r>
          </w:p>
        </w:tc>
        <w:tc>
          <w:tcPr>
            <w:tcW w:w="0" w:type="auto"/>
          </w:tcPr>
          <w:p w14:paraId="6B780055" w14:textId="77777777" w:rsidR="00CA596E" w:rsidRDefault="00CA596E" w:rsidP="00A90498">
            <w:r>
              <w:t>6</w:t>
            </w:r>
          </w:p>
        </w:tc>
      </w:tr>
      <w:tr w:rsidR="00CA596E" w:rsidRPr="0031298E" w14:paraId="0DFDA083" w14:textId="77777777" w:rsidTr="00A90498">
        <w:tc>
          <w:tcPr>
            <w:tcW w:w="0" w:type="auto"/>
          </w:tcPr>
          <w:p w14:paraId="3E17474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14:paraId="1E1756F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</w:t>
            </w:r>
          </w:p>
        </w:tc>
        <w:tc>
          <w:tcPr>
            <w:tcW w:w="0" w:type="auto"/>
          </w:tcPr>
          <w:p w14:paraId="00706DE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</w:t>
            </w:r>
          </w:p>
        </w:tc>
        <w:tc>
          <w:tcPr>
            <w:tcW w:w="0" w:type="auto"/>
          </w:tcPr>
          <w:p w14:paraId="7435939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196,967</w:t>
            </w:r>
          </w:p>
        </w:tc>
        <w:tc>
          <w:tcPr>
            <w:tcW w:w="0" w:type="auto"/>
          </w:tcPr>
          <w:p w14:paraId="466B925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14:paraId="27DA2FD5" w14:textId="77777777" w:rsidR="00CA596E" w:rsidRDefault="00CA596E" w:rsidP="00A90498">
            <w:r>
              <w:t>11</w:t>
            </w:r>
          </w:p>
        </w:tc>
        <w:tc>
          <w:tcPr>
            <w:tcW w:w="0" w:type="auto"/>
          </w:tcPr>
          <w:p w14:paraId="7869CD80" w14:textId="77777777" w:rsidR="00CA596E" w:rsidRDefault="00CA596E" w:rsidP="00A90498">
            <w:r>
              <w:t>6</w:t>
            </w:r>
          </w:p>
        </w:tc>
      </w:tr>
      <w:tr w:rsidR="00CA596E" w:rsidRPr="0031298E" w14:paraId="01DE9CF7" w14:textId="77777777" w:rsidTr="00A90498">
        <w:tc>
          <w:tcPr>
            <w:tcW w:w="0" w:type="auto"/>
          </w:tcPr>
          <w:p w14:paraId="5603828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14:paraId="5FB4479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Quecksilber</w:t>
            </w:r>
          </w:p>
        </w:tc>
        <w:tc>
          <w:tcPr>
            <w:tcW w:w="0" w:type="auto"/>
          </w:tcPr>
          <w:p w14:paraId="222A788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Hg</w:t>
            </w:r>
          </w:p>
        </w:tc>
        <w:tc>
          <w:tcPr>
            <w:tcW w:w="0" w:type="auto"/>
          </w:tcPr>
          <w:p w14:paraId="525F316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200,592</w:t>
            </w:r>
          </w:p>
        </w:tc>
        <w:tc>
          <w:tcPr>
            <w:tcW w:w="0" w:type="auto"/>
          </w:tcPr>
          <w:p w14:paraId="28F826FF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52FCDCE7" w14:textId="77777777" w:rsidR="00CA596E" w:rsidRDefault="00CA596E" w:rsidP="00A90498">
            <w:r>
              <w:t>12</w:t>
            </w:r>
          </w:p>
        </w:tc>
        <w:tc>
          <w:tcPr>
            <w:tcW w:w="0" w:type="auto"/>
          </w:tcPr>
          <w:p w14:paraId="49B362B5" w14:textId="77777777" w:rsidR="00CA596E" w:rsidRDefault="00CA596E" w:rsidP="00A90498">
            <w:r>
              <w:t>6</w:t>
            </w:r>
          </w:p>
        </w:tc>
      </w:tr>
      <w:tr w:rsidR="00CA596E" w:rsidRPr="0031298E" w14:paraId="33F11BCE" w14:textId="77777777" w:rsidTr="00A90498">
        <w:tc>
          <w:tcPr>
            <w:tcW w:w="0" w:type="auto"/>
          </w:tcPr>
          <w:p w14:paraId="54384FB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0" w:type="auto"/>
          </w:tcPr>
          <w:p w14:paraId="0F575B8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Thallium</w:t>
            </w:r>
          </w:p>
        </w:tc>
        <w:tc>
          <w:tcPr>
            <w:tcW w:w="0" w:type="auto"/>
          </w:tcPr>
          <w:p w14:paraId="25601DE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</w:t>
            </w:r>
          </w:p>
        </w:tc>
        <w:tc>
          <w:tcPr>
            <w:tcW w:w="0" w:type="auto"/>
          </w:tcPr>
          <w:p w14:paraId="7368973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204,383</w:t>
            </w:r>
          </w:p>
        </w:tc>
        <w:tc>
          <w:tcPr>
            <w:tcW w:w="0" w:type="auto"/>
          </w:tcPr>
          <w:p w14:paraId="0E7DE077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0E18F3CD" w14:textId="77777777" w:rsidR="00CA596E" w:rsidRDefault="00CA596E" w:rsidP="00A90498">
            <w:r>
              <w:t>13</w:t>
            </w:r>
          </w:p>
        </w:tc>
        <w:tc>
          <w:tcPr>
            <w:tcW w:w="0" w:type="auto"/>
          </w:tcPr>
          <w:p w14:paraId="6E4DA648" w14:textId="77777777" w:rsidR="00CA596E" w:rsidRDefault="00CA596E" w:rsidP="00A90498">
            <w:r>
              <w:t>6</w:t>
            </w:r>
          </w:p>
        </w:tc>
      </w:tr>
      <w:tr w:rsidR="00CA596E" w:rsidRPr="0031298E" w14:paraId="4CF5ADE8" w14:textId="77777777" w:rsidTr="00A90498">
        <w:tc>
          <w:tcPr>
            <w:tcW w:w="0" w:type="auto"/>
          </w:tcPr>
          <w:p w14:paraId="43C48D3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14:paraId="666A7FF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Blei</w:t>
            </w:r>
          </w:p>
        </w:tc>
        <w:tc>
          <w:tcPr>
            <w:tcW w:w="0" w:type="auto"/>
          </w:tcPr>
          <w:p w14:paraId="1EBB689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Pb</w:t>
            </w:r>
          </w:p>
        </w:tc>
        <w:tc>
          <w:tcPr>
            <w:tcW w:w="0" w:type="auto"/>
          </w:tcPr>
          <w:p w14:paraId="16A938F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207,2</w:t>
            </w:r>
          </w:p>
        </w:tc>
        <w:tc>
          <w:tcPr>
            <w:tcW w:w="0" w:type="auto"/>
          </w:tcPr>
          <w:p w14:paraId="74FBEF3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2,3</w:t>
            </w:r>
          </w:p>
        </w:tc>
        <w:tc>
          <w:tcPr>
            <w:tcW w:w="0" w:type="auto"/>
          </w:tcPr>
          <w:p w14:paraId="0015F33F" w14:textId="77777777" w:rsidR="00CA596E" w:rsidRDefault="00CA596E" w:rsidP="00A90498">
            <w:r>
              <w:t>14</w:t>
            </w:r>
          </w:p>
        </w:tc>
        <w:tc>
          <w:tcPr>
            <w:tcW w:w="0" w:type="auto"/>
          </w:tcPr>
          <w:p w14:paraId="6521639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A596E" w:rsidRPr="0031298E" w14:paraId="1168AF2C" w14:textId="77777777" w:rsidTr="00A90498">
        <w:tc>
          <w:tcPr>
            <w:tcW w:w="0" w:type="auto"/>
          </w:tcPr>
          <w:p w14:paraId="081D8AE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70668FC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Bismut</w:t>
            </w:r>
          </w:p>
        </w:tc>
        <w:tc>
          <w:tcPr>
            <w:tcW w:w="0" w:type="auto"/>
          </w:tcPr>
          <w:p w14:paraId="29A72A5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</w:t>
            </w:r>
          </w:p>
        </w:tc>
        <w:tc>
          <w:tcPr>
            <w:tcW w:w="0" w:type="auto"/>
          </w:tcPr>
          <w:p w14:paraId="0D107CD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208,980*</w:t>
            </w:r>
          </w:p>
        </w:tc>
        <w:tc>
          <w:tcPr>
            <w:tcW w:w="0" w:type="auto"/>
          </w:tcPr>
          <w:p w14:paraId="4C91014B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71EB69E4" w14:textId="77777777" w:rsidR="00CA596E" w:rsidRDefault="00CA596E" w:rsidP="00A90498">
            <w:r>
              <w:t>15</w:t>
            </w:r>
          </w:p>
        </w:tc>
        <w:tc>
          <w:tcPr>
            <w:tcW w:w="0" w:type="auto"/>
          </w:tcPr>
          <w:p w14:paraId="6F4A534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A596E" w:rsidRPr="0031298E" w14:paraId="75C57F5A" w14:textId="77777777" w:rsidTr="00A90498">
        <w:tc>
          <w:tcPr>
            <w:tcW w:w="0" w:type="auto"/>
          </w:tcPr>
          <w:p w14:paraId="7814D44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</w:tcPr>
          <w:p w14:paraId="5220382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Polonium</w:t>
            </w:r>
          </w:p>
        </w:tc>
        <w:tc>
          <w:tcPr>
            <w:tcW w:w="0" w:type="auto"/>
          </w:tcPr>
          <w:p w14:paraId="3916148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</w:p>
        </w:tc>
        <w:tc>
          <w:tcPr>
            <w:tcW w:w="0" w:type="auto"/>
          </w:tcPr>
          <w:p w14:paraId="1F1EE81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209,983*</w:t>
            </w:r>
          </w:p>
        </w:tc>
        <w:tc>
          <w:tcPr>
            <w:tcW w:w="0" w:type="auto"/>
          </w:tcPr>
          <w:p w14:paraId="7FB9D0A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1685A561" w14:textId="77777777" w:rsidR="00CA596E" w:rsidRDefault="00CA596E" w:rsidP="00A90498">
            <w:r>
              <w:t>16</w:t>
            </w:r>
          </w:p>
        </w:tc>
        <w:tc>
          <w:tcPr>
            <w:tcW w:w="0" w:type="auto"/>
          </w:tcPr>
          <w:p w14:paraId="20263B8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A596E" w:rsidRPr="0031298E" w14:paraId="4C1406A9" w14:textId="77777777" w:rsidTr="00A90498">
        <w:tc>
          <w:tcPr>
            <w:tcW w:w="0" w:type="auto"/>
          </w:tcPr>
          <w:p w14:paraId="34B3A87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0" w:type="auto"/>
          </w:tcPr>
          <w:p w14:paraId="6B51BD8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Astat</w:t>
            </w:r>
          </w:p>
        </w:tc>
        <w:tc>
          <w:tcPr>
            <w:tcW w:w="0" w:type="auto"/>
          </w:tcPr>
          <w:p w14:paraId="39E1EDD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</w:t>
            </w:r>
          </w:p>
        </w:tc>
        <w:tc>
          <w:tcPr>
            <w:tcW w:w="0" w:type="auto"/>
          </w:tcPr>
          <w:p w14:paraId="2B6F2C1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209,987</w:t>
            </w:r>
          </w:p>
        </w:tc>
        <w:tc>
          <w:tcPr>
            <w:tcW w:w="0" w:type="auto"/>
          </w:tcPr>
          <w:p w14:paraId="62FB9BB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14:paraId="699287A3" w14:textId="77777777" w:rsidR="00CA596E" w:rsidRDefault="00CA596E" w:rsidP="00A90498">
            <w:r>
              <w:t>17</w:t>
            </w:r>
          </w:p>
        </w:tc>
        <w:tc>
          <w:tcPr>
            <w:tcW w:w="0" w:type="auto"/>
          </w:tcPr>
          <w:p w14:paraId="356A5A3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A596E" w:rsidRPr="0031298E" w14:paraId="5AC2D546" w14:textId="77777777" w:rsidTr="00A90498">
        <w:tc>
          <w:tcPr>
            <w:tcW w:w="0" w:type="auto"/>
          </w:tcPr>
          <w:p w14:paraId="375065F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0" w:type="auto"/>
          </w:tcPr>
          <w:p w14:paraId="2263EBF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Radon</w:t>
            </w:r>
          </w:p>
        </w:tc>
        <w:tc>
          <w:tcPr>
            <w:tcW w:w="0" w:type="auto"/>
          </w:tcPr>
          <w:p w14:paraId="6E60A15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Rn</w:t>
            </w:r>
          </w:p>
        </w:tc>
        <w:tc>
          <w:tcPr>
            <w:tcW w:w="0" w:type="auto"/>
          </w:tcPr>
          <w:p w14:paraId="0C1AB0C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222,018*</w:t>
            </w:r>
          </w:p>
        </w:tc>
        <w:tc>
          <w:tcPr>
            <w:tcW w:w="0" w:type="auto"/>
          </w:tcPr>
          <w:p w14:paraId="76FC3C8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2,0</w:t>
            </w:r>
          </w:p>
        </w:tc>
        <w:tc>
          <w:tcPr>
            <w:tcW w:w="0" w:type="auto"/>
          </w:tcPr>
          <w:p w14:paraId="45AABB0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41D6713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A596E" w:rsidRPr="0031298E" w14:paraId="34E0621F" w14:textId="77777777" w:rsidTr="00A90498">
        <w:tc>
          <w:tcPr>
            <w:tcW w:w="0" w:type="auto"/>
          </w:tcPr>
          <w:p w14:paraId="7F7CCD6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0" w:type="auto"/>
          </w:tcPr>
          <w:p w14:paraId="71E09C4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Francium</w:t>
            </w:r>
          </w:p>
        </w:tc>
        <w:tc>
          <w:tcPr>
            <w:tcW w:w="0" w:type="auto"/>
          </w:tcPr>
          <w:p w14:paraId="50D7D13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0" w:type="auto"/>
          </w:tcPr>
          <w:p w14:paraId="0282163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223,020*</w:t>
            </w:r>
          </w:p>
        </w:tc>
        <w:tc>
          <w:tcPr>
            <w:tcW w:w="0" w:type="auto"/>
          </w:tcPr>
          <w:p w14:paraId="539A9FF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</w:tcPr>
          <w:p w14:paraId="6DF75664" w14:textId="77777777" w:rsidR="00CA596E" w:rsidRDefault="00CA596E" w:rsidP="00A90498">
            <w:r>
              <w:t>1</w:t>
            </w:r>
          </w:p>
        </w:tc>
        <w:tc>
          <w:tcPr>
            <w:tcW w:w="0" w:type="auto"/>
          </w:tcPr>
          <w:p w14:paraId="44BA29BF" w14:textId="77777777" w:rsidR="00CA596E" w:rsidRDefault="00CA596E" w:rsidP="00A90498">
            <w:r>
              <w:t>7</w:t>
            </w:r>
          </w:p>
        </w:tc>
      </w:tr>
      <w:tr w:rsidR="00CA596E" w:rsidRPr="0031298E" w14:paraId="39AFA463" w14:textId="77777777" w:rsidTr="00A90498">
        <w:tc>
          <w:tcPr>
            <w:tcW w:w="0" w:type="auto"/>
          </w:tcPr>
          <w:p w14:paraId="1F21220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5522DCB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Radium</w:t>
            </w:r>
          </w:p>
        </w:tc>
        <w:tc>
          <w:tcPr>
            <w:tcW w:w="0" w:type="auto"/>
          </w:tcPr>
          <w:p w14:paraId="357AAD4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</w:t>
            </w:r>
          </w:p>
        </w:tc>
        <w:tc>
          <w:tcPr>
            <w:tcW w:w="0" w:type="auto"/>
          </w:tcPr>
          <w:p w14:paraId="3E56513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226,025*</w:t>
            </w:r>
          </w:p>
        </w:tc>
        <w:tc>
          <w:tcPr>
            <w:tcW w:w="0" w:type="auto"/>
          </w:tcPr>
          <w:p w14:paraId="10775FD7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0,9</w:t>
            </w:r>
          </w:p>
        </w:tc>
        <w:tc>
          <w:tcPr>
            <w:tcW w:w="0" w:type="auto"/>
          </w:tcPr>
          <w:p w14:paraId="4EA463F1" w14:textId="77777777" w:rsidR="00CA596E" w:rsidRDefault="00CA596E" w:rsidP="00A90498">
            <w:r>
              <w:t>2</w:t>
            </w:r>
          </w:p>
        </w:tc>
        <w:tc>
          <w:tcPr>
            <w:tcW w:w="0" w:type="auto"/>
          </w:tcPr>
          <w:p w14:paraId="139AEE2B" w14:textId="77777777" w:rsidR="00CA596E" w:rsidRDefault="00CA596E" w:rsidP="00A90498">
            <w:r>
              <w:t>7</w:t>
            </w:r>
          </w:p>
        </w:tc>
      </w:tr>
      <w:tr w:rsidR="00CA596E" w:rsidRPr="0031298E" w14:paraId="2008B614" w14:textId="77777777" w:rsidTr="00A90498">
        <w:tc>
          <w:tcPr>
            <w:tcW w:w="0" w:type="auto"/>
          </w:tcPr>
          <w:p w14:paraId="22424FB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0" w:type="auto"/>
          </w:tcPr>
          <w:p w14:paraId="64F912F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Actinium</w:t>
            </w:r>
          </w:p>
        </w:tc>
        <w:tc>
          <w:tcPr>
            <w:tcW w:w="0" w:type="auto"/>
          </w:tcPr>
          <w:p w14:paraId="4258A43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</w:t>
            </w:r>
          </w:p>
        </w:tc>
        <w:tc>
          <w:tcPr>
            <w:tcW w:w="0" w:type="auto"/>
          </w:tcPr>
          <w:p w14:paraId="5DA14ED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227,028*</w:t>
            </w:r>
          </w:p>
        </w:tc>
        <w:tc>
          <w:tcPr>
            <w:tcW w:w="0" w:type="auto"/>
          </w:tcPr>
          <w:p w14:paraId="105B4F8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14:paraId="1A0790D8" w14:textId="77777777" w:rsidR="00CA596E" w:rsidRDefault="00CA596E" w:rsidP="00A90498">
            <w:r>
              <w:t>3</w:t>
            </w:r>
          </w:p>
        </w:tc>
        <w:tc>
          <w:tcPr>
            <w:tcW w:w="0" w:type="auto"/>
          </w:tcPr>
          <w:p w14:paraId="2F4C5FEC" w14:textId="77777777" w:rsidR="00CA596E" w:rsidRDefault="00CA596E" w:rsidP="00A90498">
            <w:r>
              <w:t>7</w:t>
            </w:r>
          </w:p>
        </w:tc>
      </w:tr>
      <w:tr w:rsidR="00CA596E" w:rsidRPr="0031298E" w14:paraId="65494700" w14:textId="77777777" w:rsidTr="00A90498">
        <w:tc>
          <w:tcPr>
            <w:tcW w:w="0" w:type="auto"/>
          </w:tcPr>
          <w:p w14:paraId="093DF2D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90-103</w:t>
            </w:r>
          </w:p>
        </w:tc>
        <w:tc>
          <w:tcPr>
            <w:tcW w:w="0" w:type="auto"/>
          </w:tcPr>
          <w:p w14:paraId="2899BFD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Actinoide (s. u.)</w:t>
            </w:r>
          </w:p>
        </w:tc>
        <w:tc>
          <w:tcPr>
            <w:tcW w:w="0" w:type="auto"/>
          </w:tcPr>
          <w:p w14:paraId="2D61EC4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20B34B9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1966F4B6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1DC6A756" w14:textId="77777777" w:rsidR="00CA596E" w:rsidRDefault="00CA596E" w:rsidP="00A90498">
            <w:r>
              <w:t>--</w:t>
            </w:r>
          </w:p>
        </w:tc>
        <w:tc>
          <w:tcPr>
            <w:tcW w:w="0" w:type="auto"/>
          </w:tcPr>
          <w:p w14:paraId="690E5113" w14:textId="77777777" w:rsidR="00CA596E" w:rsidRDefault="00CA596E" w:rsidP="00A90498">
            <w:r>
              <w:t>--</w:t>
            </w:r>
          </w:p>
        </w:tc>
      </w:tr>
      <w:tr w:rsidR="00CA596E" w:rsidRPr="0031298E" w14:paraId="19913CC3" w14:textId="77777777" w:rsidTr="00A90498">
        <w:tc>
          <w:tcPr>
            <w:tcW w:w="0" w:type="auto"/>
          </w:tcPr>
          <w:p w14:paraId="4735C9E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0" w:type="auto"/>
          </w:tcPr>
          <w:p w14:paraId="75907DC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Rutherfordium</w:t>
            </w:r>
          </w:p>
        </w:tc>
        <w:tc>
          <w:tcPr>
            <w:tcW w:w="0" w:type="auto"/>
          </w:tcPr>
          <w:p w14:paraId="4335749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</w:t>
            </w:r>
          </w:p>
        </w:tc>
        <w:tc>
          <w:tcPr>
            <w:tcW w:w="0" w:type="auto"/>
          </w:tcPr>
          <w:p w14:paraId="74C5802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267*</w:t>
            </w:r>
          </w:p>
        </w:tc>
        <w:tc>
          <w:tcPr>
            <w:tcW w:w="0" w:type="auto"/>
          </w:tcPr>
          <w:p w14:paraId="57D2D2E0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4DF0D2E3" w14:textId="77777777" w:rsidR="00CA596E" w:rsidRDefault="00CA596E" w:rsidP="00A90498">
            <w:r>
              <w:t>4</w:t>
            </w:r>
          </w:p>
        </w:tc>
        <w:tc>
          <w:tcPr>
            <w:tcW w:w="0" w:type="auto"/>
          </w:tcPr>
          <w:p w14:paraId="2AD71D71" w14:textId="77777777" w:rsidR="00CA596E" w:rsidRDefault="00CA596E" w:rsidP="00A90498">
            <w:r>
              <w:t>7</w:t>
            </w:r>
          </w:p>
        </w:tc>
      </w:tr>
      <w:tr w:rsidR="00CA596E" w:rsidRPr="0031298E" w14:paraId="2C7B24E2" w14:textId="77777777" w:rsidTr="00A90498">
        <w:tc>
          <w:tcPr>
            <w:tcW w:w="0" w:type="auto"/>
          </w:tcPr>
          <w:p w14:paraId="73D4CDF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0" w:type="auto"/>
          </w:tcPr>
          <w:p w14:paraId="45EE87B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Dubnium</w:t>
            </w:r>
          </w:p>
        </w:tc>
        <w:tc>
          <w:tcPr>
            <w:tcW w:w="0" w:type="auto"/>
          </w:tcPr>
          <w:p w14:paraId="6AD99BF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</w:t>
            </w:r>
          </w:p>
        </w:tc>
        <w:tc>
          <w:tcPr>
            <w:tcW w:w="0" w:type="auto"/>
          </w:tcPr>
          <w:p w14:paraId="394087A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270*</w:t>
            </w:r>
          </w:p>
        </w:tc>
        <w:tc>
          <w:tcPr>
            <w:tcW w:w="0" w:type="auto"/>
          </w:tcPr>
          <w:p w14:paraId="7BA0EB81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6777ABE5" w14:textId="77777777" w:rsidR="00CA596E" w:rsidRDefault="00CA596E" w:rsidP="00A90498">
            <w:r>
              <w:t>5</w:t>
            </w:r>
          </w:p>
        </w:tc>
        <w:tc>
          <w:tcPr>
            <w:tcW w:w="0" w:type="auto"/>
          </w:tcPr>
          <w:p w14:paraId="750A7017" w14:textId="77777777" w:rsidR="00CA596E" w:rsidRDefault="00CA596E" w:rsidP="00A90498">
            <w:r>
              <w:t>7</w:t>
            </w:r>
          </w:p>
        </w:tc>
      </w:tr>
      <w:tr w:rsidR="00CA596E" w:rsidRPr="0031298E" w14:paraId="2ABA5603" w14:textId="77777777" w:rsidTr="00A90498">
        <w:tc>
          <w:tcPr>
            <w:tcW w:w="0" w:type="auto"/>
          </w:tcPr>
          <w:p w14:paraId="0B42B5C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0" w:type="auto"/>
          </w:tcPr>
          <w:p w14:paraId="1943D48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Seaborgium</w:t>
            </w:r>
          </w:p>
        </w:tc>
        <w:tc>
          <w:tcPr>
            <w:tcW w:w="0" w:type="auto"/>
          </w:tcPr>
          <w:p w14:paraId="5A3C2A7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Sg</w:t>
            </w:r>
          </w:p>
        </w:tc>
        <w:tc>
          <w:tcPr>
            <w:tcW w:w="0" w:type="auto"/>
          </w:tcPr>
          <w:p w14:paraId="5135C34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269*</w:t>
            </w:r>
          </w:p>
        </w:tc>
        <w:tc>
          <w:tcPr>
            <w:tcW w:w="0" w:type="auto"/>
          </w:tcPr>
          <w:p w14:paraId="1691C03B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708862CF" w14:textId="77777777" w:rsidR="00CA596E" w:rsidRDefault="00CA596E" w:rsidP="00A90498">
            <w:r>
              <w:t>6</w:t>
            </w:r>
          </w:p>
        </w:tc>
        <w:tc>
          <w:tcPr>
            <w:tcW w:w="0" w:type="auto"/>
          </w:tcPr>
          <w:p w14:paraId="3B439510" w14:textId="77777777" w:rsidR="00CA596E" w:rsidRDefault="00CA596E" w:rsidP="00A90498">
            <w:r>
              <w:t>7</w:t>
            </w:r>
          </w:p>
        </w:tc>
      </w:tr>
      <w:tr w:rsidR="00CA596E" w:rsidRPr="0031298E" w14:paraId="61A24E5C" w14:textId="77777777" w:rsidTr="00A90498">
        <w:tc>
          <w:tcPr>
            <w:tcW w:w="0" w:type="auto"/>
          </w:tcPr>
          <w:p w14:paraId="49828AB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0" w:type="auto"/>
          </w:tcPr>
          <w:p w14:paraId="300FFE8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Bohrium</w:t>
            </w:r>
          </w:p>
        </w:tc>
        <w:tc>
          <w:tcPr>
            <w:tcW w:w="0" w:type="auto"/>
          </w:tcPr>
          <w:p w14:paraId="70A41A1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Bh</w:t>
            </w:r>
          </w:p>
        </w:tc>
        <w:tc>
          <w:tcPr>
            <w:tcW w:w="0" w:type="auto"/>
          </w:tcPr>
          <w:p w14:paraId="6288F1A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270*</w:t>
            </w:r>
          </w:p>
        </w:tc>
        <w:tc>
          <w:tcPr>
            <w:tcW w:w="0" w:type="auto"/>
          </w:tcPr>
          <w:p w14:paraId="3AAAF6F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4BD1727E" w14:textId="77777777" w:rsidR="00CA596E" w:rsidRDefault="00CA596E" w:rsidP="00A90498">
            <w:r>
              <w:t>7</w:t>
            </w:r>
          </w:p>
        </w:tc>
        <w:tc>
          <w:tcPr>
            <w:tcW w:w="0" w:type="auto"/>
          </w:tcPr>
          <w:p w14:paraId="3D2222EA" w14:textId="77777777" w:rsidR="00CA596E" w:rsidRDefault="00CA596E" w:rsidP="00A90498">
            <w:r>
              <w:t>7</w:t>
            </w:r>
          </w:p>
        </w:tc>
      </w:tr>
      <w:tr w:rsidR="00CA596E" w:rsidRPr="0031298E" w14:paraId="0BB6293A" w14:textId="77777777" w:rsidTr="00A90498">
        <w:tc>
          <w:tcPr>
            <w:tcW w:w="0" w:type="auto"/>
          </w:tcPr>
          <w:p w14:paraId="2AA51A1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0" w:type="auto"/>
          </w:tcPr>
          <w:p w14:paraId="1AE6585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Hassium</w:t>
            </w:r>
          </w:p>
        </w:tc>
        <w:tc>
          <w:tcPr>
            <w:tcW w:w="0" w:type="auto"/>
          </w:tcPr>
          <w:p w14:paraId="11D8E59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</w:t>
            </w:r>
          </w:p>
        </w:tc>
        <w:tc>
          <w:tcPr>
            <w:tcW w:w="0" w:type="auto"/>
          </w:tcPr>
          <w:p w14:paraId="48ECAAB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270*</w:t>
            </w:r>
          </w:p>
        </w:tc>
        <w:tc>
          <w:tcPr>
            <w:tcW w:w="0" w:type="auto"/>
          </w:tcPr>
          <w:p w14:paraId="3A5E3F0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4CA4650D" w14:textId="77777777" w:rsidR="00CA596E" w:rsidRDefault="00CA596E" w:rsidP="00A90498">
            <w:r>
              <w:t>8</w:t>
            </w:r>
          </w:p>
        </w:tc>
        <w:tc>
          <w:tcPr>
            <w:tcW w:w="0" w:type="auto"/>
          </w:tcPr>
          <w:p w14:paraId="59C59371" w14:textId="77777777" w:rsidR="00CA596E" w:rsidRDefault="00CA596E" w:rsidP="00A90498">
            <w:r>
              <w:t>7</w:t>
            </w:r>
          </w:p>
        </w:tc>
      </w:tr>
      <w:tr w:rsidR="00CA596E" w:rsidRPr="0031298E" w14:paraId="3C45C8B3" w14:textId="77777777" w:rsidTr="00A90498">
        <w:tc>
          <w:tcPr>
            <w:tcW w:w="0" w:type="auto"/>
          </w:tcPr>
          <w:p w14:paraId="66583B0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0" w:type="auto"/>
          </w:tcPr>
          <w:p w14:paraId="61DCAA9E" w14:textId="5CFE647A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Meitnerium</w:t>
            </w:r>
          </w:p>
        </w:tc>
        <w:tc>
          <w:tcPr>
            <w:tcW w:w="0" w:type="auto"/>
          </w:tcPr>
          <w:p w14:paraId="698A690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0" w:type="auto"/>
          </w:tcPr>
          <w:p w14:paraId="7DEB43F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278*</w:t>
            </w:r>
          </w:p>
        </w:tc>
        <w:tc>
          <w:tcPr>
            <w:tcW w:w="0" w:type="auto"/>
          </w:tcPr>
          <w:p w14:paraId="459C786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1EC427D7" w14:textId="77777777" w:rsidR="00CA596E" w:rsidRDefault="00CA596E" w:rsidP="00A90498">
            <w:r>
              <w:t>9</w:t>
            </w:r>
          </w:p>
        </w:tc>
        <w:tc>
          <w:tcPr>
            <w:tcW w:w="0" w:type="auto"/>
          </w:tcPr>
          <w:p w14:paraId="663938D2" w14:textId="77777777" w:rsidR="00CA596E" w:rsidRDefault="00CA596E" w:rsidP="00A90498">
            <w:r>
              <w:t>7</w:t>
            </w:r>
          </w:p>
        </w:tc>
      </w:tr>
      <w:tr w:rsidR="00CA596E" w:rsidRPr="0031298E" w14:paraId="193A28E6" w14:textId="77777777" w:rsidTr="00A90498">
        <w:tc>
          <w:tcPr>
            <w:tcW w:w="0" w:type="auto"/>
          </w:tcPr>
          <w:p w14:paraId="5C3150E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0" w:type="auto"/>
          </w:tcPr>
          <w:p w14:paraId="6AF9412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Darmstadtium</w:t>
            </w:r>
          </w:p>
        </w:tc>
        <w:tc>
          <w:tcPr>
            <w:tcW w:w="0" w:type="auto"/>
          </w:tcPr>
          <w:p w14:paraId="774628F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</w:t>
            </w:r>
          </w:p>
        </w:tc>
        <w:tc>
          <w:tcPr>
            <w:tcW w:w="0" w:type="auto"/>
          </w:tcPr>
          <w:p w14:paraId="599EB93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281*</w:t>
            </w:r>
          </w:p>
        </w:tc>
        <w:tc>
          <w:tcPr>
            <w:tcW w:w="0" w:type="auto"/>
          </w:tcPr>
          <w:p w14:paraId="3933537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0115945D" w14:textId="77777777" w:rsidR="00CA596E" w:rsidRDefault="00CA596E" w:rsidP="00A90498">
            <w:r>
              <w:t>10</w:t>
            </w:r>
          </w:p>
        </w:tc>
        <w:tc>
          <w:tcPr>
            <w:tcW w:w="0" w:type="auto"/>
          </w:tcPr>
          <w:p w14:paraId="33E953A1" w14:textId="77777777" w:rsidR="00CA596E" w:rsidRDefault="00CA596E" w:rsidP="00A90498">
            <w:r>
              <w:t>7</w:t>
            </w:r>
          </w:p>
        </w:tc>
      </w:tr>
      <w:tr w:rsidR="00CA596E" w:rsidRPr="0031298E" w14:paraId="54465213" w14:textId="77777777" w:rsidTr="00A90498">
        <w:tc>
          <w:tcPr>
            <w:tcW w:w="0" w:type="auto"/>
          </w:tcPr>
          <w:p w14:paraId="673FC3A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0" w:type="auto"/>
          </w:tcPr>
          <w:p w14:paraId="1440BEEF" w14:textId="1554593A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8F5E38">
              <w:rPr>
                <w:sz w:val="20"/>
                <w:szCs w:val="20"/>
              </w:rPr>
              <w:t>ö</w:t>
            </w:r>
            <w:r>
              <w:rPr>
                <w:sz w:val="20"/>
                <w:szCs w:val="20"/>
              </w:rPr>
              <w:t>ntgenium</w:t>
            </w:r>
          </w:p>
        </w:tc>
        <w:tc>
          <w:tcPr>
            <w:tcW w:w="0" w:type="auto"/>
          </w:tcPr>
          <w:p w14:paraId="12E9A4E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Rg</w:t>
            </w:r>
          </w:p>
        </w:tc>
        <w:tc>
          <w:tcPr>
            <w:tcW w:w="0" w:type="auto"/>
          </w:tcPr>
          <w:p w14:paraId="2867EFB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281*</w:t>
            </w:r>
          </w:p>
        </w:tc>
        <w:tc>
          <w:tcPr>
            <w:tcW w:w="0" w:type="auto"/>
          </w:tcPr>
          <w:p w14:paraId="3664D384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55134F16" w14:textId="77777777" w:rsidR="00CA596E" w:rsidRDefault="00CA596E" w:rsidP="00A90498">
            <w:r>
              <w:t>11</w:t>
            </w:r>
          </w:p>
        </w:tc>
        <w:tc>
          <w:tcPr>
            <w:tcW w:w="0" w:type="auto"/>
          </w:tcPr>
          <w:p w14:paraId="60CDDA8E" w14:textId="77777777" w:rsidR="00CA596E" w:rsidRDefault="00CA596E" w:rsidP="00A90498">
            <w:r>
              <w:t>7</w:t>
            </w:r>
          </w:p>
        </w:tc>
      </w:tr>
      <w:tr w:rsidR="00CA596E" w:rsidRPr="0031298E" w14:paraId="42060B9D" w14:textId="77777777" w:rsidTr="00A90498">
        <w:tc>
          <w:tcPr>
            <w:tcW w:w="0" w:type="auto"/>
          </w:tcPr>
          <w:p w14:paraId="28C7909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0" w:type="auto"/>
          </w:tcPr>
          <w:p w14:paraId="0B03146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Copernicum</w:t>
            </w:r>
          </w:p>
        </w:tc>
        <w:tc>
          <w:tcPr>
            <w:tcW w:w="0" w:type="auto"/>
          </w:tcPr>
          <w:p w14:paraId="1033611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</w:t>
            </w:r>
          </w:p>
        </w:tc>
        <w:tc>
          <w:tcPr>
            <w:tcW w:w="0" w:type="auto"/>
          </w:tcPr>
          <w:p w14:paraId="1E20210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285*</w:t>
            </w:r>
          </w:p>
        </w:tc>
        <w:tc>
          <w:tcPr>
            <w:tcW w:w="0" w:type="auto"/>
          </w:tcPr>
          <w:p w14:paraId="51A0889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16A53B1D" w14:textId="77777777" w:rsidR="00CA596E" w:rsidRDefault="00CA596E" w:rsidP="00A90498">
            <w:r>
              <w:t>12</w:t>
            </w:r>
          </w:p>
        </w:tc>
        <w:tc>
          <w:tcPr>
            <w:tcW w:w="0" w:type="auto"/>
          </w:tcPr>
          <w:p w14:paraId="5BD97FBB" w14:textId="77777777" w:rsidR="00CA596E" w:rsidRDefault="00CA596E" w:rsidP="00A90498">
            <w:r>
              <w:t>7</w:t>
            </w:r>
          </w:p>
        </w:tc>
      </w:tr>
      <w:tr w:rsidR="00CA596E" w:rsidRPr="0031298E" w14:paraId="7A37C212" w14:textId="77777777" w:rsidTr="00A90498">
        <w:tc>
          <w:tcPr>
            <w:tcW w:w="0" w:type="auto"/>
          </w:tcPr>
          <w:p w14:paraId="7CF8685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0" w:type="auto"/>
          </w:tcPr>
          <w:p w14:paraId="60C7B76E" w14:textId="5FEFB7AC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Nihonium</w:t>
            </w:r>
          </w:p>
        </w:tc>
        <w:tc>
          <w:tcPr>
            <w:tcW w:w="0" w:type="auto"/>
          </w:tcPr>
          <w:p w14:paraId="68D4F17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</w:t>
            </w:r>
          </w:p>
        </w:tc>
        <w:tc>
          <w:tcPr>
            <w:tcW w:w="0" w:type="auto"/>
          </w:tcPr>
          <w:p w14:paraId="4C4061C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286*</w:t>
            </w:r>
          </w:p>
        </w:tc>
        <w:tc>
          <w:tcPr>
            <w:tcW w:w="0" w:type="auto"/>
          </w:tcPr>
          <w:p w14:paraId="5CF32F29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78651002" w14:textId="77777777" w:rsidR="00CA596E" w:rsidRDefault="00CA596E" w:rsidP="00A90498">
            <w:r>
              <w:t>13</w:t>
            </w:r>
          </w:p>
        </w:tc>
        <w:tc>
          <w:tcPr>
            <w:tcW w:w="0" w:type="auto"/>
          </w:tcPr>
          <w:p w14:paraId="58240DF1" w14:textId="77777777" w:rsidR="00CA596E" w:rsidRDefault="00CA596E" w:rsidP="00A90498">
            <w:r>
              <w:t>7</w:t>
            </w:r>
          </w:p>
        </w:tc>
      </w:tr>
      <w:tr w:rsidR="00CA596E" w:rsidRPr="0031298E" w14:paraId="22794BC9" w14:textId="77777777" w:rsidTr="00A90498">
        <w:tc>
          <w:tcPr>
            <w:tcW w:w="0" w:type="auto"/>
          </w:tcPr>
          <w:p w14:paraId="481D1F7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0" w:type="auto"/>
          </w:tcPr>
          <w:p w14:paraId="204D7DB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Flerovium</w:t>
            </w:r>
          </w:p>
        </w:tc>
        <w:tc>
          <w:tcPr>
            <w:tcW w:w="0" w:type="auto"/>
          </w:tcPr>
          <w:p w14:paraId="57DD7D2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</w:t>
            </w:r>
          </w:p>
        </w:tc>
        <w:tc>
          <w:tcPr>
            <w:tcW w:w="0" w:type="auto"/>
          </w:tcPr>
          <w:p w14:paraId="6716EB3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289*</w:t>
            </w:r>
          </w:p>
        </w:tc>
        <w:tc>
          <w:tcPr>
            <w:tcW w:w="0" w:type="auto"/>
          </w:tcPr>
          <w:p w14:paraId="7549FFE8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32EB5534" w14:textId="77777777" w:rsidR="00CA596E" w:rsidRDefault="00CA596E" w:rsidP="00A90498">
            <w:r>
              <w:t>14</w:t>
            </w:r>
          </w:p>
        </w:tc>
        <w:tc>
          <w:tcPr>
            <w:tcW w:w="0" w:type="auto"/>
          </w:tcPr>
          <w:p w14:paraId="0930715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A596E" w:rsidRPr="0031298E" w14:paraId="7D3CD18F" w14:textId="77777777" w:rsidTr="00A90498">
        <w:tc>
          <w:tcPr>
            <w:tcW w:w="0" w:type="auto"/>
          </w:tcPr>
          <w:p w14:paraId="225D197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0" w:type="auto"/>
          </w:tcPr>
          <w:p w14:paraId="68A5B91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Moscovium</w:t>
            </w:r>
          </w:p>
        </w:tc>
        <w:tc>
          <w:tcPr>
            <w:tcW w:w="0" w:type="auto"/>
          </w:tcPr>
          <w:p w14:paraId="38BAE50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Mc</w:t>
            </w:r>
          </w:p>
        </w:tc>
        <w:tc>
          <w:tcPr>
            <w:tcW w:w="0" w:type="auto"/>
          </w:tcPr>
          <w:p w14:paraId="74F0009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289*</w:t>
            </w:r>
          </w:p>
        </w:tc>
        <w:tc>
          <w:tcPr>
            <w:tcW w:w="0" w:type="auto"/>
          </w:tcPr>
          <w:p w14:paraId="3652DD7F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24081FBD" w14:textId="77777777" w:rsidR="00CA596E" w:rsidRDefault="00CA596E" w:rsidP="00A90498">
            <w:r>
              <w:t>15</w:t>
            </w:r>
          </w:p>
        </w:tc>
        <w:tc>
          <w:tcPr>
            <w:tcW w:w="0" w:type="auto"/>
          </w:tcPr>
          <w:p w14:paraId="66B65DE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A596E" w:rsidRPr="0031298E" w14:paraId="2097E30B" w14:textId="77777777" w:rsidTr="00A90498">
        <w:tc>
          <w:tcPr>
            <w:tcW w:w="0" w:type="auto"/>
          </w:tcPr>
          <w:p w14:paraId="2140641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0" w:type="auto"/>
          </w:tcPr>
          <w:p w14:paraId="3E4BC99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Livermorium</w:t>
            </w:r>
          </w:p>
        </w:tc>
        <w:tc>
          <w:tcPr>
            <w:tcW w:w="0" w:type="auto"/>
          </w:tcPr>
          <w:p w14:paraId="7C81E23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Lv</w:t>
            </w:r>
          </w:p>
        </w:tc>
        <w:tc>
          <w:tcPr>
            <w:tcW w:w="0" w:type="auto"/>
          </w:tcPr>
          <w:p w14:paraId="1DD0974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293*</w:t>
            </w:r>
          </w:p>
        </w:tc>
        <w:tc>
          <w:tcPr>
            <w:tcW w:w="0" w:type="auto"/>
          </w:tcPr>
          <w:p w14:paraId="664827ED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7930A495" w14:textId="77777777" w:rsidR="00CA596E" w:rsidRDefault="00CA596E" w:rsidP="00A90498">
            <w:r>
              <w:t>16</w:t>
            </w:r>
          </w:p>
        </w:tc>
        <w:tc>
          <w:tcPr>
            <w:tcW w:w="0" w:type="auto"/>
          </w:tcPr>
          <w:p w14:paraId="5A26E12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A596E" w:rsidRPr="0031298E" w14:paraId="63CDB93E" w14:textId="77777777" w:rsidTr="00A90498">
        <w:tc>
          <w:tcPr>
            <w:tcW w:w="0" w:type="auto"/>
          </w:tcPr>
          <w:p w14:paraId="7DEDE2F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0" w:type="auto"/>
          </w:tcPr>
          <w:p w14:paraId="2A2983B0" w14:textId="51B902F4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</w:t>
            </w:r>
            <w:r w:rsidR="00C1587C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ess</w:t>
            </w:r>
          </w:p>
        </w:tc>
        <w:tc>
          <w:tcPr>
            <w:tcW w:w="0" w:type="auto"/>
          </w:tcPr>
          <w:p w14:paraId="15ADBBF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14:paraId="451017E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294*</w:t>
            </w:r>
          </w:p>
        </w:tc>
        <w:tc>
          <w:tcPr>
            <w:tcW w:w="0" w:type="auto"/>
          </w:tcPr>
          <w:p w14:paraId="15726685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60D3AF1E" w14:textId="77777777" w:rsidR="00CA596E" w:rsidRDefault="00CA596E" w:rsidP="00A90498">
            <w:r>
              <w:t>17</w:t>
            </w:r>
          </w:p>
        </w:tc>
        <w:tc>
          <w:tcPr>
            <w:tcW w:w="0" w:type="auto"/>
          </w:tcPr>
          <w:p w14:paraId="33F1F19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A596E" w:rsidRPr="0031298E" w14:paraId="200DF50C" w14:textId="77777777" w:rsidTr="00A90498">
        <w:tc>
          <w:tcPr>
            <w:tcW w:w="0" w:type="auto"/>
          </w:tcPr>
          <w:p w14:paraId="664870B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0" w:type="auto"/>
          </w:tcPr>
          <w:p w14:paraId="0419EE1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Oganesson</w:t>
            </w:r>
          </w:p>
        </w:tc>
        <w:tc>
          <w:tcPr>
            <w:tcW w:w="0" w:type="auto"/>
          </w:tcPr>
          <w:p w14:paraId="71D06DC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</w:t>
            </w:r>
          </w:p>
        </w:tc>
        <w:tc>
          <w:tcPr>
            <w:tcW w:w="0" w:type="auto"/>
          </w:tcPr>
          <w:p w14:paraId="641061A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294*</w:t>
            </w:r>
          </w:p>
        </w:tc>
        <w:tc>
          <w:tcPr>
            <w:tcW w:w="0" w:type="auto"/>
          </w:tcPr>
          <w:p w14:paraId="638029C0" w14:textId="77777777" w:rsidR="00CA596E" w:rsidRPr="00F12D2A" w:rsidRDefault="00CA596E" w:rsidP="00A90498">
            <w:pPr>
              <w:rPr>
                <w:sz w:val="20"/>
                <w:szCs w:val="20"/>
              </w:rPr>
            </w:pPr>
            <w:r w:rsidRPr="00F12D2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46CE86E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7C1A828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</w:tbl>
    <w:p w14:paraId="527E80D6" w14:textId="77777777" w:rsidR="00CA596E" w:rsidRDefault="00CA596E" w:rsidP="00CA596E">
      <w:r>
        <w:t>&lt;/Tabelle&gt;</w:t>
      </w:r>
    </w:p>
    <w:p w14:paraId="5A21636A" w14:textId="77777777" w:rsidR="00CA596E" w:rsidRDefault="00CA596E" w:rsidP="00CA596E"/>
    <w:p w14:paraId="4DEFB2E6" w14:textId="77777777" w:rsidR="00CA596E" w:rsidRDefault="00CA596E" w:rsidP="00CA596E">
      <w:pPr>
        <w:pStyle w:val="berschrift4"/>
      </w:pPr>
      <w:r>
        <w:t>Lanthanoide:</w:t>
      </w:r>
    </w:p>
    <w:p w14:paraId="7FAEEFC7" w14:textId="77777777" w:rsidR="00CA596E" w:rsidRDefault="00CA596E" w:rsidP="00CA596E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457"/>
        <w:gridCol w:w="1417"/>
        <w:gridCol w:w="457"/>
        <w:gridCol w:w="1417"/>
        <w:gridCol w:w="577"/>
        <w:gridCol w:w="1057"/>
      </w:tblGrid>
      <w:tr w:rsidR="00CA596E" w:rsidRPr="0031298E" w14:paraId="6B7532AA" w14:textId="77777777" w:rsidTr="00A90498">
        <w:tc>
          <w:tcPr>
            <w:tcW w:w="0" w:type="auto"/>
          </w:tcPr>
          <w:p w14:paraId="75319768" w14:textId="77777777" w:rsidR="00CA596E" w:rsidRDefault="00CA596E" w:rsidP="00A90498">
            <w:pPr>
              <w:rPr>
                <w:sz w:val="20"/>
                <w:szCs w:val="20"/>
              </w:rPr>
            </w:pPr>
            <w:r w:rsidRPr="0031298E">
              <w:rPr>
                <w:sz w:val="20"/>
                <w:szCs w:val="20"/>
              </w:rPr>
              <w:t>OZ</w:t>
            </w:r>
          </w:p>
        </w:tc>
        <w:tc>
          <w:tcPr>
            <w:tcW w:w="0" w:type="auto"/>
          </w:tcPr>
          <w:p w14:paraId="0A8A6333" w14:textId="77777777" w:rsidR="00CA596E" w:rsidRDefault="00CA596E" w:rsidP="00A90498">
            <w:pPr>
              <w:rPr>
                <w:sz w:val="20"/>
                <w:szCs w:val="20"/>
              </w:rPr>
            </w:pPr>
            <w:r w:rsidRPr="0031298E">
              <w:rPr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7A0C5D16" w14:textId="77777777" w:rsidR="00CA596E" w:rsidRDefault="00CA596E" w:rsidP="00A90498">
            <w:pPr>
              <w:rPr>
                <w:sz w:val="20"/>
                <w:szCs w:val="20"/>
              </w:rPr>
            </w:pPr>
            <w:r w:rsidRPr="0031298E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14:paraId="475C12B9" w14:textId="77777777" w:rsidR="00CA596E" w:rsidRDefault="00CA596E" w:rsidP="00A90498">
            <w:pPr>
              <w:rPr>
                <w:sz w:val="20"/>
                <w:szCs w:val="20"/>
              </w:rPr>
            </w:pPr>
            <w:r w:rsidRPr="0031298E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asse in u</w:t>
            </w:r>
          </w:p>
        </w:tc>
        <w:tc>
          <w:tcPr>
            <w:tcW w:w="0" w:type="auto"/>
          </w:tcPr>
          <w:p w14:paraId="32471541" w14:textId="77777777" w:rsidR="00CA596E" w:rsidRDefault="00CA596E" w:rsidP="00A90498">
            <w:r>
              <w:rPr>
                <w:sz w:val="20"/>
                <w:szCs w:val="20"/>
              </w:rPr>
              <w:t>eN</w:t>
            </w:r>
          </w:p>
        </w:tc>
        <w:tc>
          <w:tcPr>
            <w:tcW w:w="0" w:type="auto"/>
          </w:tcPr>
          <w:p w14:paraId="6C07347B" w14:textId="77777777" w:rsidR="00CA596E" w:rsidRDefault="00CA596E" w:rsidP="00A90498">
            <w:r>
              <w:rPr>
                <w:sz w:val="20"/>
                <w:szCs w:val="20"/>
              </w:rPr>
              <w:t>Periode</w:t>
            </w:r>
          </w:p>
        </w:tc>
      </w:tr>
      <w:tr w:rsidR="00CA596E" w:rsidRPr="0031298E" w14:paraId="4913DEEA" w14:textId="77777777" w:rsidTr="00A90498">
        <w:tc>
          <w:tcPr>
            <w:tcW w:w="0" w:type="auto"/>
          </w:tcPr>
          <w:p w14:paraId="0A2597D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0" w:type="auto"/>
          </w:tcPr>
          <w:p w14:paraId="5F3E3B1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</w:t>
            </w:r>
          </w:p>
        </w:tc>
        <w:tc>
          <w:tcPr>
            <w:tcW w:w="0" w:type="auto"/>
          </w:tcPr>
          <w:p w14:paraId="716CC49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</w:t>
            </w:r>
          </w:p>
        </w:tc>
        <w:tc>
          <w:tcPr>
            <w:tcW w:w="0" w:type="auto"/>
          </w:tcPr>
          <w:p w14:paraId="74BF487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140,116</w:t>
            </w:r>
          </w:p>
        </w:tc>
        <w:tc>
          <w:tcPr>
            <w:tcW w:w="0" w:type="auto"/>
          </w:tcPr>
          <w:p w14:paraId="694B2B0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14:paraId="03BEC839" w14:textId="77777777" w:rsidR="00CA596E" w:rsidRDefault="00CA596E" w:rsidP="00A90498">
            <w:r>
              <w:t>6</w:t>
            </w:r>
          </w:p>
        </w:tc>
      </w:tr>
      <w:tr w:rsidR="00CA596E" w:rsidRPr="0031298E" w14:paraId="06B6DE81" w14:textId="77777777" w:rsidTr="00A90498">
        <w:tc>
          <w:tcPr>
            <w:tcW w:w="0" w:type="auto"/>
          </w:tcPr>
          <w:p w14:paraId="1A5B974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0" w:type="auto"/>
          </w:tcPr>
          <w:p w14:paraId="46C7DB62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Praseodym</w:t>
            </w:r>
          </w:p>
        </w:tc>
        <w:tc>
          <w:tcPr>
            <w:tcW w:w="0" w:type="auto"/>
          </w:tcPr>
          <w:p w14:paraId="7C380ED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</w:t>
            </w:r>
          </w:p>
        </w:tc>
        <w:tc>
          <w:tcPr>
            <w:tcW w:w="0" w:type="auto"/>
          </w:tcPr>
          <w:p w14:paraId="0D9E894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140,908</w:t>
            </w:r>
          </w:p>
        </w:tc>
        <w:tc>
          <w:tcPr>
            <w:tcW w:w="0" w:type="auto"/>
          </w:tcPr>
          <w:p w14:paraId="160538B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14:paraId="615EA398" w14:textId="77777777" w:rsidR="00CA596E" w:rsidRDefault="00CA596E" w:rsidP="00A90498">
            <w:r>
              <w:t>6</w:t>
            </w:r>
          </w:p>
        </w:tc>
      </w:tr>
      <w:tr w:rsidR="00CA596E" w:rsidRPr="0031298E" w14:paraId="79609F05" w14:textId="77777777" w:rsidTr="00A90498">
        <w:tc>
          <w:tcPr>
            <w:tcW w:w="0" w:type="auto"/>
          </w:tcPr>
          <w:p w14:paraId="3082BE0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22BFD64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Neodym</w:t>
            </w:r>
          </w:p>
        </w:tc>
        <w:tc>
          <w:tcPr>
            <w:tcW w:w="0" w:type="auto"/>
          </w:tcPr>
          <w:p w14:paraId="348B1D5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Nd</w:t>
            </w:r>
          </w:p>
        </w:tc>
        <w:tc>
          <w:tcPr>
            <w:tcW w:w="0" w:type="auto"/>
          </w:tcPr>
          <w:p w14:paraId="57F115A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144,242</w:t>
            </w:r>
          </w:p>
        </w:tc>
        <w:tc>
          <w:tcPr>
            <w:tcW w:w="0" w:type="auto"/>
          </w:tcPr>
          <w:p w14:paraId="56D978D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</w:tcPr>
          <w:p w14:paraId="6FFDDEFE" w14:textId="77777777" w:rsidR="00CA596E" w:rsidRDefault="00CA596E" w:rsidP="00A90498">
            <w:r>
              <w:t>6</w:t>
            </w:r>
          </w:p>
        </w:tc>
      </w:tr>
      <w:tr w:rsidR="00CA596E" w:rsidRPr="0031298E" w14:paraId="669421B2" w14:textId="77777777" w:rsidTr="00A90498">
        <w:tc>
          <w:tcPr>
            <w:tcW w:w="0" w:type="auto"/>
          </w:tcPr>
          <w:p w14:paraId="0AC180A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0" w:type="auto"/>
          </w:tcPr>
          <w:p w14:paraId="3C702CB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Promethium</w:t>
            </w:r>
          </w:p>
        </w:tc>
        <w:tc>
          <w:tcPr>
            <w:tcW w:w="0" w:type="auto"/>
          </w:tcPr>
          <w:p w14:paraId="366FC02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Pm</w:t>
            </w:r>
          </w:p>
        </w:tc>
        <w:tc>
          <w:tcPr>
            <w:tcW w:w="0" w:type="auto"/>
          </w:tcPr>
          <w:p w14:paraId="782C161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146,915*</w:t>
            </w:r>
          </w:p>
        </w:tc>
        <w:tc>
          <w:tcPr>
            <w:tcW w:w="0" w:type="auto"/>
          </w:tcPr>
          <w:p w14:paraId="4E58AD2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3AF866FF" w14:textId="77777777" w:rsidR="00CA596E" w:rsidRDefault="00CA596E" w:rsidP="00A90498">
            <w:r>
              <w:t>6</w:t>
            </w:r>
          </w:p>
        </w:tc>
      </w:tr>
      <w:tr w:rsidR="00CA596E" w:rsidRPr="0031298E" w14:paraId="38AD330A" w14:textId="77777777" w:rsidTr="00A90498">
        <w:tc>
          <w:tcPr>
            <w:tcW w:w="0" w:type="auto"/>
          </w:tcPr>
          <w:p w14:paraId="5BDD9A6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14:paraId="5F7A55F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Samarium</w:t>
            </w:r>
          </w:p>
        </w:tc>
        <w:tc>
          <w:tcPr>
            <w:tcW w:w="0" w:type="auto"/>
          </w:tcPr>
          <w:p w14:paraId="73409CB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</w:t>
            </w:r>
          </w:p>
        </w:tc>
        <w:tc>
          <w:tcPr>
            <w:tcW w:w="0" w:type="auto"/>
          </w:tcPr>
          <w:p w14:paraId="10C8732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150,36</w:t>
            </w:r>
          </w:p>
        </w:tc>
        <w:tc>
          <w:tcPr>
            <w:tcW w:w="0" w:type="auto"/>
          </w:tcPr>
          <w:p w14:paraId="74F7011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42F1288B" w14:textId="77777777" w:rsidR="00CA596E" w:rsidRDefault="00CA596E" w:rsidP="00A90498">
            <w:r>
              <w:t>6</w:t>
            </w:r>
          </w:p>
        </w:tc>
      </w:tr>
      <w:tr w:rsidR="00CA596E" w:rsidRPr="0031298E" w14:paraId="7E3E3395" w14:textId="77777777" w:rsidTr="00A90498">
        <w:tc>
          <w:tcPr>
            <w:tcW w:w="0" w:type="auto"/>
          </w:tcPr>
          <w:p w14:paraId="678BD89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0" w:type="auto"/>
          </w:tcPr>
          <w:p w14:paraId="7B01813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Europium</w:t>
            </w:r>
          </w:p>
        </w:tc>
        <w:tc>
          <w:tcPr>
            <w:tcW w:w="0" w:type="auto"/>
          </w:tcPr>
          <w:p w14:paraId="03C6B25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</w:t>
            </w:r>
          </w:p>
        </w:tc>
        <w:tc>
          <w:tcPr>
            <w:tcW w:w="0" w:type="auto"/>
          </w:tcPr>
          <w:p w14:paraId="78B540A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151,964</w:t>
            </w:r>
          </w:p>
        </w:tc>
        <w:tc>
          <w:tcPr>
            <w:tcW w:w="0" w:type="auto"/>
          </w:tcPr>
          <w:p w14:paraId="5C7EEAB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0C003000" w14:textId="77777777" w:rsidR="00CA596E" w:rsidRDefault="00CA596E" w:rsidP="00A90498">
            <w:r>
              <w:t>6</w:t>
            </w:r>
          </w:p>
        </w:tc>
      </w:tr>
      <w:tr w:rsidR="00CA596E" w:rsidRPr="0031298E" w14:paraId="7B8C39C9" w14:textId="77777777" w:rsidTr="00A90498">
        <w:tc>
          <w:tcPr>
            <w:tcW w:w="0" w:type="auto"/>
          </w:tcPr>
          <w:p w14:paraId="334DD53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0" w:type="auto"/>
          </w:tcPr>
          <w:p w14:paraId="4BF8683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Gadolinium</w:t>
            </w:r>
          </w:p>
        </w:tc>
        <w:tc>
          <w:tcPr>
            <w:tcW w:w="0" w:type="auto"/>
          </w:tcPr>
          <w:p w14:paraId="13C3787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Gd</w:t>
            </w:r>
          </w:p>
        </w:tc>
        <w:tc>
          <w:tcPr>
            <w:tcW w:w="0" w:type="auto"/>
          </w:tcPr>
          <w:p w14:paraId="4CF0A58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157,25</w:t>
            </w:r>
          </w:p>
        </w:tc>
        <w:tc>
          <w:tcPr>
            <w:tcW w:w="0" w:type="auto"/>
          </w:tcPr>
          <w:p w14:paraId="470AE60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0827D7BE" w14:textId="77777777" w:rsidR="00CA596E" w:rsidRDefault="00CA596E" w:rsidP="00A90498">
            <w:r>
              <w:t>6</w:t>
            </w:r>
          </w:p>
        </w:tc>
      </w:tr>
      <w:tr w:rsidR="00CA596E" w:rsidRPr="0031298E" w14:paraId="2D4CD14B" w14:textId="77777777" w:rsidTr="00A90498">
        <w:tc>
          <w:tcPr>
            <w:tcW w:w="0" w:type="auto"/>
          </w:tcPr>
          <w:p w14:paraId="4D91C2D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14:paraId="6BEC7E7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Terbium</w:t>
            </w:r>
          </w:p>
        </w:tc>
        <w:tc>
          <w:tcPr>
            <w:tcW w:w="0" w:type="auto"/>
          </w:tcPr>
          <w:p w14:paraId="6ABC2BD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0" w:type="auto"/>
          </w:tcPr>
          <w:p w14:paraId="4FEBA3B6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158,925</w:t>
            </w:r>
          </w:p>
        </w:tc>
        <w:tc>
          <w:tcPr>
            <w:tcW w:w="0" w:type="auto"/>
          </w:tcPr>
          <w:p w14:paraId="1DF4629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437652A1" w14:textId="77777777" w:rsidR="00CA596E" w:rsidRDefault="00CA596E" w:rsidP="00A90498">
            <w:r>
              <w:t>6</w:t>
            </w:r>
          </w:p>
        </w:tc>
      </w:tr>
      <w:tr w:rsidR="00CA596E" w:rsidRPr="0031298E" w14:paraId="26ABBEBC" w14:textId="77777777" w:rsidTr="00A90498">
        <w:tc>
          <w:tcPr>
            <w:tcW w:w="0" w:type="auto"/>
          </w:tcPr>
          <w:p w14:paraId="7705E5D0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14:paraId="384E45E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Dysprosium</w:t>
            </w:r>
          </w:p>
        </w:tc>
        <w:tc>
          <w:tcPr>
            <w:tcW w:w="0" w:type="auto"/>
          </w:tcPr>
          <w:p w14:paraId="2DDCE47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</w:t>
            </w:r>
          </w:p>
        </w:tc>
        <w:tc>
          <w:tcPr>
            <w:tcW w:w="0" w:type="auto"/>
          </w:tcPr>
          <w:p w14:paraId="0E35ADDB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162,500</w:t>
            </w:r>
          </w:p>
        </w:tc>
        <w:tc>
          <w:tcPr>
            <w:tcW w:w="0" w:type="auto"/>
          </w:tcPr>
          <w:p w14:paraId="3C5B715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1B18EF94" w14:textId="77777777" w:rsidR="00CA596E" w:rsidRDefault="00CA596E" w:rsidP="00A90498">
            <w:r>
              <w:t>6</w:t>
            </w:r>
          </w:p>
        </w:tc>
      </w:tr>
      <w:tr w:rsidR="00CA596E" w:rsidRPr="0031298E" w14:paraId="1DEF75F1" w14:textId="77777777" w:rsidTr="00A90498">
        <w:tc>
          <w:tcPr>
            <w:tcW w:w="0" w:type="auto"/>
          </w:tcPr>
          <w:p w14:paraId="25C0EE1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0" w:type="auto"/>
          </w:tcPr>
          <w:p w14:paraId="757AC03E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Holmium</w:t>
            </w:r>
          </w:p>
        </w:tc>
        <w:tc>
          <w:tcPr>
            <w:tcW w:w="0" w:type="auto"/>
          </w:tcPr>
          <w:p w14:paraId="012E0D3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</w:t>
            </w:r>
          </w:p>
        </w:tc>
        <w:tc>
          <w:tcPr>
            <w:tcW w:w="0" w:type="auto"/>
          </w:tcPr>
          <w:p w14:paraId="5EBD2EF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164,930</w:t>
            </w:r>
          </w:p>
        </w:tc>
        <w:tc>
          <w:tcPr>
            <w:tcW w:w="0" w:type="auto"/>
          </w:tcPr>
          <w:p w14:paraId="1ABFF14F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50992363" w14:textId="77777777" w:rsidR="00CA596E" w:rsidRDefault="00CA596E" w:rsidP="00A90498">
            <w:r>
              <w:t>6</w:t>
            </w:r>
          </w:p>
        </w:tc>
      </w:tr>
      <w:tr w:rsidR="00CA596E" w:rsidRPr="0031298E" w14:paraId="3CF20AAA" w14:textId="77777777" w:rsidTr="00A90498">
        <w:tc>
          <w:tcPr>
            <w:tcW w:w="0" w:type="auto"/>
          </w:tcPr>
          <w:p w14:paraId="068C646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</w:tcPr>
          <w:p w14:paraId="52F3E887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Erbium</w:t>
            </w:r>
          </w:p>
        </w:tc>
        <w:tc>
          <w:tcPr>
            <w:tcW w:w="0" w:type="auto"/>
          </w:tcPr>
          <w:p w14:paraId="722C7694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</w:t>
            </w:r>
          </w:p>
        </w:tc>
        <w:tc>
          <w:tcPr>
            <w:tcW w:w="0" w:type="auto"/>
          </w:tcPr>
          <w:p w14:paraId="2ECE0F6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167,259</w:t>
            </w:r>
          </w:p>
        </w:tc>
        <w:tc>
          <w:tcPr>
            <w:tcW w:w="0" w:type="auto"/>
          </w:tcPr>
          <w:p w14:paraId="323234E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14:paraId="4B23F16F" w14:textId="77777777" w:rsidR="00CA596E" w:rsidRDefault="00CA596E" w:rsidP="00A90498">
            <w:r>
              <w:t>6</w:t>
            </w:r>
          </w:p>
        </w:tc>
      </w:tr>
      <w:tr w:rsidR="00CA596E" w:rsidRPr="0031298E" w14:paraId="36DE260E" w14:textId="77777777" w:rsidTr="00A90498">
        <w:tc>
          <w:tcPr>
            <w:tcW w:w="0" w:type="auto"/>
          </w:tcPr>
          <w:p w14:paraId="2C8FDF58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0" w:type="auto"/>
          </w:tcPr>
          <w:p w14:paraId="267806A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Thulium</w:t>
            </w:r>
          </w:p>
        </w:tc>
        <w:tc>
          <w:tcPr>
            <w:tcW w:w="0" w:type="auto"/>
          </w:tcPr>
          <w:p w14:paraId="65A47D7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Tm</w:t>
            </w:r>
          </w:p>
        </w:tc>
        <w:tc>
          <w:tcPr>
            <w:tcW w:w="0" w:type="auto"/>
          </w:tcPr>
          <w:p w14:paraId="726E835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168,934</w:t>
            </w:r>
          </w:p>
        </w:tc>
        <w:tc>
          <w:tcPr>
            <w:tcW w:w="0" w:type="auto"/>
          </w:tcPr>
          <w:p w14:paraId="14B2830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1F591097" w14:textId="77777777" w:rsidR="00CA596E" w:rsidRDefault="00CA596E" w:rsidP="00A90498">
            <w:r>
              <w:t>6</w:t>
            </w:r>
          </w:p>
        </w:tc>
      </w:tr>
      <w:tr w:rsidR="00CA596E" w:rsidRPr="0031298E" w14:paraId="6D47EC9C" w14:textId="77777777" w:rsidTr="00A90498">
        <w:tc>
          <w:tcPr>
            <w:tcW w:w="0" w:type="auto"/>
          </w:tcPr>
          <w:p w14:paraId="0366BF9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</w:tcPr>
          <w:p w14:paraId="17D0581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Ytterbium</w:t>
            </w:r>
          </w:p>
        </w:tc>
        <w:tc>
          <w:tcPr>
            <w:tcW w:w="0" w:type="auto"/>
          </w:tcPr>
          <w:p w14:paraId="2ED08DED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Yb</w:t>
            </w:r>
          </w:p>
        </w:tc>
        <w:tc>
          <w:tcPr>
            <w:tcW w:w="0" w:type="auto"/>
          </w:tcPr>
          <w:p w14:paraId="11E1849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173,045</w:t>
            </w:r>
          </w:p>
        </w:tc>
        <w:tc>
          <w:tcPr>
            <w:tcW w:w="0" w:type="auto"/>
          </w:tcPr>
          <w:p w14:paraId="13A8068C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300FE81A" w14:textId="77777777" w:rsidR="00CA596E" w:rsidRDefault="00CA596E" w:rsidP="00A90498">
            <w:r>
              <w:t>6</w:t>
            </w:r>
          </w:p>
        </w:tc>
      </w:tr>
      <w:tr w:rsidR="00CA596E" w:rsidRPr="0031298E" w14:paraId="163931F4" w14:textId="77777777" w:rsidTr="00A90498">
        <w:tc>
          <w:tcPr>
            <w:tcW w:w="0" w:type="auto"/>
          </w:tcPr>
          <w:p w14:paraId="7B4CFB3A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0" w:type="auto"/>
          </w:tcPr>
          <w:p w14:paraId="534EE943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Lutetium</w:t>
            </w:r>
          </w:p>
        </w:tc>
        <w:tc>
          <w:tcPr>
            <w:tcW w:w="0" w:type="auto"/>
          </w:tcPr>
          <w:p w14:paraId="15579FA9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</w:t>
            </w:r>
          </w:p>
        </w:tc>
        <w:tc>
          <w:tcPr>
            <w:tcW w:w="0" w:type="auto"/>
          </w:tcPr>
          <w:p w14:paraId="5D94D495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174,967</w:t>
            </w:r>
          </w:p>
        </w:tc>
        <w:tc>
          <w:tcPr>
            <w:tcW w:w="0" w:type="auto"/>
          </w:tcPr>
          <w:p w14:paraId="31AC4F31" w14:textId="77777777" w:rsidR="00CA596E" w:rsidRDefault="00CA596E" w:rsidP="00A90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3A66D654" w14:textId="77777777" w:rsidR="00CA596E" w:rsidRDefault="00CA596E" w:rsidP="00A90498">
            <w:r>
              <w:t>6</w:t>
            </w:r>
          </w:p>
        </w:tc>
      </w:tr>
    </w:tbl>
    <w:p w14:paraId="2B3E2486" w14:textId="77777777" w:rsidR="00CA596E" w:rsidRDefault="00CA596E" w:rsidP="00CA596E">
      <w:r>
        <w:lastRenderedPageBreak/>
        <w:t>&lt;/Tabelle&gt;</w:t>
      </w:r>
    </w:p>
    <w:p w14:paraId="0A0BFC14" w14:textId="77777777" w:rsidR="00CA596E" w:rsidRDefault="00CA596E" w:rsidP="00CA596E"/>
    <w:p w14:paraId="08D2451D" w14:textId="77777777" w:rsidR="00CA596E" w:rsidRDefault="00CA596E" w:rsidP="00CA596E">
      <w:pPr>
        <w:pStyle w:val="berschrift4"/>
      </w:pPr>
      <w:r>
        <w:t>Actinoide</w:t>
      </w:r>
    </w:p>
    <w:p w14:paraId="05B225B5" w14:textId="77777777" w:rsidR="00CA596E" w:rsidRDefault="00CA596E" w:rsidP="00CA596E">
      <w:r>
        <w:t>&lt;Tabelle&gt;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77"/>
        <w:gridCol w:w="1657"/>
        <w:gridCol w:w="457"/>
        <w:gridCol w:w="1417"/>
        <w:gridCol w:w="577"/>
        <w:gridCol w:w="1057"/>
      </w:tblGrid>
      <w:tr w:rsidR="00CA596E" w:rsidRPr="00691DBA" w14:paraId="481AD6BB" w14:textId="77777777" w:rsidTr="00A90498">
        <w:tc>
          <w:tcPr>
            <w:tcW w:w="0" w:type="auto"/>
          </w:tcPr>
          <w:p w14:paraId="1E5D3EC3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OZ</w:t>
            </w:r>
          </w:p>
        </w:tc>
        <w:tc>
          <w:tcPr>
            <w:tcW w:w="0" w:type="auto"/>
          </w:tcPr>
          <w:p w14:paraId="7A3D868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255F7C2E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14:paraId="5B2BC9F3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Masse in u</w:t>
            </w:r>
          </w:p>
        </w:tc>
        <w:tc>
          <w:tcPr>
            <w:tcW w:w="0" w:type="auto"/>
          </w:tcPr>
          <w:p w14:paraId="39EF55EE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eN</w:t>
            </w:r>
          </w:p>
        </w:tc>
        <w:tc>
          <w:tcPr>
            <w:tcW w:w="0" w:type="auto"/>
          </w:tcPr>
          <w:p w14:paraId="2DC05F75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Periode</w:t>
            </w:r>
          </w:p>
        </w:tc>
      </w:tr>
      <w:tr w:rsidR="00CA596E" w:rsidRPr="00691DBA" w14:paraId="27FA6DC5" w14:textId="77777777" w:rsidTr="00A90498">
        <w:tc>
          <w:tcPr>
            <w:tcW w:w="0" w:type="auto"/>
          </w:tcPr>
          <w:p w14:paraId="48ACABDC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</w:tcPr>
          <w:p w14:paraId="2349EE4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Thorium</w:t>
            </w:r>
          </w:p>
        </w:tc>
        <w:tc>
          <w:tcPr>
            <w:tcW w:w="0" w:type="auto"/>
          </w:tcPr>
          <w:p w14:paraId="66475EC7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Th</w:t>
            </w:r>
          </w:p>
        </w:tc>
        <w:tc>
          <w:tcPr>
            <w:tcW w:w="0" w:type="auto"/>
          </w:tcPr>
          <w:p w14:paraId="5B0BE696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232,038*</w:t>
            </w:r>
          </w:p>
        </w:tc>
        <w:tc>
          <w:tcPr>
            <w:tcW w:w="0" w:type="auto"/>
          </w:tcPr>
          <w:p w14:paraId="7299F0B7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16B48FB9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6304054E" w14:textId="77777777" w:rsidTr="00A90498">
        <w:tc>
          <w:tcPr>
            <w:tcW w:w="0" w:type="auto"/>
          </w:tcPr>
          <w:p w14:paraId="4D51F5EF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91</w:t>
            </w:r>
          </w:p>
        </w:tc>
        <w:tc>
          <w:tcPr>
            <w:tcW w:w="0" w:type="auto"/>
          </w:tcPr>
          <w:p w14:paraId="5C54A3B8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Protactinium</w:t>
            </w:r>
          </w:p>
        </w:tc>
        <w:tc>
          <w:tcPr>
            <w:tcW w:w="0" w:type="auto"/>
          </w:tcPr>
          <w:p w14:paraId="3619B824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Pa</w:t>
            </w:r>
          </w:p>
        </w:tc>
        <w:tc>
          <w:tcPr>
            <w:tcW w:w="0" w:type="auto"/>
          </w:tcPr>
          <w:p w14:paraId="13B9FEF1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231,036*</w:t>
            </w:r>
          </w:p>
        </w:tc>
        <w:tc>
          <w:tcPr>
            <w:tcW w:w="0" w:type="auto"/>
          </w:tcPr>
          <w:p w14:paraId="6176306D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</w:tcPr>
          <w:p w14:paraId="0E2CAD6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30108042" w14:textId="77777777" w:rsidTr="00A90498">
        <w:tc>
          <w:tcPr>
            <w:tcW w:w="0" w:type="auto"/>
          </w:tcPr>
          <w:p w14:paraId="2C4C5B7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92</w:t>
            </w:r>
          </w:p>
        </w:tc>
        <w:tc>
          <w:tcPr>
            <w:tcW w:w="0" w:type="auto"/>
          </w:tcPr>
          <w:p w14:paraId="085E1E82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Uran</w:t>
            </w:r>
          </w:p>
        </w:tc>
        <w:tc>
          <w:tcPr>
            <w:tcW w:w="0" w:type="auto"/>
          </w:tcPr>
          <w:p w14:paraId="1DC503C5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14:paraId="2A2E6C4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238,051*</w:t>
            </w:r>
          </w:p>
        </w:tc>
        <w:tc>
          <w:tcPr>
            <w:tcW w:w="0" w:type="auto"/>
          </w:tcPr>
          <w:p w14:paraId="51FD36E9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</w:tcPr>
          <w:p w14:paraId="7A30754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15671779" w14:textId="77777777" w:rsidTr="00A90498">
        <w:tc>
          <w:tcPr>
            <w:tcW w:w="0" w:type="auto"/>
          </w:tcPr>
          <w:p w14:paraId="04153EDE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14:paraId="3E198AC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Neptunium</w:t>
            </w:r>
          </w:p>
        </w:tc>
        <w:tc>
          <w:tcPr>
            <w:tcW w:w="0" w:type="auto"/>
          </w:tcPr>
          <w:p w14:paraId="74EE2D7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Np</w:t>
            </w:r>
          </w:p>
        </w:tc>
        <w:tc>
          <w:tcPr>
            <w:tcW w:w="0" w:type="auto"/>
          </w:tcPr>
          <w:p w14:paraId="70521B85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237,048*</w:t>
            </w:r>
          </w:p>
        </w:tc>
        <w:tc>
          <w:tcPr>
            <w:tcW w:w="0" w:type="auto"/>
          </w:tcPr>
          <w:p w14:paraId="18F6A4A5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4917140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5BE68E94" w14:textId="77777777" w:rsidTr="00A90498">
        <w:tc>
          <w:tcPr>
            <w:tcW w:w="0" w:type="auto"/>
          </w:tcPr>
          <w:p w14:paraId="2EFC3DC5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94</w:t>
            </w:r>
          </w:p>
        </w:tc>
        <w:tc>
          <w:tcPr>
            <w:tcW w:w="0" w:type="auto"/>
          </w:tcPr>
          <w:p w14:paraId="1DDA8CF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Plutonium</w:t>
            </w:r>
          </w:p>
        </w:tc>
        <w:tc>
          <w:tcPr>
            <w:tcW w:w="0" w:type="auto"/>
          </w:tcPr>
          <w:p w14:paraId="645F279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Pu</w:t>
            </w:r>
          </w:p>
        </w:tc>
        <w:tc>
          <w:tcPr>
            <w:tcW w:w="0" w:type="auto"/>
          </w:tcPr>
          <w:p w14:paraId="317DA9DD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244,064*</w:t>
            </w:r>
          </w:p>
        </w:tc>
        <w:tc>
          <w:tcPr>
            <w:tcW w:w="0" w:type="auto"/>
          </w:tcPr>
          <w:p w14:paraId="3CEA420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01F2D51E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1B9E9F93" w14:textId="77777777" w:rsidTr="00A90498">
        <w:tc>
          <w:tcPr>
            <w:tcW w:w="0" w:type="auto"/>
          </w:tcPr>
          <w:p w14:paraId="36F8A3D4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95</w:t>
            </w:r>
          </w:p>
        </w:tc>
        <w:tc>
          <w:tcPr>
            <w:tcW w:w="0" w:type="auto"/>
          </w:tcPr>
          <w:p w14:paraId="7BB1C13F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Americium</w:t>
            </w:r>
          </w:p>
        </w:tc>
        <w:tc>
          <w:tcPr>
            <w:tcW w:w="0" w:type="auto"/>
          </w:tcPr>
          <w:p w14:paraId="6D4F87C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Am</w:t>
            </w:r>
          </w:p>
        </w:tc>
        <w:tc>
          <w:tcPr>
            <w:tcW w:w="0" w:type="auto"/>
          </w:tcPr>
          <w:p w14:paraId="1F1964F8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243,061*</w:t>
            </w:r>
          </w:p>
        </w:tc>
        <w:tc>
          <w:tcPr>
            <w:tcW w:w="0" w:type="auto"/>
          </w:tcPr>
          <w:p w14:paraId="2C43391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29F0F2C8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02FE1883" w14:textId="77777777" w:rsidTr="00A90498">
        <w:tc>
          <w:tcPr>
            <w:tcW w:w="0" w:type="auto"/>
          </w:tcPr>
          <w:p w14:paraId="2F5C97B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96</w:t>
            </w:r>
          </w:p>
        </w:tc>
        <w:tc>
          <w:tcPr>
            <w:tcW w:w="0" w:type="auto"/>
          </w:tcPr>
          <w:p w14:paraId="0E35A5CC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Curium</w:t>
            </w:r>
          </w:p>
        </w:tc>
        <w:tc>
          <w:tcPr>
            <w:tcW w:w="0" w:type="auto"/>
          </w:tcPr>
          <w:p w14:paraId="3B2633D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Cm</w:t>
            </w:r>
          </w:p>
        </w:tc>
        <w:tc>
          <w:tcPr>
            <w:tcW w:w="0" w:type="auto"/>
          </w:tcPr>
          <w:p w14:paraId="439E8EF3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247,070*</w:t>
            </w:r>
          </w:p>
        </w:tc>
        <w:tc>
          <w:tcPr>
            <w:tcW w:w="0" w:type="auto"/>
          </w:tcPr>
          <w:p w14:paraId="34DED8B2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642BE507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2C133401" w14:textId="77777777" w:rsidTr="00A90498">
        <w:tc>
          <w:tcPr>
            <w:tcW w:w="0" w:type="auto"/>
          </w:tcPr>
          <w:p w14:paraId="68FEFA55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97</w:t>
            </w:r>
          </w:p>
        </w:tc>
        <w:tc>
          <w:tcPr>
            <w:tcW w:w="0" w:type="auto"/>
          </w:tcPr>
          <w:p w14:paraId="18D6772F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Berkelium</w:t>
            </w:r>
          </w:p>
        </w:tc>
        <w:tc>
          <w:tcPr>
            <w:tcW w:w="0" w:type="auto"/>
          </w:tcPr>
          <w:p w14:paraId="76A70A8E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Bk</w:t>
            </w:r>
          </w:p>
        </w:tc>
        <w:tc>
          <w:tcPr>
            <w:tcW w:w="0" w:type="auto"/>
          </w:tcPr>
          <w:p w14:paraId="014CEA8B" w14:textId="33B0CE1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247,070*</w:t>
            </w:r>
          </w:p>
        </w:tc>
        <w:tc>
          <w:tcPr>
            <w:tcW w:w="0" w:type="auto"/>
          </w:tcPr>
          <w:p w14:paraId="7ECE7AD5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524B4141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7A4260F4" w14:textId="77777777" w:rsidTr="00A90498">
        <w:tc>
          <w:tcPr>
            <w:tcW w:w="0" w:type="auto"/>
          </w:tcPr>
          <w:p w14:paraId="77BED896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98</w:t>
            </w:r>
          </w:p>
        </w:tc>
        <w:tc>
          <w:tcPr>
            <w:tcW w:w="0" w:type="auto"/>
          </w:tcPr>
          <w:p w14:paraId="6F87E49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Californium</w:t>
            </w:r>
          </w:p>
        </w:tc>
        <w:tc>
          <w:tcPr>
            <w:tcW w:w="0" w:type="auto"/>
          </w:tcPr>
          <w:p w14:paraId="4B5A00B9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Cf</w:t>
            </w:r>
          </w:p>
        </w:tc>
        <w:tc>
          <w:tcPr>
            <w:tcW w:w="0" w:type="auto"/>
          </w:tcPr>
          <w:p w14:paraId="56DAA122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251,080*</w:t>
            </w:r>
          </w:p>
        </w:tc>
        <w:tc>
          <w:tcPr>
            <w:tcW w:w="0" w:type="auto"/>
          </w:tcPr>
          <w:p w14:paraId="1C646CB8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53ABA0BD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71B7FF0A" w14:textId="77777777" w:rsidTr="00A90498">
        <w:tc>
          <w:tcPr>
            <w:tcW w:w="0" w:type="auto"/>
          </w:tcPr>
          <w:p w14:paraId="5F8E58DD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14:paraId="72F40999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Einsteinium</w:t>
            </w:r>
          </w:p>
        </w:tc>
        <w:tc>
          <w:tcPr>
            <w:tcW w:w="0" w:type="auto"/>
          </w:tcPr>
          <w:p w14:paraId="17212154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Es</w:t>
            </w:r>
          </w:p>
        </w:tc>
        <w:tc>
          <w:tcPr>
            <w:tcW w:w="0" w:type="auto"/>
          </w:tcPr>
          <w:p w14:paraId="6D0858F9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252,083*</w:t>
            </w:r>
          </w:p>
        </w:tc>
        <w:tc>
          <w:tcPr>
            <w:tcW w:w="0" w:type="auto"/>
          </w:tcPr>
          <w:p w14:paraId="744A30E7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5D431636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7C8D9339" w14:textId="77777777" w:rsidTr="00A90498">
        <w:tc>
          <w:tcPr>
            <w:tcW w:w="0" w:type="auto"/>
          </w:tcPr>
          <w:p w14:paraId="3AC01247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14:paraId="7589FA24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Fermium</w:t>
            </w:r>
          </w:p>
        </w:tc>
        <w:tc>
          <w:tcPr>
            <w:tcW w:w="0" w:type="auto"/>
          </w:tcPr>
          <w:p w14:paraId="494E3ACD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Fm</w:t>
            </w:r>
          </w:p>
        </w:tc>
        <w:tc>
          <w:tcPr>
            <w:tcW w:w="0" w:type="auto"/>
          </w:tcPr>
          <w:p w14:paraId="5932B0E6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257,095*</w:t>
            </w:r>
          </w:p>
        </w:tc>
        <w:tc>
          <w:tcPr>
            <w:tcW w:w="0" w:type="auto"/>
          </w:tcPr>
          <w:p w14:paraId="08B94D03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47CC1D51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45F94B96" w14:textId="77777777" w:rsidTr="00A90498">
        <w:tc>
          <w:tcPr>
            <w:tcW w:w="0" w:type="auto"/>
          </w:tcPr>
          <w:p w14:paraId="5E55FA0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101</w:t>
            </w:r>
          </w:p>
        </w:tc>
        <w:tc>
          <w:tcPr>
            <w:tcW w:w="0" w:type="auto"/>
          </w:tcPr>
          <w:p w14:paraId="2364BB6D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Mendelevium</w:t>
            </w:r>
          </w:p>
        </w:tc>
        <w:tc>
          <w:tcPr>
            <w:tcW w:w="0" w:type="auto"/>
          </w:tcPr>
          <w:p w14:paraId="6A770DE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Md</w:t>
            </w:r>
          </w:p>
        </w:tc>
        <w:tc>
          <w:tcPr>
            <w:tcW w:w="0" w:type="auto"/>
          </w:tcPr>
          <w:p w14:paraId="745C3CF0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258,098*</w:t>
            </w:r>
          </w:p>
        </w:tc>
        <w:tc>
          <w:tcPr>
            <w:tcW w:w="0" w:type="auto"/>
          </w:tcPr>
          <w:p w14:paraId="119AB8F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77B716F9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5CD096BB" w14:textId="77777777" w:rsidTr="00A90498">
        <w:tc>
          <w:tcPr>
            <w:tcW w:w="0" w:type="auto"/>
          </w:tcPr>
          <w:p w14:paraId="07D5A086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14:paraId="297BDEC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Nobelium</w:t>
            </w:r>
          </w:p>
        </w:tc>
        <w:tc>
          <w:tcPr>
            <w:tcW w:w="0" w:type="auto"/>
          </w:tcPr>
          <w:p w14:paraId="101EC85F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07F9A7F3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259,101*</w:t>
            </w:r>
          </w:p>
        </w:tc>
        <w:tc>
          <w:tcPr>
            <w:tcW w:w="0" w:type="auto"/>
          </w:tcPr>
          <w:p w14:paraId="0FACDB0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14:paraId="755BC63A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  <w:tr w:rsidR="00CA596E" w:rsidRPr="00691DBA" w14:paraId="3F4DAE12" w14:textId="77777777" w:rsidTr="00A90498">
        <w:tc>
          <w:tcPr>
            <w:tcW w:w="0" w:type="auto"/>
          </w:tcPr>
          <w:p w14:paraId="493360E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103</w:t>
            </w:r>
          </w:p>
        </w:tc>
        <w:tc>
          <w:tcPr>
            <w:tcW w:w="0" w:type="auto"/>
          </w:tcPr>
          <w:p w14:paraId="531A012B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Lawrencium</w:t>
            </w:r>
          </w:p>
        </w:tc>
        <w:tc>
          <w:tcPr>
            <w:tcW w:w="0" w:type="auto"/>
          </w:tcPr>
          <w:p w14:paraId="27ABBABF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Lr</w:t>
            </w:r>
          </w:p>
        </w:tc>
        <w:tc>
          <w:tcPr>
            <w:tcW w:w="0" w:type="auto"/>
          </w:tcPr>
          <w:p w14:paraId="0227E8FD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262,110*</w:t>
            </w:r>
          </w:p>
        </w:tc>
        <w:tc>
          <w:tcPr>
            <w:tcW w:w="0" w:type="auto"/>
          </w:tcPr>
          <w:p w14:paraId="5021DCD8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14:paraId="3E222762" w14:textId="77777777" w:rsidR="00CA596E" w:rsidRPr="00691DBA" w:rsidRDefault="00CA596E" w:rsidP="00A90498">
            <w:pPr>
              <w:rPr>
                <w:sz w:val="20"/>
                <w:szCs w:val="20"/>
              </w:rPr>
            </w:pPr>
            <w:r w:rsidRPr="00691DBA">
              <w:rPr>
                <w:sz w:val="20"/>
                <w:szCs w:val="20"/>
              </w:rPr>
              <w:t>7</w:t>
            </w:r>
          </w:p>
        </w:tc>
      </w:tr>
    </w:tbl>
    <w:p w14:paraId="221BCFB8" w14:textId="77777777" w:rsidR="00CA596E" w:rsidRPr="0031298E" w:rsidRDefault="00CA596E" w:rsidP="00CA596E">
      <w:r>
        <w:t>&lt;/Tabelle&gt;</w:t>
      </w:r>
    </w:p>
    <w:p w14:paraId="696456C1" w14:textId="77777777" w:rsidR="00CA596E" w:rsidRDefault="00CA596E" w:rsidP="00C737BC"/>
    <w:sectPr w:rsidR="00CA596E" w:rsidSect="00636997">
      <w:pgSz w:w="16906" w:h="1338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89A9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A0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68F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2E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866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5EAD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E0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461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4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84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B3"/>
    <w:rsid w:val="000026C4"/>
    <w:rsid w:val="00006ACA"/>
    <w:rsid w:val="0001316E"/>
    <w:rsid w:val="000132A0"/>
    <w:rsid w:val="00030EA8"/>
    <w:rsid w:val="00032551"/>
    <w:rsid w:val="00041528"/>
    <w:rsid w:val="00047890"/>
    <w:rsid w:val="00052752"/>
    <w:rsid w:val="00055A76"/>
    <w:rsid w:val="00060F52"/>
    <w:rsid w:val="000662F1"/>
    <w:rsid w:val="0007422E"/>
    <w:rsid w:val="000809BC"/>
    <w:rsid w:val="00092BBC"/>
    <w:rsid w:val="000A1ADD"/>
    <w:rsid w:val="000A5317"/>
    <w:rsid w:val="000B356D"/>
    <w:rsid w:val="000C0C60"/>
    <w:rsid w:val="000C11DE"/>
    <w:rsid w:val="000C3E8B"/>
    <w:rsid w:val="000E1A57"/>
    <w:rsid w:val="000E1A69"/>
    <w:rsid w:val="000E43F9"/>
    <w:rsid w:val="000F1BDD"/>
    <w:rsid w:val="000F3422"/>
    <w:rsid w:val="00101995"/>
    <w:rsid w:val="00101E47"/>
    <w:rsid w:val="00102029"/>
    <w:rsid w:val="00106A1D"/>
    <w:rsid w:val="0011127F"/>
    <w:rsid w:val="00131BDD"/>
    <w:rsid w:val="00132899"/>
    <w:rsid w:val="00132BE1"/>
    <w:rsid w:val="00136094"/>
    <w:rsid w:val="00140F60"/>
    <w:rsid w:val="00142F42"/>
    <w:rsid w:val="00153E7A"/>
    <w:rsid w:val="00155550"/>
    <w:rsid w:val="00166556"/>
    <w:rsid w:val="001668A8"/>
    <w:rsid w:val="00167F6A"/>
    <w:rsid w:val="00170640"/>
    <w:rsid w:val="0017187E"/>
    <w:rsid w:val="0017220C"/>
    <w:rsid w:val="00176604"/>
    <w:rsid w:val="001B15FB"/>
    <w:rsid w:val="001B6138"/>
    <w:rsid w:val="001C0A6B"/>
    <w:rsid w:val="001F5BD2"/>
    <w:rsid w:val="00206850"/>
    <w:rsid w:val="00212569"/>
    <w:rsid w:val="002126A4"/>
    <w:rsid w:val="00217A71"/>
    <w:rsid w:val="00230D09"/>
    <w:rsid w:val="00230E36"/>
    <w:rsid w:val="002369DF"/>
    <w:rsid w:val="00245DCC"/>
    <w:rsid w:val="00257C85"/>
    <w:rsid w:val="0026526A"/>
    <w:rsid w:val="002670E9"/>
    <w:rsid w:val="00275186"/>
    <w:rsid w:val="00287902"/>
    <w:rsid w:val="0028790B"/>
    <w:rsid w:val="00293C75"/>
    <w:rsid w:val="0029677C"/>
    <w:rsid w:val="002B797C"/>
    <w:rsid w:val="002C0789"/>
    <w:rsid w:val="002C3A2D"/>
    <w:rsid w:val="002D16F7"/>
    <w:rsid w:val="002D6016"/>
    <w:rsid w:val="002E099E"/>
    <w:rsid w:val="002E0BB7"/>
    <w:rsid w:val="002E1EF6"/>
    <w:rsid w:val="00301379"/>
    <w:rsid w:val="003107C2"/>
    <w:rsid w:val="00317B9A"/>
    <w:rsid w:val="00320D91"/>
    <w:rsid w:val="00337C7E"/>
    <w:rsid w:val="00344EFD"/>
    <w:rsid w:val="00357AFC"/>
    <w:rsid w:val="003645BC"/>
    <w:rsid w:val="003662DE"/>
    <w:rsid w:val="0037122A"/>
    <w:rsid w:val="00372E29"/>
    <w:rsid w:val="0037439C"/>
    <w:rsid w:val="0037511F"/>
    <w:rsid w:val="003760BF"/>
    <w:rsid w:val="00377C9A"/>
    <w:rsid w:val="003841A1"/>
    <w:rsid w:val="003A0DC7"/>
    <w:rsid w:val="003A0FB3"/>
    <w:rsid w:val="003B1328"/>
    <w:rsid w:val="003B4F73"/>
    <w:rsid w:val="003B6C19"/>
    <w:rsid w:val="003D0DFC"/>
    <w:rsid w:val="003D1BC0"/>
    <w:rsid w:val="003D1BFE"/>
    <w:rsid w:val="003D636F"/>
    <w:rsid w:val="003E71EC"/>
    <w:rsid w:val="003F0E69"/>
    <w:rsid w:val="003F3D0B"/>
    <w:rsid w:val="00413D65"/>
    <w:rsid w:val="00415FED"/>
    <w:rsid w:val="00435D7C"/>
    <w:rsid w:val="00443C85"/>
    <w:rsid w:val="004470B4"/>
    <w:rsid w:val="004637BA"/>
    <w:rsid w:val="00473631"/>
    <w:rsid w:val="00474260"/>
    <w:rsid w:val="004753B6"/>
    <w:rsid w:val="00482B6A"/>
    <w:rsid w:val="0048636A"/>
    <w:rsid w:val="004A18B1"/>
    <w:rsid w:val="004A4403"/>
    <w:rsid w:val="004C214E"/>
    <w:rsid w:val="004F3F47"/>
    <w:rsid w:val="004F750B"/>
    <w:rsid w:val="00507A43"/>
    <w:rsid w:val="00510AFE"/>
    <w:rsid w:val="0051256C"/>
    <w:rsid w:val="0051535F"/>
    <w:rsid w:val="00524B67"/>
    <w:rsid w:val="00544242"/>
    <w:rsid w:val="005445AC"/>
    <w:rsid w:val="00550CC4"/>
    <w:rsid w:val="005758FA"/>
    <w:rsid w:val="00576651"/>
    <w:rsid w:val="00581F58"/>
    <w:rsid w:val="005820DC"/>
    <w:rsid w:val="0059445F"/>
    <w:rsid w:val="00596980"/>
    <w:rsid w:val="005A0723"/>
    <w:rsid w:val="005B287D"/>
    <w:rsid w:val="005B3A9F"/>
    <w:rsid w:val="005B5BB1"/>
    <w:rsid w:val="005E3423"/>
    <w:rsid w:val="005E5E55"/>
    <w:rsid w:val="00600079"/>
    <w:rsid w:val="00602C2E"/>
    <w:rsid w:val="00604BF4"/>
    <w:rsid w:val="006051E7"/>
    <w:rsid w:val="00633172"/>
    <w:rsid w:val="00636997"/>
    <w:rsid w:val="00641B28"/>
    <w:rsid w:val="006424CD"/>
    <w:rsid w:val="00643FA4"/>
    <w:rsid w:val="006445B5"/>
    <w:rsid w:val="00657EF3"/>
    <w:rsid w:val="006605A6"/>
    <w:rsid w:val="006856E4"/>
    <w:rsid w:val="00691DBA"/>
    <w:rsid w:val="006A3523"/>
    <w:rsid w:val="006B0A20"/>
    <w:rsid w:val="006B1D2A"/>
    <w:rsid w:val="006B468F"/>
    <w:rsid w:val="006D60E3"/>
    <w:rsid w:val="006F0184"/>
    <w:rsid w:val="006F6F0F"/>
    <w:rsid w:val="00706059"/>
    <w:rsid w:val="00711D60"/>
    <w:rsid w:val="0073153E"/>
    <w:rsid w:val="00732893"/>
    <w:rsid w:val="007335E1"/>
    <w:rsid w:val="00752731"/>
    <w:rsid w:val="00760EAA"/>
    <w:rsid w:val="00762032"/>
    <w:rsid w:val="007635AF"/>
    <w:rsid w:val="00766DC4"/>
    <w:rsid w:val="00782835"/>
    <w:rsid w:val="00787575"/>
    <w:rsid w:val="00794B1D"/>
    <w:rsid w:val="00795395"/>
    <w:rsid w:val="007A1C28"/>
    <w:rsid w:val="007A278F"/>
    <w:rsid w:val="007A3F5B"/>
    <w:rsid w:val="007B285B"/>
    <w:rsid w:val="007B3106"/>
    <w:rsid w:val="007B54FC"/>
    <w:rsid w:val="007C30AB"/>
    <w:rsid w:val="007D12D7"/>
    <w:rsid w:val="007D47BF"/>
    <w:rsid w:val="007D6A2E"/>
    <w:rsid w:val="007E20E6"/>
    <w:rsid w:val="007F1FEB"/>
    <w:rsid w:val="007F3C9A"/>
    <w:rsid w:val="007F67A5"/>
    <w:rsid w:val="008244CC"/>
    <w:rsid w:val="00842797"/>
    <w:rsid w:val="00844176"/>
    <w:rsid w:val="00846ED1"/>
    <w:rsid w:val="00847164"/>
    <w:rsid w:val="00870017"/>
    <w:rsid w:val="00870A04"/>
    <w:rsid w:val="008719E1"/>
    <w:rsid w:val="008739DF"/>
    <w:rsid w:val="00873CE9"/>
    <w:rsid w:val="008A3D0D"/>
    <w:rsid w:val="008A51FE"/>
    <w:rsid w:val="008B434A"/>
    <w:rsid w:val="008B6ACE"/>
    <w:rsid w:val="008D03EA"/>
    <w:rsid w:val="008D1E28"/>
    <w:rsid w:val="008D21A8"/>
    <w:rsid w:val="008D3BB5"/>
    <w:rsid w:val="008F10BF"/>
    <w:rsid w:val="008F54B9"/>
    <w:rsid w:val="008F5E38"/>
    <w:rsid w:val="009019E3"/>
    <w:rsid w:val="00902D56"/>
    <w:rsid w:val="009214F6"/>
    <w:rsid w:val="00924C16"/>
    <w:rsid w:val="0094331D"/>
    <w:rsid w:val="00944170"/>
    <w:rsid w:val="00945FEA"/>
    <w:rsid w:val="00961435"/>
    <w:rsid w:val="00967C4F"/>
    <w:rsid w:val="00970496"/>
    <w:rsid w:val="009721F9"/>
    <w:rsid w:val="009813E3"/>
    <w:rsid w:val="009862D9"/>
    <w:rsid w:val="00994151"/>
    <w:rsid w:val="009A07B0"/>
    <w:rsid w:val="009A19CE"/>
    <w:rsid w:val="009A22E6"/>
    <w:rsid w:val="009B7B2D"/>
    <w:rsid w:val="009C49C9"/>
    <w:rsid w:val="009D276D"/>
    <w:rsid w:val="009D70FB"/>
    <w:rsid w:val="009E140B"/>
    <w:rsid w:val="009E1DC1"/>
    <w:rsid w:val="009F214E"/>
    <w:rsid w:val="00A03DEF"/>
    <w:rsid w:val="00A16FCD"/>
    <w:rsid w:val="00A20B27"/>
    <w:rsid w:val="00A21D42"/>
    <w:rsid w:val="00A27C51"/>
    <w:rsid w:val="00A31274"/>
    <w:rsid w:val="00A4425F"/>
    <w:rsid w:val="00A50934"/>
    <w:rsid w:val="00A5754D"/>
    <w:rsid w:val="00A72EE0"/>
    <w:rsid w:val="00A82752"/>
    <w:rsid w:val="00A87F92"/>
    <w:rsid w:val="00A909B0"/>
    <w:rsid w:val="00A921FD"/>
    <w:rsid w:val="00AA7F11"/>
    <w:rsid w:val="00AB4D7F"/>
    <w:rsid w:val="00AE737A"/>
    <w:rsid w:val="00AF46C6"/>
    <w:rsid w:val="00B12F6A"/>
    <w:rsid w:val="00B15DB6"/>
    <w:rsid w:val="00B178A4"/>
    <w:rsid w:val="00B26091"/>
    <w:rsid w:val="00B2680F"/>
    <w:rsid w:val="00B317C3"/>
    <w:rsid w:val="00B31C98"/>
    <w:rsid w:val="00B31D1B"/>
    <w:rsid w:val="00B505E9"/>
    <w:rsid w:val="00B56B0E"/>
    <w:rsid w:val="00B65EA8"/>
    <w:rsid w:val="00B66AF2"/>
    <w:rsid w:val="00B927B1"/>
    <w:rsid w:val="00B97456"/>
    <w:rsid w:val="00BA2879"/>
    <w:rsid w:val="00BA4C85"/>
    <w:rsid w:val="00BB54D8"/>
    <w:rsid w:val="00BB6CD0"/>
    <w:rsid w:val="00BB7D40"/>
    <w:rsid w:val="00BC1918"/>
    <w:rsid w:val="00BC4D77"/>
    <w:rsid w:val="00BE0BF6"/>
    <w:rsid w:val="00BE2E29"/>
    <w:rsid w:val="00BF542D"/>
    <w:rsid w:val="00C13A32"/>
    <w:rsid w:val="00C13C97"/>
    <w:rsid w:val="00C1587C"/>
    <w:rsid w:val="00C15C40"/>
    <w:rsid w:val="00C1624A"/>
    <w:rsid w:val="00C170AD"/>
    <w:rsid w:val="00C20ABE"/>
    <w:rsid w:val="00C24D9F"/>
    <w:rsid w:val="00C2653A"/>
    <w:rsid w:val="00C32308"/>
    <w:rsid w:val="00C401EF"/>
    <w:rsid w:val="00C60267"/>
    <w:rsid w:val="00C64B96"/>
    <w:rsid w:val="00C706DE"/>
    <w:rsid w:val="00C715B3"/>
    <w:rsid w:val="00C729BC"/>
    <w:rsid w:val="00C737B2"/>
    <w:rsid w:val="00C737BC"/>
    <w:rsid w:val="00C97C75"/>
    <w:rsid w:val="00CA1EB5"/>
    <w:rsid w:val="00CA596E"/>
    <w:rsid w:val="00CC6D31"/>
    <w:rsid w:val="00CD1CE5"/>
    <w:rsid w:val="00CD3CFD"/>
    <w:rsid w:val="00CD5DE5"/>
    <w:rsid w:val="00CD610A"/>
    <w:rsid w:val="00CE2302"/>
    <w:rsid w:val="00CE256A"/>
    <w:rsid w:val="00CE3C83"/>
    <w:rsid w:val="00CE5640"/>
    <w:rsid w:val="00CF4AC9"/>
    <w:rsid w:val="00CF6211"/>
    <w:rsid w:val="00D033A3"/>
    <w:rsid w:val="00D11B8A"/>
    <w:rsid w:val="00D14130"/>
    <w:rsid w:val="00D14994"/>
    <w:rsid w:val="00D20E85"/>
    <w:rsid w:val="00D22611"/>
    <w:rsid w:val="00D233D8"/>
    <w:rsid w:val="00D3065D"/>
    <w:rsid w:val="00D70D81"/>
    <w:rsid w:val="00D76061"/>
    <w:rsid w:val="00D94986"/>
    <w:rsid w:val="00DA42A6"/>
    <w:rsid w:val="00DA5199"/>
    <w:rsid w:val="00DD2CA9"/>
    <w:rsid w:val="00DD4CB4"/>
    <w:rsid w:val="00DF2AB3"/>
    <w:rsid w:val="00DF2FBB"/>
    <w:rsid w:val="00DF6487"/>
    <w:rsid w:val="00E11D69"/>
    <w:rsid w:val="00E27012"/>
    <w:rsid w:val="00E27917"/>
    <w:rsid w:val="00E42FC8"/>
    <w:rsid w:val="00E438AA"/>
    <w:rsid w:val="00E5056F"/>
    <w:rsid w:val="00E506B1"/>
    <w:rsid w:val="00E51166"/>
    <w:rsid w:val="00E53990"/>
    <w:rsid w:val="00E542DE"/>
    <w:rsid w:val="00E573A8"/>
    <w:rsid w:val="00E86505"/>
    <w:rsid w:val="00E956B0"/>
    <w:rsid w:val="00E95C85"/>
    <w:rsid w:val="00EA3169"/>
    <w:rsid w:val="00EC0F61"/>
    <w:rsid w:val="00EC4C50"/>
    <w:rsid w:val="00ED2035"/>
    <w:rsid w:val="00ED3CE7"/>
    <w:rsid w:val="00ED7650"/>
    <w:rsid w:val="00EF5433"/>
    <w:rsid w:val="00F04A17"/>
    <w:rsid w:val="00F12D2A"/>
    <w:rsid w:val="00F22F58"/>
    <w:rsid w:val="00F239B5"/>
    <w:rsid w:val="00F2678F"/>
    <w:rsid w:val="00F32876"/>
    <w:rsid w:val="00F434D8"/>
    <w:rsid w:val="00F4388A"/>
    <w:rsid w:val="00F55C3E"/>
    <w:rsid w:val="00F65070"/>
    <w:rsid w:val="00F65626"/>
    <w:rsid w:val="00F84B05"/>
    <w:rsid w:val="00F90A97"/>
    <w:rsid w:val="00F93DC9"/>
    <w:rsid w:val="00F977E7"/>
    <w:rsid w:val="00F97E86"/>
    <w:rsid w:val="00FA0A79"/>
    <w:rsid w:val="00FA12C2"/>
    <w:rsid w:val="00FA662C"/>
    <w:rsid w:val="00FB2624"/>
    <w:rsid w:val="00FB2A98"/>
    <w:rsid w:val="00FC008A"/>
    <w:rsid w:val="00FC07F2"/>
    <w:rsid w:val="00FE176F"/>
    <w:rsid w:val="00FE7B4B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B780"/>
  <w15:docId w15:val="{7ED566E3-7EFB-4F95-8185-BE492DDA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0D91"/>
    <w:pPr>
      <w:spacing w:after="0" w:line="240" w:lineRule="auto"/>
    </w:pPr>
    <w:rPr>
      <w:rFonts w:ascii="Courier New" w:hAnsi="Courier New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43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69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43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B43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CA59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  <w:i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A59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434A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6980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434A"/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B434A"/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Liste2">
    <w:name w:val="List 2"/>
    <w:basedOn w:val="Standard"/>
    <w:uiPriority w:val="99"/>
    <w:unhideWhenUsed/>
    <w:qFormat/>
    <w:rsid w:val="008B434A"/>
    <w:pPr>
      <w:ind w:left="568" w:hanging="284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8B434A"/>
    <w:pPr>
      <w:spacing w:after="120"/>
      <w:ind w:left="284"/>
      <w:contextualSpacing/>
    </w:pPr>
  </w:style>
  <w:style w:type="paragraph" w:styleId="Liste">
    <w:name w:val="List"/>
    <w:basedOn w:val="Standard"/>
    <w:uiPriority w:val="99"/>
    <w:unhideWhenUsed/>
    <w:qFormat/>
    <w:rsid w:val="006B1D2A"/>
    <w:pPr>
      <w:ind w:left="283" w:hanging="283"/>
      <w:contextualSpacing/>
    </w:pPr>
  </w:style>
  <w:style w:type="character" w:styleId="Hyperlink">
    <w:name w:val="Hyperlink"/>
    <w:basedOn w:val="Absatz-Standardschriftart"/>
    <w:uiPriority w:val="99"/>
    <w:rsid w:val="007F1FEB"/>
    <w:rPr>
      <w:color w:val="0066CC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F1FEB"/>
    <w:rPr>
      <w:color w:val="800080" w:themeColor="followedHyperlink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DA42A6"/>
  </w:style>
  <w:style w:type="paragraph" w:customStyle="1" w:styleId="msonormal0">
    <w:name w:val="msonormal"/>
    <w:basedOn w:val="Standard"/>
    <w:rsid w:val="00DA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DA4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C07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438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38AA"/>
    <w:rPr>
      <w:rFonts w:ascii="Courier New" w:hAnsi="Courier Ne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438AA"/>
    <w:rPr>
      <w:vertAlign w:val="superscrip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A596E"/>
    <w:rPr>
      <w:rFonts w:asciiTheme="majorHAnsi" w:eastAsiaTheme="majorEastAsia" w:hAnsiTheme="majorHAnsi" w:cstheme="majorBidi"/>
      <w:b/>
      <w:i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59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e3">
    <w:name w:val="List 3"/>
    <w:basedOn w:val="Standard"/>
    <w:uiPriority w:val="99"/>
    <w:semiHidden/>
    <w:unhideWhenUsed/>
    <w:rsid w:val="00CA596E"/>
    <w:pPr>
      <w:ind w:left="849" w:hanging="283"/>
      <w:contextualSpacing/>
    </w:pPr>
    <w:rPr>
      <w:rFonts w:eastAsia="Calibri" w:cs="Times New Roman"/>
    </w:rPr>
  </w:style>
  <w:style w:type="paragraph" w:customStyle="1" w:styleId="Style1">
    <w:name w:val="Style1"/>
    <w:basedOn w:val="Standard"/>
    <w:uiPriority w:val="99"/>
    <w:rsid w:val="00CA596E"/>
    <w:rPr>
      <w:rFonts w:eastAsia="Calibri" w:cs="Times New Roman"/>
    </w:rPr>
  </w:style>
  <w:style w:type="paragraph" w:customStyle="1" w:styleId="Style2">
    <w:name w:val="Style2"/>
    <w:basedOn w:val="Standard"/>
    <w:uiPriority w:val="99"/>
    <w:rsid w:val="00CA596E"/>
    <w:pPr>
      <w:spacing w:line="218" w:lineRule="exact"/>
      <w:jc w:val="both"/>
    </w:pPr>
    <w:rPr>
      <w:rFonts w:eastAsia="Calibri" w:cs="Times New Roman"/>
    </w:rPr>
  </w:style>
  <w:style w:type="paragraph" w:customStyle="1" w:styleId="Style3">
    <w:name w:val="Style3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4">
    <w:name w:val="Style4"/>
    <w:basedOn w:val="Standard"/>
    <w:uiPriority w:val="99"/>
    <w:rsid w:val="00CA596E"/>
    <w:pPr>
      <w:spacing w:line="220" w:lineRule="exact"/>
    </w:pPr>
    <w:rPr>
      <w:rFonts w:eastAsia="Calibri" w:cs="Times New Roman"/>
    </w:rPr>
  </w:style>
  <w:style w:type="paragraph" w:customStyle="1" w:styleId="Style5">
    <w:name w:val="Style5"/>
    <w:basedOn w:val="Standard"/>
    <w:uiPriority w:val="99"/>
    <w:rsid w:val="00CA596E"/>
    <w:rPr>
      <w:rFonts w:eastAsia="Calibri" w:cs="Times New Roman"/>
    </w:rPr>
  </w:style>
  <w:style w:type="paragraph" w:customStyle="1" w:styleId="Style6">
    <w:name w:val="Style6"/>
    <w:basedOn w:val="Standard"/>
    <w:uiPriority w:val="99"/>
    <w:rsid w:val="00CA596E"/>
    <w:rPr>
      <w:rFonts w:eastAsia="Calibri" w:cs="Times New Roman"/>
    </w:rPr>
  </w:style>
  <w:style w:type="paragraph" w:customStyle="1" w:styleId="Style7">
    <w:name w:val="Style7"/>
    <w:basedOn w:val="Standard"/>
    <w:uiPriority w:val="99"/>
    <w:rsid w:val="00CA596E"/>
    <w:pPr>
      <w:spacing w:line="86" w:lineRule="exact"/>
      <w:jc w:val="both"/>
    </w:pPr>
    <w:rPr>
      <w:rFonts w:eastAsia="Calibri" w:cs="Times New Roman"/>
    </w:rPr>
  </w:style>
  <w:style w:type="paragraph" w:customStyle="1" w:styleId="Style8">
    <w:name w:val="Style8"/>
    <w:basedOn w:val="Standard"/>
    <w:uiPriority w:val="99"/>
    <w:rsid w:val="00CA596E"/>
    <w:rPr>
      <w:rFonts w:eastAsia="Calibri" w:cs="Times New Roman"/>
    </w:rPr>
  </w:style>
  <w:style w:type="paragraph" w:customStyle="1" w:styleId="Style9">
    <w:name w:val="Style9"/>
    <w:basedOn w:val="Standard"/>
    <w:uiPriority w:val="99"/>
    <w:rsid w:val="00CA596E"/>
    <w:pPr>
      <w:spacing w:line="86" w:lineRule="exact"/>
      <w:jc w:val="both"/>
    </w:pPr>
    <w:rPr>
      <w:rFonts w:eastAsia="Calibri" w:cs="Times New Roman"/>
    </w:rPr>
  </w:style>
  <w:style w:type="paragraph" w:customStyle="1" w:styleId="Style10">
    <w:name w:val="Style10"/>
    <w:basedOn w:val="Standard"/>
    <w:uiPriority w:val="99"/>
    <w:rsid w:val="00CA596E"/>
    <w:rPr>
      <w:rFonts w:eastAsia="Calibri" w:cs="Times New Roman"/>
    </w:rPr>
  </w:style>
  <w:style w:type="paragraph" w:customStyle="1" w:styleId="Style11">
    <w:name w:val="Style11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12">
    <w:name w:val="Style12"/>
    <w:basedOn w:val="Standard"/>
    <w:uiPriority w:val="99"/>
    <w:rsid w:val="00CA596E"/>
    <w:rPr>
      <w:rFonts w:eastAsia="Calibri" w:cs="Times New Roman"/>
    </w:rPr>
  </w:style>
  <w:style w:type="paragraph" w:customStyle="1" w:styleId="Style13">
    <w:name w:val="Style13"/>
    <w:basedOn w:val="Standard"/>
    <w:uiPriority w:val="99"/>
    <w:rsid w:val="00CA596E"/>
    <w:pPr>
      <w:spacing w:line="218" w:lineRule="exact"/>
      <w:ind w:hanging="689"/>
    </w:pPr>
    <w:rPr>
      <w:rFonts w:eastAsia="Calibri" w:cs="Times New Roman"/>
    </w:rPr>
  </w:style>
  <w:style w:type="paragraph" w:customStyle="1" w:styleId="Style14">
    <w:name w:val="Style14"/>
    <w:basedOn w:val="Standard"/>
    <w:uiPriority w:val="99"/>
    <w:rsid w:val="00CA596E"/>
    <w:rPr>
      <w:rFonts w:eastAsia="Calibri" w:cs="Times New Roman"/>
    </w:rPr>
  </w:style>
  <w:style w:type="paragraph" w:customStyle="1" w:styleId="Style15">
    <w:name w:val="Style15"/>
    <w:basedOn w:val="Standard"/>
    <w:uiPriority w:val="99"/>
    <w:rsid w:val="00CA596E"/>
    <w:pPr>
      <w:spacing w:line="240" w:lineRule="exact"/>
      <w:ind w:hanging="221"/>
    </w:pPr>
    <w:rPr>
      <w:rFonts w:eastAsia="Calibri" w:cs="Times New Roman"/>
    </w:rPr>
  </w:style>
  <w:style w:type="paragraph" w:customStyle="1" w:styleId="Style16">
    <w:name w:val="Style16"/>
    <w:basedOn w:val="Standard"/>
    <w:uiPriority w:val="99"/>
    <w:rsid w:val="00CA596E"/>
    <w:rPr>
      <w:rFonts w:eastAsia="Calibri" w:cs="Times New Roman"/>
    </w:rPr>
  </w:style>
  <w:style w:type="paragraph" w:customStyle="1" w:styleId="Style17">
    <w:name w:val="Style17"/>
    <w:basedOn w:val="Standard"/>
    <w:uiPriority w:val="99"/>
    <w:rsid w:val="00CA596E"/>
    <w:pPr>
      <w:spacing w:line="241" w:lineRule="exact"/>
      <w:ind w:hanging="77"/>
    </w:pPr>
    <w:rPr>
      <w:rFonts w:eastAsia="Calibri" w:cs="Times New Roman"/>
    </w:rPr>
  </w:style>
  <w:style w:type="paragraph" w:customStyle="1" w:styleId="Style18">
    <w:name w:val="Style18"/>
    <w:basedOn w:val="Standard"/>
    <w:uiPriority w:val="99"/>
    <w:rsid w:val="00CA596E"/>
    <w:rPr>
      <w:rFonts w:eastAsia="Calibri" w:cs="Times New Roman"/>
    </w:rPr>
  </w:style>
  <w:style w:type="paragraph" w:customStyle="1" w:styleId="Style19">
    <w:name w:val="Style19"/>
    <w:basedOn w:val="Standard"/>
    <w:uiPriority w:val="99"/>
    <w:rsid w:val="00CA596E"/>
    <w:rPr>
      <w:rFonts w:eastAsia="Calibri" w:cs="Times New Roman"/>
    </w:rPr>
  </w:style>
  <w:style w:type="paragraph" w:customStyle="1" w:styleId="Style20">
    <w:name w:val="Style20"/>
    <w:basedOn w:val="Standard"/>
    <w:uiPriority w:val="99"/>
    <w:rsid w:val="00CA596E"/>
    <w:rPr>
      <w:rFonts w:eastAsia="Calibri" w:cs="Times New Roman"/>
    </w:rPr>
  </w:style>
  <w:style w:type="paragraph" w:customStyle="1" w:styleId="Style21">
    <w:name w:val="Style21"/>
    <w:basedOn w:val="Standard"/>
    <w:uiPriority w:val="99"/>
    <w:rsid w:val="00CA596E"/>
    <w:rPr>
      <w:rFonts w:eastAsia="Calibri" w:cs="Times New Roman"/>
    </w:rPr>
  </w:style>
  <w:style w:type="paragraph" w:customStyle="1" w:styleId="Style22">
    <w:name w:val="Style22"/>
    <w:basedOn w:val="Standard"/>
    <w:uiPriority w:val="99"/>
    <w:rsid w:val="00CA596E"/>
    <w:pPr>
      <w:spacing w:line="137" w:lineRule="exact"/>
      <w:ind w:hanging="101"/>
    </w:pPr>
    <w:rPr>
      <w:rFonts w:eastAsia="Calibri" w:cs="Times New Roman"/>
    </w:rPr>
  </w:style>
  <w:style w:type="paragraph" w:customStyle="1" w:styleId="Style23">
    <w:name w:val="Style23"/>
    <w:basedOn w:val="Standard"/>
    <w:uiPriority w:val="99"/>
    <w:rsid w:val="00CA596E"/>
    <w:pPr>
      <w:spacing w:line="475" w:lineRule="exact"/>
      <w:jc w:val="both"/>
    </w:pPr>
    <w:rPr>
      <w:rFonts w:eastAsia="Calibri" w:cs="Times New Roman"/>
    </w:rPr>
  </w:style>
  <w:style w:type="paragraph" w:customStyle="1" w:styleId="Style24">
    <w:name w:val="Style24"/>
    <w:basedOn w:val="Standard"/>
    <w:uiPriority w:val="99"/>
    <w:rsid w:val="00CA596E"/>
    <w:rPr>
      <w:rFonts w:eastAsia="Calibri" w:cs="Times New Roman"/>
    </w:rPr>
  </w:style>
  <w:style w:type="paragraph" w:customStyle="1" w:styleId="Style25">
    <w:name w:val="Style25"/>
    <w:basedOn w:val="Standard"/>
    <w:uiPriority w:val="99"/>
    <w:rsid w:val="00CA596E"/>
    <w:pPr>
      <w:spacing w:line="298" w:lineRule="exact"/>
      <w:jc w:val="both"/>
    </w:pPr>
    <w:rPr>
      <w:rFonts w:eastAsia="Calibri" w:cs="Times New Roman"/>
    </w:rPr>
  </w:style>
  <w:style w:type="paragraph" w:customStyle="1" w:styleId="Style26">
    <w:name w:val="Style26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27">
    <w:name w:val="Style27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28">
    <w:name w:val="Style28"/>
    <w:basedOn w:val="Standard"/>
    <w:uiPriority w:val="99"/>
    <w:rsid w:val="00CA596E"/>
    <w:pPr>
      <w:spacing w:line="240" w:lineRule="exact"/>
    </w:pPr>
    <w:rPr>
      <w:rFonts w:eastAsia="Calibri" w:cs="Times New Roman"/>
    </w:rPr>
  </w:style>
  <w:style w:type="paragraph" w:customStyle="1" w:styleId="Style29">
    <w:name w:val="Style29"/>
    <w:basedOn w:val="Standard"/>
    <w:uiPriority w:val="99"/>
    <w:rsid w:val="00CA596E"/>
    <w:pPr>
      <w:spacing w:line="240" w:lineRule="exact"/>
      <w:ind w:hanging="82"/>
      <w:jc w:val="both"/>
    </w:pPr>
    <w:rPr>
      <w:rFonts w:eastAsia="Calibri" w:cs="Times New Roman"/>
    </w:rPr>
  </w:style>
  <w:style w:type="paragraph" w:customStyle="1" w:styleId="Style30">
    <w:name w:val="Style30"/>
    <w:basedOn w:val="Standard"/>
    <w:uiPriority w:val="99"/>
    <w:rsid w:val="00CA596E"/>
    <w:pPr>
      <w:jc w:val="right"/>
    </w:pPr>
    <w:rPr>
      <w:rFonts w:eastAsia="Calibri" w:cs="Times New Roman"/>
    </w:rPr>
  </w:style>
  <w:style w:type="paragraph" w:customStyle="1" w:styleId="Style31">
    <w:name w:val="Style31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32">
    <w:name w:val="Style32"/>
    <w:basedOn w:val="Standard"/>
    <w:uiPriority w:val="99"/>
    <w:rsid w:val="00CA596E"/>
    <w:rPr>
      <w:rFonts w:eastAsia="Calibri" w:cs="Times New Roman"/>
    </w:rPr>
  </w:style>
  <w:style w:type="paragraph" w:customStyle="1" w:styleId="Style33">
    <w:name w:val="Style33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34">
    <w:name w:val="Style34"/>
    <w:basedOn w:val="Standard"/>
    <w:uiPriority w:val="99"/>
    <w:rsid w:val="00CA596E"/>
    <w:rPr>
      <w:rFonts w:eastAsia="Calibri" w:cs="Times New Roman"/>
    </w:rPr>
  </w:style>
  <w:style w:type="paragraph" w:customStyle="1" w:styleId="Style35">
    <w:name w:val="Style35"/>
    <w:basedOn w:val="Standard"/>
    <w:uiPriority w:val="99"/>
    <w:rsid w:val="00CA596E"/>
    <w:pPr>
      <w:jc w:val="center"/>
    </w:pPr>
    <w:rPr>
      <w:rFonts w:eastAsia="Calibri" w:cs="Times New Roman"/>
    </w:rPr>
  </w:style>
  <w:style w:type="paragraph" w:customStyle="1" w:styleId="Style36">
    <w:name w:val="Style36"/>
    <w:basedOn w:val="Standard"/>
    <w:uiPriority w:val="99"/>
    <w:rsid w:val="00CA596E"/>
    <w:pPr>
      <w:spacing w:line="240" w:lineRule="exact"/>
      <w:ind w:hanging="161"/>
    </w:pPr>
    <w:rPr>
      <w:rFonts w:eastAsia="Calibri" w:cs="Times New Roman"/>
    </w:rPr>
  </w:style>
  <w:style w:type="paragraph" w:customStyle="1" w:styleId="Style37">
    <w:name w:val="Style37"/>
    <w:basedOn w:val="Standard"/>
    <w:uiPriority w:val="99"/>
    <w:rsid w:val="00CA596E"/>
    <w:rPr>
      <w:rFonts w:eastAsia="Calibri" w:cs="Times New Roman"/>
    </w:rPr>
  </w:style>
  <w:style w:type="paragraph" w:customStyle="1" w:styleId="Style38">
    <w:name w:val="Style38"/>
    <w:basedOn w:val="Standard"/>
    <w:uiPriority w:val="99"/>
    <w:rsid w:val="00CA596E"/>
    <w:rPr>
      <w:rFonts w:eastAsia="Calibri" w:cs="Times New Roman"/>
    </w:rPr>
  </w:style>
  <w:style w:type="paragraph" w:customStyle="1" w:styleId="Style39">
    <w:name w:val="Style39"/>
    <w:basedOn w:val="Standard"/>
    <w:uiPriority w:val="99"/>
    <w:rsid w:val="00CA596E"/>
    <w:rPr>
      <w:rFonts w:eastAsia="Calibri" w:cs="Times New Roman"/>
    </w:rPr>
  </w:style>
  <w:style w:type="paragraph" w:customStyle="1" w:styleId="Style40">
    <w:name w:val="Style40"/>
    <w:basedOn w:val="Standard"/>
    <w:uiPriority w:val="99"/>
    <w:rsid w:val="00CA596E"/>
    <w:pPr>
      <w:spacing w:line="240" w:lineRule="exact"/>
      <w:ind w:hanging="158"/>
    </w:pPr>
    <w:rPr>
      <w:rFonts w:eastAsia="Calibri" w:cs="Times New Roman"/>
    </w:rPr>
  </w:style>
  <w:style w:type="paragraph" w:customStyle="1" w:styleId="Style41">
    <w:name w:val="Style41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42">
    <w:name w:val="Style42"/>
    <w:basedOn w:val="Standard"/>
    <w:uiPriority w:val="99"/>
    <w:rsid w:val="00CA596E"/>
    <w:rPr>
      <w:rFonts w:eastAsia="Calibri" w:cs="Times New Roman"/>
    </w:rPr>
  </w:style>
  <w:style w:type="paragraph" w:customStyle="1" w:styleId="Style43">
    <w:name w:val="Style43"/>
    <w:basedOn w:val="Standard"/>
    <w:uiPriority w:val="99"/>
    <w:rsid w:val="00CA596E"/>
    <w:rPr>
      <w:rFonts w:eastAsia="Calibri" w:cs="Times New Roman"/>
    </w:rPr>
  </w:style>
  <w:style w:type="paragraph" w:customStyle="1" w:styleId="Style44">
    <w:name w:val="Style44"/>
    <w:basedOn w:val="Standard"/>
    <w:uiPriority w:val="99"/>
    <w:rsid w:val="00CA596E"/>
    <w:rPr>
      <w:rFonts w:eastAsia="Calibri" w:cs="Times New Roman"/>
    </w:rPr>
  </w:style>
  <w:style w:type="paragraph" w:customStyle="1" w:styleId="Style45">
    <w:name w:val="Style45"/>
    <w:basedOn w:val="Standard"/>
    <w:uiPriority w:val="99"/>
    <w:rsid w:val="00CA596E"/>
    <w:rPr>
      <w:rFonts w:eastAsia="Calibri" w:cs="Times New Roman"/>
    </w:rPr>
  </w:style>
  <w:style w:type="paragraph" w:customStyle="1" w:styleId="Style46">
    <w:name w:val="Style46"/>
    <w:basedOn w:val="Standard"/>
    <w:uiPriority w:val="99"/>
    <w:rsid w:val="00CA596E"/>
    <w:pPr>
      <w:spacing w:line="242" w:lineRule="exact"/>
      <w:ind w:hanging="161"/>
      <w:jc w:val="both"/>
    </w:pPr>
    <w:rPr>
      <w:rFonts w:eastAsia="Calibri" w:cs="Times New Roman"/>
    </w:rPr>
  </w:style>
  <w:style w:type="paragraph" w:customStyle="1" w:styleId="Style47">
    <w:name w:val="Style47"/>
    <w:basedOn w:val="Standard"/>
    <w:uiPriority w:val="99"/>
    <w:rsid w:val="00CA596E"/>
    <w:rPr>
      <w:rFonts w:eastAsia="Calibri" w:cs="Times New Roman"/>
    </w:rPr>
  </w:style>
  <w:style w:type="paragraph" w:customStyle="1" w:styleId="Style48">
    <w:name w:val="Style48"/>
    <w:basedOn w:val="Standard"/>
    <w:uiPriority w:val="99"/>
    <w:rsid w:val="00CA596E"/>
    <w:pPr>
      <w:spacing w:line="106" w:lineRule="exact"/>
      <w:jc w:val="both"/>
    </w:pPr>
    <w:rPr>
      <w:rFonts w:eastAsia="Calibri" w:cs="Times New Roman"/>
    </w:rPr>
  </w:style>
  <w:style w:type="paragraph" w:customStyle="1" w:styleId="Style49">
    <w:name w:val="Style49"/>
    <w:basedOn w:val="Standard"/>
    <w:uiPriority w:val="99"/>
    <w:rsid w:val="00CA596E"/>
    <w:pPr>
      <w:spacing w:line="200" w:lineRule="exact"/>
      <w:ind w:hanging="154"/>
      <w:jc w:val="both"/>
    </w:pPr>
    <w:rPr>
      <w:rFonts w:eastAsia="Calibri" w:cs="Times New Roman"/>
    </w:rPr>
  </w:style>
  <w:style w:type="paragraph" w:customStyle="1" w:styleId="Style50">
    <w:name w:val="Style50"/>
    <w:basedOn w:val="Standard"/>
    <w:uiPriority w:val="99"/>
    <w:rsid w:val="00CA596E"/>
    <w:rPr>
      <w:rFonts w:eastAsia="Calibri" w:cs="Times New Roman"/>
    </w:rPr>
  </w:style>
  <w:style w:type="paragraph" w:customStyle="1" w:styleId="Style51">
    <w:name w:val="Style51"/>
    <w:basedOn w:val="Standard"/>
    <w:uiPriority w:val="99"/>
    <w:rsid w:val="00CA596E"/>
    <w:rPr>
      <w:rFonts w:eastAsia="Calibri" w:cs="Times New Roman"/>
    </w:rPr>
  </w:style>
  <w:style w:type="paragraph" w:customStyle="1" w:styleId="Style52">
    <w:name w:val="Style52"/>
    <w:basedOn w:val="Standard"/>
    <w:uiPriority w:val="99"/>
    <w:rsid w:val="00CA596E"/>
    <w:rPr>
      <w:rFonts w:eastAsia="Calibri" w:cs="Times New Roman"/>
    </w:rPr>
  </w:style>
  <w:style w:type="paragraph" w:customStyle="1" w:styleId="Style53">
    <w:name w:val="Style53"/>
    <w:basedOn w:val="Standard"/>
    <w:uiPriority w:val="99"/>
    <w:rsid w:val="00CA596E"/>
    <w:rPr>
      <w:rFonts w:eastAsia="Calibri" w:cs="Times New Roman"/>
    </w:rPr>
  </w:style>
  <w:style w:type="paragraph" w:customStyle="1" w:styleId="Style54">
    <w:name w:val="Style54"/>
    <w:basedOn w:val="Standard"/>
    <w:uiPriority w:val="99"/>
    <w:rsid w:val="00CA596E"/>
    <w:rPr>
      <w:rFonts w:eastAsia="Calibri" w:cs="Times New Roman"/>
    </w:rPr>
  </w:style>
  <w:style w:type="paragraph" w:customStyle="1" w:styleId="Style55">
    <w:name w:val="Style55"/>
    <w:basedOn w:val="Standard"/>
    <w:uiPriority w:val="99"/>
    <w:rsid w:val="00CA596E"/>
    <w:pPr>
      <w:spacing w:line="242" w:lineRule="exact"/>
      <w:ind w:firstLine="175"/>
    </w:pPr>
    <w:rPr>
      <w:rFonts w:eastAsia="Calibri" w:cs="Times New Roman"/>
    </w:rPr>
  </w:style>
  <w:style w:type="paragraph" w:customStyle="1" w:styleId="Style56">
    <w:name w:val="Style56"/>
    <w:basedOn w:val="Standard"/>
    <w:uiPriority w:val="99"/>
    <w:rsid w:val="00CA596E"/>
    <w:pPr>
      <w:spacing w:line="414" w:lineRule="exact"/>
      <w:ind w:hanging="366"/>
    </w:pPr>
    <w:rPr>
      <w:rFonts w:eastAsia="Calibri" w:cs="Times New Roman"/>
    </w:rPr>
  </w:style>
  <w:style w:type="paragraph" w:customStyle="1" w:styleId="Style57">
    <w:name w:val="Style57"/>
    <w:basedOn w:val="Standard"/>
    <w:uiPriority w:val="99"/>
    <w:rsid w:val="00CA596E"/>
    <w:pPr>
      <w:spacing w:line="240" w:lineRule="exact"/>
      <w:jc w:val="both"/>
    </w:pPr>
    <w:rPr>
      <w:rFonts w:eastAsia="Calibri" w:cs="Times New Roman"/>
    </w:rPr>
  </w:style>
  <w:style w:type="paragraph" w:customStyle="1" w:styleId="Style58">
    <w:name w:val="Style58"/>
    <w:basedOn w:val="Standard"/>
    <w:uiPriority w:val="99"/>
    <w:rsid w:val="00CA596E"/>
    <w:rPr>
      <w:rFonts w:eastAsia="Calibri" w:cs="Times New Roman"/>
    </w:rPr>
  </w:style>
  <w:style w:type="paragraph" w:customStyle="1" w:styleId="Style59">
    <w:name w:val="Style59"/>
    <w:basedOn w:val="Standard"/>
    <w:uiPriority w:val="99"/>
    <w:rsid w:val="00CA596E"/>
    <w:pPr>
      <w:spacing w:line="197" w:lineRule="exact"/>
      <w:jc w:val="both"/>
    </w:pPr>
    <w:rPr>
      <w:rFonts w:eastAsia="Calibri" w:cs="Times New Roman"/>
    </w:rPr>
  </w:style>
  <w:style w:type="paragraph" w:customStyle="1" w:styleId="Style60">
    <w:name w:val="Style60"/>
    <w:basedOn w:val="Standard"/>
    <w:uiPriority w:val="99"/>
    <w:rsid w:val="00CA596E"/>
    <w:rPr>
      <w:rFonts w:eastAsia="Calibri" w:cs="Times New Roman"/>
    </w:rPr>
  </w:style>
  <w:style w:type="paragraph" w:customStyle="1" w:styleId="Style61">
    <w:name w:val="Style61"/>
    <w:basedOn w:val="Standard"/>
    <w:uiPriority w:val="99"/>
    <w:rsid w:val="00CA596E"/>
    <w:rPr>
      <w:rFonts w:eastAsia="Calibri" w:cs="Times New Roman"/>
    </w:rPr>
  </w:style>
  <w:style w:type="paragraph" w:customStyle="1" w:styleId="Style62">
    <w:name w:val="Style62"/>
    <w:basedOn w:val="Standard"/>
    <w:uiPriority w:val="99"/>
    <w:rsid w:val="00CA596E"/>
    <w:pPr>
      <w:spacing w:line="194" w:lineRule="exact"/>
      <w:ind w:hanging="302"/>
    </w:pPr>
    <w:rPr>
      <w:rFonts w:eastAsia="Calibri" w:cs="Times New Roman"/>
    </w:rPr>
  </w:style>
  <w:style w:type="paragraph" w:customStyle="1" w:styleId="Style63">
    <w:name w:val="Style63"/>
    <w:basedOn w:val="Standard"/>
    <w:uiPriority w:val="99"/>
    <w:rsid w:val="00CA596E"/>
    <w:rPr>
      <w:rFonts w:eastAsia="Calibri" w:cs="Times New Roman"/>
    </w:rPr>
  </w:style>
  <w:style w:type="paragraph" w:customStyle="1" w:styleId="Style64">
    <w:name w:val="Style64"/>
    <w:basedOn w:val="Standard"/>
    <w:uiPriority w:val="99"/>
    <w:rsid w:val="00CA596E"/>
    <w:rPr>
      <w:rFonts w:eastAsia="Calibri" w:cs="Times New Roman"/>
    </w:rPr>
  </w:style>
  <w:style w:type="paragraph" w:customStyle="1" w:styleId="Style65">
    <w:name w:val="Style65"/>
    <w:basedOn w:val="Standard"/>
    <w:uiPriority w:val="99"/>
    <w:rsid w:val="00CA596E"/>
    <w:pPr>
      <w:spacing w:line="220" w:lineRule="exact"/>
      <w:ind w:hanging="164"/>
      <w:jc w:val="both"/>
    </w:pPr>
    <w:rPr>
      <w:rFonts w:eastAsia="Calibri" w:cs="Times New Roman"/>
    </w:rPr>
  </w:style>
  <w:style w:type="paragraph" w:customStyle="1" w:styleId="Style66">
    <w:name w:val="Style66"/>
    <w:basedOn w:val="Standard"/>
    <w:uiPriority w:val="99"/>
    <w:rsid w:val="00CA596E"/>
    <w:pPr>
      <w:spacing w:line="240" w:lineRule="exact"/>
      <w:jc w:val="both"/>
    </w:pPr>
    <w:rPr>
      <w:rFonts w:eastAsia="Calibri" w:cs="Times New Roman"/>
    </w:rPr>
  </w:style>
  <w:style w:type="paragraph" w:customStyle="1" w:styleId="Style67">
    <w:name w:val="Style67"/>
    <w:basedOn w:val="Standard"/>
    <w:uiPriority w:val="99"/>
    <w:rsid w:val="00CA596E"/>
    <w:pPr>
      <w:spacing w:line="240" w:lineRule="exact"/>
      <w:ind w:hanging="161"/>
      <w:jc w:val="both"/>
    </w:pPr>
    <w:rPr>
      <w:rFonts w:eastAsia="Calibri" w:cs="Times New Roman"/>
    </w:rPr>
  </w:style>
  <w:style w:type="paragraph" w:customStyle="1" w:styleId="Style68">
    <w:name w:val="Style68"/>
    <w:basedOn w:val="Standard"/>
    <w:uiPriority w:val="99"/>
    <w:rsid w:val="00CA596E"/>
    <w:pPr>
      <w:spacing w:line="121" w:lineRule="exact"/>
      <w:ind w:firstLine="1066"/>
    </w:pPr>
    <w:rPr>
      <w:rFonts w:eastAsia="Calibri" w:cs="Times New Roman"/>
    </w:rPr>
  </w:style>
  <w:style w:type="paragraph" w:customStyle="1" w:styleId="Style69">
    <w:name w:val="Style69"/>
    <w:basedOn w:val="Standard"/>
    <w:uiPriority w:val="99"/>
    <w:rsid w:val="00CA596E"/>
    <w:pPr>
      <w:spacing w:line="420" w:lineRule="exact"/>
    </w:pPr>
    <w:rPr>
      <w:rFonts w:eastAsia="Calibri" w:cs="Times New Roman"/>
    </w:rPr>
  </w:style>
  <w:style w:type="paragraph" w:customStyle="1" w:styleId="Style70">
    <w:name w:val="Style70"/>
    <w:basedOn w:val="Standard"/>
    <w:uiPriority w:val="99"/>
    <w:rsid w:val="00CA596E"/>
    <w:pPr>
      <w:spacing w:line="202" w:lineRule="exact"/>
      <w:ind w:firstLine="274"/>
      <w:jc w:val="both"/>
    </w:pPr>
    <w:rPr>
      <w:rFonts w:eastAsia="Calibri" w:cs="Times New Roman"/>
    </w:rPr>
  </w:style>
  <w:style w:type="paragraph" w:customStyle="1" w:styleId="Style71">
    <w:name w:val="Style71"/>
    <w:basedOn w:val="Standard"/>
    <w:uiPriority w:val="99"/>
    <w:rsid w:val="00CA596E"/>
    <w:rPr>
      <w:rFonts w:eastAsia="Calibri" w:cs="Times New Roman"/>
    </w:rPr>
  </w:style>
  <w:style w:type="paragraph" w:customStyle="1" w:styleId="Style72">
    <w:name w:val="Style72"/>
    <w:basedOn w:val="Standard"/>
    <w:uiPriority w:val="99"/>
    <w:rsid w:val="00CA596E"/>
    <w:pPr>
      <w:spacing w:line="86" w:lineRule="exact"/>
    </w:pPr>
    <w:rPr>
      <w:rFonts w:eastAsia="Calibri" w:cs="Times New Roman"/>
    </w:rPr>
  </w:style>
  <w:style w:type="paragraph" w:customStyle="1" w:styleId="Style73">
    <w:name w:val="Style73"/>
    <w:basedOn w:val="Standard"/>
    <w:uiPriority w:val="99"/>
    <w:rsid w:val="00CA596E"/>
    <w:pPr>
      <w:spacing w:line="220" w:lineRule="exact"/>
      <w:jc w:val="both"/>
    </w:pPr>
    <w:rPr>
      <w:rFonts w:eastAsia="Calibri" w:cs="Times New Roman"/>
    </w:rPr>
  </w:style>
  <w:style w:type="paragraph" w:customStyle="1" w:styleId="Style74">
    <w:name w:val="Style74"/>
    <w:basedOn w:val="Standard"/>
    <w:uiPriority w:val="99"/>
    <w:rsid w:val="00CA596E"/>
    <w:pPr>
      <w:spacing w:line="240" w:lineRule="exact"/>
      <w:ind w:hanging="221"/>
    </w:pPr>
    <w:rPr>
      <w:rFonts w:eastAsia="Calibri" w:cs="Times New Roman"/>
    </w:rPr>
  </w:style>
  <w:style w:type="paragraph" w:customStyle="1" w:styleId="Style75">
    <w:name w:val="Style75"/>
    <w:basedOn w:val="Standard"/>
    <w:uiPriority w:val="99"/>
    <w:rsid w:val="00CA596E"/>
    <w:rPr>
      <w:rFonts w:eastAsia="Calibri" w:cs="Times New Roman"/>
    </w:rPr>
  </w:style>
  <w:style w:type="paragraph" w:customStyle="1" w:styleId="Style76">
    <w:name w:val="Style76"/>
    <w:basedOn w:val="Standard"/>
    <w:uiPriority w:val="99"/>
    <w:rsid w:val="00CA596E"/>
    <w:pPr>
      <w:spacing w:line="202" w:lineRule="exact"/>
      <w:ind w:hanging="585"/>
    </w:pPr>
    <w:rPr>
      <w:rFonts w:eastAsia="Calibri" w:cs="Times New Roman"/>
    </w:rPr>
  </w:style>
  <w:style w:type="paragraph" w:customStyle="1" w:styleId="Style77">
    <w:name w:val="Style77"/>
    <w:basedOn w:val="Standard"/>
    <w:uiPriority w:val="99"/>
    <w:rsid w:val="00CA596E"/>
    <w:rPr>
      <w:rFonts w:eastAsia="Calibri" w:cs="Times New Roman"/>
    </w:rPr>
  </w:style>
  <w:style w:type="paragraph" w:customStyle="1" w:styleId="Style78">
    <w:name w:val="Style78"/>
    <w:basedOn w:val="Standard"/>
    <w:uiPriority w:val="99"/>
    <w:rsid w:val="00CA596E"/>
    <w:pPr>
      <w:spacing w:line="240" w:lineRule="exact"/>
      <w:ind w:hanging="394"/>
      <w:jc w:val="both"/>
    </w:pPr>
    <w:rPr>
      <w:rFonts w:eastAsia="Calibri" w:cs="Times New Roman"/>
    </w:rPr>
  </w:style>
  <w:style w:type="paragraph" w:customStyle="1" w:styleId="Style79">
    <w:name w:val="Style79"/>
    <w:basedOn w:val="Standard"/>
    <w:uiPriority w:val="99"/>
    <w:rsid w:val="00CA596E"/>
    <w:rPr>
      <w:rFonts w:eastAsia="Calibri" w:cs="Times New Roman"/>
    </w:rPr>
  </w:style>
  <w:style w:type="paragraph" w:customStyle="1" w:styleId="Style80">
    <w:name w:val="Style80"/>
    <w:basedOn w:val="Standard"/>
    <w:uiPriority w:val="99"/>
    <w:rsid w:val="00CA596E"/>
    <w:rPr>
      <w:rFonts w:eastAsia="Calibri" w:cs="Times New Roman"/>
    </w:rPr>
  </w:style>
  <w:style w:type="paragraph" w:customStyle="1" w:styleId="Style81">
    <w:name w:val="Style81"/>
    <w:basedOn w:val="Standard"/>
    <w:uiPriority w:val="99"/>
    <w:rsid w:val="00CA596E"/>
    <w:rPr>
      <w:rFonts w:eastAsia="Calibri" w:cs="Times New Roman"/>
    </w:rPr>
  </w:style>
  <w:style w:type="paragraph" w:customStyle="1" w:styleId="Style82">
    <w:name w:val="Style82"/>
    <w:basedOn w:val="Standard"/>
    <w:uiPriority w:val="99"/>
    <w:rsid w:val="00CA596E"/>
    <w:pPr>
      <w:spacing w:line="300" w:lineRule="exact"/>
      <w:jc w:val="both"/>
    </w:pPr>
    <w:rPr>
      <w:rFonts w:eastAsia="Calibri" w:cs="Times New Roman"/>
    </w:rPr>
  </w:style>
  <w:style w:type="paragraph" w:customStyle="1" w:styleId="Style83">
    <w:name w:val="Style83"/>
    <w:basedOn w:val="Standard"/>
    <w:uiPriority w:val="99"/>
    <w:rsid w:val="00CA596E"/>
    <w:pPr>
      <w:spacing w:line="301" w:lineRule="exact"/>
      <w:jc w:val="both"/>
    </w:pPr>
    <w:rPr>
      <w:rFonts w:eastAsia="Calibri" w:cs="Times New Roman"/>
    </w:rPr>
  </w:style>
  <w:style w:type="paragraph" w:customStyle="1" w:styleId="Style84">
    <w:name w:val="Style84"/>
    <w:basedOn w:val="Standard"/>
    <w:uiPriority w:val="99"/>
    <w:rsid w:val="00CA596E"/>
    <w:pPr>
      <w:spacing w:line="221" w:lineRule="exact"/>
      <w:ind w:hanging="216"/>
    </w:pPr>
    <w:rPr>
      <w:rFonts w:eastAsia="Calibri" w:cs="Times New Roman"/>
    </w:rPr>
  </w:style>
  <w:style w:type="paragraph" w:customStyle="1" w:styleId="Style85">
    <w:name w:val="Style85"/>
    <w:basedOn w:val="Standard"/>
    <w:uiPriority w:val="99"/>
    <w:rsid w:val="00CA596E"/>
    <w:rPr>
      <w:rFonts w:eastAsia="Calibri" w:cs="Times New Roman"/>
    </w:rPr>
  </w:style>
  <w:style w:type="paragraph" w:customStyle="1" w:styleId="Style86">
    <w:name w:val="Style86"/>
    <w:basedOn w:val="Standard"/>
    <w:uiPriority w:val="99"/>
    <w:rsid w:val="00CA596E"/>
    <w:pPr>
      <w:spacing w:line="220" w:lineRule="exact"/>
      <w:jc w:val="both"/>
    </w:pPr>
    <w:rPr>
      <w:rFonts w:eastAsia="Calibri" w:cs="Times New Roman"/>
    </w:rPr>
  </w:style>
  <w:style w:type="paragraph" w:customStyle="1" w:styleId="Style87">
    <w:name w:val="Style87"/>
    <w:basedOn w:val="Standard"/>
    <w:uiPriority w:val="99"/>
    <w:rsid w:val="00CA596E"/>
    <w:pPr>
      <w:spacing w:line="200" w:lineRule="exact"/>
    </w:pPr>
    <w:rPr>
      <w:rFonts w:eastAsia="Calibri" w:cs="Times New Roman"/>
    </w:rPr>
  </w:style>
  <w:style w:type="paragraph" w:customStyle="1" w:styleId="Style88">
    <w:name w:val="Style88"/>
    <w:basedOn w:val="Standard"/>
    <w:uiPriority w:val="99"/>
    <w:rsid w:val="00CA596E"/>
    <w:rPr>
      <w:rFonts w:eastAsia="Calibri" w:cs="Times New Roman"/>
    </w:rPr>
  </w:style>
  <w:style w:type="paragraph" w:customStyle="1" w:styleId="Style89">
    <w:name w:val="Style89"/>
    <w:basedOn w:val="Standard"/>
    <w:uiPriority w:val="99"/>
    <w:rsid w:val="00CA596E"/>
    <w:rPr>
      <w:rFonts w:eastAsia="Calibri" w:cs="Times New Roman"/>
    </w:rPr>
  </w:style>
  <w:style w:type="paragraph" w:customStyle="1" w:styleId="Style90">
    <w:name w:val="Style90"/>
    <w:basedOn w:val="Standard"/>
    <w:uiPriority w:val="99"/>
    <w:rsid w:val="00CA596E"/>
    <w:pPr>
      <w:spacing w:line="218" w:lineRule="exact"/>
      <w:jc w:val="both"/>
    </w:pPr>
    <w:rPr>
      <w:rFonts w:eastAsia="Calibri" w:cs="Times New Roman"/>
    </w:rPr>
  </w:style>
  <w:style w:type="paragraph" w:customStyle="1" w:styleId="Style91">
    <w:name w:val="Style91"/>
    <w:basedOn w:val="Standard"/>
    <w:uiPriority w:val="99"/>
    <w:rsid w:val="00CA596E"/>
    <w:pPr>
      <w:spacing w:line="218" w:lineRule="exact"/>
      <w:ind w:hanging="312"/>
      <w:jc w:val="both"/>
    </w:pPr>
    <w:rPr>
      <w:rFonts w:eastAsia="Calibri" w:cs="Times New Roman"/>
    </w:rPr>
  </w:style>
  <w:style w:type="paragraph" w:customStyle="1" w:styleId="Style92">
    <w:name w:val="Style92"/>
    <w:basedOn w:val="Standard"/>
    <w:uiPriority w:val="99"/>
    <w:rsid w:val="00CA596E"/>
    <w:pPr>
      <w:spacing w:line="168" w:lineRule="exact"/>
    </w:pPr>
    <w:rPr>
      <w:rFonts w:eastAsia="Calibri" w:cs="Times New Roman"/>
    </w:rPr>
  </w:style>
  <w:style w:type="paragraph" w:customStyle="1" w:styleId="Style93">
    <w:name w:val="Style93"/>
    <w:basedOn w:val="Standard"/>
    <w:uiPriority w:val="99"/>
    <w:rsid w:val="00CA596E"/>
    <w:pPr>
      <w:spacing w:line="209" w:lineRule="exact"/>
    </w:pPr>
    <w:rPr>
      <w:rFonts w:eastAsia="Calibri" w:cs="Times New Roman"/>
    </w:rPr>
  </w:style>
  <w:style w:type="paragraph" w:customStyle="1" w:styleId="Style94">
    <w:name w:val="Style94"/>
    <w:basedOn w:val="Standard"/>
    <w:uiPriority w:val="99"/>
    <w:rsid w:val="00CA596E"/>
    <w:rPr>
      <w:rFonts w:eastAsia="Calibri" w:cs="Times New Roman"/>
    </w:rPr>
  </w:style>
  <w:style w:type="paragraph" w:customStyle="1" w:styleId="Style95">
    <w:name w:val="Style95"/>
    <w:basedOn w:val="Standard"/>
    <w:uiPriority w:val="99"/>
    <w:rsid w:val="00CA596E"/>
    <w:pPr>
      <w:spacing w:line="240" w:lineRule="exact"/>
      <w:jc w:val="both"/>
    </w:pPr>
    <w:rPr>
      <w:rFonts w:eastAsia="Calibri" w:cs="Times New Roman"/>
    </w:rPr>
  </w:style>
  <w:style w:type="paragraph" w:customStyle="1" w:styleId="Style96">
    <w:name w:val="Style96"/>
    <w:basedOn w:val="Standard"/>
    <w:uiPriority w:val="99"/>
    <w:rsid w:val="00CA596E"/>
    <w:rPr>
      <w:rFonts w:eastAsia="Calibri" w:cs="Times New Roman"/>
    </w:rPr>
  </w:style>
  <w:style w:type="paragraph" w:customStyle="1" w:styleId="Style97">
    <w:name w:val="Style97"/>
    <w:basedOn w:val="Standard"/>
    <w:uiPriority w:val="99"/>
    <w:rsid w:val="00CA596E"/>
    <w:rPr>
      <w:rFonts w:eastAsia="Calibri" w:cs="Times New Roman"/>
    </w:rPr>
  </w:style>
  <w:style w:type="paragraph" w:customStyle="1" w:styleId="Style98">
    <w:name w:val="Style98"/>
    <w:basedOn w:val="Standard"/>
    <w:uiPriority w:val="99"/>
    <w:rsid w:val="00CA596E"/>
    <w:pPr>
      <w:spacing w:line="200" w:lineRule="exact"/>
    </w:pPr>
    <w:rPr>
      <w:rFonts w:eastAsia="Calibri" w:cs="Times New Roman"/>
    </w:rPr>
  </w:style>
  <w:style w:type="paragraph" w:customStyle="1" w:styleId="Style99">
    <w:name w:val="Style99"/>
    <w:basedOn w:val="Standard"/>
    <w:uiPriority w:val="99"/>
    <w:rsid w:val="00CA596E"/>
    <w:pPr>
      <w:spacing w:line="239" w:lineRule="exact"/>
      <w:ind w:hanging="221"/>
      <w:jc w:val="both"/>
    </w:pPr>
    <w:rPr>
      <w:rFonts w:eastAsia="Calibri" w:cs="Times New Roman"/>
    </w:rPr>
  </w:style>
  <w:style w:type="paragraph" w:customStyle="1" w:styleId="Style100">
    <w:name w:val="Style100"/>
    <w:basedOn w:val="Standard"/>
    <w:uiPriority w:val="99"/>
    <w:rsid w:val="00CA596E"/>
    <w:rPr>
      <w:rFonts w:eastAsia="Calibri" w:cs="Times New Roman"/>
    </w:rPr>
  </w:style>
  <w:style w:type="paragraph" w:customStyle="1" w:styleId="Style101">
    <w:name w:val="Style101"/>
    <w:basedOn w:val="Standard"/>
    <w:uiPriority w:val="99"/>
    <w:rsid w:val="00CA596E"/>
    <w:pPr>
      <w:spacing w:line="221" w:lineRule="exact"/>
      <w:ind w:hanging="221"/>
    </w:pPr>
    <w:rPr>
      <w:rFonts w:eastAsia="Calibri" w:cs="Times New Roman"/>
    </w:rPr>
  </w:style>
  <w:style w:type="paragraph" w:customStyle="1" w:styleId="Style102">
    <w:name w:val="Style102"/>
    <w:basedOn w:val="Standard"/>
    <w:uiPriority w:val="99"/>
    <w:rsid w:val="00CA596E"/>
    <w:rPr>
      <w:rFonts w:eastAsia="Calibri" w:cs="Times New Roman"/>
    </w:rPr>
  </w:style>
  <w:style w:type="paragraph" w:customStyle="1" w:styleId="Style103">
    <w:name w:val="Style103"/>
    <w:basedOn w:val="Standard"/>
    <w:uiPriority w:val="99"/>
    <w:rsid w:val="00CA596E"/>
    <w:pPr>
      <w:spacing w:line="289" w:lineRule="exact"/>
      <w:ind w:firstLine="51"/>
      <w:jc w:val="both"/>
    </w:pPr>
    <w:rPr>
      <w:rFonts w:eastAsia="Calibri" w:cs="Times New Roman"/>
    </w:rPr>
  </w:style>
  <w:style w:type="paragraph" w:customStyle="1" w:styleId="Style104">
    <w:name w:val="Style104"/>
    <w:basedOn w:val="Standard"/>
    <w:uiPriority w:val="99"/>
    <w:rsid w:val="00CA596E"/>
    <w:rPr>
      <w:rFonts w:eastAsia="Calibri" w:cs="Times New Roman"/>
    </w:rPr>
  </w:style>
  <w:style w:type="paragraph" w:customStyle="1" w:styleId="Style105">
    <w:name w:val="Style105"/>
    <w:basedOn w:val="Standard"/>
    <w:uiPriority w:val="99"/>
    <w:rsid w:val="00CA596E"/>
    <w:pPr>
      <w:spacing w:line="317" w:lineRule="exact"/>
      <w:ind w:firstLine="1706"/>
    </w:pPr>
    <w:rPr>
      <w:rFonts w:eastAsia="Calibri" w:cs="Times New Roman"/>
    </w:rPr>
  </w:style>
  <w:style w:type="paragraph" w:customStyle="1" w:styleId="Style106">
    <w:name w:val="Style106"/>
    <w:basedOn w:val="Standard"/>
    <w:uiPriority w:val="99"/>
    <w:rsid w:val="00CA596E"/>
    <w:rPr>
      <w:rFonts w:eastAsia="Calibri" w:cs="Times New Roman"/>
    </w:rPr>
  </w:style>
  <w:style w:type="paragraph" w:customStyle="1" w:styleId="Style107">
    <w:name w:val="Style107"/>
    <w:basedOn w:val="Standard"/>
    <w:uiPriority w:val="99"/>
    <w:rsid w:val="00CA596E"/>
    <w:rPr>
      <w:rFonts w:eastAsia="Calibri" w:cs="Times New Roman"/>
    </w:rPr>
  </w:style>
  <w:style w:type="paragraph" w:customStyle="1" w:styleId="Style108">
    <w:name w:val="Style108"/>
    <w:basedOn w:val="Standard"/>
    <w:uiPriority w:val="99"/>
    <w:rsid w:val="00CA596E"/>
    <w:rPr>
      <w:rFonts w:eastAsia="Calibri" w:cs="Times New Roman"/>
    </w:rPr>
  </w:style>
  <w:style w:type="paragraph" w:customStyle="1" w:styleId="Style109">
    <w:name w:val="Style109"/>
    <w:basedOn w:val="Standard"/>
    <w:uiPriority w:val="99"/>
    <w:rsid w:val="00CA596E"/>
    <w:pPr>
      <w:jc w:val="both"/>
    </w:pPr>
    <w:rPr>
      <w:rFonts w:eastAsia="Calibri" w:cs="Times New Roman"/>
    </w:rPr>
  </w:style>
  <w:style w:type="paragraph" w:customStyle="1" w:styleId="Style110">
    <w:name w:val="Style110"/>
    <w:basedOn w:val="Standard"/>
    <w:uiPriority w:val="99"/>
    <w:rsid w:val="00CA596E"/>
    <w:pPr>
      <w:spacing w:line="204" w:lineRule="exact"/>
      <w:ind w:firstLine="576"/>
    </w:pPr>
    <w:rPr>
      <w:rFonts w:eastAsia="Calibri" w:cs="Times New Roman"/>
    </w:rPr>
  </w:style>
  <w:style w:type="paragraph" w:customStyle="1" w:styleId="Style111">
    <w:name w:val="Style111"/>
    <w:basedOn w:val="Standard"/>
    <w:uiPriority w:val="99"/>
    <w:rsid w:val="00CA596E"/>
    <w:pPr>
      <w:spacing w:line="211" w:lineRule="exact"/>
      <w:jc w:val="center"/>
    </w:pPr>
    <w:rPr>
      <w:rFonts w:eastAsia="Calibri" w:cs="Times New Roman"/>
    </w:rPr>
  </w:style>
  <w:style w:type="paragraph" w:customStyle="1" w:styleId="Style112">
    <w:name w:val="Style112"/>
    <w:basedOn w:val="Standard"/>
    <w:uiPriority w:val="99"/>
    <w:rsid w:val="00CA596E"/>
    <w:pPr>
      <w:spacing w:line="109" w:lineRule="exact"/>
      <w:ind w:firstLine="160"/>
    </w:pPr>
    <w:rPr>
      <w:rFonts w:eastAsia="Calibri" w:cs="Times New Roman"/>
    </w:rPr>
  </w:style>
  <w:style w:type="paragraph" w:customStyle="1" w:styleId="Style113">
    <w:name w:val="Style113"/>
    <w:basedOn w:val="Standard"/>
    <w:uiPriority w:val="99"/>
    <w:rsid w:val="00CA596E"/>
    <w:pPr>
      <w:spacing w:line="240" w:lineRule="exact"/>
      <w:ind w:hanging="278"/>
    </w:pPr>
    <w:rPr>
      <w:rFonts w:eastAsia="Calibri" w:cs="Times New Roman"/>
    </w:rPr>
  </w:style>
  <w:style w:type="paragraph" w:customStyle="1" w:styleId="Style114">
    <w:name w:val="Style114"/>
    <w:basedOn w:val="Standard"/>
    <w:uiPriority w:val="99"/>
    <w:rsid w:val="00CA596E"/>
    <w:pPr>
      <w:spacing w:line="211" w:lineRule="exact"/>
      <w:jc w:val="center"/>
    </w:pPr>
    <w:rPr>
      <w:rFonts w:eastAsia="Calibri" w:cs="Times New Roman"/>
    </w:rPr>
  </w:style>
  <w:style w:type="paragraph" w:customStyle="1" w:styleId="Style115">
    <w:name w:val="Style115"/>
    <w:basedOn w:val="Standard"/>
    <w:uiPriority w:val="99"/>
    <w:rsid w:val="00CA596E"/>
    <w:pPr>
      <w:spacing w:line="240" w:lineRule="exact"/>
      <w:ind w:firstLine="1589"/>
    </w:pPr>
    <w:rPr>
      <w:rFonts w:eastAsia="Calibri" w:cs="Times New Roman"/>
    </w:rPr>
  </w:style>
  <w:style w:type="paragraph" w:customStyle="1" w:styleId="Style116">
    <w:name w:val="Style116"/>
    <w:basedOn w:val="Standard"/>
    <w:uiPriority w:val="99"/>
    <w:rsid w:val="00CA596E"/>
    <w:pPr>
      <w:spacing w:line="238" w:lineRule="exact"/>
      <w:ind w:hanging="278"/>
    </w:pPr>
    <w:rPr>
      <w:rFonts w:eastAsia="Calibri" w:cs="Times New Roman"/>
    </w:rPr>
  </w:style>
  <w:style w:type="paragraph" w:customStyle="1" w:styleId="Style117">
    <w:name w:val="Style117"/>
    <w:basedOn w:val="Standard"/>
    <w:uiPriority w:val="99"/>
    <w:rsid w:val="00CA596E"/>
    <w:pPr>
      <w:spacing w:line="315" w:lineRule="exact"/>
      <w:jc w:val="both"/>
    </w:pPr>
    <w:rPr>
      <w:rFonts w:eastAsia="Calibri" w:cs="Times New Roman"/>
    </w:rPr>
  </w:style>
  <w:style w:type="paragraph" w:customStyle="1" w:styleId="Style118">
    <w:name w:val="Style118"/>
    <w:basedOn w:val="Standard"/>
    <w:uiPriority w:val="99"/>
    <w:rsid w:val="00CA596E"/>
    <w:rPr>
      <w:rFonts w:eastAsia="Calibri" w:cs="Times New Roman"/>
    </w:rPr>
  </w:style>
  <w:style w:type="paragraph" w:customStyle="1" w:styleId="Style119">
    <w:name w:val="Style119"/>
    <w:basedOn w:val="Standard"/>
    <w:uiPriority w:val="99"/>
    <w:rsid w:val="00CA596E"/>
    <w:pPr>
      <w:spacing w:line="200" w:lineRule="exact"/>
      <w:ind w:hanging="154"/>
    </w:pPr>
    <w:rPr>
      <w:rFonts w:eastAsia="Calibri" w:cs="Times New Roman"/>
    </w:rPr>
  </w:style>
  <w:style w:type="paragraph" w:customStyle="1" w:styleId="Style120">
    <w:name w:val="Style120"/>
    <w:basedOn w:val="Standard"/>
    <w:uiPriority w:val="99"/>
    <w:rsid w:val="00CA596E"/>
    <w:rPr>
      <w:rFonts w:eastAsia="Calibri" w:cs="Times New Roman"/>
    </w:rPr>
  </w:style>
  <w:style w:type="paragraph" w:customStyle="1" w:styleId="Style121">
    <w:name w:val="Style121"/>
    <w:basedOn w:val="Standard"/>
    <w:uiPriority w:val="99"/>
    <w:rsid w:val="00CA596E"/>
    <w:rPr>
      <w:rFonts w:eastAsia="Calibri" w:cs="Times New Roman"/>
    </w:rPr>
  </w:style>
  <w:style w:type="paragraph" w:customStyle="1" w:styleId="Style122">
    <w:name w:val="Style122"/>
    <w:basedOn w:val="Standard"/>
    <w:uiPriority w:val="99"/>
    <w:rsid w:val="00CA596E"/>
    <w:rPr>
      <w:rFonts w:eastAsia="Calibri" w:cs="Times New Roman"/>
    </w:rPr>
  </w:style>
  <w:style w:type="paragraph" w:customStyle="1" w:styleId="Style123">
    <w:name w:val="Style123"/>
    <w:basedOn w:val="Standard"/>
    <w:uiPriority w:val="99"/>
    <w:rsid w:val="00CA596E"/>
    <w:rPr>
      <w:rFonts w:eastAsia="Calibri" w:cs="Times New Roman"/>
    </w:rPr>
  </w:style>
  <w:style w:type="paragraph" w:customStyle="1" w:styleId="Style124">
    <w:name w:val="Style124"/>
    <w:basedOn w:val="Standard"/>
    <w:uiPriority w:val="99"/>
    <w:rsid w:val="00CA596E"/>
    <w:rPr>
      <w:rFonts w:eastAsia="Calibri" w:cs="Times New Roman"/>
    </w:rPr>
  </w:style>
  <w:style w:type="paragraph" w:customStyle="1" w:styleId="Style125">
    <w:name w:val="Style125"/>
    <w:basedOn w:val="Standard"/>
    <w:uiPriority w:val="99"/>
    <w:rsid w:val="00CA596E"/>
    <w:rPr>
      <w:rFonts w:eastAsia="Calibri" w:cs="Times New Roman"/>
    </w:rPr>
  </w:style>
  <w:style w:type="paragraph" w:customStyle="1" w:styleId="Style126">
    <w:name w:val="Style126"/>
    <w:basedOn w:val="Standard"/>
    <w:uiPriority w:val="99"/>
    <w:rsid w:val="00CA596E"/>
    <w:rPr>
      <w:rFonts w:eastAsia="Calibri" w:cs="Times New Roman"/>
    </w:rPr>
  </w:style>
  <w:style w:type="character" w:customStyle="1" w:styleId="FontStyle128">
    <w:name w:val="Font Style128"/>
    <w:basedOn w:val="Absatz-Standardschriftart"/>
    <w:uiPriority w:val="99"/>
    <w:rsid w:val="00CA596E"/>
    <w:rPr>
      <w:rFonts w:ascii="Arial Narrow" w:hAnsi="Arial Narrow" w:cs="Arial Narrow"/>
      <w:b/>
      <w:bCs/>
      <w:spacing w:val="-20"/>
      <w:sz w:val="96"/>
      <w:szCs w:val="96"/>
    </w:rPr>
  </w:style>
  <w:style w:type="character" w:customStyle="1" w:styleId="FontStyle129">
    <w:name w:val="Font Style129"/>
    <w:basedOn w:val="Absatz-Standardschriftart"/>
    <w:uiPriority w:val="99"/>
    <w:rsid w:val="00CA596E"/>
    <w:rPr>
      <w:rFonts w:ascii="Verdana" w:hAnsi="Verdana" w:cs="Verdana"/>
      <w:b/>
      <w:bCs/>
      <w:sz w:val="8"/>
      <w:szCs w:val="8"/>
    </w:rPr>
  </w:style>
  <w:style w:type="character" w:customStyle="1" w:styleId="FontStyle130">
    <w:name w:val="Font Style130"/>
    <w:basedOn w:val="Absatz-Standardschriftart"/>
    <w:uiPriority w:val="99"/>
    <w:rsid w:val="00CA596E"/>
    <w:rPr>
      <w:rFonts w:ascii="Corbel" w:hAnsi="Corbel" w:cs="Corbel"/>
      <w:b/>
      <w:bCs/>
      <w:i/>
      <w:iCs/>
      <w:spacing w:val="-50"/>
      <w:sz w:val="54"/>
      <w:szCs w:val="54"/>
    </w:rPr>
  </w:style>
  <w:style w:type="character" w:customStyle="1" w:styleId="FontStyle131">
    <w:name w:val="Font Style131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32">
    <w:name w:val="Font Style132"/>
    <w:basedOn w:val="Absatz-Standardschriftart"/>
    <w:uiPriority w:val="99"/>
    <w:rsid w:val="00CA596E"/>
    <w:rPr>
      <w:rFonts w:ascii="Bookman Old Style" w:hAnsi="Bookman Old Style" w:cs="Bookman Old Style"/>
      <w:i/>
      <w:iCs/>
      <w:sz w:val="8"/>
      <w:szCs w:val="8"/>
    </w:rPr>
  </w:style>
  <w:style w:type="character" w:customStyle="1" w:styleId="FontStyle133">
    <w:name w:val="Font Style133"/>
    <w:basedOn w:val="Absatz-Standardschriftart"/>
    <w:uiPriority w:val="99"/>
    <w:rsid w:val="00CA596E"/>
    <w:rPr>
      <w:rFonts w:ascii="Arial Unicode MS" w:eastAsia="Arial Unicode MS" w:cs="Arial Unicode MS"/>
      <w:i/>
      <w:iCs/>
      <w:sz w:val="22"/>
      <w:szCs w:val="22"/>
    </w:rPr>
  </w:style>
  <w:style w:type="character" w:customStyle="1" w:styleId="FontStyle134">
    <w:name w:val="Font Style134"/>
    <w:basedOn w:val="Absatz-Standardschriftart"/>
    <w:uiPriority w:val="99"/>
    <w:rsid w:val="00CA596E"/>
    <w:rPr>
      <w:rFonts w:ascii="Bookman Old Style" w:hAnsi="Bookman Old Style" w:cs="Bookman Old Style"/>
      <w:spacing w:val="-80"/>
      <w:sz w:val="138"/>
      <w:szCs w:val="138"/>
    </w:rPr>
  </w:style>
  <w:style w:type="character" w:customStyle="1" w:styleId="FontStyle135">
    <w:name w:val="Font Style135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36">
    <w:name w:val="Font Style136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8"/>
      <w:szCs w:val="8"/>
    </w:rPr>
  </w:style>
  <w:style w:type="character" w:customStyle="1" w:styleId="FontStyle137">
    <w:name w:val="Font Style137"/>
    <w:basedOn w:val="Absatz-Standardschriftart"/>
    <w:uiPriority w:val="99"/>
    <w:rsid w:val="00CA596E"/>
    <w:rPr>
      <w:rFonts w:ascii="Arial Narrow" w:hAnsi="Arial Narrow" w:cs="Arial Narrow"/>
      <w:b/>
      <w:bCs/>
      <w:sz w:val="40"/>
      <w:szCs w:val="40"/>
    </w:rPr>
  </w:style>
  <w:style w:type="character" w:customStyle="1" w:styleId="FontStyle138">
    <w:name w:val="Font Style138"/>
    <w:basedOn w:val="Absatz-Standardschriftart"/>
    <w:uiPriority w:val="99"/>
    <w:rsid w:val="00CA596E"/>
    <w:rPr>
      <w:rFonts w:ascii="Arial Narrow" w:hAnsi="Arial Narrow" w:cs="Arial Narrow"/>
      <w:sz w:val="24"/>
      <w:szCs w:val="24"/>
    </w:rPr>
  </w:style>
  <w:style w:type="character" w:customStyle="1" w:styleId="FontStyle139">
    <w:name w:val="Font Style139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40">
    <w:name w:val="Font Style140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4"/>
      <w:szCs w:val="14"/>
    </w:rPr>
  </w:style>
  <w:style w:type="character" w:customStyle="1" w:styleId="FontStyle141">
    <w:name w:val="Font Style141"/>
    <w:basedOn w:val="Absatz-Standardschriftart"/>
    <w:uiPriority w:val="99"/>
    <w:rsid w:val="00CA596E"/>
    <w:rPr>
      <w:rFonts w:ascii="Arial Narrow" w:hAnsi="Arial Narrow" w:cs="Arial Narrow"/>
      <w:sz w:val="12"/>
      <w:szCs w:val="12"/>
    </w:rPr>
  </w:style>
  <w:style w:type="character" w:customStyle="1" w:styleId="FontStyle142">
    <w:name w:val="Font Style142"/>
    <w:basedOn w:val="Absatz-Standardschriftart"/>
    <w:uiPriority w:val="99"/>
    <w:rsid w:val="00CA596E"/>
    <w:rPr>
      <w:rFonts w:ascii="Bookman Old Style" w:hAnsi="Bookman Old Style" w:cs="Bookman Old Style"/>
      <w:b/>
      <w:bCs/>
      <w:smallCaps/>
      <w:sz w:val="14"/>
      <w:szCs w:val="14"/>
    </w:rPr>
  </w:style>
  <w:style w:type="character" w:customStyle="1" w:styleId="FontStyle143">
    <w:name w:val="Font Style143"/>
    <w:basedOn w:val="Absatz-Standardschriftart"/>
    <w:uiPriority w:val="99"/>
    <w:rsid w:val="00CA596E"/>
    <w:rPr>
      <w:rFonts w:ascii="Bookman Old Style" w:hAnsi="Bookman Old Style" w:cs="Bookman Old Style"/>
      <w:b/>
      <w:bCs/>
      <w:i/>
      <w:iCs/>
      <w:sz w:val="12"/>
      <w:szCs w:val="12"/>
    </w:rPr>
  </w:style>
  <w:style w:type="character" w:customStyle="1" w:styleId="FontStyle144">
    <w:name w:val="Font Style144"/>
    <w:basedOn w:val="Absatz-Standardschriftart"/>
    <w:uiPriority w:val="99"/>
    <w:rsid w:val="00CA596E"/>
    <w:rPr>
      <w:rFonts w:ascii="Bookman Old Style" w:hAnsi="Bookman Old Style" w:cs="Bookman Old Style"/>
      <w:i/>
      <w:iCs/>
      <w:sz w:val="8"/>
      <w:szCs w:val="8"/>
    </w:rPr>
  </w:style>
  <w:style w:type="character" w:customStyle="1" w:styleId="FontStyle145">
    <w:name w:val="Font Style145"/>
    <w:basedOn w:val="Absatz-Standardschriftart"/>
    <w:uiPriority w:val="99"/>
    <w:rsid w:val="00CA596E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46">
    <w:name w:val="Font Style146"/>
    <w:basedOn w:val="Absatz-Standardschriftart"/>
    <w:uiPriority w:val="99"/>
    <w:rsid w:val="00CA596E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47">
    <w:name w:val="Font Style147"/>
    <w:basedOn w:val="Absatz-Standardschriftart"/>
    <w:uiPriority w:val="99"/>
    <w:rsid w:val="00CA596E"/>
    <w:rPr>
      <w:rFonts w:ascii="Arial Narrow" w:hAnsi="Arial Narrow" w:cs="Arial Narrow"/>
      <w:smallCaps/>
      <w:sz w:val="12"/>
      <w:szCs w:val="12"/>
    </w:rPr>
  </w:style>
  <w:style w:type="character" w:customStyle="1" w:styleId="FontStyle148">
    <w:name w:val="Font Style148"/>
    <w:basedOn w:val="Absatz-Standardschriftart"/>
    <w:uiPriority w:val="99"/>
    <w:rsid w:val="00CA596E"/>
    <w:rPr>
      <w:rFonts w:ascii="Garamond" w:hAnsi="Garamond" w:cs="Garamond"/>
      <w:i/>
      <w:iCs/>
      <w:spacing w:val="20"/>
      <w:sz w:val="12"/>
      <w:szCs w:val="12"/>
    </w:rPr>
  </w:style>
  <w:style w:type="character" w:customStyle="1" w:styleId="FontStyle149">
    <w:name w:val="Font Style149"/>
    <w:basedOn w:val="Absatz-Standardschriftart"/>
    <w:uiPriority w:val="99"/>
    <w:rsid w:val="00CA596E"/>
    <w:rPr>
      <w:rFonts w:ascii="Garamond" w:hAnsi="Garamond" w:cs="Garamond"/>
      <w:b/>
      <w:bCs/>
      <w:sz w:val="20"/>
      <w:szCs w:val="20"/>
    </w:rPr>
  </w:style>
  <w:style w:type="character" w:customStyle="1" w:styleId="FontStyle150">
    <w:name w:val="Font Style150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51">
    <w:name w:val="Font Style151"/>
    <w:basedOn w:val="Absatz-Standardschriftart"/>
    <w:uiPriority w:val="99"/>
    <w:rsid w:val="00CA596E"/>
    <w:rPr>
      <w:rFonts w:ascii="Bookman Old Style" w:hAnsi="Bookman Old Style" w:cs="Bookman Old Style"/>
      <w:sz w:val="8"/>
      <w:szCs w:val="8"/>
    </w:rPr>
  </w:style>
  <w:style w:type="character" w:customStyle="1" w:styleId="FontStyle152">
    <w:name w:val="Font Style152"/>
    <w:basedOn w:val="Absatz-Standardschriftart"/>
    <w:uiPriority w:val="99"/>
    <w:rsid w:val="00CA596E"/>
    <w:rPr>
      <w:rFonts w:ascii="Bookman Old Style" w:hAnsi="Bookman Old Style" w:cs="Bookman Old Style"/>
      <w:w w:val="200"/>
      <w:sz w:val="8"/>
      <w:szCs w:val="8"/>
    </w:rPr>
  </w:style>
  <w:style w:type="character" w:customStyle="1" w:styleId="FontStyle153">
    <w:name w:val="Font Style153"/>
    <w:basedOn w:val="Absatz-Standardschriftart"/>
    <w:uiPriority w:val="99"/>
    <w:rsid w:val="00CA596E"/>
    <w:rPr>
      <w:rFonts w:ascii="Arial Narrow" w:hAnsi="Arial Narrow" w:cs="Arial Narrow"/>
      <w:b/>
      <w:bCs/>
      <w:sz w:val="8"/>
      <w:szCs w:val="8"/>
    </w:rPr>
  </w:style>
  <w:style w:type="character" w:customStyle="1" w:styleId="FontStyle154">
    <w:name w:val="Font Style154"/>
    <w:basedOn w:val="Absatz-Standardschriftart"/>
    <w:uiPriority w:val="99"/>
    <w:rsid w:val="00CA596E"/>
    <w:rPr>
      <w:rFonts w:ascii="Bookman Old Style" w:hAnsi="Bookman Old Style" w:cs="Bookman Old Style"/>
      <w:b/>
      <w:bCs/>
      <w:sz w:val="26"/>
      <w:szCs w:val="26"/>
    </w:rPr>
  </w:style>
  <w:style w:type="character" w:customStyle="1" w:styleId="FontStyle155">
    <w:name w:val="Font Style155"/>
    <w:basedOn w:val="Absatz-Standardschriftart"/>
    <w:uiPriority w:val="99"/>
    <w:rsid w:val="00CA596E"/>
    <w:rPr>
      <w:rFonts w:ascii="Courier New" w:hAnsi="Courier New" w:cs="Courier New"/>
      <w:sz w:val="14"/>
      <w:szCs w:val="14"/>
    </w:rPr>
  </w:style>
  <w:style w:type="character" w:customStyle="1" w:styleId="FontStyle156">
    <w:name w:val="Font Style156"/>
    <w:basedOn w:val="Absatz-Standardschriftart"/>
    <w:uiPriority w:val="99"/>
    <w:rsid w:val="00CA596E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157">
    <w:name w:val="Font Style157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character" w:customStyle="1" w:styleId="FontStyle158">
    <w:name w:val="Font Style158"/>
    <w:basedOn w:val="Absatz-Standardschriftart"/>
    <w:uiPriority w:val="99"/>
    <w:rsid w:val="00CA596E"/>
    <w:rPr>
      <w:rFonts w:ascii="Bookman Old Style" w:hAnsi="Bookman Old Style" w:cs="Bookman Old Style"/>
      <w:i/>
      <w:iCs/>
      <w:sz w:val="14"/>
      <w:szCs w:val="14"/>
    </w:rPr>
  </w:style>
  <w:style w:type="character" w:customStyle="1" w:styleId="FontStyle159">
    <w:name w:val="Font Style159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18"/>
      <w:szCs w:val="18"/>
    </w:rPr>
  </w:style>
  <w:style w:type="character" w:customStyle="1" w:styleId="FontStyle160">
    <w:name w:val="Font Style160"/>
    <w:basedOn w:val="Absatz-Standardschriftart"/>
    <w:uiPriority w:val="99"/>
    <w:rsid w:val="00CA596E"/>
    <w:rPr>
      <w:rFonts w:ascii="Arial Narrow" w:hAnsi="Arial Narrow" w:cs="Arial Narrow"/>
      <w:i/>
      <w:iCs/>
      <w:spacing w:val="-20"/>
      <w:sz w:val="22"/>
      <w:szCs w:val="22"/>
    </w:rPr>
  </w:style>
  <w:style w:type="character" w:customStyle="1" w:styleId="FontStyle161">
    <w:name w:val="Font Style161"/>
    <w:basedOn w:val="Absatz-Standardschriftart"/>
    <w:uiPriority w:val="99"/>
    <w:rsid w:val="00CA596E"/>
    <w:rPr>
      <w:rFonts w:ascii="Times New Roman" w:hAnsi="Times New Roman" w:cs="Times New Roman"/>
      <w:i/>
      <w:iCs/>
      <w:sz w:val="46"/>
      <w:szCs w:val="46"/>
    </w:rPr>
  </w:style>
  <w:style w:type="character" w:customStyle="1" w:styleId="FontStyle162">
    <w:name w:val="Font Style162"/>
    <w:basedOn w:val="Absatz-Standardschriftart"/>
    <w:uiPriority w:val="99"/>
    <w:rsid w:val="00CA596E"/>
    <w:rPr>
      <w:rFonts w:ascii="Arial Black" w:hAnsi="Arial Black" w:cs="Arial Black"/>
      <w:spacing w:val="-10"/>
      <w:sz w:val="8"/>
      <w:szCs w:val="8"/>
    </w:rPr>
  </w:style>
  <w:style w:type="character" w:customStyle="1" w:styleId="FontStyle163">
    <w:name w:val="Font Style163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64">
    <w:name w:val="Font Style164"/>
    <w:basedOn w:val="Absatz-Standardschriftart"/>
    <w:uiPriority w:val="99"/>
    <w:rsid w:val="00CA596E"/>
    <w:rPr>
      <w:rFonts w:ascii="Bookman Old Style" w:hAnsi="Bookman Old Style" w:cs="Bookman Old Style"/>
      <w:sz w:val="14"/>
      <w:szCs w:val="14"/>
    </w:rPr>
  </w:style>
  <w:style w:type="character" w:customStyle="1" w:styleId="FontStyle165">
    <w:name w:val="Font Style165"/>
    <w:basedOn w:val="Absatz-Standardschriftart"/>
    <w:uiPriority w:val="99"/>
    <w:rsid w:val="00CA596E"/>
    <w:rPr>
      <w:rFonts w:ascii="Arial Narrow" w:hAnsi="Arial Narrow" w:cs="Arial Narrow"/>
      <w:b/>
      <w:bCs/>
      <w:sz w:val="26"/>
      <w:szCs w:val="26"/>
    </w:rPr>
  </w:style>
  <w:style w:type="character" w:customStyle="1" w:styleId="FontStyle166">
    <w:name w:val="Font Style166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22"/>
      <w:szCs w:val="22"/>
    </w:rPr>
  </w:style>
  <w:style w:type="character" w:customStyle="1" w:styleId="FontStyle167">
    <w:name w:val="Font Style167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68">
    <w:name w:val="Font Style168"/>
    <w:basedOn w:val="Absatz-Standardschriftart"/>
    <w:uiPriority w:val="99"/>
    <w:rsid w:val="00CA596E"/>
    <w:rPr>
      <w:rFonts w:ascii="Bookman Old Style" w:hAnsi="Bookman Old Style" w:cs="Bookman Old Style"/>
      <w:sz w:val="20"/>
      <w:szCs w:val="20"/>
    </w:rPr>
  </w:style>
  <w:style w:type="character" w:customStyle="1" w:styleId="FontStyle169">
    <w:name w:val="Font Style169"/>
    <w:basedOn w:val="Absatz-Standardschriftart"/>
    <w:uiPriority w:val="99"/>
    <w:rsid w:val="00CA596E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170">
    <w:name w:val="Font Style170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2"/>
      <w:szCs w:val="12"/>
    </w:rPr>
  </w:style>
  <w:style w:type="character" w:customStyle="1" w:styleId="FontStyle171">
    <w:name w:val="Font Style171"/>
    <w:basedOn w:val="Absatz-Standardschriftart"/>
    <w:uiPriority w:val="99"/>
    <w:rsid w:val="00CA596E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172">
    <w:name w:val="Font Style172"/>
    <w:basedOn w:val="Absatz-Standardschriftart"/>
    <w:uiPriority w:val="99"/>
    <w:rsid w:val="00CA596E"/>
    <w:rPr>
      <w:rFonts w:ascii="Arial Unicode MS" w:eastAsia="Arial Unicode MS" w:cs="Arial Unicode MS"/>
      <w:sz w:val="12"/>
      <w:szCs w:val="12"/>
    </w:rPr>
  </w:style>
  <w:style w:type="character" w:customStyle="1" w:styleId="FontStyle173">
    <w:name w:val="Font Style173"/>
    <w:basedOn w:val="Absatz-Standardschriftart"/>
    <w:uiPriority w:val="99"/>
    <w:rsid w:val="00CA596E"/>
    <w:rPr>
      <w:rFonts w:ascii="Garamond" w:hAnsi="Garamond" w:cs="Garamond"/>
      <w:b/>
      <w:bCs/>
      <w:i/>
      <w:iCs/>
      <w:sz w:val="236"/>
      <w:szCs w:val="236"/>
    </w:rPr>
  </w:style>
  <w:style w:type="character" w:customStyle="1" w:styleId="FontStyle174">
    <w:name w:val="Font Style174"/>
    <w:basedOn w:val="Absatz-Standardschriftart"/>
    <w:uiPriority w:val="99"/>
    <w:rsid w:val="00CA596E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75">
    <w:name w:val="Font Style175"/>
    <w:basedOn w:val="Absatz-Standardschriftart"/>
    <w:uiPriority w:val="99"/>
    <w:rsid w:val="00CA596E"/>
    <w:rPr>
      <w:rFonts w:ascii="Arial Narrow" w:hAnsi="Arial Narrow" w:cs="Arial Narrow"/>
      <w:b/>
      <w:bCs/>
      <w:sz w:val="12"/>
      <w:szCs w:val="12"/>
    </w:rPr>
  </w:style>
  <w:style w:type="character" w:customStyle="1" w:styleId="FontStyle176">
    <w:name w:val="Font Style176"/>
    <w:basedOn w:val="Absatz-Standardschriftart"/>
    <w:uiPriority w:val="99"/>
    <w:rsid w:val="00CA596E"/>
    <w:rPr>
      <w:rFonts w:ascii="Arial Narrow" w:hAnsi="Arial Narrow" w:cs="Arial Narrow"/>
      <w:b/>
      <w:bCs/>
      <w:sz w:val="18"/>
      <w:szCs w:val="18"/>
    </w:rPr>
  </w:style>
  <w:style w:type="character" w:customStyle="1" w:styleId="FontStyle177">
    <w:name w:val="Font Style177"/>
    <w:basedOn w:val="Absatz-Standardschriftart"/>
    <w:uiPriority w:val="99"/>
    <w:rsid w:val="00CA596E"/>
    <w:rPr>
      <w:rFonts w:ascii="Arial Narrow" w:hAnsi="Arial Narrow" w:cs="Arial Narrow"/>
      <w:b/>
      <w:bCs/>
      <w:sz w:val="16"/>
      <w:szCs w:val="16"/>
    </w:rPr>
  </w:style>
  <w:style w:type="character" w:customStyle="1" w:styleId="FontStyle178">
    <w:name w:val="Font Style178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79">
    <w:name w:val="Font Style179"/>
    <w:basedOn w:val="Absatz-Standardschriftart"/>
    <w:uiPriority w:val="99"/>
    <w:rsid w:val="00CA596E"/>
    <w:rPr>
      <w:rFonts w:ascii="Arial Narrow" w:hAnsi="Arial Narrow" w:cs="Arial Narrow"/>
      <w:sz w:val="12"/>
      <w:szCs w:val="12"/>
    </w:rPr>
  </w:style>
  <w:style w:type="character" w:customStyle="1" w:styleId="FontStyle180">
    <w:name w:val="Font Style180"/>
    <w:basedOn w:val="Absatz-Standardschriftart"/>
    <w:uiPriority w:val="99"/>
    <w:rsid w:val="00CA596E"/>
    <w:rPr>
      <w:rFonts w:ascii="Bookman Old Style" w:hAnsi="Bookman Old Style" w:cs="Bookman Old Style"/>
      <w:sz w:val="14"/>
      <w:szCs w:val="14"/>
    </w:rPr>
  </w:style>
  <w:style w:type="character" w:customStyle="1" w:styleId="FontStyle181">
    <w:name w:val="Font Style181"/>
    <w:basedOn w:val="Absatz-Standardschriftart"/>
    <w:uiPriority w:val="99"/>
    <w:rsid w:val="00CA596E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182">
    <w:name w:val="Font Style182"/>
    <w:basedOn w:val="Absatz-Standardschriftart"/>
    <w:uiPriority w:val="99"/>
    <w:rsid w:val="00CA596E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83">
    <w:name w:val="Font Style183"/>
    <w:basedOn w:val="Absatz-Standardschriftart"/>
    <w:uiPriority w:val="99"/>
    <w:rsid w:val="00CA596E"/>
    <w:rPr>
      <w:rFonts w:ascii="Bookman Old Style" w:hAnsi="Bookman Old Style" w:cs="Bookman Old Style"/>
      <w:i/>
      <w:iCs/>
      <w:sz w:val="10"/>
      <w:szCs w:val="10"/>
    </w:rPr>
  </w:style>
  <w:style w:type="character" w:customStyle="1" w:styleId="FontStyle184">
    <w:name w:val="Font Style184"/>
    <w:basedOn w:val="Absatz-Standardschriftart"/>
    <w:uiPriority w:val="99"/>
    <w:rsid w:val="00CA596E"/>
    <w:rPr>
      <w:rFonts w:ascii="Arial Narrow" w:hAnsi="Arial Narrow" w:cs="Arial Narrow"/>
      <w:b/>
      <w:bCs/>
      <w:w w:val="200"/>
      <w:sz w:val="12"/>
      <w:szCs w:val="12"/>
    </w:rPr>
  </w:style>
  <w:style w:type="character" w:customStyle="1" w:styleId="FontStyle185">
    <w:name w:val="Font Style185"/>
    <w:basedOn w:val="Absatz-Standardschriftart"/>
    <w:uiPriority w:val="99"/>
    <w:rsid w:val="00CA596E"/>
    <w:rPr>
      <w:rFonts w:ascii="Bookman Old Style" w:hAnsi="Bookman Old Style" w:cs="Bookman Old Style"/>
      <w:spacing w:val="-10"/>
      <w:sz w:val="12"/>
      <w:szCs w:val="12"/>
    </w:rPr>
  </w:style>
  <w:style w:type="character" w:customStyle="1" w:styleId="FontStyle186">
    <w:name w:val="Font Style186"/>
    <w:basedOn w:val="Absatz-Standardschriftart"/>
    <w:uiPriority w:val="99"/>
    <w:rsid w:val="00CA596E"/>
    <w:rPr>
      <w:rFonts w:ascii="Bookman Old Style" w:hAnsi="Bookman Old Style" w:cs="Bookman Old Style"/>
      <w:spacing w:val="10"/>
      <w:sz w:val="10"/>
      <w:szCs w:val="10"/>
    </w:rPr>
  </w:style>
  <w:style w:type="character" w:customStyle="1" w:styleId="FontStyle187">
    <w:name w:val="Font Style187"/>
    <w:basedOn w:val="Absatz-Standardschriftart"/>
    <w:uiPriority w:val="99"/>
    <w:rsid w:val="00CA596E"/>
    <w:rPr>
      <w:rFonts w:ascii="Bookman Old Style" w:hAnsi="Bookman Old Style" w:cs="Bookman Old Style"/>
      <w:i/>
      <w:iCs/>
      <w:smallCaps/>
      <w:sz w:val="14"/>
      <w:szCs w:val="14"/>
    </w:rPr>
  </w:style>
  <w:style w:type="character" w:customStyle="1" w:styleId="FontStyle188">
    <w:name w:val="Font Style188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character" w:customStyle="1" w:styleId="FontStyle189">
    <w:name w:val="Font Style189"/>
    <w:basedOn w:val="Absatz-Standardschriftart"/>
    <w:uiPriority w:val="99"/>
    <w:rsid w:val="00CA596E"/>
    <w:rPr>
      <w:rFonts w:ascii="Bookman Old Style" w:hAnsi="Bookman Old Style" w:cs="Bookman Old Style"/>
      <w:sz w:val="12"/>
      <w:szCs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96E"/>
    <w:rPr>
      <w:rFonts w:ascii="Tahoma" w:eastAsia="Calibr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9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AppData\Roaming\Microsoft\Templates\LaTex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985AC-59CE-4C91-8EA6-E1DD7CEB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LaTex.dotm</Template>
  <TotalTime>0</TotalTime>
  <Pages>35</Pages>
  <Words>7815</Words>
  <Characters>40483</Characters>
  <Application>Microsoft Office Word</Application>
  <DocSecurity>0</DocSecurity>
  <Lines>3114</Lines>
  <Paragraphs>2195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Gehrmann Kristin</cp:lastModifiedBy>
  <cp:revision>213</cp:revision>
  <dcterms:created xsi:type="dcterms:W3CDTF">2024-04-12T06:50:00Z</dcterms:created>
  <dcterms:modified xsi:type="dcterms:W3CDTF">2024-10-28T08:27:00Z</dcterms:modified>
</cp:coreProperties>
</file>